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73A" w:rsidRPr="004B3002" w:rsidRDefault="0055173A" w:rsidP="0055173A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28"/>
          <w:szCs w:val="28"/>
        </w:rPr>
      </w:pPr>
      <w:r w:rsidRPr="004B3002">
        <w:rPr>
          <w:rFonts w:ascii="Angsana New" w:hAnsi="Angsana New"/>
          <w:b/>
          <w:bCs/>
          <w:sz w:val="28"/>
          <w:szCs w:val="28"/>
          <w:cs/>
        </w:rPr>
        <w:t>เกณฑ์การจัดทำข้อมูลทางการเงินระหว่างกาล</w:t>
      </w:r>
    </w:p>
    <w:p w:rsidR="001B2C21" w:rsidRPr="00D42272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:rsidR="004E6B25" w:rsidRPr="00491D87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491D87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491D87">
        <w:rPr>
          <w:rFonts w:ascii="Angsana New" w:hAnsi="Angsana New"/>
          <w:sz w:val="28"/>
          <w:szCs w:val="28"/>
        </w:rPr>
        <w:t>34</w:t>
      </w:r>
      <w:r w:rsidRPr="00491D87">
        <w:rPr>
          <w:rFonts w:ascii="Angsana New" w:hAnsi="Angsana New"/>
          <w:sz w:val="28"/>
          <w:szCs w:val="28"/>
          <w:cs/>
        </w:rPr>
        <w:t xml:space="preserve"> </w:t>
      </w:r>
      <w:r w:rsidRPr="00491D87">
        <w:rPr>
          <w:rFonts w:ascii="Angsana New" w:hAnsi="Angsana New"/>
          <w:spacing w:val="-2"/>
          <w:sz w:val="28"/>
          <w:szCs w:val="28"/>
          <w:cs/>
        </w:rPr>
        <w:t>(ปรับปรุง</w:t>
      </w:r>
      <w:r w:rsidRPr="00491D87">
        <w:rPr>
          <w:rFonts w:ascii="Angsana New" w:hAnsi="Angsana New"/>
          <w:color w:val="FFFFFF"/>
          <w:spacing w:val="-2"/>
          <w:sz w:val="28"/>
          <w:szCs w:val="28"/>
        </w:rPr>
        <w:t>_</w:t>
      </w:r>
      <w:r w:rsidR="001B3F19" w:rsidRPr="00491D87">
        <w:rPr>
          <w:rFonts w:ascii="Angsana New" w:hAnsi="Angsana New"/>
          <w:spacing w:val="-2"/>
          <w:sz w:val="28"/>
          <w:szCs w:val="28"/>
        </w:rPr>
        <w:t>256</w:t>
      </w:r>
      <w:r w:rsidR="00962508" w:rsidRPr="00491D87">
        <w:rPr>
          <w:rFonts w:ascii="Angsana New" w:hAnsi="Angsana New"/>
          <w:spacing w:val="-2"/>
          <w:sz w:val="28"/>
          <w:szCs w:val="28"/>
        </w:rPr>
        <w:t>3</w:t>
      </w:r>
      <w:r w:rsidRPr="00491D87">
        <w:rPr>
          <w:rFonts w:ascii="Angsana New" w:hAnsi="Angsana New"/>
          <w:spacing w:val="-2"/>
          <w:sz w:val="28"/>
          <w:szCs w:val="28"/>
          <w:cs/>
        </w:rPr>
        <w:t xml:space="preserve">) </w:t>
      </w:r>
      <w:r w:rsidRPr="00491D87">
        <w:rPr>
          <w:rFonts w:ascii="Angsana New" w:hAnsi="Angsana New"/>
          <w:sz w:val="28"/>
          <w:szCs w:val="28"/>
          <w:cs/>
        </w:rPr>
        <w:t>เรื่อง</w:t>
      </w:r>
      <w:r w:rsidR="000408A8" w:rsidRPr="00491D87">
        <w:rPr>
          <w:rFonts w:ascii="Angsana New" w:hAnsi="Angsana New"/>
          <w:sz w:val="28"/>
          <w:szCs w:val="28"/>
          <w:cs/>
        </w:rPr>
        <w:t xml:space="preserve"> </w:t>
      </w:r>
      <w:r w:rsidRPr="00491D87">
        <w:rPr>
          <w:rFonts w:ascii="Angsana New" w:hAnsi="Angsana New"/>
          <w:sz w:val="28"/>
          <w:szCs w:val="28"/>
          <w:cs/>
        </w:rPr>
        <w:t>“</w:t>
      </w:r>
      <w:r w:rsidR="006F1212" w:rsidRPr="00491D87">
        <w:rPr>
          <w:rFonts w:ascii="Angsana New" w:hAnsi="Angsana New"/>
          <w:sz w:val="28"/>
          <w:szCs w:val="28"/>
          <w:cs/>
        </w:rPr>
        <w:t>การรายงานทาง</w:t>
      </w:r>
      <w:r w:rsidRPr="00491D87">
        <w:rPr>
          <w:rFonts w:ascii="Angsana New" w:hAnsi="Angsana New"/>
          <w:sz w:val="28"/>
          <w:szCs w:val="28"/>
          <w:cs/>
        </w:rPr>
        <w:t>การเงินระหว่างกาล”</w:t>
      </w:r>
      <w:r w:rsidRPr="00491D87">
        <w:rPr>
          <w:rFonts w:ascii="Angsana New" w:hAnsi="Angsana New"/>
          <w:sz w:val="28"/>
          <w:szCs w:val="28"/>
        </w:rPr>
        <w:t xml:space="preserve"> </w:t>
      </w:r>
      <w:r w:rsidRPr="00491D87">
        <w:rPr>
          <w:rFonts w:ascii="Angsana New" w:hAnsi="Angsana New"/>
          <w:sz w:val="28"/>
          <w:szCs w:val="28"/>
          <w:cs/>
        </w:rPr>
        <w:t>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</w:t>
      </w:r>
    </w:p>
    <w:p w:rsidR="004E6B25" w:rsidRPr="00D42272" w:rsidRDefault="004E6B25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:rsidR="004E6B25" w:rsidRPr="00491D87" w:rsidRDefault="004E6B25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491D87">
        <w:rPr>
          <w:rFonts w:ascii="Angsana New" w:hAnsi="Angsana New"/>
          <w:sz w:val="28"/>
          <w:szCs w:val="28"/>
        </w:rPr>
        <w:t xml:space="preserve">31 </w:t>
      </w:r>
      <w:r w:rsidRPr="00491D87">
        <w:rPr>
          <w:rFonts w:ascii="Angsana New" w:hAnsi="Angsana New"/>
          <w:sz w:val="28"/>
          <w:szCs w:val="28"/>
          <w:cs/>
        </w:rPr>
        <w:t xml:space="preserve">ธันวาคม </w:t>
      </w:r>
      <w:r w:rsidR="001B3F19" w:rsidRPr="00491D87">
        <w:rPr>
          <w:rFonts w:ascii="Angsana New" w:hAnsi="Angsana New"/>
          <w:sz w:val="28"/>
          <w:szCs w:val="28"/>
        </w:rPr>
        <w:t>256</w:t>
      </w:r>
      <w:r w:rsidR="00C70634" w:rsidRPr="00491D87">
        <w:rPr>
          <w:rFonts w:ascii="Angsana New" w:hAnsi="Angsana New"/>
          <w:sz w:val="28"/>
          <w:szCs w:val="28"/>
        </w:rPr>
        <w:t>3</w:t>
      </w:r>
      <w:r w:rsidRPr="00491D87">
        <w:rPr>
          <w:rFonts w:ascii="Angsana New" w:hAnsi="Angsana New"/>
          <w:sz w:val="28"/>
          <w:szCs w:val="28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491D87">
        <w:rPr>
          <w:rFonts w:ascii="Angsana New" w:hAnsi="Angsana New"/>
          <w:sz w:val="28"/>
          <w:szCs w:val="28"/>
        </w:rPr>
        <w:t xml:space="preserve">31 </w:t>
      </w:r>
      <w:r w:rsidRPr="00491D87">
        <w:rPr>
          <w:rFonts w:ascii="Angsana New" w:hAnsi="Angsana New"/>
          <w:sz w:val="28"/>
          <w:szCs w:val="28"/>
          <w:cs/>
        </w:rPr>
        <w:t xml:space="preserve">ธันวาคม </w:t>
      </w:r>
      <w:r w:rsidR="001B3F19" w:rsidRPr="00491D87">
        <w:rPr>
          <w:rFonts w:ascii="Angsana New" w:hAnsi="Angsana New"/>
          <w:sz w:val="28"/>
          <w:szCs w:val="28"/>
        </w:rPr>
        <w:t>256</w:t>
      </w:r>
      <w:r w:rsidR="00962508" w:rsidRPr="00491D87">
        <w:rPr>
          <w:rFonts w:ascii="Angsana New" w:hAnsi="Angsana New"/>
          <w:sz w:val="28"/>
          <w:szCs w:val="28"/>
        </w:rPr>
        <w:t>3</w:t>
      </w:r>
    </w:p>
    <w:p w:rsidR="00A00A5A" w:rsidRPr="00D42272" w:rsidRDefault="00A00A5A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:rsidR="00A00A5A" w:rsidRPr="00491D87" w:rsidRDefault="00A00A5A" w:rsidP="00A00A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>งบการเงินระหว่างกาลรวม</w:t>
      </w:r>
      <w:r w:rsidR="00A2664A" w:rsidRPr="00491D87">
        <w:rPr>
          <w:rFonts w:ascii="Angsana New" w:hAnsi="Angsana New"/>
          <w:sz w:val="28"/>
          <w:szCs w:val="28"/>
          <w:cs/>
        </w:rPr>
        <w:t>สำหรับงวด</w:t>
      </w:r>
      <w:r w:rsidR="005C29D8" w:rsidRPr="00491D87">
        <w:rPr>
          <w:rFonts w:ascii="Angsana New" w:hAnsi="Angsana New"/>
          <w:sz w:val="28"/>
          <w:szCs w:val="28"/>
          <w:cs/>
        </w:rPr>
        <w:t>สามเดือนและ</w:t>
      </w:r>
      <w:r w:rsidR="0011037F">
        <w:rPr>
          <w:rFonts w:ascii="Angsana New" w:hAnsi="Angsana New"/>
          <w:sz w:val="28"/>
          <w:szCs w:val="28"/>
          <w:cs/>
        </w:rPr>
        <w:t>เก้าเดือน</w:t>
      </w:r>
      <w:r w:rsidRPr="00491D87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A2664A" w:rsidRPr="00491D87">
        <w:rPr>
          <w:rFonts w:ascii="Angsana New" w:hAnsi="Angsana New"/>
          <w:sz w:val="28"/>
          <w:szCs w:val="28"/>
          <w:cs/>
        </w:rPr>
        <w:t xml:space="preserve">30 </w:t>
      </w:r>
      <w:r w:rsidR="0011037F">
        <w:rPr>
          <w:rFonts w:ascii="Angsana New" w:hAnsi="Angsana New" w:hint="cs"/>
          <w:sz w:val="28"/>
          <w:szCs w:val="28"/>
          <w:cs/>
        </w:rPr>
        <w:t>กันยายน</w:t>
      </w:r>
      <w:r w:rsidR="005E235B" w:rsidRPr="00491D87">
        <w:rPr>
          <w:rFonts w:ascii="Angsana New" w:hAnsi="Angsana New"/>
          <w:sz w:val="28"/>
          <w:szCs w:val="28"/>
          <w:cs/>
        </w:rPr>
        <w:t xml:space="preserve"> </w:t>
      </w:r>
      <w:r w:rsidR="00962508" w:rsidRPr="00491D87">
        <w:rPr>
          <w:rFonts w:ascii="Angsana New" w:hAnsi="Angsana New"/>
          <w:sz w:val="28"/>
          <w:szCs w:val="28"/>
          <w:cs/>
        </w:rPr>
        <w:t xml:space="preserve">2564 และ </w:t>
      </w:r>
      <w:r w:rsidR="005E235B" w:rsidRPr="00491D87">
        <w:rPr>
          <w:rFonts w:ascii="Angsana New" w:hAnsi="Angsana New"/>
          <w:sz w:val="28"/>
          <w:szCs w:val="28"/>
          <w:cs/>
        </w:rPr>
        <w:t>2563</w:t>
      </w:r>
      <w:r w:rsidRPr="00491D87">
        <w:rPr>
          <w:rFonts w:ascii="Angsana New" w:hAnsi="Angsana New"/>
          <w:sz w:val="28"/>
          <w:szCs w:val="28"/>
        </w:rPr>
        <w:t xml:space="preserve"> </w:t>
      </w:r>
      <w:r w:rsidR="00962508" w:rsidRPr="00491D87">
        <w:rPr>
          <w:rFonts w:ascii="Angsana New" w:hAnsi="Angsana New"/>
          <w:sz w:val="28"/>
          <w:szCs w:val="28"/>
          <w:cs/>
        </w:rPr>
        <w:t>และงบการเงินรวมสำหรับปีสิ้นสุดวันที่ 31 ธันวาคม 2563</w:t>
      </w:r>
      <w:r w:rsidR="00962508" w:rsidRPr="00491D87">
        <w:rPr>
          <w:rFonts w:ascii="Angsana New" w:hAnsi="Angsana New"/>
          <w:sz w:val="28"/>
          <w:szCs w:val="28"/>
        </w:rPr>
        <w:t xml:space="preserve"> </w:t>
      </w:r>
      <w:r w:rsidR="00962508" w:rsidRPr="00491D87">
        <w:rPr>
          <w:rFonts w:ascii="Angsana New" w:hAnsi="Angsana New"/>
          <w:sz w:val="28"/>
          <w:szCs w:val="28"/>
          <w:cs/>
        </w:rPr>
        <w:t>ซึ่งเป็นส่วนหนึ่งของข้อมูลทางการเงินระหว่างกาลนี้ได้รวมบัญชีของบริษัทและบริษัทย่อย</w:t>
      </w:r>
      <w:r w:rsidR="00962508" w:rsidRPr="00491D87">
        <w:rPr>
          <w:rFonts w:ascii="Angsana New" w:hAnsi="Angsana New"/>
          <w:sz w:val="28"/>
          <w:szCs w:val="28"/>
        </w:rPr>
        <w:t xml:space="preserve"> (“</w:t>
      </w:r>
      <w:r w:rsidR="00962508" w:rsidRPr="00491D87">
        <w:rPr>
          <w:rFonts w:ascii="Angsana New" w:hAnsi="Angsana New"/>
          <w:sz w:val="28"/>
          <w:szCs w:val="28"/>
          <w:cs/>
        </w:rPr>
        <w:t>กลุ่มบริษัท</w:t>
      </w:r>
      <w:r w:rsidR="00962508" w:rsidRPr="00491D87">
        <w:rPr>
          <w:rFonts w:ascii="Angsana New" w:hAnsi="Angsana New"/>
          <w:sz w:val="28"/>
          <w:szCs w:val="28"/>
        </w:rPr>
        <w:t xml:space="preserve">”) </w:t>
      </w:r>
      <w:r w:rsidR="00962508" w:rsidRPr="00491D87">
        <w:rPr>
          <w:rFonts w:ascii="Angsana New" w:hAnsi="Angsana New"/>
          <w:sz w:val="28"/>
          <w:szCs w:val="28"/>
          <w:cs/>
        </w:rPr>
        <w:t>ที่บริษัทมีอำนาจควบคุมหรือถือหุ้นทั้งทางตรงและทางอ้อมในบริษัทย่อยดังต่อไป</w:t>
      </w:r>
      <w:r w:rsidRPr="00491D87">
        <w:rPr>
          <w:rFonts w:ascii="Angsana New" w:hAnsi="Angsana New"/>
          <w:sz w:val="28"/>
          <w:szCs w:val="28"/>
          <w:cs/>
        </w:rPr>
        <w:t>นี้</w:t>
      </w:r>
    </w:p>
    <w:p w:rsidR="0064260B" w:rsidRPr="00D42272" w:rsidRDefault="0064260B" w:rsidP="00F56250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9926" w:type="dxa"/>
        <w:tblInd w:w="-34" w:type="dxa"/>
        <w:tblLayout w:type="fixed"/>
        <w:tblLook w:val="0000"/>
      </w:tblPr>
      <w:tblGrid>
        <w:gridCol w:w="1843"/>
        <w:gridCol w:w="283"/>
        <w:gridCol w:w="1418"/>
        <w:gridCol w:w="283"/>
        <w:gridCol w:w="995"/>
        <w:gridCol w:w="284"/>
        <w:gridCol w:w="1417"/>
        <w:gridCol w:w="284"/>
        <w:gridCol w:w="1418"/>
        <w:gridCol w:w="284"/>
        <w:gridCol w:w="1417"/>
      </w:tblGrid>
      <w:tr w:rsidR="00962508" w:rsidRPr="00491D87" w:rsidTr="00CD1EC8">
        <w:trPr>
          <w:tblHeader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491D87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962508" w:rsidRPr="00491D87" w:rsidTr="00CD1EC8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491D87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vMerge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962508" w:rsidRPr="00491D87" w:rsidTr="00CD1EC8">
        <w:trPr>
          <w:tblHeader/>
        </w:trPr>
        <w:tc>
          <w:tcPr>
            <w:tcW w:w="184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962508" w:rsidRPr="00491D87" w:rsidTr="00CD1EC8">
        <w:trPr>
          <w:tblHeader/>
        </w:trPr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962508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(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491D87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491D87" w:rsidRDefault="0011037F" w:rsidP="00CD55EE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30 กันยายน</w:t>
            </w:r>
            <w:r w:rsidR="00962508"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962508" w:rsidRPr="00491D87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3</w:t>
            </w:r>
            <w:r w:rsidRPr="00491D87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91D87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ธันวาคม</w:t>
            </w:r>
            <w:r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491D87">
              <w:rPr>
                <w:rFonts w:ascii="Angsana New" w:hAnsi="Angsana New"/>
                <w:sz w:val="28"/>
                <w:szCs w:val="28"/>
                <w:lang w:val="en-US"/>
              </w:rPr>
              <w:t>2563</w:t>
            </w:r>
          </w:p>
        </w:tc>
      </w:tr>
      <w:tr w:rsidR="00962508" w:rsidRPr="00491D87" w:rsidTr="00CD1EC8"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บริษัท ทีเอ็ม เนิร์สซิ่ง แคร์ จำกัด</w:t>
            </w:r>
            <w:r w:rsidR="00726FB3" w:rsidRPr="00491D87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726FB3" w:rsidRPr="00491D87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  <w:cs/>
              </w:rPr>
              <w:t>โรงพยาบาลขนาดเล็กและสถานดูแลผู้สูงอายุ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62508" w:rsidRPr="00491D87" w:rsidRDefault="00F56250" w:rsidP="00423231">
            <w:pPr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300,000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F56250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24</w:t>
            </w:r>
            <w:r w:rsidR="00962508" w:rsidRPr="00491D87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62508" w:rsidRPr="00491D87" w:rsidRDefault="00962508" w:rsidP="00423231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962508" w:rsidRPr="00491D87" w:rsidRDefault="00962508" w:rsidP="00423231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91D87">
              <w:rPr>
                <w:rFonts w:ascii="Angsana New" w:hAnsi="Angsana New"/>
                <w:sz w:val="28"/>
                <w:szCs w:val="28"/>
              </w:rPr>
              <w:t>100,000</w:t>
            </w:r>
          </w:p>
        </w:tc>
      </w:tr>
    </w:tbl>
    <w:p w:rsidR="00A00A5A" w:rsidRPr="00D42272" w:rsidRDefault="00A00A5A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:rsidR="00726FB3" w:rsidRPr="00491D87" w:rsidRDefault="00726FB3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8"/>
          <w:szCs w:val="28"/>
          <w:cs/>
        </w:rPr>
      </w:pPr>
      <w:r w:rsidRPr="00491D87">
        <w:rPr>
          <w:rFonts w:ascii="Angsana New" w:hAnsi="Angsana New"/>
          <w:sz w:val="28"/>
          <w:szCs w:val="28"/>
          <w:cs/>
        </w:rPr>
        <w:t xml:space="preserve">ในเดือนมิถุนายน 2564 </w:t>
      </w:r>
      <w:r w:rsidRPr="00491D87">
        <w:rPr>
          <w:rFonts w:ascii="Angsana New" w:hAnsi="Angsana New"/>
          <w:sz w:val="28"/>
          <w:szCs w:val="28"/>
        </w:rPr>
        <w:t xml:space="preserve">TMNC </w:t>
      </w:r>
      <w:r w:rsidRPr="00491D87">
        <w:rPr>
          <w:rFonts w:ascii="Angsana New" w:hAnsi="Angsana New"/>
          <w:sz w:val="28"/>
          <w:szCs w:val="28"/>
          <w:cs/>
        </w:rPr>
        <w:t>ได้มีการเพิ่มทุนจดทะเบียนและ</w:t>
      </w:r>
      <w:r w:rsidR="00743CA4">
        <w:rPr>
          <w:rFonts w:ascii="Angsana New" w:hAnsi="Angsana New" w:hint="cs"/>
          <w:sz w:val="28"/>
          <w:szCs w:val="28"/>
          <w:cs/>
        </w:rPr>
        <w:t>ทุน</w:t>
      </w:r>
      <w:r w:rsidRPr="00491D87">
        <w:rPr>
          <w:rFonts w:ascii="Angsana New" w:hAnsi="Angsana New"/>
          <w:sz w:val="28"/>
          <w:szCs w:val="28"/>
          <w:cs/>
        </w:rPr>
        <w:t>ชำระแล้วจากเดิมเมื่อสิ้นปี 2563 ที่มีจำนวน 125 ล้านบาทเป็น 300 ล้านบาท</w:t>
      </w:r>
      <w:r w:rsidR="001A7C47">
        <w:rPr>
          <w:rFonts w:ascii="Angsana New" w:hAnsi="Angsana New" w:hint="cs"/>
          <w:sz w:val="28"/>
          <w:szCs w:val="28"/>
          <w:cs/>
        </w:rPr>
        <w:t xml:space="preserve"> (เพิ่มขึ้น 175 ล้านบาท) </w:t>
      </w:r>
      <w:r w:rsidRPr="00491D87">
        <w:rPr>
          <w:rFonts w:ascii="Angsana New" w:hAnsi="Angsana New"/>
          <w:sz w:val="28"/>
          <w:szCs w:val="28"/>
          <w:cs/>
        </w:rPr>
        <w:t>ซึ่งเป็นส่วนที่บริษัทลงทุนเพิ่มเติมด้วยสัดส่วนการถือหุ้นเดิมจำนวน 140 ล้านบาทและเป็นส่วนที่ลงทุนเพิ่มเติมโดยส่วนได้เสียที่ไม่มีอำนาจควบคุมจำนวน 35 ล้านบาท</w:t>
      </w:r>
    </w:p>
    <w:p w:rsidR="00726FB3" w:rsidRPr="00D42272" w:rsidRDefault="00726FB3" w:rsidP="00726F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:rsidR="00A00A5A" w:rsidRPr="00491D87" w:rsidRDefault="00A00A5A" w:rsidP="00A00A5A">
      <w:pPr>
        <w:pStyle w:val="NoSpacing"/>
        <w:jc w:val="thaiDistribute"/>
        <w:rPr>
          <w:rFonts w:ascii="Angsana New" w:hAnsi="Angsana New"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>รายการบัญชีระหว่างบริษัทกับบริษัทย่อยที่มีนัยสำคัญได้ถูกตัดรายการในการทำงบการเงินระหว่างกาลรวมแล้ว</w:t>
      </w:r>
    </w:p>
    <w:p w:rsidR="00E03ACB" w:rsidRPr="00D42272" w:rsidRDefault="00E03ACB" w:rsidP="004E6B25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16"/>
          <w:szCs w:val="16"/>
        </w:rPr>
      </w:pPr>
    </w:p>
    <w:p w:rsidR="004E6B25" w:rsidRPr="00491D87" w:rsidRDefault="004E6B25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491D87">
        <w:rPr>
          <w:rFonts w:ascii="Angsana New" w:hAnsi="Angsana New"/>
          <w:sz w:val="28"/>
          <w:szCs w:val="28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4E6B25" w:rsidRPr="00D42272" w:rsidRDefault="004E6B25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:rsidR="00962508" w:rsidRDefault="00962508" w:rsidP="004E6B25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lang w:val="en-US"/>
        </w:rPr>
      </w:pPr>
      <w:r w:rsidRPr="00491D87">
        <w:rPr>
          <w:rFonts w:ascii="Angsana New" w:hAnsi="Angsana New" w:cs="Angsana New"/>
          <w:cs/>
          <w:lang w:val="en-US"/>
        </w:rPr>
        <w:t xml:space="preserve">เริ่มตั้งแต่วันที่ </w:t>
      </w:r>
      <w:r w:rsidRPr="00491D87">
        <w:rPr>
          <w:rFonts w:ascii="Angsana New" w:hAnsi="Angsana New" w:cs="Angsana New"/>
          <w:lang w:val="en-US"/>
        </w:rPr>
        <w:t xml:space="preserve">1 </w:t>
      </w:r>
      <w:r w:rsidRPr="00491D87">
        <w:rPr>
          <w:rFonts w:ascii="Angsana New" w:hAnsi="Angsana New" w:cs="Angsana New"/>
          <w:cs/>
          <w:lang w:val="en-US"/>
        </w:rPr>
        <w:t xml:space="preserve">มกราคม </w:t>
      </w:r>
      <w:r w:rsidRPr="00491D87">
        <w:rPr>
          <w:rFonts w:ascii="Angsana New" w:hAnsi="Angsana New" w:cs="Angsana New"/>
          <w:lang w:val="en-US"/>
        </w:rPr>
        <w:t>25</w:t>
      </w:r>
      <w:r w:rsidRPr="00491D87">
        <w:rPr>
          <w:rFonts w:ascii="Angsana New" w:hAnsi="Angsana New" w:cs="Angsana New"/>
          <w:cs/>
          <w:lang w:val="en-US"/>
        </w:rPr>
        <w:t xml:space="preserve">64 บริษัทและบริษัทย่อย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491D87">
        <w:rPr>
          <w:rFonts w:ascii="Angsana New" w:hAnsi="Angsana New" w:cs="Angsana New"/>
          <w:lang w:val="en-US"/>
        </w:rPr>
        <w:t xml:space="preserve">1 </w:t>
      </w:r>
      <w:r w:rsidRPr="00491D87">
        <w:rPr>
          <w:rFonts w:ascii="Angsana New" w:hAnsi="Angsana New" w:cs="Angsana New"/>
          <w:cs/>
          <w:lang w:val="en-US"/>
        </w:rPr>
        <w:t xml:space="preserve">มกราคม </w:t>
      </w:r>
      <w:r w:rsidRPr="00491D87">
        <w:rPr>
          <w:rFonts w:ascii="Angsana New" w:hAnsi="Angsana New" w:cs="Angsana New"/>
          <w:lang w:val="en-US"/>
        </w:rPr>
        <w:t>25</w:t>
      </w:r>
      <w:r w:rsidRPr="00491D87">
        <w:rPr>
          <w:rFonts w:ascii="Angsana New" w:hAnsi="Angsana New" w:cs="Angsana New"/>
          <w:cs/>
          <w:lang w:val="en-US"/>
        </w:rPr>
        <w:t>64 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งบการเงินของบริษัทและบริษัทย่อย</w:t>
      </w:r>
    </w:p>
    <w:p w:rsidR="009D0AD5" w:rsidRPr="004B3002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B3002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12171F" w:rsidRPr="00D42272" w:rsidRDefault="0012171F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16"/>
          <w:szCs w:val="16"/>
        </w:rPr>
      </w:pPr>
    </w:p>
    <w:p w:rsidR="00A00A5A" w:rsidRPr="00424177" w:rsidRDefault="000C17B3" w:rsidP="00424177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  <w:highlight w:val="yellow"/>
        </w:rPr>
      </w:pPr>
      <w:r w:rsidRPr="00CA608A">
        <w:rPr>
          <w:rFonts w:ascii="Angsana New" w:hAnsi="Angsana New"/>
          <w:sz w:val="30"/>
          <w:szCs w:val="30"/>
          <w:cs/>
        </w:rPr>
        <w:t>บริษัท</w:t>
      </w:r>
      <w:r w:rsidR="00EF6BE8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CA608A">
        <w:rPr>
          <w:rFonts w:ascii="Angsana New" w:hAnsi="Angsana New"/>
          <w:sz w:val="30"/>
          <w:szCs w:val="30"/>
          <w:cs/>
        </w:rPr>
        <w:t>ได้ใช้นโยบายการบัญชีที่สำคัญ</w:t>
      </w:r>
      <w:r w:rsidRPr="00CA608A">
        <w:rPr>
          <w:rFonts w:ascii="Angsana New" w:hAnsi="Angsana New" w:hint="cs"/>
          <w:sz w:val="30"/>
          <w:szCs w:val="30"/>
          <w:cs/>
        </w:rPr>
        <w:t xml:space="preserve">และวิธีการคำนวณต่างๆ </w:t>
      </w:r>
      <w:r w:rsidRPr="00CA608A">
        <w:rPr>
          <w:rFonts w:ascii="Angsana New" w:hAnsi="Angsana New"/>
          <w:sz w:val="30"/>
          <w:szCs w:val="30"/>
          <w:cs/>
        </w:rPr>
        <w:t>ใน</w:t>
      </w:r>
      <w:r w:rsidRPr="00CA608A">
        <w:rPr>
          <w:rFonts w:ascii="Angsana New" w:hAnsi="Angsana New" w:hint="cs"/>
          <w:sz w:val="30"/>
          <w:szCs w:val="30"/>
          <w:cs/>
        </w:rPr>
        <w:t>การจัดทำ</w:t>
      </w:r>
      <w:r w:rsidRPr="00CA608A">
        <w:rPr>
          <w:rFonts w:ascii="Angsana New" w:hAnsi="Angsana New"/>
          <w:sz w:val="30"/>
          <w:szCs w:val="30"/>
          <w:cs/>
        </w:rPr>
        <w:t>ข้อมูลทางการเงินระหว่างกาลสำหรับ</w:t>
      </w:r>
      <w:r w:rsidRPr="003F7DD5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086CF7" w:rsidRPr="003F7DD5">
        <w:rPr>
          <w:rFonts w:ascii="Angsana New" w:hAnsi="Angsana New" w:hint="cs"/>
          <w:sz w:val="30"/>
          <w:szCs w:val="30"/>
          <w:cs/>
        </w:rPr>
        <w:t>และ</w:t>
      </w:r>
      <w:r w:rsidR="0011037F">
        <w:rPr>
          <w:rFonts w:ascii="Angsana New" w:hAnsi="Angsana New" w:hint="cs"/>
          <w:sz w:val="30"/>
          <w:szCs w:val="30"/>
          <w:cs/>
        </w:rPr>
        <w:t>เก้าเดือน</w:t>
      </w:r>
      <w:r w:rsidRPr="003F7DD5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11037F">
        <w:rPr>
          <w:rFonts w:ascii="Angsana New" w:hAnsi="Angsana New" w:hint="cs"/>
          <w:sz w:val="30"/>
          <w:szCs w:val="30"/>
          <w:cs/>
        </w:rPr>
        <w:t>30 กันยายน</w:t>
      </w:r>
      <w:r w:rsidRPr="003F7DD5">
        <w:rPr>
          <w:rFonts w:ascii="Angsana New" w:hAnsi="Angsana New" w:hint="cs"/>
          <w:sz w:val="30"/>
          <w:szCs w:val="30"/>
          <w:cs/>
        </w:rPr>
        <w:t xml:space="preserve"> 25</w:t>
      </w:r>
      <w:r w:rsidRPr="003F7DD5">
        <w:rPr>
          <w:rFonts w:ascii="Angsana New" w:hAnsi="Angsana New"/>
          <w:sz w:val="30"/>
          <w:szCs w:val="30"/>
        </w:rPr>
        <w:t>6</w:t>
      </w:r>
      <w:r w:rsidR="00AA3CBF">
        <w:rPr>
          <w:rFonts w:ascii="Angsana New" w:hAnsi="Angsana New" w:hint="cs"/>
          <w:sz w:val="30"/>
          <w:szCs w:val="30"/>
          <w:cs/>
        </w:rPr>
        <w:t>4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 xml:space="preserve">และ </w:t>
      </w:r>
      <w:r w:rsidRPr="00CA608A">
        <w:rPr>
          <w:rFonts w:ascii="Angsana New" w:hAnsi="Angsana New"/>
          <w:sz w:val="30"/>
          <w:szCs w:val="30"/>
        </w:rPr>
        <w:t>256</w:t>
      </w:r>
      <w:r w:rsidR="00AA3CBF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Pr="00CA608A">
        <w:rPr>
          <w:rFonts w:ascii="Angsana New" w:hAnsi="Angsana New"/>
          <w:sz w:val="30"/>
          <w:szCs w:val="30"/>
          <w:cs/>
        </w:rPr>
        <w:t>เช่นเดียวกับที่ใช้</w:t>
      </w:r>
      <w:r w:rsidRPr="00CA608A">
        <w:rPr>
          <w:rFonts w:ascii="Angsana New" w:hAnsi="Angsana New" w:hint="cs"/>
          <w:sz w:val="30"/>
          <w:szCs w:val="30"/>
          <w:cs/>
        </w:rPr>
        <w:t>ในการจัดทำ</w:t>
      </w:r>
      <w:r w:rsidRPr="00CA608A">
        <w:rPr>
          <w:rFonts w:ascii="Angsana New" w:hAnsi="Angsana New"/>
          <w:sz w:val="30"/>
          <w:szCs w:val="30"/>
          <w:cs/>
        </w:rPr>
        <w:t>งบการเงิน</w:t>
      </w:r>
      <w:r w:rsidRPr="00CA608A">
        <w:rPr>
          <w:rFonts w:ascii="Angsana New" w:hAnsi="Angsana New" w:hint="cs"/>
          <w:sz w:val="30"/>
          <w:szCs w:val="30"/>
          <w:cs/>
        </w:rPr>
        <w:t>สำหรับปี</w:t>
      </w:r>
      <w:r w:rsidRPr="00CA608A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A608A">
        <w:rPr>
          <w:rFonts w:ascii="Angsana New" w:hAnsi="Angsana New"/>
          <w:sz w:val="30"/>
          <w:szCs w:val="30"/>
        </w:rPr>
        <w:t xml:space="preserve">31 </w:t>
      </w:r>
      <w:r w:rsidRPr="00CA608A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CA608A">
        <w:rPr>
          <w:rFonts w:ascii="Angsana New" w:hAnsi="Angsana New"/>
          <w:sz w:val="30"/>
          <w:szCs w:val="30"/>
        </w:rPr>
        <w:t>256</w:t>
      </w:r>
      <w:r w:rsidR="00AA3CBF">
        <w:rPr>
          <w:rFonts w:ascii="Angsana New" w:hAnsi="Angsana New" w:hint="cs"/>
          <w:sz w:val="30"/>
          <w:szCs w:val="30"/>
          <w:cs/>
        </w:rPr>
        <w:t>3</w:t>
      </w:r>
      <w:r w:rsidRPr="00CA608A">
        <w:rPr>
          <w:rFonts w:ascii="Angsana New" w:hAnsi="Angsana New"/>
          <w:sz w:val="30"/>
          <w:szCs w:val="30"/>
        </w:rPr>
        <w:t xml:space="preserve"> </w:t>
      </w:r>
      <w:r w:rsidR="00AA3CBF" w:rsidRPr="00D97C50">
        <w:rPr>
          <w:rFonts w:ascii="Angsana New" w:hAnsi="Angsana New"/>
          <w:sz w:val="30"/>
          <w:szCs w:val="30"/>
          <w:cs/>
        </w:rPr>
        <w:t>ยกเว้น</w:t>
      </w:r>
      <w:r w:rsidR="00AA3CBF" w:rsidRPr="00D97C50">
        <w:rPr>
          <w:rFonts w:ascii="Angsana New" w:hAnsi="Angsana New" w:hint="cs"/>
          <w:sz w:val="30"/>
          <w:szCs w:val="30"/>
          <w:cs/>
        </w:rPr>
        <w:t>เรื่องที่เกี่ยวข้องกับ</w:t>
      </w:r>
      <w:r w:rsidR="00AA3CBF" w:rsidRPr="00D97C50">
        <w:rPr>
          <w:rFonts w:ascii="Angsana New" w:hAnsi="Angsana New"/>
          <w:sz w:val="30"/>
          <w:szCs w:val="30"/>
          <w:cs/>
        </w:rPr>
        <w:t>การนำมาตรฐานการบัญชีและมาตรฐานการรายงานทาง</w:t>
      </w:r>
      <w:r w:rsidR="00AA3CBF" w:rsidRPr="00156BB2">
        <w:rPr>
          <w:rFonts w:ascii="Angsana New" w:hAnsi="Angsana New"/>
          <w:sz w:val="30"/>
          <w:szCs w:val="30"/>
          <w:cs/>
        </w:rPr>
        <w:t>การเงินรวมถึงการตีความมาตรฐานการบัญชี</w:t>
      </w:r>
      <w:r w:rsidR="00AA3CBF" w:rsidRPr="00156BB2">
        <w:rPr>
          <w:rFonts w:ascii="Angsana New" w:hAnsi="Angsana New" w:hint="cs"/>
          <w:sz w:val="30"/>
          <w:szCs w:val="30"/>
          <w:cs/>
        </w:rPr>
        <w:t>และ</w:t>
      </w:r>
      <w:r w:rsidR="00AA3CBF" w:rsidRPr="00156BB2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 w:rsidR="00AA3CBF" w:rsidRPr="00156BB2">
        <w:rPr>
          <w:rFonts w:ascii="Angsana New" w:hAnsi="Angsana New" w:hint="cs"/>
          <w:sz w:val="30"/>
          <w:szCs w:val="30"/>
          <w:cs/>
        </w:rPr>
        <w:t>ที่</w:t>
      </w:r>
      <w:r w:rsidR="00AA3CBF" w:rsidRPr="00156BB2">
        <w:rPr>
          <w:rFonts w:ascii="Angsana New" w:hAnsi="Angsana New"/>
          <w:sz w:val="30"/>
          <w:szCs w:val="30"/>
          <w:cs/>
        </w:rPr>
        <w:t>ปรับปรุงใหม่ตามที่กล่าวในหมายเหตุ 1 มาเริ่มถือปฏิบัติซึ่งผลกระทบ</w:t>
      </w:r>
      <w:r w:rsidR="00AA3CBF">
        <w:rPr>
          <w:rFonts w:ascii="Angsana New" w:hAnsi="Angsana New" w:hint="cs"/>
          <w:sz w:val="30"/>
          <w:szCs w:val="30"/>
          <w:cs/>
        </w:rPr>
        <w:t>ไม่เป็นสาระสำคัญ</w:t>
      </w:r>
    </w:p>
    <w:p w:rsidR="000C17B3" w:rsidRPr="00D42272" w:rsidRDefault="000C17B3" w:rsidP="00A00A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16"/>
          <w:szCs w:val="16"/>
        </w:rPr>
      </w:pPr>
    </w:p>
    <w:p w:rsidR="00BA534D" w:rsidRPr="004B6A18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4B6A18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4B6A18">
        <w:rPr>
          <w:rFonts w:ascii="Angsana New" w:hAnsi="Angsana New" w:hint="cs"/>
          <w:b/>
          <w:bCs/>
          <w:sz w:val="30"/>
          <w:szCs w:val="30"/>
          <w:cs/>
        </w:rPr>
        <w:t>บุคคล</w:t>
      </w:r>
      <w:r w:rsidR="003B2BC9">
        <w:rPr>
          <w:rFonts w:ascii="Angsana New" w:hAnsi="Angsana New" w:hint="cs"/>
          <w:b/>
          <w:bCs/>
          <w:sz w:val="30"/>
          <w:szCs w:val="30"/>
          <w:cs/>
        </w:rPr>
        <w:t>และ</w:t>
      </w:r>
      <w:r w:rsidR="00C01256">
        <w:rPr>
          <w:rFonts w:ascii="Angsana New" w:hAnsi="Angsana New" w:hint="cs"/>
          <w:b/>
          <w:bCs/>
          <w:sz w:val="30"/>
          <w:szCs w:val="30"/>
          <w:cs/>
        </w:rPr>
        <w:t>กิจการ</w:t>
      </w:r>
      <w:r w:rsidRPr="004B6A18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D42272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16"/>
          <w:szCs w:val="16"/>
        </w:rPr>
      </w:pPr>
    </w:p>
    <w:p w:rsidR="00641223" w:rsidRDefault="00864031" w:rsidP="00641223">
      <w:pPr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รายการบัญชีที่เกิดขึ้นกับบุคคล</w:t>
      </w:r>
      <w:r w:rsidR="00C01256">
        <w:rPr>
          <w:rFonts w:ascii="Angsana New" w:hAnsi="Angsana New" w:hint="cs"/>
          <w:color w:val="000000"/>
          <w:sz w:val="30"/>
          <w:szCs w:val="30"/>
          <w:cs/>
        </w:rPr>
        <w:t>และกิจการ</w:t>
      </w:r>
      <w:r>
        <w:rPr>
          <w:rFonts w:ascii="Angsana New" w:hAnsi="Angsana New" w:hint="cs"/>
          <w:color w:val="000000"/>
          <w:sz w:val="30"/>
          <w:szCs w:val="30"/>
          <w:cs/>
        </w:rPr>
        <w:t>ที่เกี่ยวข้องกัน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>สำหรับงวดสามเดือน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11037F">
        <w:rPr>
          <w:rFonts w:ascii="Angsana New" w:hAnsi="Angsana New" w:hint="cs"/>
          <w:color w:val="000000"/>
          <w:sz w:val="30"/>
          <w:szCs w:val="30"/>
          <w:cs/>
        </w:rPr>
        <w:t>เก้าเดือน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สิ้นสุดวันที่ </w:t>
      </w:r>
      <w:r w:rsidR="0011037F">
        <w:rPr>
          <w:rFonts w:ascii="Angsana New" w:hAnsi="Angsana New" w:hint="cs"/>
          <w:color w:val="000000"/>
          <w:sz w:val="30"/>
          <w:szCs w:val="30"/>
          <w:cs/>
        </w:rPr>
        <w:t>30 กันยายน</w:t>
      </w:r>
      <w:r w:rsidR="00EF533C">
        <w:rPr>
          <w:rFonts w:ascii="Angsana New" w:hAnsi="Angsana New" w:hint="cs"/>
          <w:color w:val="000000"/>
          <w:sz w:val="30"/>
          <w:szCs w:val="30"/>
          <w:cs/>
        </w:rPr>
        <w:t xml:space="preserve">  256</w:t>
      </w:r>
      <w:r w:rsidR="003B2BC9">
        <w:rPr>
          <w:rFonts w:ascii="Angsana New" w:hAnsi="Angsana New" w:hint="cs"/>
          <w:color w:val="000000"/>
          <w:sz w:val="30"/>
          <w:szCs w:val="30"/>
          <w:cs/>
        </w:rPr>
        <w:t>4</w:t>
      </w:r>
      <w:r w:rsidR="00641223" w:rsidRPr="008E2900">
        <w:rPr>
          <w:rFonts w:ascii="Angsana New" w:hAnsi="Angsana New"/>
          <w:color w:val="000000"/>
          <w:sz w:val="30"/>
          <w:szCs w:val="30"/>
        </w:rPr>
        <w:t xml:space="preserve"> 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และ </w:t>
      </w:r>
      <w:r w:rsidR="00641223" w:rsidRPr="008E2900">
        <w:rPr>
          <w:rFonts w:ascii="Angsana New" w:hAnsi="Angsana New"/>
          <w:color w:val="000000"/>
          <w:sz w:val="30"/>
          <w:szCs w:val="30"/>
        </w:rPr>
        <w:t>256</w:t>
      </w:r>
      <w:r w:rsidR="003B2BC9">
        <w:rPr>
          <w:rFonts w:ascii="Angsana New" w:hAnsi="Angsana New" w:hint="cs"/>
          <w:color w:val="000000"/>
          <w:sz w:val="30"/>
          <w:szCs w:val="30"/>
          <w:cs/>
        </w:rPr>
        <w:t>3</w:t>
      </w:r>
      <w:r w:rsidR="00641223" w:rsidRPr="008E2900">
        <w:rPr>
          <w:rFonts w:ascii="Angsana New" w:hAnsi="Angsana New" w:hint="cs"/>
          <w:color w:val="000000"/>
          <w:sz w:val="30"/>
          <w:szCs w:val="30"/>
          <w:cs/>
        </w:rPr>
        <w:t xml:space="preserve"> มีดังนี้</w:t>
      </w:r>
    </w:p>
    <w:p w:rsidR="00EF533C" w:rsidRPr="00D42272" w:rsidRDefault="00EF533C" w:rsidP="00641223">
      <w:pPr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9782" w:type="dxa"/>
        <w:tblInd w:w="-34" w:type="dxa"/>
        <w:tblLayout w:type="fixed"/>
        <w:tblLook w:val="0000"/>
      </w:tblPr>
      <w:tblGrid>
        <w:gridCol w:w="3828"/>
        <w:gridCol w:w="1276"/>
        <w:gridCol w:w="283"/>
        <w:gridCol w:w="1276"/>
        <w:gridCol w:w="283"/>
        <w:gridCol w:w="1276"/>
        <w:gridCol w:w="283"/>
        <w:gridCol w:w="1277"/>
      </w:tblGrid>
      <w:tr w:rsidR="00EF533C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="0011037F">
              <w:rPr>
                <w:rFonts w:ascii="Angsana New" w:hAnsi="Angsana New" w:hint="cs"/>
                <w:sz w:val="30"/>
                <w:szCs w:val="30"/>
                <w:cs/>
              </w:rPr>
              <w:t>เก้าเดือน</w:t>
            </w: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 xml:space="preserve"> (พันบาท)</w:t>
            </w:r>
          </w:p>
        </w:tc>
      </w:tr>
      <w:tr w:rsidR="00EF533C" w:rsidRPr="00E37D10" w:rsidTr="00C34773">
        <w:trPr>
          <w:trHeight w:val="73"/>
        </w:trPr>
        <w:tc>
          <w:tcPr>
            <w:tcW w:w="3828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3B2BC9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533C" w:rsidRPr="00E37D10" w:rsidRDefault="00EF533C" w:rsidP="00EF533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3B2BC9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</w:tr>
      <w:tr w:rsidR="00C01256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01256" w:rsidRPr="008E3395" w:rsidRDefault="00C01256" w:rsidP="00C012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จำหน่ายสินทรัพย์ไม่หมุนเวียนที่ถือไว้เพื่อขาย (ที่ดิน) - ในราคาประเมินโดยผู้ประเมินราคาอิสระ</w:t>
            </w:r>
            <w:r w:rsidR="003D4840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 xml:space="preserve"> (</w:t>
            </w:r>
            <w:r w:rsidR="003D4840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ราคาตามบัญชี 48.4 ล้านบาท)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EF025A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EF025A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EF025A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EF025A" w:rsidRDefault="00C01256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01256" w:rsidRPr="00EF025A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1256" w:rsidRPr="00E37D10" w:rsidRDefault="00C01256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C01256" w:rsidRPr="00E37D10" w:rsidRDefault="00C01256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11037F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1037F" w:rsidRPr="008E3395" w:rsidRDefault="0011037F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1037F" w:rsidRPr="00EF025A" w:rsidRDefault="0011037F" w:rsidP="00F50683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1037F" w:rsidRPr="00EF025A" w:rsidRDefault="0011037F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1037F" w:rsidRPr="00EF025A" w:rsidRDefault="0011037F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1037F" w:rsidRPr="00EF025A" w:rsidRDefault="0011037F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1037F" w:rsidRPr="00EF025A" w:rsidRDefault="0011037F" w:rsidP="00650EED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</w:t>
            </w: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7,000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1037F" w:rsidRPr="00C01256" w:rsidRDefault="0011037F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1037F" w:rsidRPr="00C01256" w:rsidRDefault="0011037F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C34773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34773" w:rsidRPr="008E3395" w:rsidRDefault="00C34773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ยอดขั้นต้น (ค่าเช่า) ของหนี้สินตามสัญญาเช่าลดลง - อัตราค่าเช่าตามที่ตกลงร่วมกัน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34773" w:rsidRPr="00EF025A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F025A" w:rsidRDefault="00C34773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34773" w:rsidRPr="00EF025A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F025A" w:rsidRDefault="00C34773" w:rsidP="00EF533C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34773" w:rsidRPr="00EF025A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37D10" w:rsidRDefault="00C34773" w:rsidP="00EF533C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C34773" w:rsidRPr="00E37D10" w:rsidRDefault="00C34773" w:rsidP="00EF533C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C34773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C34773" w:rsidRPr="008E3395" w:rsidRDefault="00C34773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EF025A" w:rsidRDefault="003D7A43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F025A" w:rsidRDefault="00C34773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EF025A" w:rsidRDefault="00C34773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EF025A" w:rsidRDefault="00C34773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EF025A" w:rsidRDefault="003D7A43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34773" w:rsidRPr="00C01256" w:rsidRDefault="00C34773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C34773" w:rsidRPr="00C01256" w:rsidRDefault="00C34773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1532B2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532B2" w:rsidRPr="008E3395" w:rsidRDefault="001532B2" w:rsidP="001532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ขายสินค้า - ราคาเทียบเคียงราคาตลาด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32B2" w:rsidRPr="00EF025A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EF025A" w:rsidRDefault="001532B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32B2" w:rsidRPr="00EF025A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EF025A" w:rsidRDefault="001532B2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532B2" w:rsidRPr="00EF025A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532B2" w:rsidRPr="00E37D10" w:rsidRDefault="001532B2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532B2" w:rsidRPr="00E37D10" w:rsidRDefault="001532B2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A240ED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A240ED" w:rsidRPr="008E3395" w:rsidRDefault="00A240ED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40ED" w:rsidRPr="00EF025A" w:rsidRDefault="00A240ED" w:rsidP="00ED29BE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40ED" w:rsidRPr="00EF025A" w:rsidRDefault="00A240ED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40ED" w:rsidRPr="00EF025A" w:rsidRDefault="00A240ED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40ED" w:rsidRPr="00EF025A" w:rsidRDefault="00A240ED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40ED" w:rsidRPr="00EF025A" w:rsidRDefault="00A240ED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A240ED" w:rsidRPr="00C01256" w:rsidRDefault="00A240ED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A240ED" w:rsidRPr="00C01256" w:rsidRDefault="00A240ED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180800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80800" w:rsidRPr="008E3395" w:rsidRDefault="00180800" w:rsidP="0018080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ดอกเบี้ยจ่ายเงินกู้ยืม - ร้อยละ 1.05 ต่อปี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0800" w:rsidRPr="00EF025A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F025A" w:rsidRDefault="0018080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0800" w:rsidRPr="00EF025A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F025A" w:rsidRDefault="00180800" w:rsidP="00950A34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0800" w:rsidRPr="00EF025A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37D10" w:rsidRDefault="00180800" w:rsidP="00950A34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180800" w:rsidRPr="00E37D10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180800" w:rsidRPr="00E37D10" w:rsidTr="00950A34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180800" w:rsidRPr="008E3395" w:rsidRDefault="00E67A7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บริษัทย่อย</w:t>
            </w:r>
            <w:r w:rsidR="001D1000">
              <w:rPr>
                <w:rFonts w:ascii="Angsana New" w:hAnsi="Angsana New"/>
                <w:sz w:val="30"/>
                <w:szCs w:val="30"/>
                <w:lang w:eastAsia="en-GB"/>
              </w:rPr>
              <w:t xml:space="preserve"> *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EF025A" w:rsidRDefault="0019794B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F025A" w:rsidRDefault="0018080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EF025A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EF025A" w:rsidRDefault="00180800" w:rsidP="00950A34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EF025A" w:rsidRDefault="0019794B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167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180800" w:rsidRPr="00C01256" w:rsidRDefault="00180800" w:rsidP="00950A34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180800" w:rsidRPr="00C01256" w:rsidRDefault="00180800" w:rsidP="00950A34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01256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EF533C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EF533C" w:rsidRPr="00E37D10" w:rsidRDefault="00EF533C" w:rsidP="00EF533C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EF025A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F025A" w:rsidRDefault="00EF533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EF025A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EF025A" w:rsidRDefault="00EF533C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EF025A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533C" w:rsidRPr="00C01256" w:rsidRDefault="00EF533C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EF533C" w:rsidRPr="00C01256" w:rsidRDefault="00EF533C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3B2BC9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B2BC9" w:rsidRPr="00E37D10" w:rsidRDefault="003B2BC9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B2BC9" w:rsidRPr="00EF025A" w:rsidRDefault="00D4227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  <w:r w:rsidR="00650EED" w:rsidRPr="00EF025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779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EF025A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B2BC9" w:rsidRPr="00EF025A" w:rsidRDefault="00C46ED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,065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EF025A" w:rsidRDefault="003B2BC9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B2BC9" w:rsidRPr="00EF025A" w:rsidRDefault="00455D7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21,689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3B2BC9" w:rsidRPr="00C01256" w:rsidRDefault="00C46ED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23,462</w:t>
            </w:r>
          </w:p>
        </w:tc>
      </w:tr>
      <w:tr w:rsidR="003B2BC9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B2BC9" w:rsidRPr="00E37D10" w:rsidRDefault="003B2BC9" w:rsidP="00EF533C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EF025A" w:rsidRDefault="00650EED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66</w:t>
            </w:r>
            <w:r w:rsidR="00D42272" w:rsidRPr="00EF025A">
              <w:rPr>
                <w:rFonts w:ascii="Angsana New" w:hAnsi="Angsana New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EF025A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EF025A" w:rsidRDefault="00C46ED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734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EF025A" w:rsidRDefault="003B2BC9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EF025A" w:rsidRDefault="00455D7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2,088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BC9" w:rsidRPr="00C01256" w:rsidRDefault="00C46ED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2,172</w:t>
            </w:r>
          </w:p>
        </w:tc>
      </w:tr>
      <w:tr w:rsidR="003B2BC9" w:rsidRPr="00E37D10" w:rsidTr="00C34773">
        <w:trPr>
          <w:trHeight w:val="20"/>
        </w:trPr>
        <w:tc>
          <w:tcPr>
            <w:tcW w:w="3828" w:type="dxa"/>
            <w:shd w:val="clear" w:color="auto" w:fill="auto"/>
            <w:vAlign w:val="bottom"/>
          </w:tcPr>
          <w:p w:rsidR="003B2BC9" w:rsidRPr="00E37D10" w:rsidRDefault="003B2BC9" w:rsidP="00EF533C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EF025A" w:rsidRDefault="00D4227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8,442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EF025A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EF025A" w:rsidRDefault="00C46ED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8,799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EF025A" w:rsidRDefault="003B2BC9" w:rsidP="00C01256">
            <w:pPr>
              <w:pStyle w:val="Preformatted"/>
              <w:tabs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EF025A" w:rsidRDefault="00455D7A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23</w:t>
            </w:r>
            <w:r w:rsidR="00650EED" w:rsidRPr="00EF025A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>777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B2BC9" w:rsidRPr="00C01256" w:rsidRDefault="003B2BC9" w:rsidP="00C01256">
            <w:pPr>
              <w:pStyle w:val="jern3"/>
              <w:pBdr>
                <w:bottom w:val="none" w:sz="0" w:space="0" w:color="auto"/>
              </w:pBdr>
              <w:ind w:right="17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2BC9" w:rsidRPr="00C01256" w:rsidRDefault="00C46ED2" w:rsidP="00C01256">
            <w:pPr>
              <w:pStyle w:val="Preformatted"/>
              <w:tabs>
                <w:tab w:val="clear" w:pos="959"/>
                <w:tab w:val="clear" w:pos="9590"/>
              </w:tabs>
              <w:ind w:right="174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25,634</w:t>
            </w:r>
          </w:p>
        </w:tc>
      </w:tr>
    </w:tbl>
    <w:p w:rsidR="001D1000" w:rsidRPr="00D42272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16"/>
          <w:szCs w:val="16"/>
        </w:rPr>
      </w:pPr>
    </w:p>
    <w:p w:rsidR="001D1000" w:rsidRPr="001D1000" w:rsidRDefault="001D1000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proofErr w:type="gramStart"/>
      <w:r>
        <w:rPr>
          <w:rFonts w:ascii="Angsana New" w:hAnsi="Angsana New"/>
          <w:color w:val="000000"/>
          <w:sz w:val="30"/>
          <w:szCs w:val="30"/>
        </w:rPr>
        <w:t xml:space="preserve">*  </w:t>
      </w:r>
      <w:r>
        <w:rPr>
          <w:rFonts w:ascii="Angsana New" w:hAnsi="Angsana New" w:hint="cs"/>
          <w:color w:val="000000"/>
          <w:sz w:val="30"/>
          <w:szCs w:val="30"/>
          <w:cs/>
        </w:rPr>
        <w:t>เป็นรายการบัญชีในงบการเงินเฉพาะกิจการเท่านั้น</w:t>
      </w:r>
      <w:proofErr w:type="gramEnd"/>
    </w:p>
    <w:p w:rsidR="00F46E6E" w:rsidRPr="008D68BF" w:rsidRDefault="00F46E6E" w:rsidP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8D68BF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A920A1" w:rsidRPr="008D68BF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Pr="008D68BF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</w:t>
      </w:r>
      <w:r w:rsidRPr="008D68BF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1037F">
        <w:rPr>
          <w:rFonts w:ascii="Angsana New" w:hAnsi="Angsana New"/>
          <w:sz w:val="30"/>
          <w:szCs w:val="30"/>
        </w:rPr>
        <w:t xml:space="preserve">30 </w:t>
      </w:r>
      <w:r w:rsidR="0011037F">
        <w:rPr>
          <w:rFonts w:ascii="Angsana New" w:hAnsi="Angsana New"/>
          <w:sz w:val="30"/>
          <w:szCs w:val="30"/>
          <w:cs/>
        </w:rPr>
        <w:t>กันยายน</w:t>
      </w:r>
      <w:r w:rsidRPr="008D68BF">
        <w:rPr>
          <w:rFonts w:ascii="Angsana New" w:hAnsi="Angsana New"/>
          <w:sz w:val="30"/>
          <w:szCs w:val="30"/>
          <w:cs/>
        </w:rPr>
        <w:t xml:space="preserve"> </w:t>
      </w:r>
      <w:r w:rsidRPr="008D68BF">
        <w:rPr>
          <w:rFonts w:ascii="Angsana New" w:hAnsi="Angsana New"/>
          <w:sz w:val="30"/>
          <w:szCs w:val="30"/>
        </w:rPr>
        <w:t xml:space="preserve">2564 </w:t>
      </w:r>
      <w:r w:rsidRPr="008D68BF">
        <w:rPr>
          <w:rFonts w:ascii="Angsana New" w:hAnsi="Angsana New"/>
          <w:sz w:val="30"/>
          <w:szCs w:val="30"/>
          <w:cs/>
        </w:rPr>
        <w:t xml:space="preserve">และวันที่ 31 ธันวาคม </w:t>
      </w:r>
      <w:r w:rsidRPr="008D68BF">
        <w:rPr>
          <w:rFonts w:ascii="Angsana New" w:hAnsi="Angsana New"/>
          <w:sz w:val="30"/>
          <w:szCs w:val="30"/>
        </w:rPr>
        <w:t>2563</w:t>
      </w:r>
      <w:r w:rsidRPr="008D68BF">
        <w:rPr>
          <w:rFonts w:ascii="Angsana New" w:hAnsi="Angsana New"/>
          <w:sz w:val="30"/>
          <w:szCs w:val="30"/>
          <w:cs/>
        </w:rPr>
        <w:t xml:space="preserve"> </w:t>
      </w:r>
      <w:r w:rsidRPr="008D68BF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:rsidR="00F46E6E" w:rsidRPr="008D68BF" w:rsidRDefault="00F46E6E" w:rsidP="00F46E6E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</w:tblGrid>
      <w:tr w:rsidR="00F46E6E" w:rsidRPr="008D68BF" w:rsidTr="00EF025A">
        <w:trPr>
          <w:cantSplit/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F46E6E" w:rsidRPr="008D68BF" w:rsidTr="00EF025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C51ADD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8D68B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F46E6E" w:rsidRPr="008D68BF" w:rsidTr="00EF025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F46E6E" w:rsidRPr="008D68BF" w:rsidRDefault="00F46E6E" w:rsidP="00423231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11037F" w:rsidP="00F46E6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กันยายน</w:t>
            </w:r>
            <w:r w:rsidR="00F46E6E" w:rsidRPr="008D68BF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F46E6E" w:rsidRPr="008D68BF">
              <w:rPr>
                <w:rFonts w:ascii="Angsana New" w:hAnsi="Angsana New" w:cs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>ธันวาคม 2563</w:t>
            </w:r>
          </w:p>
        </w:tc>
        <w:tc>
          <w:tcPr>
            <w:tcW w:w="283" w:type="dxa"/>
            <w:shd w:val="clear" w:color="auto" w:fill="auto"/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6E6E" w:rsidRPr="008D68BF" w:rsidRDefault="0011037F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cs="Angsana New"/>
                <w:sz w:val="30"/>
                <w:szCs w:val="30"/>
                <w:cs/>
              </w:rPr>
              <w:t>กันยายน</w:t>
            </w:r>
            <w:r w:rsidR="00F46E6E" w:rsidRPr="008D68BF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F46E6E" w:rsidRPr="008D68BF">
              <w:rPr>
                <w:rFonts w:ascii="Angsana New" w:hAnsi="Angsana New" w:cs="Angsana New"/>
                <w:sz w:val="30"/>
                <w:szCs w:val="30"/>
              </w:rPr>
              <w:t>2564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46E6E" w:rsidRPr="008D68BF" w:rsidRDefault="00F46E6E" w:rsidP="00423231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D68BF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D68BF">
              <w:rPr>
                <w:rFonts w:ascii="Angsana New" w:hAnsi="Angsana New" w:cs="Angsana New"/>
                <w:sz w:val="30"/>
                <w:szCs w:val="30"/>
                <w:cs/>
              </w:rPr>
              <w:t>ธันวาคม 2563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เงินทดรองจ่าย</w:t>
            </w:r>
          </w:p>
        </w:tc>
        <w:tc>
          <w:tcPr>
            <w:tcW w:w="1559" w:type="dxa"/>
            <w:shd w:val="clear" w:color="auto" w:fill="auto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59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EF025A" w:rsidRPr="008D68BF" w:rsidRDefault="00EF025A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EF025A" w:rsidRPr="008D68BF" w:rsidRDefault="00EF025A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110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EF025A" w:rsidRPr="008D68BF" w:rsidRDefault="00EF025A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110</w:t>
            </w:r>
          </w:p>
        </w:tc>
        <w:tc>
          <w:tcPr>
            <w:tcW w:w="283" w:type="dxa"/>
            <w:shd w:val="clear" w:color="auto" w:fill="auto"/>
          </w:tcPr>
          <w:p w:rsidR="00EF025A" w:rsidRPr="008D68BF" w:rsidRDefault="00EF025A" w:rsidP="00423231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8D68BF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169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59" w:type="dxa"/>
            <w:shd w:val="clear" w:color="auto" w:fill="auto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41" w:type="dxa"/>
            <w:vAlign w:val="bottom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950A3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54060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4060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="0062261A">
              <w:rPr>
                <w:rFonts w:ascii="Angsana New" w:eastAsia="SimSun" w:hAnsi="Angsana New"/>
                <w:sz w:val="30"/>
                <w:szCs w:val="30"/>
                <w:lang w:eastAsia="en-GB"/>
              </w:rPr>
              <w:t>69</w:t>
            </w:r>
          </w:p>
        </w:tc>
        <w:tc>
          <w:tcPr>
            <w:tcW w:w="283" w:type="dxa"/>
          </w:tcPr>
          <w:p w:rsidR="00EF025A" w:rsidRPr="0054060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EF025A" w:rsidRPr="0054060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4060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54060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54060A" w:rsidRDefault="00EF025A" w:rsidP="0054060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54060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="0062261A">
              <w:rPr>
                <w:rFonts w:ascii="Angsana New" w:eastAsia="SimSun" w:hAnsi="Angsana New"/>
                <w:sz w:val="30"/>
                <w:szCs w:val="30"/>
                <w:lang w:eastAsia="en-GB"/>
              </w:rPr>
              <w:t>69</w:t>
            </w:r>
          </w:p>
        </w:tc>
        <w:tc>
          <w:tcPr>
            <w:tcW w:w="241" w:type="dxa"/>
            <w:vAlign w:val="bottom"/>
          </w:tcPr>
          <w:p w:rsidR="00EF025A" w:rsidRPr="008D68BF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EF025A" w:rsidRPr="008D68BF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shd w:val="clear" w:color="auto" w:fill="auto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EF025A" w:rsidRPr="00D42272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EF025A" w:rsidRPr="008D68BF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950A34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EF025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Pr="00EF025A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69</w:t>
            </w:r>
          </w:p>
        </w:tc>
        <w:tc>
          <w:tcPr>
            <w:tcW w:w="283" w:type="dxa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EF025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2</w:t>
            </w:r>
            <w:r w:rsidRPr="00EF025A">
              <w:rPr>
                <w:rFonts w:ascii="Angsana New" w:eastAsia="SimSun" w:hAnsi="Angsana New" w:hint="cs"/>
                <w:sz w:val="30"/>
                <w:szCs w:val="30"/>
                <w:cs/>
                <w:lang w:eastAsia="en-GB"/>
              </w:rPr>
              <w:t>69</w:t>
            </w:r>
          </w:p>
        </w:tc>
        <w:tc>
          <w:tcPr>
            <w:tcW w:w="241" w:type="dxa"/>
            <w:vAlign w:val="bottom"/>
          </w:tcPr>
          <w:p w:rsidR="00EF025A" w:rsidRPr="008D68BF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EF025A" w:rsidRPr="008D68BF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9D7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เงินกู้ยืม (ตั๋วสัญญาใช้เงินซึ่งครบกำหนดในเดือนมกราคม 2565 และไม่มีหลักประกัน</w:t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 ดอกเบี้ยร้อยละ 1.05 ต่อปี</w:t>
            </w: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EF025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EF025A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41" w:type="dxa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D68BF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ดอกเบี้ยค้างจ่ายเงินกู้ยืม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  <w:shd w:val="clear" w:color="auto" w:fill="auto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</w:tcPr>
          <w:p w:rsidR="00EF025A" w:rsidRPr="00EF025A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41" w:type="dxa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602" w:type="dxa"/>
            <w:vAlign w:val="bottom"/>
          </w:tcPr>
          <w:p w:rsidR="00EF025A" w:rsidRPr="008D68BF" w:rsidRDefault="00EF025A" w:rsidP="004232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423231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EF025A">
              <w:rPr>
                <w:rFonts w:ascii="Angsana New" w:eastAsia="SimSun" w:hAnsi="Angsana New"/>
                <w:sz w:val="30"/>
                <w:szCs w:val="30"/>
                <w:lang w:eastAsia="en-GB"/>
              </w:rPr>
              <w:t>167</w:t>
            </w:r>
          </w:p>
        </w:tc>
        <w:tc>
          <w:tcPr>
            <w:tcW w:w="241" w:type="dxa"/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EF025A" w:rsidRPr="008D68BF" w:rsidRDefault="00EF025A" w:rsidP="0042323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D68B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</w:tr>
    </w:tbl>
    <w:p w:rsidR="00F46E6E" w:rsidRPr="003E705F" w:rsidRDefault="00F46E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E705F" w:rsidRPr="003E705F" w:rsidRDefault="003E705F" w:rsidP="003E70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รายการเคลื่อนไหวของเงินกู้ยืมจาก</w:t>
      </w:r>
      <w:r w:rsidR="00D72189">
        <w:rPr>
          <w:rFonts w:ascii="Angsana New" w:hAnsi="Angsana New" w:hint="cs"/>
          <w:sz w:val="30"/>
          <w:szCs w:val="30"/>
          <w:cs/>
        </w:rPr>
        <w:t>กิจการที่เกี่ยวข้องกัน</w:t>
      </w:r>
      <w:r>
        <w:rPr>
          <w:rFonts w:ascii="Angsana New" w:hAnsi="Angsana New" w:hint="cs"/>
          <w:sz w:val="30"/>
          <w:szCs w:val="30"/>
          <w:cs/>
        </w:rPr>
        <w:t>ในงบการเงินเฉพาะกิจการสำหรับงวด</w:t>
      </w:r>
      <w:r w:rsidR="0011037F">
        <w:rPr>
          <w:rFonts w:ascii="Angsana New" w:hAnsi="Angsana New" w:hint="cs"/>
          <w:sz w:val="30"/>
          <w:szCs w:val="30"/>
          <w:cs/>
        </w:rPr>
        <w:t>เก้าเดือน</w:t>
      </w:r>
      <w:r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11037F">
        <w:rPr>
          <w:rFonts w:ascii="Angsana New" w:hAnsi="Angsana New" w:hint="cs"/>
          <w:sz w:val="30"/>
          <w:szCs w:val="30"/>
          <w:cs/>
        </w:rPr>
        <w:t>30 กันยายน</w:t>
      </w:r>
      <w:r>
        <w:rPr>
          <w:rFonts w:ascii="Angsana New" w:hAnsi="Angsana New" w:hint="cs"/>
          <w:sz w:val="30"/>
          <w:szCs w:val="30"/>
          <w:cs/>
        </w:rPr>
        <w:t xml:space="preserve"> 2564 มีดังนี้</w:t>
      </w:r>
    </w:p>
    <w:p w:rsidR="00610425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2552"/>
        <w:gridCol w:w="1559"/>
        <w:gridCol w:w="283"/>
        <w:gridCol w:w="1561"/>
        <w:gridCol w:w="283"/>
        <w:gridCol w:w="1559"/>
        <w:gridCol w:w="241"/>
        <w:gridCol w:w="1602"/>
      </w:tblGrid>
      <w:tr w:rsidR="00D72189" w:rsidRPr="008D68BF" w:rsidTr="00EF025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D72189" w:rsidRPr="008D68BF" w:rsidRDefault="00D72189" w:rsidP="00F5068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72189" w:rsidRPr="008D68BF" w:rsidRDefault="00D72189" w:rsidP="00F5068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610425" w:rsidRPr="008D68BF" w:rsidTr="00EF025A">
        <w:trPr>
          <w:trHeight w:val="20"/>
          <w:tblHeader/>
        </w:trPr>
        <w:tc>
          <w:tcPr>
            <w:tcW w:w="2552" w:type="dxa"/>
            <w:shd w:val="clear" w:color="auto" w:fill="auto"/>
            <w:vAlign w:val="bottom"/>
          </w:tcPr>
          <w:p w:rsidR="00610425" w:rsidRPr="008D68BF" w:rsidRDefault="00610425" w:rsidP="00F5068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8D68BF" w:rsidRDefault="00786CE2" w:rsidP="00F5068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ยอด</w:t>
            </w:r>
            <w:r w:rsidR="00D72189">
              <w:rPr>
                <w:rFonts w:ascii="Angsana New" w:hAnsi="Angsana New" w:cs="Angsana New" w:hint="cs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610425" w:rsidRPr="008D68BF" w:rsidRDefault="00610425" w:rsidP="00F5068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8D68BF" w:rsidRDefault="00D72189" w:rsidP="00F5068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610425" w:rsidRPr="008D68BF" w:rsidRDefault="00610425" w:rsidP="00F5068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425" w:rsidRPr="008D68BF" w:rsidRDefault="00D72189" w:rsidP="00F5068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610425" w:rsidRPr="008D68BF" w:rsidRDefault="00610425" w:rsidP="00F5068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610425" w:rsidRPr="008D68BF" w:rsidRDefault="00786CE2" w:rsidP="00F5068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ยอด</w:t>
            </w:r>
            <w:r w:rsidR="00D72189">
              <w:rPr>
                <w:rFonts w:ascii="Angsana New" w:hAnsi="Angsana New" w:cs="Angsana New" w:hint="cs"/>
                <w:sz w:val="30"/>
                <w:szCs w:val="30"/>
                <w:cs/>
              </w:rPr>
              <w:t>ยกไปสิ้นงวด</w:t>
            </w:r>
          </w:p>
        </w:tc>
      </w:tr>
      <w:tr w:rsidR="00EF025A" w:rsidRPr="008D68BF" w:rsidTr="00EF025A">
        <w:trPr>
          <w:trHeight w:val="20"/>
        </w:trPr>
        <w:tc>
          <w:tcPr>
            <w:tcW w:w="2552" w:type="dxa"/>
            <w:shd w:val="clear" w:color="auto" w:fill="auto"/>
            <w:vAlign w:val="bottom"/>
          </w:tcPr>
          <w:p w:rsidR="00EF025A" w:rsidRPr="008D68BF" w:rsidRDefault="00EF025A" w:rsidP="00F50683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D68BF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83" w:type="dxa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EF025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EF025A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F025A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  -</w:t>
            </w:r>
          </w:p>
        </w:tc>
        <w:tc>
          <w:tcPr>
            <w:tcW w:w="241" w:type="dxa"/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EF025A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EF025A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</w:tr>
    </w:tbl>
    <w:p w:rsidR="00610425" w:rsidRDefault="006104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D677B" w:rsidRDefault="007D67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D677B" w:rsidRDefault="007D67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62372A" w:rsidRPr="00B248AD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B248AD">
        <w:rPr>
          <w:rFonts w:ascii="Angsana New" w:hAnsi="Angsana New"/>
          <w:b/>
          <w:bCs/>
          <w:sz w:val="28"/>
          <w:szCs w:val="28"/>
          <w:cs/>
        </w:rPr>
        <w:lastRenderedPageBreak/>
        <w:t>ลูกหนี้การค้า</w:t>
      </w:r>
    </w:p>
    <w:p w:rsidR="0062372A" w:rsidRPr="00B248AD" w:rsidRDefault="0062372A" w:rsidP="00F031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8"/>
          <w:szCs w:val="28"/>
        </w:rPr>
      </w:pPr>
    </w:p>
    <w:p w:rsidR="006351AC" w:rsidRPr="00B248AD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8"/>
          <w:szCs w:val="28"/>
        </w:rPr>
      </w:pPr>
      <w:r w:rsidRPr="00B248AD">
        <w:rPr>
          <w:rFonts w:ascii="Angsana New" w:hAnsi="Angsana New"/>
          <w:sz w:val="28"/>
          <w:szCs w:val="28"/>
          <w:cs/>
        </w:rPr>
        <w:t xml:space="preserve">ลูกหนี้การค้า ณ วันที่ </w:t>
      </w:r>
      <w:r w:rsidR="0011037F">
        <w:rPr>
          <w:rFonts w:ascii="Angsana New" w:hAnsi="Angsana New"/>
          <w:sz w:val="28"/>
          <w:szCs w:val="28"/>
        </w:rPr>
        <w:t xml:space="preserve">30 </w:t>
      </w:r>
      <w:r w:rsidR="0011037F">
        <w:rPr>
          <w:rFonts w:ascii="Angsana New" w:hAnsi="Angsana New"/>
          <w:sz w:val="28"/>
          <w:szCs w:val="28"/>
          <w:cs/>
        </w:rPr>
        <w:t>กันยายน</w:t>
      </w:r>
      <w:r w:rsidRPr="00B248AD">
        <w:rPr>
          <w:rFonts w:ascii="Angsana New" w:hAnsi="Angsana New"/>
          <w:sz w:val="28"/>
          <w:szCs w:val="28"/>
          <w:cs/>
        </w:rPr>
        <w:t xml:space="preserve"> </w:t>
      </w:r>
      <w:r w:rsidRPr="00B248AD">
        <w:rPr>
          <w:rFonts w:ascii="Angsana New" w:hAnsi="Angsana New"/>
          <w:sz w:val="28"/>
          <w:szCs w:val="28"/>
        </w:rPr>
        <w:t>25</w:t>
      </w:r>
      <w:r w:rsidR="00F73FE2" w:rsidRPr="00B248AD">
        <w:rPr>
          <w:rFonts w:ascii="Angsana New" w:hAnsi="Angsana New"/>
          <w:sz w:val="28"/>
          <w:szCs w:val="28"/>
        </w:rPr>
        <w:t>6</w:t>
      </w:r>
      <w:r w:rsidR="00F46E6E" w:rsidRPr="00B248AD">
        <w:rPr>
          <w:rFonts w:ascii="Angsana New" w:hAnsi="Angsana New"/>
          <w:sz w:val="28"/>
          <w:szCs w:val="28"/>
        </w:rPr>
        <w:t>4</w:t>
      </w:r>
      <w:r w:rsidRPr="00B248AD">
        <w:rPr>
          <w:rFonts w:ascii="Angsana New" w:hAnsi="Angsana New"/>
          <w:sz w:val="28"/>
          <w:szCs w:val="28"/>
        </w:rPr>
        <w:t xml:space="preserve"> </w:t>
      </w:r>
      <w:r w:rsidRPr="00B248AD">
        <w:rPr>
          <w:rFonts w:ascii="Angsana New" w:hAnsi="Angsana New"/>
          <w:sz w:val="28"/>
          <w:szCs w:val="28"/>
          <w:cs/>
        </w:rPr>
        <w:t>และ</w:t>
      </w:r>
      <w:r w:rsidR="00F73FE2" w:rsidRPr="00B248AD">
        <w:rPr>
          <w:rFonts w:ascii="Angsana New" w:hAnsi="Angsana New"/>
          <w:sz w:val="28"/>
          <w:szCs w:val="28"/>
          <w:cs/>
        </w:rPr>
        <w:t>วันที่ 31 ธันวาคม</w:t>
      </w:r>
      <w:r w:rsidRPr="00B248AD">
        <w:rPr>
          <w:rFonts w:ascii="Angsana New" w:hAnsi="Angsana New"/>
          <w:sz w:val="28"/>
          <w:szCs w:val="28"/>
          <w:cs/>
        </w:rPr>
        <w:t xml:space="preserve"> </w:t>
      </w:r>
      <w:r w:rsidR="00FC7059" w:rsidRPr="00B248AD">
        <w:rPr>
          <w:rFonts w:ascii="Angsana New" w:hAnsi="Angsana New"/>
          <w:sz w:val="28"/>
          <w:szCs w:val="28"/>
        </w:rPr>
        <w:t>25</w:t>
      </w:r>
      <w:r w:rsidR="00AD52B3" w:rsidRPr="00B248AD">
        <w:rPr>
          <w:rFonts w:ascii="Angsana New" w:hAnsi="Angsana New"/>
          <w:sz w:val="28"/>
          <w:szCs w:val="28"/>
        </w:rPr>
        <w:t>6</w:t>
      </w:r>
      <w:r w:rsidR="00F46E6E" w:rsidRPr="00B248AD">
        <w:rPr>
          <w:rFonts w:ascii="Angsana New" w:hAnsi="Angsana New"/>
          <w:sz w:val="28"/>
          <w:szCs w:val="28"/>
        </w:rPr>
        <w:t>3</w:t>
      </w:r>
      <w:r w:rsidRPr="00B248AD">
        <w:rPr>
          <w:rFonts w:ascii="Angsana New" w:hAnsi="Angsana New"/>
          <w:sz w:val="28"/>
          <w:szCs w:val="28"/>
          <w:cs/>
        </w:rPr>
        <w:t xml:space="preserve"> แยกตามอายุหนี้ที่ค้างชำระได้ดังนี้</w:t>
      </w:r>
    </w:p>
    <w:p w:rsidR="002C0CFB" w:rsidRPr="00B248AD" w:rsidRDefault="002C0C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8"/>
          <w:szCs w:val="28"/>
        </w:rPr>
      </w:pPr>
    </w:p>
    <w:tbl>
      <w:tblPr>
        <w:tblW w:w="9592" w:type="dxa"/>
        <w:tblInd w:w="-34" w:type="dxa"/>
        <w:tblLayout w:type="fixed"/>
        <w:tblLook w:val="0000"/>
      </w:tblPr>
      <w:tblGrid>
        <w:gridCol w:w="3382"/>
        <w:gridCol w:w="1350"/>
        <w:gridCol w:w="283"/>
        <w:gridCol w:w="1337"/>
        <w:gridCol w:w="283"/>
        <w:gridCol w:w="1337"/>
        <w:gridCol w:w="241"/>
        <w:gridCol w:w="1379"/>
      </w:tblGrid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พันบาท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025A" w:rsidRPr="00B248AD" w:rsidRDefault="00EF025A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EF025A" w:rsidRPr="00B248AD" w:rsidRDefault="00EF025A" w:rsidP="00950A34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025A" w:rsidRPr="00B248AD" w:rsidRDefault="00EF025A" w:rsidP="00950A3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  <w:color w:val="000000"/>
                <w:cs/>
              </w:rPr>
              <w:t>งบการ</w:t>
            </w:r>
            <w:r>
              <w:rPr>
                <w:rFonts w:ascii="Angsana New" w:hAnsi="Angsana New" w:cs="Angsana New" w:hint="cs"/>
                <w:color w:val="000000"/>
                <w:cs/>
              </w:rPr>
              <w:t>เงิน</w:t>
            </w:r>
            <w:r w:rsidRPr="00B248AD">
              <w:rPr>
                <w:rFonts w:ascii="Angsana New" w:hAnsi="Angsana New" w:cs="Angsana New"/>
                <w:color w:val="000000"/>
                <w:cs/>
              </w:rPr>
              <w:t>เฉพาะกิจการ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0624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  <w:r w:rsidRPr="00B248AD">
              <w:rPr>
                <w:rFonts w:ascii="Angsana New" w:hAnsi="Angsana New" w:cs="Angsana New"/>
                <w:cs/>
              </w:rPr>
              <w:t xml:space="preserve"> </w:t>
            </w:r>
            <w:r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</w:tcBorders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  <w:tc>
          <w:tcPr>
            <w:tcW w:w="283" w:type="dxa"/>
            <w:shd w:val="clear" w:color="auto" w:fill="auto"/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  <w:r w:rsidRPr="00B248AD">
              <w:rPr>
                <w:rFonts w:ascii="Angsana New" w:hAnsi="Angsana New" w:cs="Angsana New"/>
                <w:cs/>
              </w:rPr>
              <w:t xml:space="preserve"> </w:t>
            </w:r>
            <w:r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41" w:type="dxa"/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EF025A" w:rsidRPr="00B248AD" w:rsidRDefault="00EF025A" w:rsidP="0006248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124,570</w:t>
            </w: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129</w:t>
            </w: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,831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124,570</w:t>
            </w: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129</w:t>
            </w: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,831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ค้างชำระ </w:t>
            </w:r>
            <w:r w:rsidRPr="00B248AD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ไม่เกิน </w:t>
            </w:r>
            <w:r w:rsidRPr="00B248AD">
              <w:rPr>
                <w:rFonts w:ascii="Angsana New" w:hAnsi="Angsana New"/>
                <w:sz w:val="28"/>
                <w:szCs w:val="28"/>
              </w:rPr>
              <w:t>3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53,332</w:t>
            </w: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51,067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53,332</w:t>
            </w: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51,067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ระหว่าง </w:t>
            </w:r>
            <w:r w:rsidRPr="00B248AD">
              <w:rPr>
                <w:rFonts w:ascii="Angsana New" w:hAnsi="Angsana New"/>
                <w:sz w:val="28"/>
                <w:szCs w:val="28"/>
              </w:rPr>
              <w:t>3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เดือนถึง </w:t>
            </w:r>
            <w:r w:rsidRPr="00B248AD">
              <w:rPr>
                <w:rFonts w:ascii="Angsana New" w:hAnsi="Angsana New"/>
                <w:sz w:val="28"/>
                <w:szCs w:val="28"/>
              </w:rPr>
              <w:t>6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15,339</w:t>
            </w: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20,405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15,339</w:t>
            </w: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20,405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ระหว่าง </w:t>
            </w:r>
            <w:r w:rsidRPr="00B248AD">
              <w:rPr>
                <w:rFonts w:ascii="Angsana New" w:hAnsi="Angsana New"/>
                <w:sz w:val="28"/>
                <w:szCs w:val="28"/>
              </w:rPr>
              <w:t>6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เดือนถึง </w:t>
            </w:r>
            <w:r w:rsidRPr="00B248AD">
              <w:rPr>
                <w:rFonts w:ascii="Angsana New" w:hAnsi="Angsana New"/>
                <w:sz w:val="28"/>
                <w:szCs w:val="28"/>
              </w:rPr>
              <w:t>12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8,081</w:t>
            </w: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7,805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8,081</w:t>
            </w: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7,805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เกินกว่า 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</w:rPr>
              <w:t xml:space="preserve">12  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เดือน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882</w:t>
            </w: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841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882</w:t>
            </w: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841</w:t>
            </w:r>
          </w:p>
        </w:tc>
      </w:tr>
      <w:tr w:rsidR="00EF025A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EF025A" w:rsidRPr="00B248AD" w:rsidRDefault="00EF025A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202,204</w:t>
            </w:r>
          </w:p>
        </w:tc>
        <w:tc>
          <w:tcPr>
            <w:tcW w:w="283" w:type="dxa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209,949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F025A" w:rsidRPr="00EF025A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25A" w:rsidRPr="00EF025A" w:rsidRDefault="00EF025A" w:rsidP="00F50683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202,204</w:t>
            </w:r>
          </w:p>
        </w:tc>
        <w:tc>
          <w:tcPr>
            <w:tcW w:w="241" w:type="dxa"/>
            <w:vAlign w:val="bottom"/>
          </w:tcPr>
          <w:p w:rsidR="00EF025A" w:rsidRPr="00B248AD" w:rsidRDefault="00EF025A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:rsidR="00EF025A" w:rsidRPr="00B248AD" w:rsidRDefault="00EF025A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209,949</w:t>
            </w:r>
          </w:p>
        </w:tc>
      </w:tr>
      <w:tr w:rsidR="0019794B" w:rsidRPr="00B248AD" w:rsidTr="00EF025A">
        <w:trPr>
          <w:trHeight w:val="20"/>
        </w:trPr>
        <w:tc>
          <w:tcPr>
            <w:tcW w:w="3382" w:type="dxa"/>
            <w:shd w:val="clear" w:color="auto" w:fill="auto"/>
          </w:tcPr>
          <w:p w:rsidR="0019794B" w:rsidRPr="00B248AD" w:rsidRDefault="0019794B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A3053">
              <w:rPr>
                <w:rFonts w:ascii="Angsana New" w:hAnsi="Angsana New"/>
                <w:color w:val="000000"/>
                <w:sz w:val="28"/>
                <w:szCs w:val="28"/>
                <w:u w:val="single"/>
                <w:cs/>
              </w:rPr>
              <w:t>หัก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ค่าเผื่อการด้อยค่า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จาก</w:t>
            </w: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ผลขาด</w:t>
            </w: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ทุน</w:t>
            </w:r>
          </w:p>
          <w:p w:rsidR="0019794B" w:rsidRPr="00B248AD" w:rsidRDefault="0019794B" w:rsidP="004D49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289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ด้านเครดิตที่คาดว่าจะเกิดขึ้น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794B" w:rsidRPr="00EF025A" w:rsidRDefault="0019794B" w:rsidP="009D7F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 xml:space="preserve"> (    </w:t>
            </w:r>
            <w:r w:rsidRPr="00EF025A">
              <w:rPr>
                <w:rFonts w:ascii="Angsana New" w:hAnsi="Angsana New"/>
                <w:sz w:val="28"/>
                <w:szCs w:val="28"/>
              </w:rPr>
              <w:t>1,368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</w:tcPr>
          <w:p w:rsidR="0019794B" w:rsidRPr="00EF025A" w:rsidRDefault="0019794B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vAlign w:val="bottom"/>
          </w:tcPr>
          <w:p w:rsidR="0019794B" w:rsidRPr="00EF025A" w:rsidRDefault="0019794B" w:rsidP="004D490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 xml:space="preserve"> (    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841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19794B" w:rsidRPr="00EF025A" w:rsidRDefault="0019794B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9794B" w:rsidRPr="00EF025A" w:rsidRDefault="0019794B" w:rsidP="00F5068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 xml:space="preserve"> (    </w:t>
            </w:r>
            <w:r w:rsidRPr="00EF025A">
              <w:rPr>
                <w:rFonts w:ascii="Angsana New" w:hAnsi="Angsana New"/>
                <w:sz w:val="28"/>
                <w:szCs w:val="28"/>
              </w:rPr>
              <w:t>1,368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1" w:type="dxa"/>
          </w:tcPr>
          <w:p w:rsidR="0019794B" w:rsidRPr="00B248AD" w:rsidRDefault="0019794B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lang w:eastAsia="en-GB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  <w:vAlign w:val="bottom"/>
          </w:tcPr>
          <w:p w:rsidR="0019794B" w:rsidRPr="00B248AD" w:rsidRDefault="0019794B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left="-108" w:right="17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 xml:space="preserve"> (     </w:t>
            </w:r>
            <w:r w:rsidRPr="00B248AD">
              <w:rPr>
                <w:rFonts w:ascii="Angsana New" w:hAnsi="Angsana New"/>
                <w:sz w:val="28"/>
                <w:szCs w:val="28"/>
              </w:rPr>
              <w:t xml:space="preserve">  841</w:t>
            </w:r>
            <w:r w:rsidRPr="00B248A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9794B" w:rsidRPr="00B248AD" w:rsidTr="00EF025A">
        <w:trPr>
          <w:trHeight w:val="20"/>
        </w:trPr>
        <w:tc>
          <w:tcPr>
            <w:tcW w:w="3382" w:type="dxa"/>
            <w:shd w:val="clear" w:color="auto" w:fill="auto"/>
            <w:vAlign w:val="bottom"/>
          </w:tcPr>
          <w:p w:rsidR="0019794B" w:rsidRPr="00B248AD" w:rsidRDefault="0019794B" w:rsidP="004D490E">
            <w:pPr>
              <w:tabs>
                <w:tab w:val="clear" w:pos="2807"/>
                <w:tab w:val="left" w:pos="2790"/>
              </w:tabs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794B" w:rsidRPr="00EF025A" w:rsidRDefault="0019794B" w:rsidP="009D7F8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200,836</w:t>
            </w:r>
          </w:p>
        </w:tc>
        <w:tc>
          <w:tcPr>
            <w:tcW w:w="283" w:type="dxa"/>
          </w:tcPr>
          <w:p w:rsidR="0019794B" w:rsidRPr="00EF025A" w:rsidRDefault="0019794B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794B" w:rsidRPr="00EF025A" w:rsidRDefault="0019794B" w:rsidP="004D490E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209,108</w:t>
            </w:r>
          </w:p>
        </w:tc>
        <w:tc>
          <w:tcPr>
            <w:tcW w:w="283" w:type="dxa"/>
            <w:shd w:val="clear" w:color="auto" w:fill="auto"/>
          </w:tcPr>
          <w:p w:rsidR="0019794B" w:rsidRPr="00EF025A" w:rsidRDefault="0019794B" w:rsidP="004D490E">
            <w:pPr>
              <w:pStyle w:val="Preformatted"/>
              <w:tabs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9794B" w:rsidRPr="00EF025A" w:rsidRDefault="0019794B" w:rsidP="00F50683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200,836</w:t>
            </w:r>
          </w:p>
        </w:tc>
        <w:tc>
          <w:tcPr>
            <w:tcW w:w="241" w:type="dxa"/>
          </w:tcPr>
          <w:p w:rsidR="0019794B" w:rsidRPr="00B248AD" w:rsidRDefault="0019794B" w:rsidP="004D490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9794B" w:rsidRPr="00B248AD" w:rsidRDefault="0019794B" w:rsidP="00950A34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209,108</w:t>
            </w:r>
          </w:p>
        </w:tc>
      </w:tr>
    </w:tbl>
    <w:p w:rsidR="001348DD" w:rsidRPr="00B248AD" w:rsidRDefault="001348DD" w:rsidP="004C1D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:rsidR="004A2A1D" w:rsidRPr="00B248AD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B248AD">
        <w:rPr>
          <w:rFonts w:ascii="Angsana New" w:hAnsi="Angsana New"/>
          <w:b/>
          <w:bCs/>
          <w:sz w:val="28"/>
          <w:szCs w:val="28"/>
          <w:cs/>
        </w:rPr>
        <w:t>ค่าใช้จ่ายค้างจ่ายและหนี้สินหมุนเวียนอื่น</w:t>
      </w:r>
    </w:p>
    <w:p w:rsidR="004A2A1D" w:rsidRPr="00B248AD" w:rsidRDefault="004A2A1D" w:rsidP="000D1151">
      <w:pPr>
        <w:spacing w:line="200" w:lineRule="atLeast"/>
        <w:jc w:val="thaiDistribute"/>
        <w:rPr>
          <w:rFonts w:ascii="Angsana New" w:hAnsi="Angsana New"/>
          <w:sz w:val="28"/>
          <w:szCs w:val="28"/>
        </w:rPr>
      </w:pPr>
    </w:p>
    <w:tbl>
      <w:tblPr>
        <w:tblpPr w:leftFromText="180" w:rightFromText="180" w:vertAnchor="text" w:horzAnchor="margin" w:tblpY="67"/>
        <w:tblW w:w="9558" w:type="dxa"/>
        <w:tblLayout w:type="fixed"/>
        <w:tblLook w:val="0000"/>
      </w:tblPr>
      <w:tblGrid>
        <w:gridCol w:w="3348"/>
        <w:gridCol w:w="1350"/>
        <w:gridCol w:w="284"/>
        <w:gridCol w:w="1336"/>
        <w:gridCol w:w="284"/>
        <w:gridCol w:w="1336"/>
        <w:gridCol w:w="250"/>
        <w:gridCol w:w="1370"/>
      </w:tblGrid>
      <w:tr w:rsidR="00E11780" w:rsidRPr="00B248AD" w:rsidTr="0013602B"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highlight w:val="green"/>
              </w:rPr>
            </w:pPr>
          </w:p>
        </w:tc>
        <w:tc>
          <w:tcPr>
            <w:tcW w:w="6210" w:type="dxa"/>
            <w:gridSpan w:val="7"/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E11780" w:rsidRPr="00B248AD" w:rsidTr="0013602B">
        <w:tc>
          <w:tcPr>
            <w:tcW w:w="3348" w:type="dxa"/>
          </w:tcPr>
          <w:p w:rsidR="00E11780" w:rsidRPr="00B248AD" w:rsidRDefault="00E11780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8"/>
                <w:szCs w:val="28"/>
                <w:highlight w:val="green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center"/>
              <w:rPr>
                <w:rFonts w:ascii="Angsana New" w:hAnsi="Angsana New"/>
                <w:sz w:val="28"/>
                <w:szCs w:val="28"/>
                <w:highlight w:val="green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28"/>
                <w:szCs w:val="28"/>
                <w:highlight w:val="green"/>
              </w:rPr>
            </w:pPr>
          </w:p>
        </w:tc>
        <w:tc>
          <w:tcPr>
            <w:tcW w:w="29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11780" w:rsidRPr="00B248AD" w:rsidRDefault="00E11780" w:rsidP="00E11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248A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D4921" w:rsidRPr="00B248AD" w:rsidTr="0013602B">
        <w:tc>
          <w:tcPr>
            <w:tcW w:w="3348" w:type="dxa"/>
          </w:tcPr>
          <w:p w:rsidR="00ED4921" w:rsidRPr="00B248AD" w:rsidRDefault="00ED4921" w:rsidP="00E11780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28"/>
                <w:szCs w:val="28"/>
                <w:highlight w:val="green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248AD" w:rsidRDefault="0011037F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  <w:r w:rsidR="00ED4921" w:rsidRPr="00B248AD">
              <w:rPr>
                <w:rFonts w:ascii="Angsana New" w:hAnsi="Angsana New" w:cs="Angsana New"/>
                <w:cs/>
              </w:rPr>
              <w:t xml:space="preserve"> </w:t>
            </w:r>
            <w:r w:rsidR="00ED4921"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84" w:type="dxa"/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  <w:tc>
          <w:tcPr>
            <w:tcW w:w="284" w:type="dxa"/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248AD" w:rsidRDefault="0011037F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 xml:space="preserve">30 </w:t>
            </w:r>
            <w:r>
              <w:rPr>
                <w:rFonts w:ascii="Angsana New" w:hAnsi="Angsana New" w:cs="Angsana New"/>
                <w:cs/>
              </w:rPr>
              <w:t>กันยายน</w:t>
            </w:r>
            <w:r w:rsidR="00ED4921" w:rsidRPr="00B248AD">
              <w:rPr>
                <w:rFonts w:ascii="Angsana New" w:hAnsi="Angsana New" w:cs="Angsana New"/>
                <w:cs/>
              </w:rPr>
              <w:t xml:space="preserve"> </w:t>
            </w:r>
            <w:r w:rsidR="00ED4921" w:rsidRPr="00B248AD">
              <w:rPr>
                <w:rFonts w:ascii="Angsana New" w:hAnsi="Angsana New" w:cs="Angsana New"/>
              </w:rPr>
              <w:t>2564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:rsidR="00ED4921" w:rsidRPr="00B248AD" w:rsidRDefault="00ED4921" w:rsidP="0013602B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108" w:right="-108"/>
              <w:jc w:val="center"/>
              <w:rPr>
                <w:rFonts w:ascii="Angsana New" w:hAnsi="Angsana New" w:cs="Angsana New"/>
              </w:rPr>
            </w:pPr>
            <w:r w:rsidRPr="00B248AD">
              <w:rPr>
                <w:rFonts w:ascii="Angsana New" w:hAnsi="Angsana New" w:cs="Angsana New"/>
              </w:rPr>
              <w:t xml:space="preserve">31 </w:t>
            </w:r>
            <w:r w:rsidRPr="00B248AD">
              <w:rPr>
                <w:rFonts w:ascii="Angsana New" w:hAnsi="Angsana New" w:cs="Angsana New"/>
                <w:cs/>
              </w:rPr>
              <w:t>ธันวาคม 2563</w:t>
            </w:r>
          </w:p>
        </w:tc>
      </w:tr>
      <w:tr w:rsidR="00E11780" w:rsidRPr="00B248AD" w:rsidTr="0013602B">
        <w:trPr>
          <w:trHeight w:val="277"/>
        </w:trPr>
        <w:tc>
          <w:tcPr>
            <w:tcW w:w="3348" w:type="dxa"/>
            <w:vAlign w:val="center"/>
          </w:tcPr>
          <w:p w:rsidR="00E11780" w:rsidRPr="00B248AD" w:rsidRDefault="00E11780" w:rsidP="00E11780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โบนัสพนักงานค้างจ่าย</w:t>
            </w:r>
          </w:p>
        </w:tc>
        <w:tc>
          <w:tcPr>
            <w:tcW w:w="1350" w:type="dxa"/>
            <w:vAlign w:val="bottom"/>
          </w:tcPr>
          <w:p w:rsidR="00E11780" w:rsidRPr="007E705E" w:rsidRDefault="00FB3614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7,637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8,630</w:t>
            </w:r>
          </w:p>
        </w:tc>
        <w:tc>
          <w:tcPr>
            <w:tcW w:w="284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11780" w:rsidRPr="00EF025A" w:rsidRDefault="00F50683" w:rsidP="00F50683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7</w:t>
            </w:r>
            <w:r w:rsidR="0013602B" w:rsidRPr="00EF025A">
              <w:rPr>
                <w:rFonts w:ascii="Angsana New" w:hAnsi="Angsana New"/>
                <w:sz w:val="28"/>
                <w:szCs w:val="28"/>
                <w:lang w:eastAsia="en-US"/>
              </w:rPr>
              <w:t>,</w:t>
            </w: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637</w:t>
            </w:r>
          </w:p>
        </w:tc>
        <w:tc>
          <w:tcPr>
            <w:tcW w:w="250" w:type="dxa"/>
          </w:tcPr>
          <w:p w:rsidR="00E11780" w:rsidRPr="00B248AD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11780" w:rsidRPr="009A444F" w:rsidRDefault="00E11780" w:rsidP="009A760F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8,630</w:t>
            </w:r>
          </w:p>
        </w:tc>
      </w:tr>
      <w:tr w:rsidR="00EE3455" w:rsidRPr="00B248AD" w:rsidTr="00F50683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6,60</w:t>
            </w:r>
            <w:r w:rsidR="00491ADB">
              <w:rPr>
                <w:rFonts w:ascii="Angsana New" w:hAnsi="Angsana New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8,57</w:t>
            </w: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8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6,595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8,430</w:t>
            </w:r>
          </w:p>
        </w:tc>
      </w:tr>
      <w:tr w:rsidR="00EE3455" w:rsidRPr="00B248AD" w:rsidTr="00491ADB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เงินรับล่วงหน้าค่าสินค้า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5,573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2,772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5,573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2,772</w:t>
            </w:r>
          </w:p>
        </w:tc>
      </w:tr>
      <w:tr w:rsidR="00EE3455" w:rsidRPr="00B248AD" w:rsidTr="00491ADB">
        <w:trPr>
          <w:trHeight w:val="277"/>
        </w:trPr>
        <w:tc>
          <w:tcPr>
            <w:tcW w:w="3348" w:type="dxa"/>
            <w:vAlign w:val="center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ค่านายหน้าค้างจ่าย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4,397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3,051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4,397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3,051</w:t>
            </w:r>
          </w:p>
        </w:tc>
      </w:tr>
      <w:tr w:rsidR="00EE3455" w:rsidRPr="00B248AD" w:rsidTr="00F50683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3,2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3,008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3,198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3,008</w:t>
            </w:r>
          </w:p>
        </w:tc>
      </w:tr>
      <w:tr w:rsidR="00EE3455" w:rsidRPr="00B248AD" w:rsidTr="00F50683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ภาษีเงินได้หัก ณ ที่จ่ายค้างจ่าย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1,276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1,031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77</w:t>
            </w:r>
          </w:p>
        </w:tc>
      </w:tr>
      <w:tr w:rsidR="00EE3455" w:rsidRPr="00B248AD" w:rsidTr="0013602B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เจ้าหนี้กรมสรรพากร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8</w:t>
            </w:r>
            <w:r>
              <w:rPr>
                <w:rFonts w:ascii="Angsana New" w:hAnsi="Angsana New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3,258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827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3,258</w:t>
            </w:r>
          </w:p>
        </w:tc>
      </w:tr>
      <w:tr w:rsidR="00EE3455" w:rsidRPr="00B248AD" w:rsidTr="0013602B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อื่นๆ</w:t>
            </w:r>
          </w:p>
        </w:tc>
        <w:tc>
          <w:tcPr>
            <w:tcW w:w="1350" w:type="dxa"/>
            <w:vAlign w:val="bottom"/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973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  <w:vAlign w:val="bottom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185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vAlign w:val="bottom"/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973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1370" w:type="dxa"/>
            <w:vAlign w:val="bottom"/>
          </w:tcPr>
          <w:p w:rsidR="00EE3455" w:rsidRPr="009A444F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9A444F">
              <w:rPr>
                <w:rFonts w:ascii="Angsana New" w:hAnsi="Angsana New"/>
                <w:sz w:val="28"/>
                <w:szCs w:val="28"/>
                <w:lang w:eastAsia="en-US"/>
              </w:rPr>
              <w:t>181</w:t>
            </w:r>
          </w:p>
        </w:tc>
      </w:tr>
      <w:tr w:rsidR="00EE3455" w:rsidRPr="00B248AD" w:rsidTr="0013602B">
        <w:trPr>
          <w:trHeight w:val="277"/>
        </w:trPr>
        <w:tc>
          <w:tcPr>
            <w:tcW w:w="3348" w:type="dxa"/>
          </w:tcPr>
          <w:p w:rsidR="00EE3455" w:rsidRPr="00B248AD" w:rsidRDefault="00EE3455" w:rsidP="00EE345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B248AD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EE3455" w:rsidRPr="007E705E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7E705E">
              <w:rPr>
                <w:rFonts w:ascii="Angsana New" w:hAnsi="Angsana New"/>
                <w:sz w:val="28"/>
                <w:szCs w:val="28"/>
                <w:lang w:eastAsia="en-US"/>
              </w:rPr>
              <w:t>30,54</w:t>
            </w:r>
            <w:r w:rsidR="00491ADB">
              <w:rPr>
                <w:rFonts w:ascii="Angsana New" w:hAnsi="Angsana New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29,56</w:t>
            </w:r>
            <w:r w:rsidRPr="00B248AD">
              <w:rPr>
                <w:rFonts w:ascii="Angsana New" w:hAnsi="Angsana New"/>
                <w:sz w:val="28"/>
                <w:szCs w:val="28"/>
                <w:cs/>
                <w:lang w:eastAsia="en-US"/>
              </w:rPr>
              <w:t>8</w:t>
            </w:r>
          </w:p>
        </w:tc>
        <w:tc>
          <w:tcPr>
            <w:tcW w:w="284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double" w:sz="4" w:space="0" w:color="auto"/>
            </w:tcBorders>
          </w:tcPr>
          <w:p w:rsidR="00EE3455" w:rsidRPr="00EF025A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EF025A">
              <w:rPr>
                <w:rFonts w:ascii="Angsana New" w:hAnsi="Angsana New"/>
                <w:sz w:val="28"/>
                <w:szCs w:val="28"/>
                <w:lang w:eastAsia="en-US"/>
              </w:rPr>
              <w:t>30,231</w:t>
            </w:r>
          </w:p>
        </w:tc>
        <w:tc>
          <w:tcPr>
            <w:tcW w:w="250" w:type="dxa"/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bottom w:val="double" w:sz="4" w:space="0" w:color="auto"/>
            </w:tcBorders>
          </w:tcPr>
          <w:p w:rsidR="00EE3455" w:rsidRPr="00B248AD" w:rsidRDefault="00EE3455" w:rsidP="00EE3455">
            <w:pPr>
              <w:pStyle w:val="Preformatted"/>
              <w:tabs>
                <w:tab w:val="clear" w:pos="959"/>
                <w:tab w:val="clear" w:pos="9590"/>
              </w:tabs>
              <w:ind w:left="-108" w:right="22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B248AD">
              <w:rPr>
                <w:rFonts w:ascii="Angsana New" w:hAnsi="Angsana New"/>
                <w:sz w:val="28"/>
                <w:szCs w:val="28"/>
                <w:lang w:eastAsia="en-US"/>
              </w:rPr>
              <w:t>29,407</w:t>
            </w:r>
          </w:p>
        </w:tc>
      </w:tr>
    </w:tbl>
    <w:p w:rsidR="00015BB7" w:rsidRPr="00B82138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B82138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B82138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015BB7" w:rsidRPr="00B82138" w:rsidRDefault="00015BB7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B82138">
        <w:rPr>
          <w:rFonts w:ascii="Angsana New" w:hAnsi="Angsana New"/>
          <w:spacing w:val="-10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="009F7466" w:rsidRPr="00B82138">
        <w:rPr>
          <w:rFonts w:ascii="Angsana New" w:hAnsi="Angsana New"/>
          <w:spacing w:val="-10"/>
          <w:szCs w:val="30"/>
          <w:cs/>
        </w:rPr>
        <w:t>งวด</w:t>
      </w:r>
      <w:r w:rsidR="0011037F">
        <w:rPr>
          <w:rFonts w:ascii="Angsana New" w:hAnsi="Angsana New"/>
          <w:spacing w:val="-10"/>
          <w:szCs w:val="30"/>
          <w:cs/>
        </w:rPr>
        <w:t>เก้าเดือน</w:t>
      </w:r>
      <w:r w:rsidRPr="00B82138">
        <w:rPr>
          <w:rFonts w:ascii="Angsana New" w:hAnsi="Angsana New"/>
          <w:spacing w:val="-10"/>
          <w:szCs w:val="30"/>
          <w:cs/>
        </w:rPr>
        <w:t xml:space="preserve">สิ้นสุดวันที่ </w:t>
      </w:r>
      <w:proofErr w:type="gramStart"/>
      <w:r w:rsidR="009F7466" w:rsidRPr="00B82138">
        <w:rPr>
          <w:rFonts w:ascii="Angsana New" w:hAnsi="Angsana New"/>
          <w:spacing w:val="-10"/>
          <w:szCs w:val="30"/>
        </w:rPr>
        <w:t xml:space="preserve">30 </w:t>
      </w:r>
      <w:r w:rsidR="001F3252">
        <w:rPr>
          <w:rFonts w:ascii="Angsana New" w:hAnsi="Angsana New" w:hint="cs"/>
          <w:spacing w:val="-10"/>
          <w:szCs w:val="30"/>
          <w:cs/>
        </w:rPr>
        <w:t xml:space="preserve"> กันย</w:t>
      </w:r>
      <w:r w:rsidR="009F7466" w:rsidRPr="00B82138">
        <w:rPr>
          <w:rFonts w:ascii="Angsana New" w:hAnsi="Angsana New"/>
          <w:spacing w:val="-10"/>
          <w:szCs w:val="30"/>
          <w:cs/>
        </w:rPr>
        <w:t>ายน</w:t>
      </w:r>
      <w:proofErr w:type="gramEnd"/>
      <w:r w:rsidRPr="00B82138">
        <w:rPr>
          <w:rFonts w:ascii="Angsana New" w:hAnsi="Angsana New"/>
          <w:spacing w:val="-10"/>
          <w:szCs w:val="30"/>
          <w:cs/>
        </w:rPr>
        <w:t xml:space="preserve"> </w:t>
      </w:r>
      <w:r w:rsidRPr="00B82138">
        <w:rPr>
          <w:rFonts w:ascii="Angsana New" w:hAnsi="Angsana New"/>
          <w:spacing w:val="-10"/>
          <w:szCs w:val="30"/>
        </w:rPr>
        <w:t>25</w:t>
      </w:r>
      <w:r w:rsidR="00B458BE" w:rsidRPr="00B82138">
        <w:rPr>
          <w:rFonts w:ascii="Angsana New" w:hAnsi="Angsana New"/>
          <w:spacing w:val="-10"/>
          <w:szCs w:val="30"/>
          <w:cs/>
        </w:rPr>
        <w:t>6</w:t>
      </w:r>
      <w:r w:rsidR="00E11780" w:rsidRPr="00B82138">
        <w:rPr>
          <w:rFonts w:ascii="Angsana New" w:hAnsi="Angsana New"/>
          <w:spacing w:val="-10"/>
          <w:szCs w:val="30"/>
          <w:cs/>
        </w:rPr>
        <w:t>4</w:t>
      </w:r>
      <w:r w:rsidRPr="00B82138">
        <w:rPr>
          <w:rFonts w:ascii="Angsana New" w:hAnsi="Angsana New"/>
          <w:spacing w:val="-10"/>
          <w:szCs w:val="30"/>
        </w:rPr>
        <w:t xml:space="preserve"> </w:t>
      </w:r>
      <w:r w:rsidRPr="00B82138">
        <w:rPr>
          <w:rFonts w:ascii="Angsana New" w:hAnsi="Angsana New"/>
          <w:spacing w:val="-10"/>
          <w:szCs w:val="30"/>
          <w:cs/>
        </w:rPr>
        <w:t xml:space="preserve">และ </w:t>
      </w:r>
      <w:r w:rsidR="00B458BE" w:rsidRPr="00B82138">
        <w:rPr>
          <w:rFonts w:ascii="Angsana New" w:hAnsi="Angsana New"/>
          <w:spacing w:val="-10"/>
          <w:szCs w:val="30"/>
        </w:rPr>
        <w:t>256</w:t>
      </w:r>
      <w:r w:rsidR="00E11780" w:rsidRPr="00B82138">
        <w:rPr>
          <w:rFonts w:ascii="Angsana New" w:hAnsi="Angsana New"/>
          <w:spacing w:val="-10"/>
          <w:szCs w:val="30"/>
        </w:rPr>
        <w:t>3</w:t>
      </w:r>
      <w:r w:rsidRPr="00B82138">
        <w:rPr>
          <w:rFonts w:ascii="Angsana New" w:hAnsi="Angsana New"/>
          <w:spacing w:val="-10"/>
          <w:szCs w:val="30"/>
        </w:rPr>
        <w:t xml:space="preserve"> </w:t>
      </w:r>
      <w:r w:rsidRPr="00B82138">
        <w:rPr>
          <w:rFonts w:ascii="Angsana New" w:hAnsi="Angsana New"/>
          <w:spacing w:val="-10"/>
          <w:szCs w:val="30"/>
          <w:cs/>
        </w:rPr>
        <w:t>มีดังนี้</w:t>
      </w:r>
    </w:p>
    <w:p w:rsidR="004B6A18" w:rsidRPr="00B82138" w:rsidRDefault="004B6A18" w:rsidP="000C17B3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</w:p>
    <w:tbl>
      <w:tblPr>
        <w:tblW w:w="9464" w:type="dxa"/>
        <w:tblLook w:val="04A0"/>
      </w:tblPr>
      <w:tblGrid>
        <w:gridCol w:w="6204"/>
        <w:gridCol w:w="1559"/>
        <w:gridCol w:w="270"/>
        <w:gridCol w:w="1431"/>
      </w:tblGrid>
      <w:tr w:rsidR="00015BB7" w:rsidRPr="00B82138" w:rsidTr="00E11780">
        <w:tc>
          <w:tcPr>
            <w:tcW w:w="6204" w:type="dxa"/>
            <w:vAlign w:val="bottom"/>
          </w:tcPr>
          <w:p w:rsidR="00015BB7" w:rsidRPr="00B82138" w:rsidRDefault="00015BB7" w:rsidP="00773157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bottom"/>
          </w:tcPr>
          <w:p w:rsidR="0028571A" w:rsidRPr="00B82138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>งบการเงินรวมและ</w:t>
            </w:r>
          </w:p>
          <w:p w:rsidR="00015BB7" w:rsidRPr="00B82138" w:rsidRDefault="0028571A" w:rsidP="002857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11780" w:rsidRPr="00B82138" w:rsidRDefault="00E11780" w:rsidP="00C02C5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:rsidR="00E11780" w:rsidRPr="00B82138" w:rsidRDefault="00E11780" w:rsidP="00DD69C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E11780" w:rsidP="00950A3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</w:rPr>
              <w:t>2563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B82138">
              <w:rPr>
                <w:rFonts w:ascii="Angsana New" w:hAnsi="Angsana New"/>
                <w:szCs w:val="30"/>
              </w:rPr>
              <w:t xml:space="preserve">1 </w:t>
            </w:r>
            <w:r w:rsidRPr="00B82138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1780" w:rsidRPr="00EF025A" w:rsidRDefault="00E11780" w:rsidP="006C19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E11780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EF025A" w:rsidRDefault="003D5292" w:rsidP="00875B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754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:rsidR="00E11780" w:rsidRPr="00B82138" w:rsidRDefault="0044761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754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11780" w:rsidRPr="00EF025A" w:rsidRDefault="003D5292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205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:rsidR="00E11780" w:rsidRPr="00B82138" w:rsidRDefault="0044761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ค่าใช้จ่ายที่รับรู้เป็นรายการกำไรหรือขาดทุนในงบกำไรขาดทุนเบ็ดเสร็จ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1780" w:rsidRPr="00EF025A" w:rsidRDefault="003D5292" w:rsidP="00275B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959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44761B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935</w:t>
            </w:r>
          </w:p>
        </w:tc>
      </w:tr>
      <w:tr w:rsidR="00E11780" w:rsidRPr="00B82138" w:rsidTr="00E11780">
        <w:tc>
          <w:tcPr>
            <w:tcW w:w="6204" w:type="dxa"/>
            <w:vAlign w:val="bottom"/>
          </w:tcPr>
          <w:p w:rsidR="00E11780" w:rsidRPr="00B82138" w:rsidRDefault="00E11780" w:rsidP="00553CE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1780" w:rsidRPr="00EF025A" w:rsidRDefault="00275BD9" w:rsidP="00275BD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11780" w:rsidRPr="00EF025A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Pr="00EF025A">
              <w:rPr>
                <w:rFonts w:ascii="Angsana New" w:hAnsi="Angsana New"/>
                <w:sz w:val="30"/>
                <w:szCs w:val="30"/>
              </w:rPr>
              <w:t>400</w:t>
            </w:r>
            <w:r w:rsidR="00E11780" w:rsidRPr="00EF025A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553C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11780" w:rsidRPr="00B82138" w:rsidRDefault="00275BD9" w:rsidP="00950A3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11780" w:rsidRPr="00B82138">
              <w:rPr>
                <w:rFonts w:ascii="Angsana New" w:hAnsi="Angsana New"/>
                <w:sz w:val="30"/>
                <w:szCs w:val="30"/>
                <w:cs/>
              </w:rPr>
              <w:t xml:space="preserve">   </w:t>
            </w:r>
            <w:r w:rsidR="00E11780" w:rsidRPr="00B82138">
              <w:rPr>
                <w:rFonts w:ascii="Angsana New" w:hAnsi="Angsana New"/>
                <w:sz w:val="30"/>
                <w:szCs w:val="30"/>
              </w:rPr>
              <w:t>150</w:t>
            </w:r>
            <w:r w:rsidR="00E11780" w:rsidRPr="00B82138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B82138" w:rsidTr="00E11780">
        <w:trPr>
          <w:trHeight w:val="215"/>
        </w:trPr>
        <w:tc>
          <w:tcPr>
            <w:tcW w:w="6204" w:type="dxa"/>
            <w:vAlign w:val="bottom"/>
          </w:tcPr>
          <w:p w:rsidR="00E11780" w:rsidRPr="00B82138" w:rsidRDefault="00E11780" w:rsidP="00DD69C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="0011037F">
              <w:rPr>
                <w:rFonts w:ascii="Angsana New" w:hAnsi="Angsana New"/>
                <w:szCs w:val="30"/>
              </w:rPr>
              <w:t xml:space="preserve">30 </w:t>
            </w:r>
            <w:r w:rsidR="0011037F">
              <w:rPr>
                <w:rFonts w:ascii="Angsana New" w:hAnsi="Angsana New"/>
                <w:szCs w:val="30"/>
                <w:cs/>
              </w:rPr>
              <w:t>กันยายน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E11780" w:rsidRPr="00EF025A" w:rsidRDefault="003D5292" w:rsidP="001920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10,311</w:t>
            </w:r>
          </w:p>
        </w:tc>
        <w:tc>
          <w:tcPr>
            <w:tcW w:w="270" w:type="dxa"/>
            <w:vAlign w:val="bottom"/>
          </w:tcPr>
          <w:p w:rsidR="00E11780" w:rsidRPr="00B82138" w:rsidRDefault="00E11780" w:rsidP="00DD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E11780" w:rsidRPr="00B82138" w:rsidRDefault="00E11780" w:rsidP="004476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82138">
              <w:rPr>
                <w:rFonts w:ascii="Angsana New" w:hAnsi="Angsana New"/>
                <w:sz w:val="30"/>
                <w:szCs w:val="30"/>
              </w:rPr>
              <w:t>9,</w:t>
            </w:r>
            <w:r w:rsidR="0044761B">
              <w:rPr>
                <w:rFonts w:ascii="Angsana New" w:hAnsi="Angsana New"/>
                <w:sz w:val="30"/>
                <w:szCs w:val="30"/>
              </w:rPr>
              <w:t>440</w:t>
            </w:r>
          </w:p>
        </w:tc>
      </w:tr>
    </w:tbl>
    <w:p w:rsidR="00275BD9" w:rsidRPr="00B82138" w:rsidRDefault="00275BD9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420D8D" w:rsidRPr="00B82138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B82138">
        <w:rPr>
          <w:rFonts w:ascii="Angsana New" w:hAnsi="Angsana New"/>
          <w:color w:val="000000"/>
          <w:sz w:val="30"/>
          <w:szCs w:val="30"/>
        </w:rPr>
        <w:t>25</w:t>
      </w:r>
      <w:r w:rsidRPr="00B82138">
        <w:rPr>
          <w:rFonts w:ascii="Angsana New" w:hAnsi="Angsana New"/>
          <w:color w:val="000000"/>
          <w:sz w:val="30"/>
          <w:szCs w:val="30"/>
          <w:cs/>
        </w:rPr>
        <w:t>6</w:t>
      </w:r>
      <w:r w:rsidR="00E11780" w:rsidRPr="00B82138">
        <w:rPr>
          <w:rFonts w:ascii="Angsana New" w:hAnsi="Angsana New"/>
          <w:color w:val="000000"/>
          <w:sz w:val="30"/>
          <w:szCs w:val="30"/>
        </w:rPr>
        <w:t>4</w:t>
      </w:r>
      <w:r w:rsidRPr="00B82138">
        <w:rPr>
          <w:rFonts w:ascii="Angsana New" w:hAnsi="Angsana New"/>
          <w:color w:val="000000"/>
          <w:sz w:val="30"/>
          <w:szCs w:val="30"/>
        </w:rPr>
        <w:t xml:space="preserve"> </w:t>
      </w:r>
      <w:r w:rsidRPr="00B82138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Pr="00B82138">
        <w:rPr>
          <w:rFonts w:ascii="Angsana New" w:hAnsi="Angsana New"/>
          <w:color w:val="000000"/>
          <w:sz w:val="30"/>
          <w:szCs w:val="30"/>
        </w:rPr>
        <w:t>256</w:t>
      </w:r>
      <w:r w:rsidR="00E11780" w:rsidRPr="00B82138">
        <w:rPr>
          <w:rFonts w:ascii="Angsana New" w:hAnsi="Angsana New"/>
          <w:color w:val="000000"/>
          <w:sz w:val="30"/>
          <w:szCs w:val="30"/>
        </w:rPr>
        <w:t>3</w:t>
      </w:r>
      <w:r w:rsidRPr="00B82138">
        <w:rPr>
          <w:rFonts w:ascii="Angsana New" w:hAnsi="Angsana New"/>
          <w:color w:val="000000"/>
          <w:sz w:val="30"/>
          <w:szCs w:val="30"/>
        </w:rPr>
        <w:t xml:space="preserve"> </w:t>
      </w:r>
      <w:r w:rsidRPr="00B82138">
        <w:rPr>
          <w:rFonts w:ascii="Angsana New" w:hAnsi="Angsana New"/>
          <w:sz w:val="30"/>
          <w:szCs w:val="30"/>
          <w:cs/>
        </w:rPr>
        <w:t>มีดังนี้</w:t>
      </w:r>
    </w:p>
    <w:p w:rsidR="00420D8D" w:rsidRPr="00B82138" w:rsidRDefault="00420D8D" w:rsidP="00420D8D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B82138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>อัตราคิดลด</w:t>
      </w:r>
      <w:r w:rsidRPr="00B82138">
        <w:rPr>
          <w:rFonts w:ascii="Angsana New" w:hAnsi="Angsana New"/>
          <w:sz w:val="30"/>
          <w:szCs w:val="30"/>
          <w:cs/>
        </w:rPr>
        <w:tab/>
      </w:r>
      <w:r w:rsidRPr="00B82138">
        <w:rPr>
          <w:rFonts w:ascii="Angsana New" w:hAnsi="Angsana New"/>
          <w:sz w:val="30"/>
          <w:szCs w:val="30"/>
          <w:cs/>
        </w:rPr>
        <w:tab/>
      </w:r>
      <w:r w:rsidRPr="00B82138">
        <w:rPr>
          <w:rFonts w:ascii="Angsana New" w:hAnsi="Angsana New"/>
          <w:sz w:val="30"/>
          <w:szCs w:val="30"/>
          <w:cs/>
        </w:rPr>
        <w:tab/>
        <w:t xml:space="preserve">     </w:t>
      </w:r>
      <w:r w:rsidR="003B6F9D" w:rsidRPr="00B82138">
        <w:rPr>
          <w:rFonts w:ascii="Angsana New" w:hAnsi="Angsana New"/>
          <w:sz w:val="30"/>
          <w:szCs w:val="30"/>
          <w:cs/>
        </w:rPr>
        <w:t xml:space="preserve"> </w:t>
      </w:r>
      <w:r w:rsidRPr="00B82138">
        <w:rPr>
          <w:rFonts w:ascii="Angsana New" w:hAnsi="Angsana New"/>
          <w:sz w:val="30"/>
          <w:szCs w:val="30"/>
          <w:cs/>
        </w:rPr>
        <w:t xml:space="preserve">  </w:t>
      </w:r>
      <w:r w:rsidR="009D732C" w:rsidRPr="00B82138">
        <w:rPr>
          <w:rFonts w:ascii="Angsana New" w:hAnsi="Angsana New"/>
          <w:sz w:val="30"/>
          <w:szCs w:val="30"/>
          <w:cs/>
        </w:rPr>
        <w:tab/>
      </w:r>
      <w:r w:rsidR="00420D8D" w:rsidRPr="00B82138">
        <w:rPr>
          <w:rFonts w:ascii="Angsana New" w:hAnsi="Angsana New"/>
          <w:sz w:val="30"/>
          <w:szCs w:val="30"/>
          <w:cs/>
        </w:rPr>
        <w:t xml:space="preserve">ร้อยละ </w:t>
      </w:r>
      <w:r w:rsidR="00420D8D" w:rsidRPr="00B82138">
        <w:rPr>
          <w:rFonts w:ascii="Angsana New" w:hAnsi="Angsana New"/>
          <w:sz w:val="30"/>
          <w:szCs w:val="30"/>
        </w:rPr>
        <w:t xml:space="preserve">2.92 </w:t>
      </w:r>
      <w:r w:rsidRPr="00B82138">
        <w:rPr>
          <w:rFonts w:ascii="Angsana New" w:hAnsi="Angsana New"/>
          <w:sz w:val="30"/>
          <w:szCs w:val="30"/>
          <w:cs/>
        </w:rPr>
        <w:t xml:space="preserve">และร้อยละ 2.47 </w:t>
      </w:r>
      <w:r w:rsidR="00AE0F44" w:rsidRPr="00B82138">
        <w:rPr>
          <w:rFonts w:ascii="Angsana New" w:hAnsi="Angsana New"/>
          <w:sz w:val="30"/>
          <w:szCs w:val="30"/>
          <w:cs/>
        </w:rPr>
        <w:t>ต่อปี</w:t>
      </w:r>
    </w:p>
    <w:p w:rsidR="00420D8D" w:rsidRPr="00B82138" w:rsidRDefault="004D494E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B82138">
        <w:rPr>
          <w:rFonts w:ascii="Angsana New" w:hAnsi="Angsana New"/>
          <w:sz w:val="30"/>
          <w:szCs w:val="30"/>
          <w:cs/>
        </w:rPr>
        <w:tab/>
      </w:r>
      <w:r w:rsidRPr="00B82138">
        <w:rPr>
          <w:rFonts w:ascii="Angsana New" w:hAnsi="Angsana New"/>
          <w:sz w:val="30"/>
          <w:szCs w:val="30"/>
          <w:cs/>
        </w:rPr>
        <w:tab/>
        <w:t xml:space="preserve">        </w:t>
      </w:r>
      <w:r w:rsidR="009D732C" w:rsidRPr="00B82138">
        <w:rPr>
          <w:rFonts w:ascii="Angsana New" w:hAnsi="Angsana New"/>
          <w:sz w:val="30"/>
          <w:szCs w:val="30"/>
          <w:cs/>
        </w:rPr>
        <w:tab/>
      </w:r>
      <w:r w:rsidR="00420D8D" w:rsidRPr="00B82138">
        <w:rPr>
          <w:rFonts w:ascii="Angsana New" w:hAnsi="Angsana New"/>
          <w:sz w:val="30"/>
          <w:szCs w:val="30"/>
          <w:cs/>
        </w:rPr>
        <w:t>ร้อยละ</w:t>
      </w:r>
      <w:r w:rsidR="00420D8D" w:rsidRPr="00B82138">
        <w:rPr>
          <w:rFonts w:ascii="Angsana New" w:hAnsi="Angsana New"/>
          <w:sz w:val="30"/>
          <w:szCs w:val="30"/>
        </w:rPr>
        <w:t xml:space="preserve"> </w:t>
      </w:r>
      <w:r w:rsidR="00F423A8" w:rsidRPr="00B82138">
        <w:rPr>
          <w:rFonts w:ascii="Angsana New" w:hAnsi="Angsana New"/>
          <w:sz w:val="30"/>
          <w:szCs w:val="30"/>
          <w:cs/>
        </w:rPr>
        <w:t xml:space="preserve">5 </w:t>
      </w:r>
      <w:r w:rsidR="00AE0F44" w:rsidRPr="00B82138">
        <w:rPr>
          <w:rFonts w:ascii="Angsana New" w:hAnsi="Angsana New"/>
          <w:sz w:val="30"/>
          <w:szCs w:val="30"/>
          <w:cs/>
        </w:rPr>
        <w:t>ต่อปี</w:t>
      </w:r>
    </w:p>
    <w:p w:rsidR="00420D8D" w:rsidRPr="00B82138" w:rsidRDefault="004D494E" w:rsidP="00420D8D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 xml:space="preserve">อัตราการหมุนเวียนของพนักงาน             </w:t>
      </w:r>
      <w:r w:rsidR="009D732C" w:rsidRPr="00B82138">
        <w:rPr>
          <w:rFonts w:ascii="Angsana New" w:hAnsi="Angsana New"/>
          <w:sz w:val="30"/>
          <w:szCs w:val="30"/>
          <w:cs/>
        </w:rPr>
        <w:tab/>
      </w:r>
      <w:r w:rsidR="00420D8D" w:rsidRPr="00B82138">
        <w:rPr>
          <w:rFonts w:ascii="Angsana New" w:hAnsi="Angsana New"/>
          <w:sz w:val="30"/>
          <w:szCs w:val="30"/>
          <w:cs/>
        </w:rPr>
        <w:t>ร้อยละ 2.87 - 34.38</w:t>
      </w:r>
      <w:r w:rsidR="00420D8D" w:rsidRPr="00B82138">
        <w:rPr>
          <w:rFonts w:ascii="Angsana New" w:hAnsi="Angsana New"/>
          <w:sz w:val="30"/>
          <w:szCs w:val="30"/>
        </w:rPr>
        <w:t xml:space="preserve"> </w:t>
      </w:r>
      <w:r w:rsidR="00AE0F44" w:rsidRPr="00B82138">
        <w:rPr>
          <w:rFonts w:ascii="Angsana New" w:hAnsi="Angsana New"/>
          <w:sz w:val="30"/>
          <w:szCs w:val="30"/>
          <w:cs/>
        </w:rPr>
        <w:t>ต่อปี</w:t>
      </w:r>
    </w:p>
    <w:p w:rsidR="00A703BB" w:rsidRPr="00B82138" w:rsidRDefault="00A703BB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420D8D" w:rsidRPr="00B82138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82138">
        <w:rPr>
          <w:rFonts w:ascii="Angsana New" w:hAnsi="Angsana New"/>
          <w:sz w:val="30"/>
          <w:szCs w:val="30"/>
          <w:cs/>
        </w:rPr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420D8D" w:rsidRPr="00DC71C9" w:rsidRDefault="00420D8D" w:rsidP="00420D8D">
      <w:pPr>
        <w:pStyle w:val="BodyText2"/>
        <w:ind w:left="0" w:firstLine="0"/>
        <w:jc w:val="thaiDistribute"/>
        <w:rPr>
          <w:rFonts w:ascii="Angsana New" w:hAnsi="Angsana New"/>
          <w:sz w:val="20"/>
          <w:szCs w:val="20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420D8D" w:rsidRPr="00B82138" w:rsidTr="00EF1065">
        <w:tc>
          <w:tcPr>
            <w:tcW w:w="5058" w:type="dxa"/>
            <w:vAlign w:val="bottom"/>
          </w:tcPr>
          <w:p w:rsidR="00420D8D" w:rsidRPr="00B82138" w:rsidRDefault="00420D8D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420D8D" w:rsidRPr="00B82138" w:rsidTr="00EF1065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20D8D" w:rsidRPr="00B82138" w:rsidRDefault="00420D8D" w:rsidP="003854CB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หากสมมติฐานลดลง</w:t>
            </w:r>
          </w:p>
        </w:tc>
      </w:tr>
      <w:tr w:rsidR="00E11780" w:rsidRPr="00B82138" w:rsidTr="00EF1065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E11780" w:rsidRPr="00B82138" w:rsidRDefault="00E11780" w:rsidP="003854CB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11780" w:rsidRPr="00EF025A" w:rsidRDefault="003D5292" w:rsidP="00EF02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F025A" w:rsidRPr="00EF025A">
              <w:rPr>
                <w:rFonts w:ascii="Angsana New" w:hAnsi="Angsana New"/>
                <w:sz w:val="30"/>
                <w:szCs w:val="30"/>
              </w:rPr>
              <w:t>477</w:t>
            </w:r>
            <w:r w:rsidR="00E11780" w:rsidRPr="00EF025A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11780" w:rsidRPr="00EF025A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E11780" w:rsidRPr="00EF025A" w:rsidRDefault="00E11780" w:rsidP="00EF02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5</w:t>
            </w:r>
            <w:r w:rsidR="00EF025A" w:rsidRPr="00EF025A">
              <w:rPr>
                <w:rFonts w:ascii="Angsana New" w:hAnsi="Angsana New"/>
                <w:sz w:val="30"/>
                <w:szCs w:val="30"/>
              </w:rPr>
              <w:t>15</w:t>
            </w:r>
          </w:p>
        </w:tc>
      </w:tr>
      <w:tr w:rsidR="00E11780" w:rsidRPr="00B82138" w:rsidTr="00EF1065">
        <w:tc>
          <w:tcPr>
            <w:tcW w:w="5058" w:type="dxa"/>
            <w:vAlign w:val="bottom"/>
          </w:tcPr>
          <w:p w:rsidR="00E11780" w:rsidRPr="00B82138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EF025A" w:rsidRDefault="00E11780" w:rsidP="00EF02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1,</w:t>
            </w:r>
            <w:r w:rsidR="00EF025A" w:rsidRPr="00EF025A">
              <w:rPr>
                <w:rFonts w:ascii="Angsana New" w:hAnsi="Angsana New"/>
                <w:sz w:val="30"/>
                <w:szCs w:val="30"/>
              </w:rPr>
              <w:t>107</w:t>
            </w:r>
          </w:p>
        </w:tc>
        <w:tc>
          <w:tcPr>
            <w:tcW w:w="261" w:type="dxa"/>
          </w:tcPr>
          <w:p w:rsidR="00E11780" w:rsidRPr="00EF025A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EF025A" w:rsidRDefault="00E11780" w:rsidP="00EF02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="00EF025A" w:rsidRPr="00EF025A">
              <w:rPr>
                <w:rFonts w:ascii="Angsana New" w:hAnsi="Angsana New"/>
                <w:sz w:val="30"/>
                <w:szCs w:val="30"/>
              </w:rPr>
              <w:t>956</w:t>
            </w:r>
            <w:r w:rsidRPr="00EF025A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E11780" w:rsidRPr="00B82138" w:rsidTr="00EF1065">
        <w:tc>
          <w:tcPr>
            <w:tcW w:w="5058" w:type="dxa"/>
            <w:vAlign w:val="bottom"/>
          </w:tcPr>
          <w:p w:rsidR="00E11780" w:rsidRPr="00B82138" w:rsidRDefault="00E11780" w:rsidP="003854CB">
            <w:pPr>
              <w:pStyle w:val="NoSpacing"/>
              <w:rPr>
                <w:rFonts w:ascii="Angsana New" w:hAnsi="Angsana New"/>
                <w:szCs w:val="30"/>
              </w:rPr>
            </w:pPr>
            <w:r w:rsidRPr="00B82138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B82138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Pr="00B82138">
              <w:rPr>
                <w:rFonts w:ascii="Angsana New" w:hAnsi="Angsana New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:rsidR="00E11780" w:rsidRPr="00B82138" w:rsidRDefault="00E11780" w:rsidP="003854CB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E11780" w:rsidRPr="00EF025A" w:rsidRDefault="00E11780" w:rsidP="00EF02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3D5292" w:rsidRPr="00EF025A">
              <w:rPr>
                <w:rFonts w:ascii="Angsana New" w:hAnsi="Angsana New"/>
                <w:sz w:val="30"/>
                <w:szCs w:val="30"/>
              </w:rPr>
              <w:t>1,</w:t>
            </w:r>
            <w:r w:rsidR="00EF025A" w:rsidRPr="00EF025A">
              <w:rPr>
                <w:rFonts w:ascii="Angsana New" w:hAnsi="Angsana New"/>
                <w:sz w:val="30"/>
                <w:szCs w:val="30"/>
              </w:rPr>
              <w:t>007</w:t>
            </w:r>
            <w:r w:rsidRPr="00EF025A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11780" w:rsidRPr="00EF025A" w:rsidRDefault="00E11780" w:rsidP="00950A3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E11780" w:rsidRPr="00EF025A" w:rsidRDefault="00E11780" w:rsidP="003D5292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1,</w:t>
            </w:r>
            <w:r w:rsidR="00EF025A" w:rsidRPr="00EF025A">
              <w:rPr>
                <w:rFonts w:ascii="Angsana New" w:hAnsi="Angsana New" w:hint="cs"/>
                <w:sz w:val="30"/>
                <w:szCs w:val="30"/>
                <w:cs/>
              </w:rPr>
              <w:t>229</w:t>
            </w:r>
          </w:p>
        </w:tc>
      </w:tr>
    </w:tbl>
    <w:p w:rsidR="0009604B" w:rsidRPr="007D677B" w:rsidRDefault="0009604B" w:rsidP="007D677B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9"/>
          <w:szCs w:val="29"/>
        </w:rPr>
      </w:pPr>
      <w:r w:rsidRPr="007D677B">
        <w:rPr>
          <w:rFonts w:ascii="Angsana New" w:hAnsi="Angsana New" w:hint="cs"/>
          <w:b/>
          <w:bCs/>
          <w:sz w:val="29"/>
          <w:szCs w:val="29"/>
          <w:cs/>
        </w:rPr>
        <w:lastRenderedPageBreak/>
        <w:t>ภาษีเงินได้</w:t>
      </w:r>
    </w:p>
    <w:p w:rsidR="0014612C" w:rsidRPr="00AD4AA7" w:rsidRDefault="0014612C" w:rsidP="001461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396819" w:rsidRPr="00AD09F2" w:rsidRDefault="0009604B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9"/>
          <w:szCs w:val="29"/>
        </w:rPr>
      </w:pPr>
      <w:r w:rsidRPr="00AD09F2">
        <w:rPr>
          <w:rFonts w:ascii="Angsana New" w:hAnsi="Angsana New"/>
          <w:sz w:val="29"/>
          <w:szCs w:val="29"/>
          <w:cs/>
        </w:rPr>
        <w:t>ภาษีเงินได้</w:t>
      </w:r>
      <w:r w:rsidRPr="00AD09F2">
        <w:rPr>
          <w:rFonts w:ascii="Angsana New" w:hAnsi="Angsana New" w:hint="cs"/>
          <w:sz w:val="29"/>
          <w:szCs w:val="29"/>
          <w:cs/>
        </w:rPr>
        <w:t>นิติบุคคล</w:t>
      </w:r>
      <w:r w:rsidRPr="00AD09F2">
        <w:rPr>
          <w:rFonts w:ascii="Angsana New" w:hAnsi="Angsana New"/>
          <w:sz w:val="29"/>
          <w:szCs w:val="29"/>
          <w:cs/>
        </w:rPr>
        <w:t>ที่บันทึกเป็นค่าใช้จ่าย</w:t>
      </w:r>
      <w:r w:rsidRPr="00AD09F2">
        <w:rPr>
          <w:rFonts w:ascii="Angsana New" w:hAnsi="Angsana New" w:hint="cs"/>
          <w:sz w:val="29"/>
          <w:szCs w:val="29"/>
          <w:cs/>
        </w:rPr>
        <w:t xml:space="preserve"> (รายได้) สำหรับงวดสาม</w:t>
      </w:r>
      <w:r w:rsidR="006A1E21" w:rsidRPr="00AD09F2">
        <w:rPr>
          <w:rFonts w:ascii="Angsana New" w:hAnsi="Angsana New" w:hint="cs"/>
          <w:sz w:val="29"/>
          <w:szCs w:val="29"/>
          <w:cs/>
        </w:rPr>
        <w:t>เดือน</w:t>
      </w:r>
      <w:r w:rsidR="00334F7E" w:rsidRPr="00AD09F2">
        <w:rPr>
          <w:rFonts w:ascii="Angsana New" w:hAnsi="Angsana New" w:hint="cs"/>
          <w:sz w:val="29"/>
          <w:szCs w:val="29"/>
          <w:cs/>
        </w:rPr>
        <w:t>และ</w:t>
      </w:r>
      <w:r w:rsidR="0011037F">
        <w:rPr>
          <w:rFonts w:ascii="Angsana New" w:hAnsi="Angsana New" w:hint="cs"/>
          <w:sz w:val="29"/>
          <w:szCs w:val="29"/>
          <w:cs/>
        </w:rPr>
        <w:t>เก้าเดือน</w:t>
      </w:r>
      <w:r w:rsidRPr="00AD09F2">
        <w:rPr>
          <w:rFonts w:ascii="Angsana New" w:hAnsi="Angsana New"/>
          <w:sz w:val="29"/>
          <w:szCs w:val="29"/>
          <w:cs/>
        </w:rPr>
        <w:t xml:space="preserve">สิ้นสุดวันที่ </w:t>
      </w:r>
      <w:r w:rsidR="0011037F">
        <w:rPr>
          <w:rFonts w:ascii="Angsana New" w:hAnsi="Angsana New"/>
          <w:sz w:val="29"/>
          <w:szCs w:val="29"/>
        </w:rPr>
        <w:t xml:space="preserve">30 </w:t>
      </w:r>
      <w:r w:rsidR="0011037F">
        <w:rPr>
          <w:rFonts w:ascii="Angsana New" w:hAnsi="Angsana New"/>
          <w:sz w:val="29"/>
          <w:szCs w:val="29"/>
          <w:cs/>
        </w:rPr>
        <w:t>กันยายน</w:t>
      </w:r>
      <w:r w:rsidRPr="00AD09F2">
        <w:rPr>
          <w:rFonts w:ascii="Angsana New" w:hAnsi="Angsana New" w:hint="cs"/>
          <w:sz w:val="29"/>
          <w:szCs w:val="29"/>
          <w:cs/>
        </w:rPr>
        <w:t xml:space="preserve"> </w:t>
      </w:r>
      <w:r w:rsidRPr="00AD09F2">
        <w:rPr>
          <w:rFonts w:ascii="Angsana New" w:hAnsi="Angsana New"/>
          <w:sz w:val="29"/>
          <w:szCs w:val="29"/>
        </w:rPr>
        <w:t>25</w:t>
      </w:r>
      <w:r w:rsidR="00B4243F" w:rsidRPr="00AD09F2">
        <w:rPr>
          <w:rFonts w:ascii="Angsana New" w:hAnsi="Angsana New"/>
          <w:sz w:val="29"/>
          <w:szCs w:val="29"/>
        </w:rPr>
        <w:t>6</w:t>
      </w:r>
      <w:r w:rsidR="008E4DCB">
        <w:rPr>
          <w:rFonts w:ascii="Angsana New" w:hAnsi="Angsana New"/>
          <w:sz w:val="29"/>
          <w:szCs w:val="29"/>
        </w:rPr>
        <w:t>4</w:t>
      </w:r>
      <w:r w:rsidR="001F01F5">
        <w:rPr>
          <w:rFonts w:ascii="Angsana New" w:hAnsi="Angsana New"/>
          <w:sz w:val="29"/>
          <w:szCs w:val="29"/>
        </w:rPr>
        <w:t xml:space="preserve"> </w:t>
      </w:r>
      <w:r w:rsidRPr="00AD09F2">
        <w:rPr>
          <w:rFonts w:ascii="Angsana New" w:hAnsi="Angsana New" w:hint="cs"/>
          <w:sz w:val="29"/>
          <w:szCs w:val="29"/>
          <w:cs/>
        </w:rPr>
        <w:t xml:space="preserve">และ </w:t>
      </w:r>
      <w:r w:rsidR="00B4243F" w:rsidRPr="00AD09F2">
        <w:rPr>
          <w:rFonts w:ascii="Angsana New" w:hAnsi="Angsana New"/>
          <w:sz w:val="29"/>
          <w:szCs w:val="29"/>
        </w:rPr>
        <w:t>256</w:t>
      </w:r>
      <w:r w:rsidR="008E4DCB">
        <w:rPr>
          <w:rFonts w:ascii="Angsana New" w:hAnsi="Angsana New"/>
          <w:sz w:val="29"/>
          <w:szCs w:val="29"/>
        </w:rPr>
        <w:t>3</w:t>
      </w:r>
      <w:r w:rsidRPr="00AD09F2">
        <w:rPr>
          <w:rFonts w:ascii="Angsana New" w:hAnsi="Angsana New" w:hint="cs"/>
          <w:sz w:val="29"/>
          <w:szCs w:val="29"/>
          <w:cs/>
        </w:rPr>
        <w:t xml:space="preserve"> </w:t>
      </w:r>
      <w:r w:rsidRPr="00AD09F2">
        <w:rPr>
          <w:rFonts w:ascii="Angsana New" w:hAnsi="Angsana New"/>
          <w:sz w:val="29"/>
          <w:szCs w:val="29"/>
          <w:cs/>
        </w:rPr>
        <w:t>ประกอบด้วยรายการดังนี้</w:t>
      </w:r>
    </w:p>
    <w:p w:rsidR="00E11780" w:rsidRPr="007A2361" w:rsidRDefault="00E11780" w:rsidP="00E852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9738" w:type="dxa"/>
        <w:tblLayout w:type="fixed"/>
        <w:tblLook w:val="04A0"/>
      </w:tblPr>
      <w:tblGrid>
        <w:gridCol w:w="4960"/>
        <w:gridCol w:w="991"/>
        <w:gridCol w:w="284"/>
        <w:gridCol w:w="977"/>
        <w:gridCol w:w="282"/>
        <w:gridCol w:w="978"/>
        <w:gridCol w:w="254"/>
        <w:gridCol w:w="1012"/>
      </w:tblGrid>
      <w:tr w:rsidR="00044DCA" w:rsidRPr="00AD09F2" w:rsidTr="0019794B">
        <w:trPr>
          <w:trHeight w:val="368"/>
          <w:tblHeader/>
        </w:trPr>
        <w:tc>
          <w:tcPr>
            <w:tcW w:w="4960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4778" w:type="dxa"/>
            <w:gridSpan w:val="7"/>
            <w:tcBorders>
              <w:bottom w:val="single" w:sz="4" w:space="0" w:color="auto"/>
            </w:tcBorders>
          </w:tcPr>
          <w:p w:rsidR="00044DCA" w:rsidRPr="00AD09F2" w:rsidRDefault="00A3709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 xml:space="preserve">งวดสามเดือน 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(</w:t>
            </w: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พันบาท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)</w:t>
            </w:r>
          </w:p>
        </w:tc>
      </w:tr>
      <w:tr w:rsidR="00044DCA" w:rsidRPr="00AD09F2" w:rsidTr="0019794B">
        <w:trPr>
          <w:trHeight w:val="368"/>
          <w:tblHeader/>
        </w:trPr>
        <w:tc>
          <w:tcPr>
            <w:tcW w:w="4960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2244" w:type="dxa"/>
            <w:gridSpan w:val="3"/>
            <w:tcBorders>
              <w:bottom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044DCA" w:rsidRPr="00AD09F2" w:rsidTr="0019794B">
        <w:trPr>
          <w:trHeight w:val="368"/>
          <w:tblHeader/>
        </w:trPr>
        <w:tc>
          <w:tcPr>
            <w:tcW w:w="4960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  <w:tc>
          <w:tcPr>
            <w:tcW w:w="282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256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4</w:t>
            </w:r>
          </w:p>
        </w:tc>
        <w:tc>
          <w:tcPr>
            <w:tcW w:w="254" w:type="dxa"/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44DCA" w:rsidRPr="00AD09F2" w:rsidRDefault="00044DCA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29"/>
                <w:szCs w:val="29"/>
              </w:rPr>
            </w:pP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25</w:t>
            </w:r>
            <w:r w:rsidRPr="00AD09F2">
              <w:rPr>
                <w:rFonts w:ascii="Angsana New" w:hAnsi="Angsana New" w:hint="cs"/>
                <w:color w:val="000000"/>
                <w:sz w:val="29"/>
                <w:szCs w:val="29"/>
                <w:cs/>
              </w:rPr>
              <w:t>6</w:t>
            </w:r>
            <w:r w:rsidRPr="00AD09F2">
              <w:rPr>
                <w:rFonts w:ascii="Angsana New" w:hAnsi="Angsana New"/>
                <w:color w:val="000000"/>
                <w:sz w:val="29"/>
                <w:szCs w:val="29"/>
              </w:rPr>
              <w:t>3</w:t>
            </w:r>
          </w:p>
        </w:tc>
      </w:tr>
      <w:tr w:rsidR="00AD09F2" w:rsidRPr="00AD09F2" w:rsidTr="0019794B">
        <w:trPr>
          <w:trHeight w:val="368"/>
        </w:trPr>
        <w:tc>
          <w:tcPr>
            <w:tcW w:w="4960" w:type="dxa"/>
          </w:tcPr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:rsidR="00AD09F2" w:rsidRPr="00764E67" w:rsidRDefault="00E2535E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6,097</w:t>
            </w:r>
          </w:p>
        </w:tc>
        <w:tc>
          <w:tcPr>
            <w:tcW w:w="284" w:type="dxa"/>
          </w:tcPr>
          <w:p w:rsidR="00AD09F2" w:rsidRPr="00764E67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vAlign w:val="bottom"/>
          </w:tcPr>
          <w:p w:rsidR="00AD09F2" w:rsidRPr="00764E67" w:rsidRDefault="00F01B5A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3,037</w:t>
            </w:r>
          </w:p>
        </w:tc>
        <w:tc>
          <w:tcPr>
            <w:tcW w:w="282" w:type="dxa"/>
          </w:tcPr>
          <w:p w:rsidR="00AD09F2" w:rsidRPr="00764E67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9F2" w:rsidRPr="00764E67" w:rsidRDefault="00EF4A88" w:rsidP="00EF4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6,215</w:t>
            </w:r>
          </w:p>
        </w:tc>
        <w:tc>
          <w:tcPr>
            <w:tcW w:w="254" w:type="dxa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vAlign w:val="bottom"/>
          </w:tcPr>
          <w:p w:rsidR="00AD09F2" w:rsidRPr="00AC2233" w:rsidRDefault="00F01B5A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3,066</w:t>
            </w:r>
          </w:p>
        </w:tc>
      </w:tr>
      <w:tr w:rsidR="00376B0A" w:rsidRPr="00AD09F2" w:rsidTr="0019794B">
        <w:trPr>
          <w:trHeight w:val="368"/>
        </w:trPr>
        <w:tc>
          <w:tcPr>
            <w:tcW w:w="4960" w:type="dxa"/>
          </w:tcPr>
          <w:p w:rsidR="00376B0A" w:rsidRPr="00AD09F2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ราย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การ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ที่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ถือเป็นรายจ่ายทางภาษีไม่ได้</w:t>
            </w:r>
          </w:p>
        </w:tc>
        <w:tc>
          <w:tcPr>
            <w:tcW w:w="991" w:type="dxa"/>
            <w:vAlign w:val="bottom"/>
          </w:tcPr>
          <w:p w:rsidR="00376B0A" w:rsidRPr="00764E67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2535E" w:rsidRPr="00764E67">
              <w:rPr>
                <w:rFonts w:asciiTheme="majorBidi" w:hAnsiTheme="majorBidi" w:cstheme="majorBidi"/>
                <w:sz w:val="30"/>
                <w:szCs w:val="30"/>
              </w:rPr>
              <w:t>,32</w:t>
            </w:r>
            <w:r w:rsidR="00764E67" w:rsidRPr="00764E67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84" w:type="dxa"/>
          </w:tcPr>
          <w:p w:rsidR="00376B0A" w:rsidRPr="00764E67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:rsidR="00376B0A" w:rsidRPr="00764E67" w:rsidRDefault="00F01B5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282</w:t>
            </w:r>
          </w:p>
        </w:tc>
        <w:tc>
          <w:tcPr>
            <w:tcW w:w="282" w:type="dxa"/>
          </w:tcPr>
          <w:p w:rsidR="00376B0A" w:rsidRPr="00764E67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376B0A" w:rsidRPr="00764E67" w:rsidRDefault="00EF4A88" w:rsidP="00EF4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1,20</w:t>
            </w:r>
            <w:r w:rsidR="00C0662F" w:rsidRPr="00764E67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</w:p>
        </w:tc>
        <w:tc>
          <w:tcPr>
            <w:tcW w:w="254" w:type="dxa"/>
            <w:vAlign w:val="bottom"/>
          </w:tcPr>
          <w:p w:rsidR="00376B0A" w:rsidRPr="00AC2233" w:rsidRDefault="00376B0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:rsidR="00376B0A" w:rsidRPr="00AC2233" w:rsidRDefault="00F01B5A" w:rsidP="00376B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253</w:t>
            </w:r>
          </w:p>
        </w:tc>
      </w:tr>
      <w:tr w:rsidR="00AD09F2" w:rsidRPr="00AD09F2" w:rsidTr="0019794B">
        <w:trPr>
          <w:trHeight w:val="368"/>
        </w:trPr>
        <w:tc>
          <w:tcPr>
            <w:tcW w:w="4960" w:type="dxa"/>
          </w:tcPr>
          <w:p w:rsidR="00AC2233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ผลกระทบจากรายการที่สามารถหักเป็นรายจ่าย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ทาง</w:t>
            </w:r>
          </w:p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ภาษี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ได้เพิ่มเติม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:rsidR="00AD09F2" w:rsidRPr="00764E67" w:rsidRDefault="00AD09F2" w:rsidP="00614B4B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64E67" w:rsidRPr="00764E67">
              <w:rPr>
                <w:rFonts w:ascii="Angsana New" w:hAnsi="Angsana New"/>
                <w:sz w:val="30"/>
                <w:szCs w:val="30"/>
              </w:rPr>
              <w:t>777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AD09F2" w:rsidRPr="00764E67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bottom"/>
          </w:tcPr>
          <w:p w:rsidR="00AD09F2" w:rsidRPr="00764E67" w:rsidRDefault="00AD09F2" w:rsidP="00F01B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2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F01B5A" w:rsidRPr="00764E67">
              <w:rPr>
                <w:rFonts w:ascii="Angsana New" w:hAnsi="Angsana New"/>
                <w:sz w:val="30"/>
                <w:szCs w:val="30"/>
              </w:rPr>
              <w:t xml:space="preserve"> 195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2" w:type="dxa"/>
          </w:tcPr>
          <w:p w:rsidR="00AD09F2" w:rsidRPr="00764E67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9F2" w:rsidRPr="00764E67" w:rsidRDefault="00AD09F2" w:rsidP="002C4857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C0662F" w:rsidRPr="00764E67">
              <w:rPr>
                <w:rFonts w:ascii="Angsana New" w:hAnsi="Angsana New" w:hint="cs"/>
                <w:sz w:val="30"/>
                <w:szCs w:val="30"/>
                <w:cs/>
              </w:rPr>
              <w:t>777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4" w:type="dxa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vAlign w:val="bottom"/>
          </w:tcPr>
          <w:p w:rsidR="00AD09F2" w:rsidRPr="00AC2233" w:rsidRDefault="00AD09F2" w:rsidP="00F01B5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1066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C2233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F01B5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C2233">
              <w:rPr>
                <w:rFonts w:ascii="Angsana New" w:hAnsi="Angsana New"/>
                <w:sz w:val="30"/>
                <w:szCs w:val="30"/>
              </w:rPr>
              <w:t>1</w:t>
            </w:r>
            <w:r w:rsidR="00F01B5A">
              <w:rPr>
                <w:rFonts w:ascii="Angsana New" w:hAnsi="Angsana New"/>
                <w:sz w:val="30"/>
                <w:szCs w:val="30"/>
              </w:rPr>
              <w:t>95</w:t>
            </w:r>
            <w:r w:rsidRPr="00AC223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D09F2" w:rsidRPr="00AD09F2" w:rsidTr="00764E67">
        <w:trPr>
          <w:trHeight w:val="368"/>
        </w:trPr>
        <w:tc>
          <w:tcPr>
            <w:tcW w:w="4960" w:type="dxa"/>
          </w:tcPr>
          <w:p w:rsidR="00AD09F2" w:rsidRPr="00AD09F2" w:rsidRDefault="00AD09F2" w:rsidP="00AD09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:rsidR="00AD09F2" w:rsidRPr="00764E67" w:rsidRDefault="00764E67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6,644</w:t>
            </w:r>
          </w:p>
        </w:tc>
        <w:tc>
          <w:tcPr>
            <w:tcW w:w="284" w:type="dxa"/>
          </w:tcPr>
          <w:p w:rsidR="00AD09F2" w:rsidRPr="00764E67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</w:tcBorders>
            <w:vAlign w:val="bottom"/>
          </w:tcPr>
          <w:p w:rsidR="00AD09F2" w:rsidRPr="00764E67" w:rsidRDefault="00F01B5A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3,124</w:t>
            </w:r>
          </w:p>
        </w:tc>
        <w:tc>
          <w:tcPr>
            <w:tcW w:w="282" w:type="dxa"/>
          </w:tcPr>
          <w:p w:rsidR="00AD09F2" w:rsidRPr="00764E67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9F2" w:rsidRPr="00764E67" w:rsidRDefault="00C0662F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6,644</w:t>
            </w:r>
          </w:p>
        </w:tc>
        <w:tc>
          <w:tcPr>
            <w:tcW w:w="254" w:type="dxa"/>
            <w:vAlign w:val="bottom"/>
          </w:tcPr>
          <w:p w:rsidR="00AD09F2" w:rsidRPr="00AC2233" w:rsidRDefault="00AD09F2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</w:tcBorders>
            <w:vAlign w:val="bottom"/>
          </w:tcPr>
          <w:p w:rsidR="00AD09F2" w:rsidRPr="00AC2233" w:rsidRDefault="00F01B5A" w:rsidP="00AC22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3,124</w:t>
            </w:r>
          </w:p>
        </w:tc>
      </w:tr>
      <w:tr w:rsidR="00E2535E" w:rsidRPr="00AD09F2" w:rsidTr="00764E67">
        <w:trPr>
          <w:trHeight w:val="368"/>
        </w:trPr>
        <w:tc>
          <w:tcPr>
            <w:tcW w:w="4960" w:type="dxa"/>
          </w:tcPr>
          <w:p w:rsidR="00E2535E" w:rsidRPr="00AD09F2" w:rsidRDefault="00E2535E" w:rsidP="00E253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สินทรัพย์ภาษีเงินได้รอการตัดบัญชี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ลดลง</w:t>
            </w:r>
            <w:r w:rsidR="00C0662F">
              <w:rPr>
                <w:rFonts w:asciiTheme="majorBidi" w:hAnsiTheme="majorBidi" w:cstheme="majorBidi"/>
                <w:sz w:val="29"/>
                <w:szCs w:val="29"/>
              </w:rPr>
              <w:t xml:space="preserve"> </w:t>
            </w:r>
            <w:r w:rsidR="00C0662F">
              <w:rPr>
                <w:rFonts w:asciiTheme="majorBidi" w:hAnsiTheme="majorBidi" w:cstheme="majorBidi" w:hint="cs"/>
                <w:sz w:val="29"/>
                <w:szCs w:val="29"/>
                <w:cs/>
              </w:rPr>
              <w:t>(เพิ่มขึ้น)</w:t>
            </w:r>
          </w:p>
        </w:tc>
        <w:tc>
          <w:tcPr>
            <w:tcW w:w="991" w:type="dxa"/>
            <w:vAlign w:val="bottom"/>
          </w:tcPr>
          <w:p w:rsidR="00E2535E" w:rsidRPr="00764E67" w:rsidRDefault="00C0662F" w:rsidP="00E2535E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483</w:t>
            </w:r>
            <w:r w:rsidR="00E2535E"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E2535E" w:rsidRPr="00764E67" w:rsidRDefault="00E2535E" w:rsidP="00E2535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7" w:type="dxa"/>
            <w:vAlign w:val="bottom"/>
          </w:tcPr>
          <w:p w:rsidR="00E2535E" w:rsidRPr="00764E67" w:rsidRDefault="00E2535E" w:rsidP="00E253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282" w:type="dxa"/>
          </w:tcPr>
          <w:p w:rsidR="00E2535E" w:rsidRPr="00764E67" w:rsidRDefault="00E2535E" w:rsidP="00E2535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shd w:val="clear" w:color="auto" w:fill="auto"/>
            <w:vAlign w:val="bottom"/>
          </w:tcPr>
          <w:p w:rsidR="00E2535E" w:rsidRPr="00764E67" w:rsidRDefault="00C0662F" w:rsidP="00E2535E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   483</w:t>
            </w:r>
            <w:r w:rsidR="00E2535E"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4" w:type="dxa"/>
            <w:vAlign w:val="bottom"/>
          </w:tcPr>
          <w:p w:rsidR="00E2535E" w:rsidRPr="00AC2233" w:rsidRDefault="00E2535E" w:rsidP="00E2535E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:rsidR="00E2535E" w:rsidRPr="00A208BD" w:rsidRDefault="00E2535E" w:rsidP="00E253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208BD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764E67" w:rsidRPr="00AD09F2" w:rsidTr="00764E67">
        <w:trPr>
          <w:trHeight w:val="368"/>
        </w:trPr>
        <w:tc>
          <w:tcPr>
            <w:tcW w:w="4960" w:type="dxa"/>
          </w:tcPr>
          <w:p w:rsidR="00764E67" w:rsidRPr="00AD09F2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หนี้สิน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  <w:tc>
          <w:tcPr>
            <w:tcW w:w="284" w:type="dxa"/>
          </w:tcPr>
          <w:p w:rsidR="00764E67" w:rsidRPr="00764E67" w:rsidRDefault="00764E67" w:rsidP="00764E6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2" w:type="dxa"/>
          </w:tcPr>
          <w:p w:rsidR="00764E67" w:rsidRPr="00764E67" w:rsidRDefault="00764E67" w:rsidP="00764E6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  <w:tc>
          <w:tcPr>
            <w:tcW w:w="254" w:type="dxa"/>
            <w:vAlign w:val="bottom"/>
          </w:tcPr>
          <w:p w:rsidR="00764E67" w:rsidRPr="00AC2233" w:rsidRDefault="00764E67" w:rsidP="00764E6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764E67" w:rsidRPr="00AD09F2" w:rsidTr="0019794B">
        <w:trPr>
          <w:trHeight w:val="368"/>
        </w:trPr>
        <w:tc>
          <w:tcPr>
            <w:tcW w:w="4960" w:type="dxa"/>
          </w:tcPr>
          <w:p w:rsid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ภาษีเงินได้ที่แสดง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เป็นรายการ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กำไรหรือขาดทุน</w:t>
            </w:r>
          </w:p>
          <w:p w:rsidR="00764E67" w:rsidRPr="00AD09F2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ในงบกำไร</w:t>
            </w:r>
            <w:r w:rsidRPr="00AD09F2">
              <w:rPr>
                <w:rFonts w:asciiTheme="majorBidi" w:hAnsiTheme="majorBidi" w:cstheme="majorBidi" w:hint="cs"/>
                <w:sz w:val="29"/>
                <w:szCs w:val="29"/>
                <w:cs/>
              </w:rPr>
              <w:t>ขาดทุนเ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บ็ดเสร็จ</w:t>
            </w: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6,528</w:t>
            </w:r>
          </w:p>
        </w:tc>
        <w:tc>
          <w:tcPr>
            <w:tcW w:w="284" w:type="dxa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3,184</w:t>
            </w:r>
          </w:p>
        </w:tc>
        <w:tc>
          <w:tcPr>
            <w:tcW w:w="282" w:type="dxa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6,528</w:t>
            </w:r>
          </w:p>
        </w:tc>
        <w:tc>
          <w:tcPr>
            <w:tcW w:w="254" w:type="dxa"/>
            <w:vAlign w:val="bottom"/>
          </w:tcPr>
          <w:p w:rsidR="00764E67" w:rsidRPr="00AC2233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64E67" w:rsidRPr="00AC2233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3,184</w:t>
            </w:r>
          </w:p>
        </w:tc>
      </w:tr>
    </w:tbl>
    <w:p w:rsidR="00044DCA" w:rsidRPr="007A2361" w:rsidRDefault="00044DCA" w:rsidP="0009604B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Y="151"/>
        <w:tblOverlap w:val="never"/>
        <w:tblW w:w="9747" w:type="dxa"/>
        <w:tblLayout w:type="fixed"/>
        <w:tblLook w:val="04A0"/>
      </w:tblPr>
      <w:tblGrid>
        <w:gridCol w:w="4928"/>
        <w:gridCol w:w="992"/>
        <w:gridCol w:w="284"/>
        <w:gridCol w:w="992"/>
        <w:gridCol w:w="282"/>
        <w:gridCol w:w="994"/>
        <w:gridCol w:w="249"/>
        <w:gridCol w:w="1026"/>
      </w:tblGrid>
      <w:tr w:rsidR="00AD09F2" w:rsidRPr="001824BC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งวด</w:t>
            </w:r>
            <w:r w:rsidR="0011037F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เก้าเดือน</w:t>
            </w: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(</w:t>
            </w: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พันบาท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)</w:t>
            </w:r>
          </w:p>
        </w:tc>
      </w:tr>
      <w:tr w:rsidR="00AD09F2" w:rsidRPr="001824BC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2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269" w:type="dxa"/>
            <w:gridSpan w:val="3"/>
            <w:tcBorders>
              <w:bottom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D09F2" w:rsidRPr="001824BC" w:rsidTr="00D4341C">
        <w:trPr>
          <w:trHeight w:val="368"/>
          <w:tblHeader/>
        </w:trPr>
        <w:tc>
          <w:tcPr>
            <w:tcW w:w="4928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spacing w:line="240" w:lineRule="auto"/>
              <w:ind w:right="342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2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256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249" w:type="dxa"/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9F2" w:rsidRPr="001824BC" w:rsidRDefault="00AD09F2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25</w:t>
            </w:r>
            <w:r w:rsidRP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6</w:t>
            </w:r>
            <w:r w:rsidRPr="001824BC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1824BC" w:rsidRPr="001824BC" w:rsidTr="00764E67">
        <w:trPr>
          <w:trHeight w:val="368"/>
        </w:trPr>
        <w:tc>
          <w:tcPr>
            <w:tcW w:w="4928" w:type="dxa"/>
          </w:tcPr>
          <w:p w:rsidR="001824BC" w:rsidRPr="001824BC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24BC" w:rsidRPr="00764E67" w:rsidRDefault="00E2535E" w:rsidP="00C230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7,448</w:t>
            </w:r>
          </w:p>
        </w:tc>
        <w:tc>
          <w:tcPr>
            <w:tcW w:w="284" w:type="dxa"/>
            <w:shd w:val="clear" w:color="auto" w:fill="auto"/>
          </w:tcPr>
          <w:p w:rsidR="001824BC" w:rsidRPr="00764E67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24BC" w:rsidRPr="00764E67" w:rsidRDefault="001B63D5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7,728</w:t>
            </w:r>
          </w:p>
        </w:tc>
        <w:tc>
          <w:tcPr>
            <w:tcW w:w="282" w:type="dxa"/>
            <w:shd w:val="clear" w:color="auto" w:fill="auto"/>
          </w:tcPr>
          <w:p w:rsidR="001824BC" w:rsidRPr="00764E67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824BC" w:rsidRPr="00764E67" w:rsidRDefault="00EF4A88" w:rsidP="00EF4A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AF3689" w:rsidRPr="00764E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64E67">
              <w:rPr>
                <w:rFonts w:asciiTheme="majorBidi" w:hAnsiTheme="majorBidi" w:cstheme="majorBidi"/>
                <w:sz w:val="30"/>
                <w:szCs w:val="30"/>
              </w:rPr>
              <w:t>646</w:t>
            </w:r>
          </w:p>
        </w:tc>
        <w:tc>
          <w:tcPr>
            <w:tcW w:w="249" w:type="dxa"/>
            <w:vAlign w:val="bottom"/>
          </w:tcPr>
          <w:p w:rsidR="001824BC" w:rsidRPr="003777C9" w:rsidRDefault="001824BC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1824BC" w:rsidRPr="003777C9" w:rsidRDefault="001B63D5" w:rsidP="0037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7,766</w:t>
            </w:r>
          </w:p>
        </w:tc>
      </w:tr>
      <w:tr w:rsidR="00750D0B" w:rsidRPr="001824BC" w:rsidTr="00764E67">
        <w:trPr>
          <w:trHeight w:val="368"/>
        </w:trPr>
        <w:tc>
          <w:tcPr>
            <w:tcW w:w="4928" w:type="dxa"/>
          </w:tcPr>
          <w:p w:rsidR="00750D0B" w:rsidRPr="001824BC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0D0B" w:rsidRPr="00764E67" w:rsidRDefault="00E2535E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764E67" w:rsidRPr="00764E67">
              <w:rPr>
                <w:rFonts w:asciiTheme="majorBidi" w:hAnsiTheme="majorBidi" w:cstheme="majorBidi" w:hint="cs"/>
                <w:sz w:val="30"/>
                <w:szCs w:val="30"/>
                <w:cs/>
              </w:rPr>
              <w:t>437</w:t>
            </w:r>
          </w:p>
        </w:tc>
        <w:tc>
          <w:tcPr>
            <w:tcW w:w="284" w:type="dxa"/>
            <w:shd w:val="clear" w:color="auto" w:fill="auto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1B63D5" w:rsidRPr="00764E67">
              <w:rPr>
                <w:rFonts w:asciiTheme="majorBidi" w:hAnsiTheme="majorBidi" w:cstheme="majorBidi"/>
                <w:sz w:val="30"/>
                <w:szCs w:val="30"/>
              </w:rPr>
              <w:t>352</w:t>
            </w:r>
          </w:p>
        </w:tc>
        <w:tc>
          <w:tcPr>
            <w:tcW w:w="282" w:type="dxa"/>
            <w:shd w:val="clear" w:color="auto" w:fill="auto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750D0B" w:rsidRPr="00764E67" w:rsidRDefault="00EF4A88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1,95</w:t>
            </w:r>
            <w:r w:rsidR="00764E67" w:rsidRPr="00764E67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49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1B63D5">
              <w:rPr>
                <w:rFonts w:asciiTheme="majorBidi" w:hAnsiTheme="majorBidi" w:cstheme="majorBidi"/>
                <w:sz w:val="30"/>
                <w:szCs w:val="30"/>
              </w:rPr>
              <w:t>314</w:t>
            </w:r>
          </w:p>
        </w:tc>
      </w:tr>
      <w:tr w:rsidR="00750D0B" w:rsidRPr="001824BC" w:rsidTr="00764E67">
        <w:trPr>
          <w:trHeight w:val="368"/>
        </w:trPr>
        <w:tc>
          <w:tcPr>
            <w:tcW w:w="4928" w:type="dxa"/>
          </w:tcPr>
          <w:p w:rsidR="00750D0B" w:rsidRPr="001824BC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รายได้ทางภาษี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5,720</w:t>
            </w:r>
          </w:p>
        </w:tc>
        <w:tc>
          <w:tcPr>
            <w:tcW w:w="284" w:type="dxa"/>
            <w:shd w:val="clear" w:color="auto" w:fill="auto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2" w:type="dxa"/>
            <w:shd w:val="clear" w:color="auto" w:fill="auto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750D0B" w:rsidRPr="00764E67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49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750D0B" w:rsidRPr="003777C9" w:rsidRDefault="00750D0B" w:rsidP="00750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764E67" w:rsidRPr="001824BC" w:rsidTr="00764E67">
        <w:trPr>
          <w:trHeight w:val="368"/>
        </w:trPr>
        <w:tc>
          <w:tcPr>
            <w:tcW w:w="4928" w:type="dxa"/>
          </w:tcPr>
          <w:p w:rsid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</w:t>
            </w:r>
          </w:p>
          <w:p w:rsidR="00764E67" w:rsidRPr="001824BC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(1,354)</w:t>
            </w:r>
          </w:p>
        </w:tc>
        <w:tc>
          <w:tcPr>
            <w:tcW w:w="284" w:type="dxa"/>
            <w:shd w:val="clear" w:color="auto" w:fill="auto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(2,101)</w:t>
            </w:r>
          </w:p>
        </w:tc>
        <w:tc>
          <w:tcPr>
            <w:tcW w:w="282" w:type="dxa"/>
            <w:shd w:val="clear" w:color="auto" w:fill="auto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>(1,354)</w:t>
            </w:r>
          </w:p>
        </w:tc>
        <w:tc>
          <w:tcPr>
            <w:tcW w:w="249" w:type="dxa"/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0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4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(2,101</w:t>
            </w:r>
            <w:r w:rsidRPr="003777C9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1B63D5" w:rsidRPr="001824BC" w:rsidTr="00764E67">
        <w:trPr>
          <w:trHeight w:val="368"/>
        </w:trPr>
        <w:tc>
          <w:tcPr>
            <w:tcW w:w="4928" w:type="dxa"/>
          </w:tcPr>
          <w:p w:rsidR="001B63D5" w:rsidRPr="001824BC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63D5" w:rsidRPr="00764E67" w:rsidRDefault="00EF0B8E" w:rsidP="00EF0B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14,</w:t>
            </w:r>
            <w:r w:rsidR="00994E9E" w:rsidRPr="00764E67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  <w:tc>
          <w:tcPr>
            <w:tcW w:w="284" w:type="dxa"/>
            <w:shd w:val="clear" w:color="auto" w:fill="auto"/>
          </w:tcPr>
          <w:p w:rsidR="001B63D5" w:rsidRPr="00764E67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63D5" w:rsidRPr="00764E67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6,979</w:t>
            </w:r>
          </w:p>
        </w:tc>
        <w:tc>
          <w:tcPr>
            <w:tcW w:w="282" w:type="dxa"/>
            <w:shd w:val="clear" w:color="auto" w:fill="auto"/>
          </w:tcPr>
          <w:p w:rsidR="001B63D5" w:rsidRPr="00764E67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63D5" w:rsidRPr="00764E67" w:rsidRDefault="00EF4A88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="001B63D5" w:rsidRPr="00764E6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764E67" w:rsidRPr="00764E67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  <w:tc>
          <w:tcPr>
            <w:tcW w:w="249" w:type="dxa"/>
            <w:vAlign w:val="bottom"/>
          </w:tcPr>
          <w:p w:rsidR="001B63D5" w:rsidRPr="003777C9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</w:tcPr>
          <w:p w:rsidR="001B63D5" w:rsidRPr="003777C9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6,979</w:t>
            </w:r>
          </w:p>
        </w:tc>
      </w:tr>
      <w:tr w:rsidR="001B63D5" w:rsidRPr="001824BC" w:rsidTr="00764E67">
        <w:trPr>
          <w:trHeight w:val="368"/>
        </w:trPr>
        <w:tc>
          <w:tcPr>
            <w:tcW w:w="4928" w:type="dxa"/>
          </w:tcPr>
          <w:p w:rsidR="001B63D5" w:rsidRPr="001824BC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 (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B63D5" w:rsidRPr="00764E67" w:rsidRDefault="001B63D5" w:rsidP="00EF0B8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994E9E" w:rsidRPr="00764E67">
              <w:rPr>
                <w:rFonts w:ascii="Angsana New" w:hAnsi="Angsana New"/>
                <w:sz w:val="30"/>
                <w:szCs w:val="30"/>
              </w:rPr>
              <w:t>672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:rsidR="001B63D5" w:rsidRPr="00764E67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1B63D5" w:rsidRPr="00764E67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1,320</w:t>
            </w:r>
          </w:p>
        </w:tc>
        <w:tc>
          <w:tcPr>
            <w:tcW w:w="282" w:type="dxa"/>
            <w:shd w:val="clear" w:color="auto" w:fill="auto"/>
          </w:tcPr>
          <w:p w:rsidR="001B63D5" w:rsidRPr="00764E67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1B63D5" w:rsidRPr="00764E67" w:rsidRDefault="001B63D5" w:rsidP="00EF4A8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E6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764E67" w:rsidRPr="00764E67">
              <w:rPr>
                <w:rFonts w:ascii="Angsana New" w:hAnsi="Angsana New"/>
                <w:sz w:val="30"/>
                <w:szCs w:val="30"/>
              </w:rPr>
              <w:t>672</w:t>
            </w:r>
            <w:r w:rsidRPr="00764E6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9" w:type="dxa"/>
            <w:vAlign w:val="bottom"/>
          </w:tcPr>
          <w:p w:rsidR="001B63D5" w:rsidRPr="003777C9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vAlign w:val="bottom"/>
          </w:tcPr>
          <w:p w:rsidR="001B63D5" w:rsidRPr="003777C9" w:rsidRDefault="001B63D5" w:rsidP="001B63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777C9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320</w:t>
            </w:r>
          </w:p>
        </w:tc>
      </w:tr>
      <w:tr w:rsidR="00764E67" w:rsidRPr="001824BC" w:rsidTr="00764E67">
        <w:trPr>
          <w:trHeight w:val="368"/>
        </w:trPr>
        <w:tc>
          <w:tcPr>
            <w:tcW w:w="4928" w:type="dxa"/>
          </w:tcPr>
          <w:p w:rsidR="00764E67" w:rsidRPr="00AD09F2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42"/>
              <w:jc w:val="thaiDistribute"/>
              <w:rPr>
                <w:rFonts w:asciiTheme="majorBidi" w:hAnsiTheme="majorBidi" w:cstheme="majorBidi"/>
                <w:sz w:val="29"/>
                <w:szCs w:val="29"/>
                <w:cs/>
              </w:rPr>
            </w:pP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หนี้สิน</w:t>
            </w:r>
            <w:r w:rsidRPr="00AD09F2">
              <w:rPr>
                <w:rFonts w:asciiTheme="majorBidi" w:hAnsiTheme="majorBidi" w:cstheme="majorBidi"/>
                <w:sz w:val="29"/>
                <w:szCs w:val="29"/>
                <w:cs/>
              </w:rPr>
              <w:t>ภาษีเงินได้รอการตัดบัญชี</w:t>
            </w:r>
            <w:r>
              <w:rPr>
                <w:rFonts w:asciiTheme="majorBidi" w:hAnsiTheme="majorBidi" w:cstheme="majorBidi" w:hint="cs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  <w:tc>
          <w:tcPr>
            <w:tcW w:w="284" w:type="dxa"/>
            <w:shd w:val="clear" w:color="auto" w:fill="auto"/>
          </w:tcPr>
          <w:p w:rsidR="00764E67" w:rsidRPr="00764E67" w:rsidRDefault="00764E67" w:rsidP="00764E6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43"/>
              </w:tabs>
              <w:spacing w:line="260" w:lineRule="atLeast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  <w:tc>
          <w:tcPr>
            <w:tcW w:w="282" w:type="dxa"/>
            <w:shd w:val="clear" w:color="auto" w:fill="auto"/>
          </w:tcPr>
          <w:p w:rsidR="00764E67" w:rsidRPr="00764E67" w:rsidRDefault="00764E67" w:rsidP="00764E6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367</w:t>
            </w:r>
          </w:p>
        </w:tc>
        <w:tc>
          <w:tcPr>
            <w:tcW w:w="249" w:type="dxa"/>
            <w:vAlign w:val="bottom"/>
          </w:tcPr>
          <w:p w:rsidR="00764E67" w:rsidRPr="00AC2233" w:rsidRDefault="00764E67" w:rsidP="00764E6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43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-</w:t>
            </w:r>
          </w:p>
        </w:tc>
      </w:tr>
      <w:tr w:rsidR="00764E67" w:rsidRPr="001824BC" w:rsidTr="00764E67">
        <w:trPr>
          <w:trHeight w:val="368"/>
        </w:trPr>
        <w:tc>
          <w:tcPr>
            <w:tcW w:w="4928" w:type="dxa"/>
          </w:tcPr>
          <w:p w:rsid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</w:t>
            </w:r>
          </w:p>
          <w:p w:rsidR="00764E67" w:rsidRPr="001824BC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495"/>
              </w:tabs>
              <w:ind w:righ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ในงบกำไร</w:t>
            </w:r>
            <w:r w:rsidRPr="001824BC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1824BC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13,946</w:t>
            </w:r>
          </w:p>
        </w:tc>
        <w:tc>
          <w:tcPr>
            <w:tcW w:w="284" w:type="dxa"/>
            <w:shd w:val="clear" w:color="auto" w:fill="auto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8,299</w:t>
            </w:r>
          </w:p>
        </w:tc>
        <w:tc>
          <w:tcPr>
            <w:tcW w:w="282" w:type="dxa"/>
            <w:shd w:val="clear" w:color="auto" w:fill="auto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64E67" w:rsidRPr="00764E67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764E67">
              <w:rPr>
                <w:rFonts w:asciiTheme="majorBidi" w:hAnsiTheme="majorBidi" w:cstheme="majorBidi"/>
                <w:sz w:val="30"/>
                <w:szCs w:val="30"/>
              </w:rPr>
              <w:t>13,946</w:t>
            </w:r>
          </w:p>
        </w:tc>
        <w:tc>
          <w:tcPr>
            <w:tcW w:w="249" w:type="dxa"/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84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02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64E67" w:rsidRPr="003777C9" w:rsidRDefault="00764E67" w:rsidP="00764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8,299</w:t>
            </w:r>
          </w:p>
        </w:tc>
      </w:tr>
    </w:tbl>
    <w:p w:rsidR="00224722" w:rsidRPr="001824BC" w:rsidRDefault="0009604B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824BC">
        <w:rPr>
          <w:rFonts w:ascii="Angsana New" w:hAnsi="Angsana New"/>
          <w:sz w:val="30"/>
          <w:szCs w:val="30"/>
          <w:cs/>
        </w:rPr>
        <w:lastRenderedPageBreak/>
        <w:t>สินทรัพย์</w:t>
      </w:r>
      <w:r w:rsidR="00B22920">
        <w:rPr>
          <w:rFonts w:ascii="Angsana New" w:hAnsi="Angsana New" w:hint="cs"/>
          <w:sz w:val="30"/>
          <w:szCs w:val="30"/>
          <w:cs/>
        </w:rPr>
        <w:t>และหนี้สิน</w:t>
      </w:r>
      <w:r w:rsidRPr="001824BC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ภาษีเงินได้รอการตัดบัญชีที่แสดงในงบแสดงฐานะการเงิน ณ วันที่ </w:t>
      </w:r>
      <w:r w:rsidR="0011037F">
        <w:rPr>
          <w:rFonts w:ascii="Angsana New" w:hAnsi="Angsana New"/>
          <w:sz w:val="30"/>
          <w:szCs w:val="30"/>
        </w:rPr>
        <w:t xml:space="preserve">30 </w:t>
      </w:r>
      <w:r w:rsidR="0011037F">
        <w:rPr>
          <w:rFonts w:ascii="Angsana New" w:hAnsi="Angsana New"/>
          <w:sz w:val="30"/>
          <w:szCs w:val="30"/>
          <w:cs/>
        </w:rPr>
        <w:t>กันยายน</w:t>
      </w:r>
      <w:r w:rsidRPr="001824BC">
        <w:rPr>
          <w:rFonts w:ascii="Angsana New" w:hAnsi="Angsana New"/>
          <w:sz w:val="30"/>
          <w:szCs w:val="30"/>
          <w:cs/>
        </w:rPr>
        <w:t xml:space="preserve"> </w:t>
      </w:r>
      <w:r w:rsidRPr="001824BC">
        <w:rPr>
          <w:rFonts w:ascii="Angsana New" w:hAnsi="Angsana New"/>
          <w:sz w:val="30"/>
          <w:szCs w:val="30"/>
        </w:rPr>
        <w:t>25</w:t>
      </w:r>
      <w:r w:rsidR="00B4243F" w:rsidRPr="001824BC">
        <w:rPr>
          <w:rFonts w:ascii="Angsana New" w:hAnsi="Angsana New"/>
          <w:sz w:val="30"/>
          <w:szCs w:val="30"/>
        </w:rPr>
        <w:t>6</w:t>
      </w:r>
      <w:r w:rsidR="001824BC" w:rsidRPr="001824BC">
        <w:rPr>
          <w:rFonts w:ascii="Angsana New" w:hAnsi="Angsana New"/>
          <w:sz w:val="30"/>
          <w:szCs w:val="30"/>
        </w:rPr>
        <w:t>4</w:t>
      </w:r>
      <w:r w:rsidRPr="001824BC">
        <w:rPr>
          <w:rFonts w:ascii="Angsana New" w:hAnsi="Angsana New"/>
          <w:sz w:val="30"/>
          <w:szCs w:val="30"/>
        </w:rPr>
        <w:t xml:space="preserve"> </w:t>
      </w:r>
      <w:r w:rsidRPr="001824BC">
        <w:rPr>
          <w:rFonts w:ascii="Angsana New" w:hAnsi="Angsana New"/>
          <w:sz w:val="30"/>
          <w:szCs w:val="30"/>
          <w:cs/>
        </w:rPr>
        <w:t>และ</w:t>
      </w:r>
      <w:r w:rsidRPr="001824BC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1824BC">
        <w:rPr>
          <w:rFonts w:ascii="Angsana New" w:hAnsi="Angsana New"/>
          <w:sz w:val="30"/>
          <w:szCs w:val="30"/>
          <w:cs/>
        </w:rPr>
        <w:t xml:space="preserve"> </w:t>
      </w:r>
      <w:r w:rsidR="00B4243F" w:rsidRPr="001824BC">
        <w:rPr>
          <w:rFonts w:ascii="Angsana New" w:hAnsi="Angsana New"/>
          <w:sz w:val="30"/>
          <w:szCs w:val="30"/>
        </w:rPr>
        <w:t>256</w:t>
      </w:r>
      <w:r w:rsidR="001824BC" w:rsidRPr="001824BC">
        <w:rPr>
          <w:rFonts w:ascii="Angsana New" w:hAnsi="Angsana New"/>
          <w:sz w:val="30"/>
          <w:szCs w:val="30"/>
        </w:rPr>
        <w:t>3</w:t>
      </w:r>
      <w:r w:rsidRPr="001824BC">
        <w:rPr>
          <w:rFonts w:ascii="Angsana New" w:hAnsi="Angsana New"/>
          <w:sz w:val="30"/>
          <w:szCs w:val="30"/>
        </w:rPr>
        <w:t xml:space="preserve"> </w:t>
      </w:r>
      <w:r w:rsidRPr="001824BC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C4750" w:rsidRPr="001824BC" w:rsidRDefault="002C4750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108" w:type="dxa"/>
        <w:tblLook w:val="04A0"/>
      </w:tblPr>
      <w:tblGrid>
        <w:gridCol w:w="5958"/>
        <w:gridCol w:w="1440"/>
        <w:gridCol w:w="316"/>
        <w:gridCol w:w="1394"/>
      </w:tblGrid>
      <w:tr w:rsidR="001824BC" w:rsidRPr="00537F8F" w:rsidTr="003D2E6D">
        <w:tc>
          <w:tcPr>
            <w:tcW w:w="5958" w:type="dxa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tcBorders>
              <w:bottom w:val="single" w:sz="4" w:space="0" w:color="auto"/>
            </w:tcBorders>
          </w:tcPr>
          <w:p w:rsidR="001824BC" w:rsidRPr="002563D1" w:rsidRDefault="001824BC" w:rsidP="003D2E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563D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  <w:r w:rsidRPr="002563D1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2563D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2563D1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1824BC" w:rsidRPr="00537F8F" w:rsidTr="00B35D67">
        <w:tc>
          <w:tcPr>
            <w:tcW w:w="5958" w:type="dxa"/>
          </w:tcPr>
          <w:p w:rsidR="001824BC" w:rsidRPr="00537F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24BC" w:rsidRPr="008D6154" w:rsidRDefault="0011037F" w:rsidP="001824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30 </w:t>
            </w:r>
            <w:r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กันยายน</w:t>
            </w:r>
            <w:r w:rsidR="001824B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</w:t>
            </w:r>
            <w:r w:rsidR="001824BC"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1824BC">
              <w:rPr>
                <w:rFonts w:ascii="Angsana New" w:hAnsi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316" w:type="dxa"/>
            <w:vAlign w:val="bottom"/>
          </w:tcPr>
          <w:p w:rsidR="001824BC" w:rsidRPr="008D6154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bottom"/>
          </w:tcPr>
          <w:p w:rsidR="001824BC" w:rsidRPr="008D6154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8D6154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</w:tr>
      <w:tr w:rsidR="00B35D67" w:rsidRPr="00537F8F" w:rsidTr="003D2E6D">
        <w:tc>
          <w:tcPr>
            <w:tcW w:w="5958" w:type="dxa"/>
          </w:tcPr>
          <w:p w:rsidR="00B35D67" w:rsidRPr="00537F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1440" w:type="dxa"/>
            <w:shd w:val="clear" w:color="auto" w:fill="auto"/>
          </w:tcPr>
          <w:p w:rsidR="00B35D67" w:rsidRPr="00537F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B35D67" w:rsidRPr="00537F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B35D67" w:rsidRPr="00537F8F" w:rsidRDefault="00B35D67" w:rsidP="005406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5D67" w:rsidRPr="00537F8F" w:rsidTr="00B35D67">
        <w:tc>
          <w:tcPr>
            <w:tcW w:w="5958" w:type="dxa"/>
          </w:tcPr>
          <w:p w:rsidR="00B35D67" w:rsidRPr="00537F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</w:tcPr>
          <w:p w:rsidR="00B35D67" w:rsidRPr="00537F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B35D67" w:rsidRPr="00537F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4" w:type="dxa"/>
          </w:tcPr>
          <w:p w:rsidR="00B35D67" w:rsidRPr="00537F8F" w:rsidRDefault="00B35D67" w:rsidP="005406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 w:firstLine="34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824BC" w:rsidRPr="00E24E3C" w:rsidTr="003D2E6D">
        <w:tc>
          <w:tcPr>
            <w:tcW w:w="5958" w:type="dxa"/>
          </w:tcPr>
          <w:p w:rsidR="001824BC" w:rsidRPr="00E24E3C" w:rsidRDefault="001824BC" w:rsidP="00950A34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824BC" w:rsidRPr="00EF025A" w:rsidRDefault="00741331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274</w:t>
            </w:r>
          </w:p>
        </w:tc>
        <w:tc>
          <w:tcPr>
            <w:tcW w:w="316" w:type="dxa"/>
          </w:tcPr>
          <w:p w:rsidR="001824BC" w:rsidRPr="00216D83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168</w:t>
            </w:r>
          </w:p>
        </w:tc>
      </w:tr>
      <w:tr w:rsidR="001824BC" w:rsidRPr="00E24E3C" w:rsidTr="003D2E6D">
        <w:tc>
          <w:tcPr>
            <w:tcW w:w="5958" w:type="dxa"/>
          </w:tcPr>
          <w:p w:rsidR="001824BC" w:rsidRPr="00E24E3C" w:rsidRDefault="001824BC" w:rsidP="00950A3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-    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การลดลงของมูลค่าสินค้าและ</w:t>
            </w: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สินค้าเสื่อมสภาพ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824BC" w:rsidRPr="00EF025A" w:rsidRDefault="00741331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1,236</w:t>
            </w:r>
          </w:p>
        </w:tc>
        <w:tc>
          <w:tcPr>
            <w:tcW w:w="316" w:type="dxa"/>
          </w:tcPr>
          <w:p w:rsidR="001824BC" w:rsidRPr="00216D83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782</w:t>
            </w:r>
          </w:p>
        </w:tc>
      </w:tr>
      <w:tr w:rsidR="001824BC" w:rsidRPr="00E24E3C" w:rsidTr="003D2E6D">
        <w:tc>
          <w:tcPr>
            <w:tcW w:w="5958" w:type="dxa"/>
          </w:tcPr>
          <w:p w:rsidR="001824BC" w:rsidRPr="00E24E3C" w:rsidRDefault="001824BC" w:rsidP="00950A34">
            <w:pPr>
              <w:ind w:left="270" w:hanging="270"/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824BC" w:rsidRPr="00EF025A" w:rsidRDefault="00741331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2,062</w:t>
            </w:r>
          </w:p>
        </w:tc>
        <w:tc>
          <w:tcPr>
            <w:tcW w:w="316" w:type="dxa"/>
          </w:tcPr>
          <w:p w:rsidR="001824BC" w:rsidRPr="00216D83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1,95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1824BC" w:rsidRPr="00537F8F" w:rsidTr="00A41FE2">
        <w:tc>
          <w:tcPr>
            <w:tcW w:w="5958" w:type="dxa"/>
          </w:tcPr>
          <w:p w:rsidR="001824BC" w:rsidRPr="00E24E3C" w:rsidRDefault="001824BC" w:rsidP="00950A34">
            <w:pPr>
              <w:rPr>
                <w:rFonts w:ascii="Angsana New" w:hAnsi="Angsana New"/>
                <w:sz w:val="30"/>
                <w:szCs w:val="30"/>
              </w:rPr>
            </w:pPr>
            <w:r w:rsidRPr="00E24E3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24BC" w:rsidRPr="00EF025A" w:rsidRDefault="00741331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3,572</w:t>
            </w:r>
          </w:p>
        </w:tc>
        <w:tc>
          <w:tcPr>
            <w:tcW w:w="316" w:type="dxa"/>
          </w:tcPr>
          <w:p w:rsidR="001824BC" w:rsidRPr="00B74FFA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824BC" w:rsidRPr="002E208F" w:rsidRDefault="001824BC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E208F">
              <w:rPr>
                <w:rFonts w:ascii="Angsana New" w:hAnsi="Angsana New"/>
                <w:sz w:val="30"/>
                <w:szCs w:val="30"/>
              </w:rPr>
              <w:t>2,90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B35D67" w:rsidRPr="00537F8F" w:rsidTr="00A41FE2">
        <w:tc>
          <w:tcPr>
            <w:tcW w:w="5958" w:type="dxa"/>
          </w:tcPr>
          <w:p w:rsidR="00B35D67" w:rsidRPr="00E24E3C" w:rsidRDefault="00B35D67" w:rsidP="00950A34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35D67" w:rsidRPr="00EF025A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B35D67" w:rsidRPr="00B74FFA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tcBorders>
              <w:top w:val="double" w:sz="4" w:space="0" w:color="auto"/>
            </w:tcBorders>
            <w:vAlign w:val="center"/>
          </w:tcPr>
          <w:p w:rsidR="00B35D67" w:rsidRPr="002E20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5D67" w:rsidRPr="00B35D67" w:rsidTr="00B35D67">
        <w:tc>
          <w:tcPr>
            <w:tcW w:w="5958" w:type="dxa"/>
          </w:tcPr>
          <w:p w:rsidR="00B35D67" w:rsidRPr="00E24E3C" w:rsidRDefault="00B35D67" w:rsidP="00B35D6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35D67" w:rsidRPr="00EF025A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" w:type="dxa"/>
          </w:tcPr>
          <w:p w:rsidR="00B35D67" w:rsidRPr="00B74FFA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vAlign w:val="center"/>
          </w:tcPr>
          <w:p w:rsidR="00B35D67" w:rsidRPr="002E208F" w:rsidRDefault="00B35D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64E67" w:rsidRPr="00B35D67" w:rsidTr="00764E67">
        <w:tc>
          <w:tcPr>
            <w:tcW w:w="5958" w:type="dxa"/>
          </w:tcPr>
          <w:p w:rsidR="00764E67" w:rsidRDefault="00764E67" w:rsidP="00B35D6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24E3C">
              <w:rPr>
                <w:rFonts w:ascii="Angsana New" w:hAnsi="Angsana New"/>
                <w:sz w:val="30"/>
                <w:szCs w:val="30"/>
              </w:rPr>
              <w:t>-</w:t>
            </w:r>
            <w:r w:rsidRPr="00E24E3C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กำไรจากการวัดมูลค่าตราสารอนุพันธ์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4E67" w:rsidRPr="00EF025A" w:rsidRDefault="00764E67" w:rsidP="00ED29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 w:firstLine="34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367</w:t>
            </w:r>
          </w:p>
        </w:tc>
        <w:tc>
          <w:tcPr>
            <w:tcW w:w="316" w:type="dxa"/>
          </w:tcPr>
          <w:p w:rsidR="00764E67" w:rsidRPr="00B74FFA" w:rsidRDefault="00764E6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 w:firstLine="344"/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94" w:type="dxa"/>
            <w:tcBorders>
              <w:bottom w:val="double" w:sz="4" w:space="0" w:color="auto"/>
            </w:tcBorders>
            <w:vAlign w:val="center"/>
          </w:tcPr>
          <w:p w:rsidR="00764E67" w:rsidRPr="00B35D67" w:rsidRDefault="00764E67" w:rsidP="00B35D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35D6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:rsidR="001824BC" w:rsidRDefault="001824BC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824BC" w:rsidRDefault="001824BC" w:rsidP="001824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430A5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1037F">
        <w:rPr>
          <w:rFonts w:ascii="Angsana New" w:hAnsi="Angsana New"/>
          <w:sz w:val="30"/>
          <w:szCs w:val="30"/>
        </w:rPr>
        <w:t xml:space="preserve">30 </w:t>
      </w:r>
      <w:r w:rsidR="0011037F">
        <w:rPr>
          <w:rFonts w:ascii="Angsana New" w:hAnsi="Angsana New"/>
          <w:sz w:val="30"/>
          <w:szCs w:val="30"/>
          <w:cs/>
        </w:rPr>
        <w:t>กันยายน</w:t>
      </w:r>
      <w:r>
        <w:rPr>
          <w:rFonts w:ascii="Angsana New" w:hAnsi="Angsana New" w:hint="cs"/>
          <w:sz w:val="30"/>
          <w:szCs w:val="30"/>
          <w:cs/>
        </w:rPr>
        <w:t xml:space="preserve"> 2564</w:t>
      </w:r>
      <w:r w:rsidRPr="00430A58">
        <w:rPr>
          <w:rFonts w:ascii="Angsana New" w:hAnsi="Angsana New"/>
          <w:sz w:val="30"/>
          <w:szCs w:val="30"/>
          <w:cs/>
        </w:rPr>
        <w:t xml:space="preserve"> บริษัทย่อย</w:t>
      </w:r>
      <w:r>
        <w:rPr>
          <w:rFonts w:ascii="Angsana New" w:hAnsi="Angsana New"/>
          <w:sz w:val="30"/>
          <w:szCs w:val="30"/>
          <w:cs/>
        </w:rPr>
        <w:t>มีผลขาดทุนสะสมทางภาษีเป็นจำนวนเงิน</w:t>
      </w:r>
      <w:r w:rsidRPr="00EF025A">
        <w:rPr>
          <w:rFonts w:ascii="Angsana New" w:hAnsi="Angsana New"/>
          <w:sz w:val="30"/>
          <w:szCs w:val="30"/>
          <w:cs/>
        </w:rPr>
        <w:t>ประมาณ</w:t>
      </w:r>
      <w:r w:rsidRPr="00EF025A">
        <w:rPr>
          <w:rFonts w:ascii="Angsana New" w:hAnsi="Angsana New"/>
          <w:sz w:val="30"/>
          <w:szCs w:val="30"/>
        </w:rPr>
        <w:t xml:space="preserve"> </w:t>
      </w:r>
      <w:r w:rsidR="00741331" w:rsidRPr="00EF025A">
        <w:rPr>
          <w:rFonts w:ascii="Angsana New" w:hAnsi="Angsana New"/>
          <w:sz w:val="30"/>
          <w:szCs w:val="30"/>
        </w:rPr>
        <w:t>3.2</w:t>
      </w:r>
      <w:r w:rsidRPr="00EF025A">
        <w:rPr>
          <w:rFonts w:ascii="Angsana New" w:hAnsi="Angsana New" w:hint="cs"/>
          <w:sz w:val="30"/>
          <w:szCs w:val="30"/>
          <w:cs/>
        </w:rPr>
        <w:t xml:space="preserve"> </w:t>
      </w:r>
      <w:r w:rsidRPr="00EF025A">
        <w:rPr>
          <w:rFonts w:ascii="Angsana New" w:hAnsi="Angsana New"/>
          <w:sz w:val="30"/>
          <w:szCs w:val="30"/>
          <w:cs/>
        </w:rPr>
        <w:t>ล้าน</w:t>
      </w:r>
      <w:r w:rsidRPr="00EF025A">
        <w:rPr>
          <w:rFonts w:ascii="Angsana New" w:hAnsi="Angsana New" w:hint="cs"/>
          <w:sz w:val="30"/>
          <w:szCs w:val="30"/>
          <w:cs/>
        </w:rPr>
        <w:t>บ</w:t>
      </w:r>
      <w:r w:rsidRPr="00EF025A">
        <w:rPr>
          <w:rFonts w:ascii="Angsana New" w:hAnsi="Angsana New"/>
          <w:sz w:val="30"/>
          <w:szCs w:val="30"/>
          <w:cs/>
        </w:rPr>
        <w:t>าท</w:t>
      </w:r>
      <w:r w:rsidR="00741331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ซึ่งสามารถใช้</w:t>
      </w:r>
      <w:r w:rsidRPr="00430A58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430A58">
        <w:rPr>
          <w:rFonts w:ascii="Angsana New" w:hAnsi="Angsana New" w:hint="cs"/>
          <w:sz w:val="30"/>
          <w:szCs w:val="30"/>
          <w:cs/>
        </w:rPr>
        <w:t>ในระหว่างปี 256</w:t>
      </w:r>
      <w:r>
        <w:rPr>
          <w:rFonts w:ascii="Angsana New" w:hAnsi="Angsana New"/>
          <w:sz w:val="30"/>
          <w:szCs w:val="30"/>
        </w:rPr>
        <w:t>4</w:t>
      </w:r>
      <w:r w:rsidRPr="00430A58">
        <w:rPr>
          <w:rFonts w:ascii="Angsana New" w:hAnsi="Angsana New" w:hint="cs"/>
          <w:sz w:val="30"/>
          <w:szCs w:val="30"/>
          <w:cs/>
        </w:rPr>
        <w:t xml:space="preserve"> จนถึงปี 256</w:t>
      </w:r>
      <w:r>
        <w:rPr>
          <w:rFonts w:ascii="Angsana New" w:hAnsi="Angsana New" w:hint="cs"/>
          <w:sz w:val="30"/>
          <w:szCs w:val="30"/>
          <w:cs/>
        </w:rPr>
        <w:t>9</w:t>
      </w:r>
    </w:p>
    <w:p w:rsidR="001824BC" w:rsidRDefault="001824BC" w:rsidP="000960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D7C99" w:rsidRPr="00297680" w:rsidRDefault="001D7C99" w:rsidP="00F0581A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ข้อมูลทางการเงินจำแนกตามส่วนงานดำเนินงาน</w:t>
      </w:r>
    </w:p>
    <w:p w:rsidR="001D7C99" w:rsidRPr="00A703BB" w:rsidRDefault="001D7C99" w:rsidP="001D7C99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C4750" w:rsidRDefault="001D7C99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="00D77CE1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 w:rsidR="001A24A6">
        <w:rPr>
          <w:rFonts w:ascii="Angsana New" w:hAnsi="Angsana New" w:hint="cs"/>
          <w:sz w:val="30"/>
          <w:szCs w:val="30"/>
          <w:cs/>
        </w:rPr>
        <w:t>โดย</w:t>
      </w:r>
      <w:r w:rsidR="00A52AF7">
        <w:rPr>
          <w:rFonts w:ascii="Angsana New" w:hAnsi="Angsana New"/>
          <w:sz w:val="30"/>
          <w:szCs w:val="30"/>
        </w:rPr>
        <w:t xml:space="preserve"> </w:t>
      </w:r>
      <w:r w:rsidR="00A52AF7">
        <w:rPr>
          <w:rFonts w:ascii="Angsana New" w:hAnsi="Angsana New" w:hint="cs"/>
          <w:sz w:val="30"/>
          <w:szCs w:val="30"/>
          <w:cs/>
        </w:rPr>
        <w:t xml:space="preserve">ณ </w:t>
      </w:r>
      <w:r w:rsidR="00A52AF7" w:rsidRPr="003F7DD5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11037F">
        <w:rPr>
          <w:rFonts w:ascii="Angsana New" w:hAnsi="Angsana New" w:hint="cs"/>
          <w:sz w:val="30"/>
          <w:szCs w:val="30"/>
          <w:cs/>
        </w:rPr>
        <w:t>30 กันยายน</w:t>
      </w:r>
      <w:r w:rsidR="00A52AF7" w:rsidRPr="003F7DD5">
        <w:rPr>
          <w:rFonts w:ascii="Angsana New" w:hAnsi="Angsana New" w:hint="cs"/>
          <w:sz w:val="30"/>
          <w:szCs w:val="30"/>
          <w:cs/>
        </w:rPr>
        <w:t xml:space="preserve"> 256</w:t>
      </w:r>
      <w:r w:rsidR="00A52AF7">
        <w:rPr>
          <w:rFonts w:ascii="Angsana New" w:hAnsi="Angsana New" w:hint="cs"/>
          <w:sz w:val="30"/>
          <w:szCs w:val="30"/>
          <w:cs/>
        </w:rPr>
        <w:t>4</w:t>
      </w:r>
      <w:r w:rsidR="00A52AF7" w:rsidRPr="003F7DD5">
        <w:rPr>
          <w:rFonts w:ascii="Angsana New" w:hAnsi="Angsana New"/>
          <w:sz w:val="30"/>
          <w:szCs w:val="30"/>
          <w:cs/>
        </w:rPr>
        <w:t xml:space="preserve"> </w:t>
      </w:r>
      <w:r w:rsidR="001A24A6">
        <w:rPr>
          <w:rFonts w:ascii="Angsana New" w:hAnsi="Angsana New" w:hint="cs"/>
          <w:sz w:val="30"/>
          <w:szCs w:val="30"/>
          <w:cs/>
        </w:rPr>
        <w:t>บริษัทย่อยยังไม่ได้เริ่มดำเนินกิจกร</w:t>
      </w:r>
      <w:r w:rsidR="00334F7E">
        <w:rPr>
          <w:rFonts w:ascii="Angsana New" w:hAnsi="Angsana New" w:hint="cs"/>
          <w:sz w:val="30"/>
          <w:szCs w:val="30"/>
          <w:cs/>
        </w:rPr>
        <w:t xml:space="preserve">รมทางธุรกิจใดๆ </w:t>
      </w:r>
      <w:r w:rsidRPr="003F7DD5">
        <w:rPr>
          <w:rFonts w:ascii="Angsana New" w:hAnsi="Angsana New"/>
          <w:sz w:val="30"/>
          <w:szCs w:val="30"/>
          <w:cs/>
        </w:rPr>
        <w:t>บริษัท</w:t>
      </w:r>
      <w:r w:rsidR="001A24A6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 นอกจากนี้ บริษัท</w:t>
      </w:r>
      <w:r w:rsidR="00EB34CB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33898" w:rsidRDefault="00133898" w:rsidP="0013389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:rsidR="00AF508B" w:rsidRPr="0085237D" w:rsidRDefault="00350CE6" w:rsidP="00695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  <w:cs/>
        </w:rPr>
        <w:lastRenderedPageBreak/>
        <w:t>ข้อมูลเกี่ยวกับส่วนงานดำ</w:t>
      </w:r>
      <w:r w:rsidR="00334F7E">
        <w:rPr>
          <w:rFonts w:asciiTheme="majorBidi" w:hAnsiTheme="majorBidi" w:cstheme="majorBidi"/>
          <w:i/>
          <w:iCs/>
          <w:sz w:val="28"/>
          <w:szCs w:val="28"/>
          <w:cs/>
        </w:rPr>
        <w:t>เนินงานเชิงผลิตภัณฑ์สำหรับงวด</w:t>
      </w:r>
      <w:r w:rsidR="0011037F">
        <w:rPr>
          <w:rFonts w:asciiTheme="majorBidi" w:hAnsiTheme="majorBidi" w:cstheme="majorBidi" w:hint="cs"/>
          <w:i/>
          <w:iCs/>
          <w:sz w:val="28"/>
          <w:szCs w:val="28"/>
          <w:cs/>
        </w:rPr>
        <w:t>เก้าเดือน</w:t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สิ้นสุดวันที่ </w:t>
      </w:r>
      <w:r w:rsidR="0011037F">
        <w:rPr>
          <w:rFonts w:asciiTheme="majorBidi" w:hAnsiTheme="majorBidi" w:cstheme="majorBidi"/>
          <w:i/>
          <w:iCs/>
          <w:sz w:val="28"/>
          <w:szCs w:val="28"/>
        </w:rPr>
        <w:t xml:space="preserve">30 </w:t>
      </w:r>
      <w:r w:rsidR="0011037F">
        <w:rPr>
          <w:rFonts w:asciiTheme="majorBidi" w:hAnsiTheme="majorBidi" w:cstheme="majorBidi"/>
          <w:i/>
          <w:iCs/>
          <w:sz w:val="28"/>
          <w:szCs w:val="28"/>
          <w:cs/>
        </w:rPr>
        <w:t>กันยายน</w:t>
      </w:r>
      <w:r w:rsidR="006E6F7A" w:rsidRPr="0085237D">
        <w:rPr>
          <w:rFonts w:asciiTheme="majorBidi" w:hAnsiTheme="majorBidi" w:cstheme="majorBidi" w:hint="cs"/>
          <w:i/>
          <w:iCs/>
          <w:sz w:val="28"/>
          <w:szCs w:val="28"/>
          <w:cs/>
        </w:rPr>
        <w:t xml:space="preserve"> </w:t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</w:rPr>
        <w:t>25</w:t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  <w:cs/>
        </w:rPr>
        <w:t>6</w:t>
      </w:r>
      <w:r w:rsidR="00133898">
        <w:rPr>
          <w:rFonts w:asciiTheme="majorBidi" w:hAnsiTheme="majorBidi" w:cstheme="majorBidi"/>
          <w:i/>
          <w:iCs/>
          <w:sz w:val="28"/>
          <w:szCs w:val="28"/>
        </w:rPr>
        <w:t>4</w:t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และ </w:t>
      </w:r>
      <w:r w:rsidR="00B4243F" w:rsidRPr="0085237D">
        <w:rPr>
          <w:rFonts w:asciiTheme="majorBidi" w:hAnsiTheme="majorBidi" w:cstheme="majorBidi"/>
          <w:i/>
          <w:iCs/>
          <w:sz w:val="28"/>
          <w:szCs w:val="28"/>
        </w:rPr>
        <w:t>256</w:t>
      </w:r>
      <w:r w:rsidR="00133898">
        <w:rPr>
          <w:rFonts w:asciiTheme="majorBidi" w:hAnsiTheme="majorBidi" w:cstheme="majorBidi"/>
          <w:i/>
          <w:iCs/>
          <w:sz w:val="28"/>
          <w:szCs w:val="28"/>
        </w:rPr>
        <w:t>3</w:t>
      </w:r>
      <w:r w:rsidR="0085237D">
        <w:rPr>
          <w:rFonts w:asciiTheme="majorBidi" w:hAnsiTheme="majorBidi" w:cstheme="majorBidi"/>
          <w:i/>
          <w:iCs/>
          <w:sz w:val="28"/>
          <w:szCs w:val="28"/>
        </w:rPr>
        <w:t xml:space="preserve">  </w:t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  <w:cs/>
        </w:rPr>
        <w:t xml:space="preserve"> </w:t>
      </w:r>
      <w:r w:rsidR="009E7D85" w:rsidRPr="0085237D">
        <w:rPr>
          <w:rFonts w:asciiTheme="majorBidi" w:hAnsiTheme="majorBidi" w:cstheme="majorBidi"/>
          <w:i/>
          <w:iCs/>
          <w:sz w:val="28"/>
          <w:szCs w:val="28"/>
          <w:cs/>
        </w:rPr>
        <w:br/>
      </w:r>
      <w:r w:rsidR="00247075">
        <w:rPr>
          <w:rFonts w:asciiTheme="majorBidi" w:hAnsiTheme="majorBidi" w:cstheme="majorBidi" w:hint="cs"/>
          <w:i/>
          <w:iCs/>
          <w:sz w:val="28"/>
          <w:szCs w:val="28"/>
          <w:cs/>
        </w:rPr>
        <w:t>ในงบการเงินเฉพาะกิจการ</w:t>
      </w:r>
      <w:r w:rsidR="00AF508B" w:rsidRPr="0085237D">
        <w:rPr>
          <w:rFonts w:asciiTheme="majorBidi" w:hAnsiTheme="majorBidi" w:cstheme="majorBidi"/>
          <w:i/>
          <w:iCs/>
          <w:sz w:val="28"/>
          <w:szCs w:val="28"/>
          <w:cs/>
        </w:rPr>
        <w:t>มีดังนี้</w:t>
      </w:r>
    </w:p>
    <w:p w:rsidR="00AF508B" w:rsidRPr="00CF0349" w:rsidRDefault="00AF508B" w:rsidP="0047298E">
      <w:pPr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-170" w:tblpY="154"/>
        <w:tblW w:w="10413" w:type="dxa"/>
        <w:tblLayout w:type="fixed"/>
        <w:tblLook w:val="0000"/>
      </w:tblPr>
      <w:tblGrid>
        <w:gridCol w:w="3168"/>
        <w:gridCol w:w="992"/>
        <w:gridCol w:w="237"/>
        <w:gridCol w:w="993"/>
        <w:gridCol w:w="242"/>
        <w:gridCol w:w="1008"/>
        <w:gridCol w:w="237"/>
        <w:gridCol w:w="1013"/>
        <w:gridCol w:w="236"/>
        <w:gridCol w:w="1018"/>
        <w:gridCol w:w="261"/>
        <w:gridCol w:w="1008"/>
      </w:tblGrid>
      <w:tr w:rsidR="00AF508B" w:rsidRPr="00AE6DB6" w:rsidTr="00F97E92">
        <w:tc>
          <w:tcPr>
            <w:tcW w:w="3168" w:type="dxa"/>
            <w:vAlign w:val="bottom"/>
          </w:tcPr>
          <w:p w:rsidR="00AF508B" w:rsidRPr="0085237D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245" w:type="dxa"/>
            <w:gridSpan w:val="11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AF508B" w:rsidRPr="00AE6DB6" w:rsidTr="00F97E92">
        <w:tc>
          <w:tcPr>
            <w:tcW w:w="3168" w:type="dxa"/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</w:tcBorders>
            <w:vAlign w:val="bottom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42" w:type="dxa"/>
            <w:tcBorders>
              <w:top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7" w:type="dxa"/>
            <w:gridSpan w:val="3"/>
            <w:tcBorders>
              <w:top w:val="single" w:sz="4" w:space="0" w:color="auto"/>
            </w:tcBorders>
          </w:tcPr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AF508B" w:rsidRPr="00AE6DB6" w:rsidRDefault="00AF508B" w:rsidP="003D1B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42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36" w:type="dxa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133898" w:rsidRPr="00AE6DB6" w:rsidTr="00192CF0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AE6DB6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EF025A" w:rsidRDefault="00F24899" w:rsidP="00192C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499,716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EF025A" w:rsidRDefault="00122890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428,053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EF025A" w:rsidRDefault="00F24899" w:rsidP="00F24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20,549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EF025A" w:rsidRDefault="00122890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49,104</w:t>
            </w:r>
          </w:p>
        </w:tc>
        <w:tc>
          <w:tcPr>
            <w:tcW w:w="236" w:type="dxa"/>
            <w:shd w:val="clear" w:color="auto" w:fill="auto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EF025A" w:rsidRDefault="00F24899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520,265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074595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477,157</w:t>
            </w:r>
          </w:p>
        </w:tc>
      </w:tr>
      <w:tr w:rsidR="00133898" w:rsidRPr="00AE6DB6" w:rsidTr="00192CF0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AE6DB6">
              <w:rPr>
                <w:rFonts w:ascii="Angsana New" w:hAnsi="Angsana New"/>
                <w:sz w:val="28"/>
                <w:szCs w:val="28"/>
              </w:rPr>
              <w:t>-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EF025A" w:rsidRDefault="00AE6DB6" w:rsidP="00122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1473D9">
              <w:rPr>
                <w:rFonts w:ascii="Angsana New" w:hAnsi="Angsana New"/>
                <w:sz w:val="28"/>
                <w:szCs w:val="28"/>
              </w:rPr>
              <w:t>305,25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 w:rsidR="00133898"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EF025A" w:rsidRDefault="00AE6DB6" w:rsidP="00122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122890" w:rsidRPr="00EF025A">
              <w:rPr>
                <w:rFonts w:ascii="Angsana New" w:hAnsi="Angsana New"/>
                <w:sz w:val="28"/>
                <w:szCs w:val="28"/>
              </w:rPr>
              <w:t>252,513</w:t>
            </w:r>
            <w:r w:rsidR="00133898"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EF025A" w:rsidRDefault="00AE6DB6" w:rsidP="00122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14,422</w:t>
            </w:r>
            <w:r w:rsidR="00133898"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EF025A" w:rsidRDefault="00122890" w:rsidP="00122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>40,050</w:t>
            </w:r>
            <w:r w:rsidR="00133898"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EF025A" w:rsidRDefault="00133898" w:rsidP="00F24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1473D9">
              <w:rPr>
                <w:rFonts w:ascii="Angsana New" w:hAnsi="Angsana New"/>
                <w:sz w:val="28"/>
                <w:szCs w:val="28"/>
              </w:rPr>
              <w:t>319,67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133898" w:rsidRPr="00AE6DB6" w:rsidRDefault="00133898" w:rsidP="00122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3898" w:rsidRPr="00AE6DB6" w:rsidRDefault="00133898" w:rsidP="001228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1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074595">
              <w:rPr>
                <w:rFonts w:ascii="Angsana New" w:hAnsi="Angsana New"/>
                <w:sz w:val="28"/>
                <w:szCs w:val="28"/>
              </w:rPr>
              <w:t>292,563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192CF0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EF025A" w:rsidRDefault="00F24899" w:rsidP="00192C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194</w:t>
            </w:r>
            <w:r w:rsidR="00C5435B"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Pr="00EF025A">
              <w:rPr>
                <w:rFonts w:ascii="Angsana New" w:hAnsi="Angsana New"/>
                <w:sz w:val="28"/>
                <w:szCs w:val="28"/>
              </w:rPr>
              <w:t>46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EF025A" w:rsidRDefault="00122890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175,540</w:t>
            </w:r>
          </w:p>
        </w:tc>
        <w:tc>
          <w:tcPr>
            <w:tcW w:w="242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EF025A" w:rsidRDefault="00F24899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6,127</w:t>
            </w:r>
          </w:p>
        </w:tc>
        <w:tc>
          <w:tcPr>
            <w:tcW w:w="237" w:type="dxa"/>
            <w:shd w:val="clear" w:color="auto" w:fill="auto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EF025A" w:rsidRDefault="00074595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9,054</w:t>
            </w:r>
          </w:p>
        </w:tc>
        <w:tc>
          <w:tcPr>
            <w:tcW w:w="236" w:type="dxa"/>
            <w:shd w:val="clear" w:color="auto" w:fill="auto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EF025A" w:rsidRDefault="00F24899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</w:rPr>
              <w:t>200,59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>1</w:t>
            </w:r>
          </w:p>
        </w:tc>
        <w:tc>
          <w:tcPr>
            <w:tcW w:w="261" w:type="dxa"/>
            <w:shd w:val="clear" w:color="auto" w:fill="auto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3898" w:rsidRPr="00AE6DB6" w:rsidRDefault="00074595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184,594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double" w:sz="4" w:space="0" w:color="auto"/>
            </w:tcBorders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double" w:sz="4" w:space="0" w:color="auto"/>
            </w:tcBorders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  <w:r w:rsidR="00AE6DB6" w:rsidRPr="00AE6DB6">
              <w:rPr>
                <w:rFonts w:ascii="Angsana New" w:hAnsi="Angsana New" w:hint="cs"/>
                <w:sz w:val="28"/>
                <w:szCs w:val="28"/>
                <w:cs/>
              </w:rPr>
              <w:t>ๆ</w:t>
            </w:r>
          </w:p>
        </w:tc>
        <w:tc>
          <w:tcPr>
            <w:tcW w:w="99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3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8" w:type="dxa"/>
            <w:vAlign w:val="bottom"/>
          </w:tcPr>
          <w:p w:rsidR="00133898" w:rsidRPr="00EF025A" w:rsidRDefault="00F24899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 w:hint="cs"/>
                <w:sz w:val="28"/>
                <w:szCs w:val="28"/>
                <w:cs/>
              </w:rPr>
              <w:t>29,473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074595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295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EF025A" w:rsidRDefault="00133898" w:rsidP="00F24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EF025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70</w:t>
            </w:r>
            <w:r w:rsidR="00AE6DB6"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564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074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08099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074595">
              <w:rPr>
                <w:rFonts w:ascii="Angsana New" w:hAnsi="Angsana New"/>
                <w:sz w:val="28"/>
                <w:szCs w:val="28"/>
              </w:rPr>
              <w:t>68,809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EF025A" w:rsidRDefault="00133898" w:rsidP="009A3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9A38B5" w:rsidRPr="00EF025A">
              <w:rPr>
                <w:rFonts w:ascii="Angsana New" w:hAnsi="Angsana New"/>
                <w:sz w:val="28"/>
                <w:szCs w:val="28"/>
              </w:rPr>
              <w:t>79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>783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74595">
              <w:rPr>
                <w:rFonts w:ascii="Angsana New" w:hAnsi="Angsana New"/>
                <w:sz w:val="28"/>
                <w:szCs w:val="28"/>
              </w:rPr>
              <w:t xml:space="preserve"> 71,475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vAlign w:val="bottom"/>
          </w:tcPr>
          <w:p w:rsidR="00133898" w:rsidRPr="00EF025A" w:rsidRDefault="00133898" w:rsidP="00F24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EF025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6</w:t>
            </w:r>
            <w:r w:rsidR="00AE6DB6"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901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74595">
              <w:rPr>
                <w:rFonts w:ascii="Angsana New" w:hAnsi="Angsana New"/>
                <w:sz w:val="28"/>
                <w:szCs w:val="28"/>
              </w:rPr>
              <w:t xml:space="preserve">   6,481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133898" w:rsidRPr="00EF025A" w:rsidRDefault="00133898" w:rsidP="00F248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080995" w:rsidRPr="00EF025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3</w:t>
            </w:r>
            <w:r w:rsidR="00AE6DB6"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="00F24899" w:rsidRPr="00EF025A">
              <w:rPr>
                <w:rFonts w:ascii="Angsana New" w:hAnsi="Angsana New"/>
                <w:sz w:val="28"/>
                <w:szCs w:val="28"/>
              </w:rPr>
              <w:t>946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074595">
              <w:rPr>
                <w:rFonts w:ascii="Angsana New" w:hAnsi="Angsana New"/>
                <w:sz w:val="28"/>
                <w:szCs w:val="28"/>
              </w:rPr>
              <w:t xml:space="preserve">    6,095</w:t>
            </w:r>
            <w:r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AE6DB6" w:rsidRPr="00AE6DB6" w:rsidTr="00F97E92">
        <w:tc>
          <w:tcPr>
            <w:tcW w:w="3168" w:type="dxa"/>
            <w:vAlign w:val="bottom"/>
          </w:tcPr>
          <w:p w:rsidR="00F97E92" w:rsidRDefault="00AE6DB6" w:rsidP="00F97E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กลับรายการขาดทุน (ขาดทุน)</w:t>
            </w:r>
            <w:r w:rsidR="00F97E92">
              <w:rPr>
                <w:rFonts w:ascii="Angsana New" w:hAnsi="Angsana New"/>
                <w:sz w:val="28"/>
                <w:szCs w:val="28"/>
                <w:cs/>
              </w:rPr>
              <w:t xml:space="preserve"> จาก</w:t>
            </w:r>
            <w:r w:rsidR="00F97E92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</w:p>
          <w:p w:rsidR="00AE6DB6" w:rsidRPr="00F97E92" w:rsidRDefault="00F97E92" w:rsidP="00F97E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AE6DB6">
              <w:rPr>
                <w:rFonts w:ascii="Angsana New" w:hAnsi="Angsana New" w:hint="cs"/>
                <w:sz w:val="28"/>
                <w:szCs w:val="28"/>
                <w:cs/>
              </w:rPr>
              <w:t>การด้อยค่าของสินทรัพย์ทาง</w:t>
            </w:r>
            <w:r w:rsidR="00AE6DB6" w:rsidRPr="00AE6DB6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</w:p>
        </w:tc>
        <w:tc>
          <w:tcPr>
            <w:tcW w:w="992" w:type="dxa"/>
            <w:vAlign w:val="bottom"/>
          </w:tcPr>
          <w:p w:rsidR="00AE6DB6" w:rsidRPr="00EF025A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AE6DB6" w:rsidRPr="00EF025A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AE6DB6" w:rsidRPr="00EF025A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2" w:type="dxa"/>
            <w:vAlign w:val="bottom"/>
          </w:tcPr>
          <w:p w:rsidR="00AE6DB6" w:rsidRPr="00EF025A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AE6DB6" w:rsidRPr="00EF025A" w:rsidRDefault="00AE6DB6" w:rsidP="00AE6DB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AE6DB6" w:rsidRPr="00EF025A" w:rsidRDefault="00AE6DB6" w:rsidP="00AE6DB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  <w:vAlign w:val="bottom"/>
          </w:tcPr>
          <w:p w:rsidR="00AE6DB6" w:rsidRPr="00EF025A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AE6DB6" w:rsidRPr="00EF025A" w:rsidRDefault="00AE6DB6" w:rsidP="00AE6DB6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AE6DB6" w:rsidRPr="00EF025A" w:rsidRDefault="00AE6DB6" w:rsidP="009A3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EF025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473D9">
              <w:rPr>
                <w:rFonts w:ascii="Angsana New" w:hAnsi="Angsana New" w:hint="cs"/>
                <w:sz w:val="28"/>
                <w:szCs w:val="28"/>
                <w:cs/>
              </w:rPr>
              <w:t>641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AE6DB6" w:rsidRPr="00AE6DB6" w:rsidRDefault="00AE6DB6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AE6DB6" w:rsidRPr="00AE6DB6" w:rsidRDefault="00074595" w:rsidP="00AE6D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6,803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shd w:val="clear" w:color="auto" w:fill="auto"/>
            <w:vAlign w:val="bottom"/>
          </w:tcPr>
          <w:p w:rsidR="00133898" w:rsidRPr="00EF025A" w:rsidRDefault="00133898" w:rsidP="009D7F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9D7F8E" w:rsidRPr="00EF025A">
              <w:rPr>
                <w:rFonts w:ascii="Angsana New" w:hAnsi="Angsana New"/>
                <w:sz w:val="28"/>
                <w:szCs w:val="28"/>
              </w:rPr>
              <w:t xml:space="preserve"> 13</w:t>
            </w:r>
            <w:r w:rsidR="00AE6DB6"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="009D7F8E" w:rsidRPr="00EF025A">
              <w:rPr>
                <w:rFonts w:ascii="Angsana New" w:hAnsi="Angsana New"/>
                <w:sz w:val="28"/>
                <w:szCs w:val="28"/>
              </w:rPr>
              <w:t>946</w:t>
            </w:r>
            <w:r w:rsidRPr="00EF025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vAlign w:val="bottom"/>
          </w:tcPr>
          <w:p w:rsidR="00133898" w:rsidRPr="00AE6DB6" w:rsidRDefault="00080995" w:rsidP="000745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A00D94" w:rsidRPr="00AE6DB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133898" w:rsidRPr="00AE6DB6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074595">
              <w:rPr>
                <w:rFonts w:ascii="Angsana New" w:hAnsi="Angsana New"/>
                <w:sz w:val="28"/>
                <w:szCs w:val="28"/>
              </w:rPr>
              <w:t>8,299</w:t>
            </w:r>
            <w:r w:rsidR="00133898" w:rsidRPr="00AE6DB6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133898" w:rsidRPr="00AE6DB6" w:rsidTr="00F97E92">
        <w:tc>
          <w:tcPr>
            <w:tcW w:w="3168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AE6DB6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2" w:type="dxa"/>
            <w:vAlign w:val="bottom"/>
          </w:tcPr>
          <w:p w:rsidR="00133898" w:rsidRPr="00EF025A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7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3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:rsidR="00133898" w:rsidRPr="00EF025A" w:rsidRDefault="00133898" w:rsidP="0013389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33898" w:rsidRPr="00EF025A" w:rsidRDefault="009A38B5" w:rsidP="009A38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025A">
              <w:rPr>
                <w:rFonts w:ascii="Angsana New" w:hAnsi="Angsana New" w:hint="cs"/>
                <w:sz w:val="28"/>
                <w:szCs w:val="28"/>
                <w:cs/>
              </w:rPr>
              <w:t>54</w:t>
            </w:r>
            <w:r w:rsidRPr="00EF025A">
              <w:rPr>
                <w:rFonts w:ascii="Angsana New" w:hAnsi="Angsana New"/>
                <w:sz w:val="28"/>
                <w:szCs w:val="28"/>
              </w:rPr>
              <w:t>,</w:t>
            </w:r>
            <w:r w:rsidRPr="00EF025A">
              <w:rPr>
                <w:rFonts w:ascii="Angsana New" w:hAnsi="Angsana New" w:hint="cs"/>
                <w:sz w:val="28"/>
                <w:szCs w:val="28"/>
                <w:cs/>
              </w:rPr>
              <w:t>283</w:t>
            </w:r>
          </w:p>
        </w:tc>
        <w:tc>
          <w:tcPr>
            <w:tcW w:w="261" w:type="dxa"/>
            <w:vAlign w:val="bottom"/>
          </w:tcPr>
          <w:p w:rsidR="00133898" w:rsidRPr="00AE6DB6" w:rsidRDefault="00133898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3898" w:rsidRPr="00AE6DB6" w:rsidRDefault="00074595" w:rsidP="0013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30,533</w:t>
            </w:r>
          </w:p>
        </w:tc>
      </w:tr>
    </w:tbl>
    <w:p w:rsidR="00930FD3" w:rsidRPr="00CF0349" w:rsidRDefault="00930FD3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</w:t>
      </w:r>
      <w:r w:rsidR="008E773E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นินงานเชิงภูมิศาสตร์สำหรับงวด</w:t>
      </w:r>
      <w:r w:rsidR="0011037F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เก้าเดือน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11037F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30 </w:t>
      </w:r>
      <w:r w:rsidR="0011037F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กันยายน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BA4F19">
        <w:rPr>
          <w:rFonts w:ascii="Angsana New" w:hAnsi="Angsana New"/>
          <w:b w:val="0"/>
          <w:bCs w:val="0"/>
          <w:i/>
          <w:iCs/>
          <w:sz w:val="30"/>
          <w:szCs w:val="30"/>
        </w:rPr>
        <w:t>4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BA4F19">
        <w:rPr>
          <w:rFonts w:ascii="Angsana New" w:hAnsi="Angsana New"/>
          <w:b w:val="0"/>
          <w:bCs w:val="0"/>
          <w:i/>
          <w:iCs/>
          <w:sz w:val="30"/>
          <w:szCs w:val="30"/>
        </w:rPr>
        <w:t>63</w:t>
      </w:r>
    </w:p>
    <w:p w:rsidR="00B133FC" w:rsidRPr="00CF0349" w:rsidRDefault="00B133FC" w:rsidP="00B133FC">
      <w:pPr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 w:hint="cs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 w:hint="cs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จึงไม่มีการนำเสนอข้อมูลเกี่ยวกับส่วนงานดำเนินงานเชิงภูมิศาสตร์ในข้อมูลทางการเงินระหว่างกาลนี้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9D732C" w:rsidRDefault="00B133FC" w:rsidP="00B133FC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:rsidR="00B133FC" w:rsidRPr="001A24A6" w:rsidRDefault="00B133FC" w:rsidP="00B133FC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10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1A24A6">
        <w:rPr>
          <w:rFonts w:ascii="Angsana New" w:hAnsi="Angsana New"/>
          <w:i/>
          <w:iCs/>
          <w:sz w:val="30"/>
          <w:szCs w:val="30"/>
        </w:rPr>
        <w:t xml:space="preserve">) </w:t>
      </w:r>
      <w:r w:rsidRPr="001A24A6">
        <w:rPr>
          <w:rFonts w:ascii="Angsana New" w:hAnsi="Angsana New"/>
          <w:i/>
          <w:iCs/>
          <w:sz w:val="30"/>
          <w:szCs w:val="30"/>
          <w:cs/>
        </w:rPr>
        <w:t>สำหรับงวด</w:t>
      </w:r>
      <w:r w:rsidR="001F3252">
        <w:rPr>
          <w:rFonts w:ascii="Angsana New" w:hAnsi="Angsana New" w:hint="cs"/>
          <w:i/>
          <w:iCs/>
          <w:sz w:val="30"/>
          <w:szCs w:val="30"/>
          <w:cs/>
        </w:rPr>
        <w:t>เก้า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ดือนสิ้นสุดวันที่ </w:t>
      </w:r>
      <w:r w:rsidR="0011037F">
        <w:rPr>
          <w:rFonts w:ascii="Angsana New" w:hAnsi="Angsana New"/>
          <w:i/>
          <w:iCs/>
          <w:sz w:val="30"/>
          <w:szCs w:val="30"/>
        </w:rPr>
        <w:t xml:space="preserve">30 </w:t>
      </w:r>
      <w:r w:rsidR="0011037F">
        <w:rPr>
          <w:rFonts w:ascii="Angsana New" w:hAnsi="Angsana New"/>
          <w:i/>
          <w:iCs/>
          <w:sz w:val="30"/>
          <w:szCs w:val="30"/>
          <w:cs/>
        </w:rPr>
        <w:t>กันยายน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BA4F19">
        <w:rPr>
          <w:rFonts w:ascii="Angsana New" w:hAnsi="Angsana New"/>
          <w:i/>
          <w:iCs/>
          <w:sz w:val="30"/>
          <w:szCs w:val="30"/>
        </w:rPr>
        <w:t>4</w:t>
      </w:r>
      <w:r w:rsidRPr="001A24A6">
        <w:rPr>
          <w:rFonts w:ascii="Angsana New" w:hAnsi="Angsana New"/>
          <w:i/>
          <w:iCs/>
          <w:sz w:val="30"/>
          <w:szCs w:val="30"/>
          <w:cs/>
        </w:rPr>
        <w:t xml:space="preserve"> และ </w:t>
      </w:r>
      <w:r w:rsidRPr="001A24A6">
        <w:rPr>
          <w:rFonts w:ascii="Angsana New" w:hAnsi="Angsana New"/>
          <w:i/>
          <w:iCs/>
          <w:sz w:val="30"/>
          <w:szCs w:val="30"/>
        </w:rPr>
        <w:t>256</w:t>
      </w:r>
      <w:r w:rsidR="00BA4F19">
        <w:rPr>
          <w:rFonts w:ascii="Angsana New" w:hAnsi="Angsana New"/>
          <w:i/>
          <w:iCs/>
          <w:sz w:val="30"/>
          <w:szCs w:val="30"/>
        </w:rPr>
        <w:t>3</w:t>
      </w:r>
    </w:p>
    <w:p w:rsidR="00B133FC" w:rsidRPr="00CF0349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:rsidR="00B133FC" w:rsidRDefault="00B133FC" w:rsidP="00B13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บริษัท</w:t>
      </w:r>
      <w:r w:rsidR="00C0664A"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จึงไม่มีการนำเสนอข้อมูลเกี่ยวกับลูกค้ารายใหญ่ในข้อมูลทางการเงินระหว่างกาลนี้</w:t>
      </w:r>
    </w:p>
    <w:p w:rsidR="00BA4F19" w:rsidRPr="00AF0226" w:rsidRDefault="00BA4F19" w:rsidP="00BA4F1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Pr="00AF0226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="0011037F">
        <w:rPr>
          <w:rFonts w:ascii="Angsana New" w:hAnsi="Angsana New"/>
          <w:spacing w:val="-4"/>
          <w:sz w:val="30"/>
          <w:szCs w:val="30"/>
        </w:rPr>
        <w:t xml:space="preserve">30 </w:t>
      </w:r>
      <w:r w:rsidR="0011037F">
        <w:rPr>
          <w:rFonts w:ascii="Angsana New" w:hAnsi="Angsana New"/>
          <w:spacing w:val="-4"/>
          <w:sz w:val="30"/>
          <w:szCs w:val="30"/>
          <w:cs/>
        </w:rPr>
        <w:t>กันยายน</w:t>
      </w:r>
      <w:r w:rsidRPr="00AF0226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AF0226">
        <w:rPr>
          <w:rFonts w:ascii="Angsana New" w:hAnsi="Angsana New"/>
          <w:spacing w:val="-4"/>
          <w:sz w:val="30"/>
          <w:szCs w:val="30"/>
        </w:rPr>
        <w:t>25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C85227">
        <w:rPr>
          <w:rFonts w:ascii="Angsana New" w:hAnsi="Angsana New"/>
          <w:spacing w:val="-4"/>
          <w:sz w:val="30"/>
          <w:szCs w:val="30"/>
        </w:rPr>
        <w:t>4</w:t>
      </w:r>
      <w:r w:rsidRPr="00AF0226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</w:p>
    <w:p w:rsidR="00C85227" w:rsidRPr="00DA3D3B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C85227" w:rsidRPr="00EF025A" w:rsidRDefault="00C85227" w:rsidP="00C852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A3D3B">
        <w:rPr>
          <w:rFonts w:ascii="Angsana New" w:hAnsi="Angsana New" w:hint="cs"/>
          <w:sz w:val="30"/>
          <w:szCs w:val="30"/>
          <w:cs/>
        </w:rPr>
        <w:t>บริษัทมีหนังสือค้ำประกันบริษัทซึ่งออกโดยธนาคารในประเทศ</w:t>
      </w:r>
      <w:r w:rsidR="00DA681E" w:rsidRPr="00EF025A">
        <w:rPr>
          <w:rFonts w:ascii="Angsana New" w:hAnsi="Angsana New" w:hint="cs"/>
          <w:sz w:val="30"/>
          <w:szCs w:val="30"/>
          <w:cs/>
        </w:rPr>
        <w:t>แห่งหนึ่ง</w:t>
      </w:r>
      <w:r w:rsidRPr="00EF025A">
        <w:rPr>
          <w:rFonts w:ascii="Angsana New" w:hAnsi="Angsana New" w:hint="cs"/>
          <w:sz w:val="30"/>
          <w:szCs w:val="30"/>
          <w:cs/>
        </w:rPr>
        <w:t>ให้แก่บริษัทเอกชนและหน่วยงานรัฐบาลหลายแห่งซึ่งเป็น</w:t>
      </w:r>
      <w:r w:rsidRPr="00EF025A">
        <w:rPr>
          <w:rFonts w:ascii="Angsana New" w:hAnsi="Angsana New" w:hint="cs"/>
          <w:color w:val="000000"/>
          <w:sz w:val="30"/>
          <w:szCs w:val="30"/>
          <w:cs/>
          <w:lang w:val="th-TH"/>
        </w:rPr>
        <w:t>ลูกค้าของบริษัทเ</w:t>
      </w:r>
      <w:r w:rsidRPr="00EF025A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EF025A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EF025A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EF025A">
        <w:rPr>
          <w:rFonts w:ascii="Angsana New" w:hAnsi="Angsana New" w:hint="cs"/>
          <w:color w:val="000000"/>
          <w:sz w:val="30"/>
          <w:szCs w:val="30"/>
          <w:cs/>
        </w:rPr>
        <w:t xml:space="preserve">รวมประมาณ </w:t>
      </w:r>
      <w:r w:rsidR="0019794B" w:rsidRPr="00EF025A">
        <w:rPr>
          <w:rFonts w:ascii="Angsana New" w:hAnsi="Angsana New" w:hint="cs"/>
          <w:color w:val="000000"/>
          <w:sz w:val="30"/>
          <w:szCs w:val="30"/>
          <w:cs/>
        </w:rPr>
        <w:t>23</w:t>
      </w:r>
      <w:r w:rsidR="002311BC">
        <w:rPr>
          <w:rFonts w:ascii="Angsana New" w:hAnsi="Angsana New" w:hint="cs"/>
          <w:color w:val="000000"/>
          <w:sz w:val="30"/>
          <w:szCs w:val="30"/>
          <w:cs/>
        </w:rPr>
        <w:t>.0</w:t>
      </w:r>
      <w:r w:rsidRPr="00EF025A">
        <w:rPr>
          <w:rFonts w:ascii="Angsana New" w:hAnsi="Angsana New"/>
          <w:color w:val="000000"/>
          <w:sz w:val="30"/>
          <w:szCs w:val="30"/>
        </w:rPr>
        <w:t xml:space="preserve"> </w:t>
      </w:r>
      <w:r w:rsidRPr="00EF025A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C85227" w:rsidRPr="00EF025A" w:rsidRDefault="00C85227" w:rsidP="00C85227">
      <w:pPr>
        <w:rPr>
          <w:rFonts w:asciiTheme="majorBidi" w:hAnsiTheme="majorBidi" w:cstheme="majorBidi"/>
          <w:color w:val="000000"/>
          <w:sz w:val="24"/>
          <w:szCs w:val="24"/>
          <w:cs/>
        </w:rPr>
      </w:pPr>
    </w:p>
    <w:p w:rsidR="00C85227" w:rsidRPr="00EF025A" w:rsidRDefault="00C85227" w:rsidP="00C852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EF025A">
        <w:rPr>
          <w:rFonts w:ascii="Angsana New" w:hAnsi="Angsana New" w:hint="cs"/>
          <w:sz w:val="30"/>
          <w:szCs w:val="30"/>
          <w:cs/>
        </w:rPr>
        <w:t>บริษัทย่อยมีภาระผูกพัน</w:t>
      </w:r>
      <w:r w:rsidR="007F1D91" w:rsidRPr="00EF025A">
        <w:rPr>
          <w:rFonts w:ascii="Angsana New" w:hAnsi="Angsana New" w:hint="cs"/>
          <w:sz w:val="30"/>
          <w:szCs w:val="30"/>
          <w:cs/>
        </w:rPr>
        <w:t>จาก</w:t>
      </w:r>
      <w:r w:rsidRPr="00EF025A">
        <w:rPr>
          <w:rFonts w:ascii="Angsana New" w:hAnsi="Angsana New" w:hint="cs"/>
          <w:sz w:val="30"/>
          <w:szCs w:val="30"/>
          <w:cs/>
        </w:rPr>
        <w:t>งาน</w:t>
      </w:r>
      <w:r w:rsidR="007F1D91" w:rsidRPr="00EF025A">
        <w:rPr>
          <w:rFonts w:ascii="Angsana New" w:hAnsi="Angsana New" w:hint="cs"/>
          <w:sz w:val="30"/>
          <w:szCs w:val="30"/>
          <w:cs/>
        </w:rPr>
        <w:t>ก่อสร้าง</w:t>
      </w:r>
      <w:r w:rsidRPr="00EF025A">
        <w:rPr>
          <w:rFonts w:ascii="Angsana New" w:hAnsi="Angsana New" w:hint="cs"/>
          <w:sz w:val="30"/>
          <w:szCs w:val="30"/>
          <w:cs/>
        </w:rPr>
        <w:t>โครงการโรงพยาบาลเพื่อดูแลผู้สูงอายุ</w:t>
      </w:r>
      <w:r w:rsidR="007F1D91" w:rsidRPr="00EF025A">
        <w:rPr>
          <w:rFonts w:ascii="Angsana New" w:hAnsi="Angsana New" w:hint="cs"/>
          <w:sz w:val="30"/>
          <w:szCs w:val="30"/>
          <w:cs/>
        </w:rPr>
        <w:t>โดยเป็นค่าก่อสร้างอาคาร</w:t>
      </w:r>
      <w:r w:rsidRPr="00EF025A">
        <w:rPr>
          <w:rFonts w:ascii="Angsana New" w:hAnsi="Angsana New" w:hint="cs"/>
          <w:sz w:val="30"/>
          <w:szCs w:val="30"/>
          <w:cs/>
        </w:rPr>
        <w:t xml:space="preserve">จำนวนเงินประมาณ </w:t>
      </w:r>
      <w:r w:rsidR="002311BC">
        <w:rPr>
          <w:rFonts w:ascii="Angsana New" w:hAnsi="Angsana New" w:hint="cs"/>
          <w:sz w:val="30"/>
          <w:szCs w:val="30"/>
          <w:cs/>
        </w:rPr>
        <w:t>79.3</w:t>
      </w:r>
      <w:r w:rsidRPr="00EF025A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C85227" w:rsidRPr="00EF025A" w:rsidRDefault="00C85227" w:rsidP="00C85227">
      <w:pPr>
        <w:rPr>
          <w:rFonts w:ascii="Angsana New" w:hAnsi="Angsana New"/>
          <w:color w:val="000000"/>
          <w:sz w:val="24"/>
          <w:szCs w:val="24"/>
          <w:cs/>
        </w:rPr>
      </w:pPr>
    </w:p>
    <w:p w:rsidR="00C85227" w:rsidRPr="00EF025A" w:rsidRDefault="00C85227" w:rsidP="00C8522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EF025A"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บริษัทมีสัญญาซื้อเงินตราต่างปร</w:t>
      </w:r>
      <w:r w:rsidR="002311BC">
        <w:rPr>
          <w:rFonts w:ascii="Angsana New" w:hAnsi="Angsana New" w:hint="cs"/>
          <w:color w:val="000000"/>
          <w:sz w:val="30"/>
          <w:szCs w:val="30"/>
          <w:cs/>
        </w:rPr>
        <w:t>ะเทศล่วงหน้ากับธนาคารในประเทศสอง</w:t>
      </w:r>
      <w:r w:rsidRPr="00EF025A">
        <w:rPr>
          <w:rFonts w:ascii="Angsana New" w:hAnsi="Angsana New" w:hint="cs"/>
          <w:color w:val="000000"/>
          <w:sz w:val="30"/>
          <w:szCs w:val="30"/>
          <w:cs/>
        </w:rPr>
        <w:t>แห่งซึ่ง</w:t>
      </w:r>
      <w:r w:rsidR="0043350B" w:rsidRPr="00EF025A">
        <w:rPr>
          <w:rFonts w:ascii="Angsana New" w:hAnsi="Angsana New" w:hint="cs"/>
          <w:color w:val="000000"/>
          <w:sz w:val="30"/>
          <w:szCs w:val="30"/>
          <w:cs/>
        </w:rPr>
        <w:t>สรุปได้</w:t>
      </w:r>
      <w:r w:rsidRPr="00EF025A">
        <w:rPr>
          <w:rFonts w:ascii="Angsana New" w:hAnsi="Angsana New" w:hint="cs"/>
          <w:color w:val="000000"/>
          <w:sz w:val="30"/>
          <w:szCs w:val="30"/>
          <w:cs/>
        </w:rPr>
        <w:t>ดังนี้</w:t>
      </w:r>
    </w:p>
    <w:p w:rsidR="00C85227" w:rsidRPr="00EF025A" w:rsidRDefault="00C85227" w:rsidP="00C852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747" w:type="dxa"/>
        <w:tblInd w:w="108" w:type="dxa"/>
        <w:tblLook w:val="04A0"/>
      </w:tblPr>
      <w:tblGrid>
        <w:gridCol w:w="1951"/>
        <w:gridCol w:w="261"/>
        <w:gridCol w:w="1440"/>
        <w:gridCol w:w="284"/>
        <w:gridCol w:w="1417"/>
        <w:gridCol w:w="284"/>
        <w:gridCol w:w="1275"/>
        <w:gridCol w:w="283"/>
        <w:gridCol w:w="2552"/>
      </w:tblGrid>
      <w:tr w:rsidR="00C85227" w:rsidRPr="00EF025A" w:rsidTr="00950A34">
        <w:tc>
          <w:tcPr>
            <w:tcW w:w="1951" w:type="dxa"/>
            <w:tcBorders>
              <w:bottom w:val="single" w:sz="4" w:space="0" w:color="auto"/>
            </w:tcBorders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EF025A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C85227" w:rsidRPr="00EF025A" w:rsidTr="00950A34">
        <w:tc>
          <w:tcPr>
            <w:tcW w:w="1951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C85227" w:rsidRPr="00EF025A" w:rsidRDefault="007E7A76" w:rsidP="005351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19</w:t>
            </w:r>
            <w:r w:rsidR="00535133" w:rsidRPr="00EF025A">
              <w:rPr>
                <w:rFonts w:ascii="Angsana New" w:hAnsi="Angsana New"/>
                <w:sz w:val="30"/>
                <w:szCs w:val="30"/>
              </w:rPr>
              <w:t>1</w:t>
            </w:r>
            <w:r w:rsidRPr="00EF025A">
              <w:rPr>
                <w:rFonts w:ascii="Angsana New" w:hAnsi="Angsana New"/>
                <w:sz w:val="30"/>
                <w:szCs w:val="30"/>
              </w:rPr>
              <w:t>,</w:t>
            </w:r>
            <w:r w:rsidR="00535133" w:rsidRPr="00EF025A">
              <w:rPr>
                <w:rFonts w:ascii="Angsana New" w:hAnsi="Angsana New"/>
                <w:sz w:val="30"/>
                <w:szCs w:val="30"/>
              </w:rPr>
              <w:t>410</w:t>
            </w:r>
          </w:p>
        </w:tc>
        <w:tc>
          <w:tcPr>
            <w:tcW w:w="284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85227" w:rsidRPr="00EF025A" w:rsidRDefault="007E7A76" w:rsidP="005351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7,</w:t>
            </w:r>
            <w:r w:rsidR="00535133" w:rsidRPr="00EF025A">
              <w:rPr>
                <w:rFonts w:ascii="Angsana New" w:hAnsi="Angsana New"/>
                <w:sz w:val="30"/>
                <w:szCs w:val="30"/>
              </w:rPr>
              <w:t>321</w:t>
            </w:r>
          </w:p>
        </w:tc>
        <w:tc>
          <w:tcPr>
            <w:tcW w:w="284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85227" w:rsidRPr="00EF025A" w:rsidRDefault="007E7A76" w:rsidP="008874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7,</w:t>
            </w:r>
            <w:r w:rsidR="0088749E">
              <w:rPr>
                <w:rFonts w:ascii="Angsana New" w:hAnsi="Angsana New" w:hint="cs"/>
                <w:sz w:val="30"/>
                <w:szCs w:val="30"/>
                <w:cs/>
              </w:rPr>
              <w:t>539</w:t>
            </w:r>
          </w:p>
        </w:tc>
        <w:tc>
          <w:tcPr>
            <w:tcW w:w="283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C85227" w:rsidRPr="00EF025A" w:rsidRDefault="00535133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ตุล</w:t>
            </w:r>
            <w:r w:rsidR="007E7A76" w:rsidRPr="00EF025A">
              <w:rPr>
                <w:rFonts w:ascii="Angsana New" w:hAnsi="Angsana New" w:hint="cs"/>
                <w:sz w:val="30"/>
                <w:szCs w:val="30"/>
                <w:cs/>
              </w:rPr>
              <w:t>าคม</w:t>
            </w:r>
            <w:r w:rsidR="00461992" w:rsidRPr="00EF025A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7E7A76" w:rsidRPr="00EF025A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 </w:t>
            </w:r>
            <w:r w:rsidR="007E7A76" w:rsidRPr="00EF025A">
              <w:rPr>
                <w:rFonts w:ascii="Angsana New" w:hAnsi="Angsana New"/>
                <w:sz w:val="30"/>
                <w:szCs w:val="30"/>
              </w:rPr>
              <w:t>25</w:t>
            </w:r>
            <w:r w:rsidR="007E7A76" w:rsidRPr="00EF025A">
              <w:rPr>
                <w:rFonts w:ascii="Angsana New" w:hAnsi="Angsana New" w:hint="cs"/>
                <w:sz w:val="30"/>
                <w:szCs w:val="30"/>
                <w:cs/>
              </w:rPr>
              <w:t>64</w:t>
            </w:r>
          </w:p>
        </w:tc>
      </w:tr>
      <w:tr w:rsidR="00C85227" w:rsidRPr="00AF0226" w:rsidTr="00950A34">
        <w:tc>
          <w:tcPr>
            <w:tcW w:w="1951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เหรียญสหรัฐ</w:t>
            </w:r>
          </w:p>
        </w:tc>
        <w:tc>
          <w:tcPr>
            <w:tcW w:w="261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:rsidR="00C85227" w:rsidRPr="00EF025A" w:rsidRDefault="00535133" w:rsidP="005351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600</w:t>
            </w:r>
            <w:r w:rsidR="00A33763" w:rsidRPr="00EF025A">
              <w:rPr>
                <w:rFonts w:ascii="Angsana New" w:hAnsi="Angsana New"/>
                <w:sz w:val="30"/>
                <w:szCs w:val="30"/>
              </w:rPr>
              <w:t>,</w:t>
            </w:r>
            <w:r w:rsidRPr="00EF025A">
              <w:rPr>
                <w:rFonts w:ascii="Angsana New" w:hAnsi="Angsana New"/>
                <w:sz w:val="30"/>
                <w:szCs w:val="30"/>
              </w:rPr>
              <w:t>750</w:t>
            </w:r>
          </w:p>
        </w:tc>
        <w:tc>
          <w:tcPr>
            <w:tcW w:w="284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C85227" w:rsidRPr="00EF025A" w:rsidRDefault="00535133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1</w:t>
            </w:r>
            <w:r w:rsidR="007E7A76" w:rsidRPr="00EF025A">
              <w:rPr>
                <w:rFonts w:ascii="Angsana New" w:hAnsi="Angsana New"/>
                <w:sz w:val="30"/>
                <w:szCs w:val="30"/>
              </w:rPr>
              <w:t>8,</w:t>
            </w:r>
            <w:r w:rsidRPr="00EF025A">
              <w:rPr>
                <w:rFonts w:ascii="Angsana New" w:hAnsi="Angsana New"/>
                <w:sz w:val="30"/>
                <w:szCs w:val="30"/>
              </w:rPr>
              <w:t>765</w:t>
            </w:r>
          </w:p>
        </w:tc>
        <w:tc>
          <w:tcPr>
            <w:tcW w:w="284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5" w:type="dxa"/>
          </w:tcPr>
          <w:p w:rsidR="00C85227" w:rsidRPr="00EF025A" w:rsidRDefault="00535133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F025A">
              <w:rPr>
                <w:rFonts w:ascii="Angsana New" w:hAnsi="Angsana New"/>
                <w:sz w:val="30"/>
                <w:szCs w:val="30"/>
              </w:rPr>
              <w:t>20</w:t>
            </w:r>
            <w:r w:rsidR="007E7A76" w:rsidRPr="00EF025A">
              <w:rPr>
                <w:rFonts w:ascii="Angsana New" w:hAnsi="Angsana New"/>
                <w:sz w:val="30"/>
                <w:szCs w:val="30"/>
              </w:rPr>
              <w:t>,</w:t>
            </w:r>
            <w:r w:rsidR="0088749E">
              <w:rPr>
                <w:rFonts w:ascii="Angsana New" w:hAnsi="Angsana New"/>
                <w:sz w:val="30"/>
                <w:szCs w:val="30"/>
              </w:rPr>
              <w:t>383</w:t>
            </w:r>
          </w:p>
        </w:tc>
        <w:tc>
          <w:tcPr>
            <w:tcW w:w="283" w:type="dxa"/>
          </w:tcPr>
          <w:p w:rsidR="00C85227" w:rsidRPr="00EF025A" w:rsidRDefault="00C85227" w:rsidP="00950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2" w:type="dxa"/>
          </w:tcPr>
          <w:p w:rsidR="00C85227" w:rsidRPr="00EF025A" w:rsidRDefault="00535133" w:rsidP="004619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F025A">
              <w:rPr>
                <w:rFonts w:ascii="Angsana New" w:hAnsi="Angsana New" w:hint="cs"/>
                <w:sz w:val="30"/>
                <w:szCs w:val="30"/>
                <w:cs/>
              </w:rPr>
              <w:t>ตุล</w:t>
            </w:r>
            <w:r w:rsidR="00C85227" w:rsidRPr="00EF025A">
              <w:rPr>
                <w:rFonts w:ascii="Angsana New" w:hAnsi="Angsana New" w:hint="cs"/>
                <w:sz w:val="30"/>
                <w:szCs w:val="30"/>
                <w:cs/>
              </w:rPr>
              <w:t>าคม</w:t>
            </w:r>
            <w:r w:rsidR="00461992" w:rsidRPr="00EF025A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="007E7A76" w:rsidRPr="00EF025A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  <w:r w:rsidR="00C85227" w:rsidRPr="00EF025A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C85227" w:rsidRPr="00EF025A">
              <w:rPr>
                <w:rFonts w:ascii="Angsana New" w:hAnsi="Angsana New"/>
                <w:sz w:val="30"/>
                <w:szCs w:val="30"/>
              </w:rPr>
              <w:t>25</w:t>
            </w:r>
            <w:r w:rsidR="00C85227" w:rsidRPr="00EF025A">
              <w:rPr>
                <w:rFonts w:ascii="Angsana New" w:hAnsi="Angsana New" w:hint="cs"/>
                <w:sz w:val="30"/>
                <w:szCs w:val="30"/>
                <w:cs/>
              </w:rPr>
              <w:t>64</w:t>
            </w:r>
          </w:p>
        </w:tc>
      </w:tr>
    </w:tbl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BA4F19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การจ่ายเงินปันผลและเงินปันผลระหว่างกาล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801F2C" w:rsidRPr="0019794B" w:rsidRDefault="00801F2C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19794B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19794B">
        <w:rPr>
          <w:rFonts w:ascii="Angsana New" w:hAnsi="Angsana New"/>
          <w:sz w:val="30"/>
          <w:szCs w:val="30"/>
        </w:rPr>
        <w:t xml:space="preserve">20 </w:t>
      </w:r>
      <w:r w:rsidRPr="0019794B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19794B">
        <w:rPr>
          <w:rFonts w:ascii="Angsana New" w:hAnsi="Angsana New"/>
          <w:sz w:val="30"/>
          <w:szCs w:val="30"/>
        </w:rPr>
        <w:t xml:space="preserve">2564 </w:t>
      </w:r>
      <w:r w:rsidRPr="0019794B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19794B">
        <w:rPr>
          <w:rFonts w:ascii="Angsana New" w:hAnsi="Angsana New"/>
          <w:sz w:val="30"/>
          <w:szCs w:val="30"/>
        </w:rPr>
        <w:t xml:space="preserve">2563 </w:t>
      </w:r>
      <w:r w:rsidRPr="0019794B">
        <w:rPr>
          <w:rFonts w:ascii="Angsana New" w:hAnsi="Angsana New" w:hint="cs"/>
          <w:sz w:val="30"/>
          <w:szCs w:val="30"/>
          <w:cs/>
        </w:rPr>
        <w:t>ในอัตราหุ้นละ 0.10</w:t>
      </w:r>
      <w:r w:rsidRPr="0019794B">
        <w:rPr>
          <w:rFonts w:ascii="Angsana New" w:hAnsi="Angsana New"/>
          <w:sz w:val="30"/>
          <w:szCs w:val="30"/>
        </w:rPr>
        <w:t xml:space="preserve"> </w:t>
      </w:r>
      <w:r w:rsidRPr="0019794B">
        <w:rPr>
          <w:rFonts w:ascii="Angsana New" w:hAnsi="Angsana New" w:hint="cs"/>
          <w:sz w:val="30"/>
          <w:szCs w:val="30"/>
          <w:cs/>
        </w:rPr>
        <w:t>บาทเป็นเงินรวมประมาณ 30.8</w:t>
      </w:r>
      <w:r w:rsidR="00506BB3" w:rsidRPr="0019794B">
        <w:rPr>
          <w:rFonts w:ascii="Angsana New" w:hAnsi="Angsana New" w:hint="cs"/>
          <w:sz w:val="30"/>
          <w:szCs w:val="30"/>
          <w:cs/>
        </w:rPr>
        <w:t>0</w:t>
      </w:r>
      <w:r w:rsidRPr="0019794B">
        <w:rPr>
          <w:rFonts w:ascii="Angsana New" w:hAnsi="Angsana New" w:hint="cs"/>
          <w:sz w:val="30"/>
          <w:szCs w:val="30"/>
          <w:cs/>
        </w:rPr>
        <w:t xml:space="preserve"> ล้านบาทให้แก่ผู้ถือหุ้น</w:t>
      </w:r>
      <w:r w:rsidRPr="0019794B">
        <w:rPr>
          <w:rFonts w:ascii="Angsana New" w:hAnsi="Angsana New"/>
          <w:sz w:val="30"/>
          <w:szCs w:val="30"/>
          <w:cs/>
        </w:rPr>
        <w:t>โดย</w:t>
      </w:r>
      <w:r w:rsidRPr="0019794B">
        <w:rPr>
          <w:rFonts w:ascii="Angsana New" w:hAnsi="Angsana New" w:hint="cs"/>
          <w:sz w:val="30"/>
          <w:szCs w:val="30"/>
          <w:cs/>
        </w:rPr>
        <w:t>กำหนด</w:t>
      </w:r>
      <w:r w:rsidRPr="0019794B">
        <w:rPr>
          <w:rFonts w:ascii="Angsana New" w:hAnsi="Angsana New"/>
          <w:sz w:val="30"/>
          <w:szCs w:val="30"/>
          <w:cs/>
        </w:rPr>
        <w:t>จ่ายเงินปันผล</w:t>
      </w:r>
      <w:r w:rsidRPr="0019794B">
        <w:rPr>
          <w:rFonts w:ascii="Angsana New" w:hAnsi="Angsana New" w:hint="cs"/>
          <w:sz w:val="30"/>
          <w:szCs w:val="30"/>
          <w:cs/>
        </w:rPr>
        <w:t xml:space="preserve">ดังกล่าวในวันที่ 14 พฤษภาคม </w:t>
      </w:r>
      <w:r w:rsidRPr="0019794B">
        <w:rPr>
          <w:rFonts w:ascii="Angsana New" w:hAnsi="Angsana New"/>
          <w:sz w:val="30"/>
          <w:szCs w:val="30"/>
        </w:rPr>
        <w:t>25</w:t>
      </w:r>
      <w:r w:rsidRPr="0019794B">
        <w:rPr>
          <w:rFonts w:ascii="Angsana New" w:hAnsi="Angsana New" w:hint="cs"/>
          <w:sz w:val="30"/>
          <w:szCs w:val="30"/>
          <w:cs/>
        </w:rPr>
        <w:t>64</w:t>
      </w:r>
    </w:p>
    <w:p w:rsidR="00801F2C" w:rsidRPr="0019794B" w:rsidRDefault="00801F2C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Default="00BA4F19" w:rsidP="00BA4F19">
      <w:pPr>
        <w:pStyle w:val="NoSpacing"/>
        <w:jc w:val="thaiDistribute"/>
        <w:rPr>
          <w:rFonts w:ascii="Angsana New" w:hAnsi="Angsana New"/>
          <w:szCs w:val="30"/>
        </w:rPr>
      </w:pPr>
      <w:r w:rsidRPr="0019794B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19794B">
        <w:rPr>
          <w:rFonts w:ascii="Angsana New" w:hAnsi="Angsana New"/>
          <w:szCs w:val="30"/>
        </w:rPr>
        <w:t xml:space="preserve"> </w:t>
      </w:r>
      <w:r w:rsidRPr="0019794B">
        <w:rPr>
          <w:rFonts w:ascii="Angsana New" w:hAnsi="Angsana New" w:hint="cs"/>
          <w:szCs w:val="30"/>
          <w:cs/>
        </w:rPr>
        <w:t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</w:t>
      </w:r>
      <w:r w:rsidR="005E3B27" w:rsidRPr="0019794B">
        <w:rPr>
          <w:rFonts w:ascii="Angsana New" w:hAnsi="Angsana New" w:hint="cs"/>
          <w:szCs w:val="30"/>
          <w:cs/>
        </w:rPr>
        <w:t>าณ 0.13 บาทเป็นเงินรวมประมาณ 40</w:t>
      </w:r>
      <w:r w:rsidR="005E3B27" w:rsidRPr="0019794B">
        <w:rPr>
          <w:rFonts w:ascii="Angsana New" w:hAnsi="Angsana New"/>
          <w:szCs w:val="30"/>
        </w:rPr>
        <w:t xml:space="preserve">.04 </w:t>
      </w:r>
      <w:r w:rsidRPr="0019794B">
        <w:rPr>
          <w:rFonts w:ascii="Angsana New" w:hAnsi="Angsana New" w:hint="cs"/>
          <w:szCs w:val="30"/>
          <w:cs/>
        </w:rPr>
        <w:t>ล้านบาทให้แก่ผู้ถือหุ้นโดยกำหนดจ่ายเงินปันผลในวันที่ 30 เมษายน 2563 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:rsidR="00813363" w:rsidRDefault="00813363" w:rsidP="00BA4F19">
      <w:pPr>
        <w:pStyle w:val="NoSpacing"/>
        <w:jc w:val="thaiDistribute"/>
        <w:rPr>
          <w:rFonts w:ascii="Angsana New" w:hAnsi="Angsana New"/>
          <w:szCs w:val="30"/>
        </w:rPr>
      </w:pPr>
    </w:p>
    <w:p w:rsidR="00813363" w:rsidRDefault="00813363" w:rsidP="00BA4F19">
      <w:pPr>
        <w:pStyle w:val="NoSpacing"/>
        <w:jc w:val="thaiDistribute"/>
        <w:rPr>
          <w:rFonts w:ascii="Angsana New" w:hAnsi="Angsana New"/>
          <w:szCs w:val="30"/>
        </w:rPr>
      </w:pPr>
    </w:p>
    <w:p w:rsidR="00813363" w:rsidRDefault="00813363" w:rsidP="00BA4F19">
      <w:pPr>
        <w:pStyle w:val="NoSpacing"/>
        <w:jc w:val="thaiDistribute"/>
        <w:rPr>
          <w:rFonts w:ascii="Angsana New" w:hAnsi="Angsana New"/>
          <w:szCs w:val="30"/>
        </w:rPr>
      </w:pPr>
    </w:p>
    <w:p w:rsidR="00813363" w:rsidRDefault="00813363" w:rsidP="00BA4F19">
      <w:pPr>
        <w:pStyle w:val="NoSpacing"/>
        <w:jc w:val="thaiDistribute"/>
        <w:rPr>
          <w:rFonts w:ascii="Angsana New" w:hAnsi="Angsana New"/>
          <w:szCs w:val="30"/>
        </w:rPr>
      </w:pPr>
    </w:p>
    <w:p w:rsidR="00813363" w:rsidRDefault="00813363" w:rsidP="00BA4F19">
      <w:pPr>
        <w:pStyle w:val="NoSpacing"/>
        <w:jc w:val="thaiDistribute"/>
        <w:rPr>
          <w:rFonts w:ascii="Angsana New" w:hAnsi="Angsana New"/>
          <w:szCs w:val="30"/>
        </w:rPr>
      </w:pPr>
    </w:p>
    <w:p w:rsidR="00813363" w:rsidRDefault="00813363" w:rsidP="0081336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</w:t>
      </w:r>
      <w:r w:rsidRPr="00154998">
        <w:rPr>
          <w:rFonts w:ascii="Angsana New" w:hAnsi="Angsana New" w:hint="cs"/>
          <w:b/>
          <w:bCs/>
          <w:sz w:val="30"/>
          <w:szCs w:val="30"/>
          <w:cs/>
        </w:rPr>
        <w:t>ณ์ภายหลังรอบระยะเวลารายงาน</w:t>
      </w:r>
    </w:p>
    <w:p w:rsidR="00813363" w:rsidRDefault="00813363" w:rsidP="00813363">
      <w:pPr>
        <w:pStyle w:val="NoSpacing"/>
        <w:jc w:val="thaiDistribute"/>
        <w:rPr>
          <w:rFonts w:ascii="Angsana New" w:hAnsi="Angsana New"/>
          <w:szCs w:val="30"/>
        </w:rPr>
      </w:pPr>
    </w:p>
    <w:p w:rsidR="00775217" w:rsidRDefault="00775217" w:rsidP="00775217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ในเดือนตุลาคม 2564 บริษัทและบริษัทย่อยได้รับวงเงินสินเชื่อจากธนาคารในประเทศแห่งหนึ่งเพิ่มเติมดังนี้</w:t>
      </w:r>
    </w:p>
    <w:p w:rsidR="00775217" w:rsidRDefault="00775217" w:rsidP="00775217">
      <w:pPr>
        <w:pStyle w:val="NoSpacing"/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hanging="72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บริษัทได้รับวงเงินสินเชื่อหมุนเวียนเพื่อการนำเข้าสินค้าจากต่างประเทศเพิ่มเติมจำนวน 50 ล้านบาท</w:t>
      </w:r>
    </w:p>
    <w:p w:rsidR="00775217" w:rsidRDefault="00775217" w:rsidP="00775217">
      <w:pPr>
        <w:pStyle w:val="NoSpacing"/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hanging="720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บริษัทย่อยได้รับวงเงินสินเชื่อใหม่ซึ่งประกอบด้วยเงินกู้ยืมระยะยาว (ระยะเวลาจ่ายชำระคืน 10 ปี) เงินเบิกเกินบัญชีและหนังสือค้ำประกันบริษัทจำนวน 230 ล้านบาท 20 ล้านบาทและ 15 ล้านบาท ตามลำดับ</w:t>
      </w:r>
    </w:p>
    <w:p w:rsidR="00775217" w:rsidRDefault="00775217" w:rsidP="00775217">
      <w:pPr>
        <w:pStyle w:val="NoSpacing"/>
        <w:jc w:val="thaiDistribute"/>
        <w:rPr>
          <w:rFonts w:ascii="Angsana New" w:hAnsi="Angsana New"/>
          <w:szCs w:val="30"/>
        </w:rPr>
      </w:pPr>
    </w:p>
    <w:p w:rsidR="00775217" w:rsidRPr="00813363" w:rsidRDefault="00775217" w:rsidP="00775217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วงเงินสินเชื่อดังกล่าวข้างต้นนี้ค้ำประกันโดยบริษัทเต็มจำนวนและการจำนองที่ดินและสิ่งปลูกสร้างบนที่ดินของบริษัทย่อยด้วยวงเงินจำนองรวม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392 ล้านบาท (ส่วนของบริษัท 127 ล้านบาทและบริษัทย่อย 265 ล้านบาท) นอกจากนี้ วงเงินสินเชื่อดังกล่าวยังมีเงื่อนไขและข้อกำหนดส่วนหนึ่งเกี่ยวกับการดำรงสัดส่วนการถือหุ้นของบริษัทในบริษัทย่อยว่าจะต้องไม่น้อยกว่าร้อยละ 70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24"/>
          <w:szCs w:val="24"/>
        </w:rPr>
      </w:pPr>
    </w:p>
    <w:p w:rsidR="00BA4F19" w:rsidRPr="00AF0226" w:rsidRDefault="00BA4F19" w:rsidP="00BA4F1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AF0226">
        <w:rPr>
          <w:rFonts w:ascii="Angsana New" w:hAnsi="Angsana New"/>
          <w:b/>
          <w:bCs/>
          <w:sz w:val="30"/>
          <w:szCs w:val="30"/>
          <w:cs/>
        </w:rPr>
        <w:t>การอนุมัติ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Pr="00AF0226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Pr="00AF0226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BA4F19" w:rsidRPr="00DA3D3B" w:rsidRDefault="00BA4F19" w:rsidP="00BA4F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BA4F19" w:rsidRDefault="00BA4F19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7F1D91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7F1D91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7F1D91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7F1D91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="00667C22">
        <w:rPr>
          <w:rFonts w:ascii="Angsana New" w:hAnsi="Angsana New"/>
          <w:sz w:val="30"/>
          <w:szCs w:val="30"/>
        </w:rPr>
        <w:t>7</w:t>
      </w:r>
      <w:r w:rsidRPr="007F1D91">
        <w:rPr>
          <w:rFonts w:ascii="Angsana New" w:hAnsi="Angsana New" w:hint="cs"/>
          <w:sz w:val="30"/>
          <w:szCs w:val="30"/>
          <w:cs/>
        </w:rPr>
        <w:t xml:space="preserve"> </w:t>
      </w:r>
      <w:r w:rsidR="00066E1E">
        <w:rPr>
          <w:rFonts w:ascii="Angsana New" w:hAnsi="Angsana New" w:hint="cs"/>
          <w:sz w:val="30"/>
          <w:szCs w:val="30"/>
          <w:cs/>
        </w:rPr>
        <w:t>พฤศจิกายน</w:t>
      </w:r>
      <w:r w:rsidRPr="007F1D91">
        <w:rPr>
          <w:rFonts w:ascii="Angsana New" w:hAnsi="Angsana New" w:hint="cs"/>
          <w:sz w:val="30"/>
          <w:szCs w:val="30"/>
          <w:cs/>
        </w:rPr>
        <w:t xml:space="preserve"> </w:t>
      </w:r>
      <w:r w:rsidRPr="007F1D91">
        <w:rPr>
          <w:rFonts w:ascii="Angsana New" w:hAnsi="Angsana New"/>
          <w:sz w:val="30"/>
          <w:szCs w:val="30"/>
        </w:rPr>
        <w:t>256</w:t>
      </w:r>
      <w:r w:rsidR="00801F2C" w:rsidRPr="007F1D91">
        <w:rPr>
          <w:rFonts w:ascii="Angsana New" w:hAnsi="Angsana New"/>
          <w:sz w:val="30"/>
          <w:szCs w:val="30"/>
        </w:rPr>
        <w:t>4</w:t>
      </w:r>
    </w:p>
    <w:p w:rsidR="00491324" w:rsidRDefault="00491324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491324" w:rsidRPr="00BA4F19" w:rsidRDefault="00491324" w:rsidP="00DA3D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sectPr w:rsidR="00491324" w:rsidRPr="00BA4F19" w:rsidSect="00F24899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440" w:right="1152" w:bottom="810" w:left="1440" w:header="482" w:footer="590" w:gutter="0"/>
      <w:pgNumType w:start="13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437" w:rsidRDefault="00710437">
      <w:r>
        <w:separator/>
      </w:r>
    </w:p>
  </w:endnote>
  <w:endnote w:type="continuationSeparator" w:id="0">
    <w:p w:rsidR="00710437" w:rsidRDefault="00710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20079"/>
      <w:docPartObj>
        <w:docPartGallery w:val="Page Numbers (Bottom of Page)"/>
        <w:docPartUnique/>
      </w:docPartObj>
    </w:sdtPr>
    <w:sdtContent>
      <w:p w:rsidR="00491ADB" w:rsidRDefault="00CD4982">
        <w:pPr>
          <w:pStyle w:val="Footer"/>
          <w:jc w:val="right"/>
        </w:pPr>
        <w:fldSimple w:instr=" PAGE   \* MERGEFORMAT ">
          <w:r w:rsidR="00775217">
            <w:rPr>
              <w:noProof/>
            </w:rPr>
            <w:t>22</w:t>
          </w:r>
        </w:fldSimple>
      </w:p>
    </w:sdtContent>
  </w:sdt>
  <w:p w:rsidR="00491ADB" w:rsidRDefault="00491A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ADB" w:rsidRPr="002C472B" w:rsidRDefault="00CD4982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491ADB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775217">
      <w:rPr>
        <w:rFonts w:ascii="Angsana New" w:hAnsi="Angsana New"/>
        <w:noProof/>
        <w:sz w:val="30"/>
        <w:szCs w:val="30"/>
      </w:rPr>
      <w:t>13</w:t>
    </w:r>
    <w:r w:rsidRPr="002C472B">
      <w:rPr>
        <w:rFonts w:ascii="Angsana New" w:hAnsi="Angsana New"/>
        <w:sz w:val="30"/>
        <w:szCs w:val="30"/>
      </w:rPr>
      <w:fldChar w:fldCharType="end"/>
    </w:r>
  </w:p>
  <w:p w:rsidR="00491ADB" w:rsidRPr="002C472B" w:rsidRDefault="00491ADB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437" w:rsidRDefault="00710437">
      <w:r>
        <w:separator/>
      </w:r>
    </w:p>
  </w:footnote>
  <w:footnote w:type="continuationSeparator" w:id="0">
    <w:p w:rsidR="00710437" w:rsidRDefault="00710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ADB" w:rsidRDefault="00491ADB" w:rsidP="00D42272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491ADB" w:rsidRPr="0014722B" w:rsidRDefault="00491ADB" w:rsidP="00D42272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491ADB" w:rsidRPr="001C29D1" w:rsidRDefault="00491ADB" w:rsidP="00D422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491ADB" w:rsidRDefault="00491ADB" w:rsidP="00D422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2563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491ADB" w:rsidRDefault="00491ADB" w:rsidP="00D422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และวันที่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 w:hint="cs"/>
        <w:b/>
        <w:bCs/>
        <w:sz w:val="32"/>
        <w:szCs w:val="32"/>
        <w:cs/>
      </w:rPr>
      <w:t>6</w:t>
    </w:r>
    <w:r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491ADB" w:rsidRPr="00D42272" w:rsidRDefault="00491ADB">
    <w:pPr>
      <w:pStyle w:val="Header"/>
      <w:rPr>
        <w:sz w:val="32"/>
        <w:szCs w:val="3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ADB" w:rsidRDefault="00491ADB" w:rsidP="00D42272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491ADB" w:rsidRPr="005D45D5" w:rsidRDefault="00491ADB" w:rsidP="00D42272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:rsidR="00491ADB" w:rsidRPr="001C29D1" w:rsidRDefault="00491ADB" w:rsidP="00D422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491ADB" w:rsidRDefault="00491ADB" w:rsidP="00D422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1C29D1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 256</w:t>
    </w:r>
    <w:r>
      <w:rPr>
        <w:rFonts w:ascii="Angsana New" w:hAnsi="Angsana New"/>
        <w:b/>
        <w:bCs/>
        <w:sz w:val="32"/>
        <w:szCs w:val="32"/>
      </w:rPr>
      <w:t>4</w:t>
    </w:r>
    <w:r>
      <w:rPr>
        <w:rFonts w:ascii="Angsana New" w:hAnsi="Angsana New" w:hint="cs"/>
        <w:b/>
        <w:bCs/>
        <w:sz w:val="32"/>
        <w:szCs w:val="32"/>
        <w:cs/>
      </w:rPr>
      <w:t xml:space="preserve"> และ</w:t>
    </w:r>
    <w:r w:rsidRPr="001C29D1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 xml:space="preserve">2563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491ADB" w:rsidRDefault="00491ADB" w:rsidP="00D422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2563 (ตรวจสอบแล้ว)</w:t>
    </w:r>
  </w:p>
  <w:p w:rsidR="00491ADB" w:rsidRPr="00D42272" w:rsidRDefault="00491ADB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5F0CCA"/>
    <w:multiLevelType w:val="hybridMultilevel"/>
    <w:tmpl w:val="EFA2D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5E91475"/>
    <w:multiLevelType w:val="hybridMultilevel"/>
    <w:tmpl w:val="279A869E"/>
    <w:lvl w:ilvl="0" w:tplc="B0AAFA68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1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7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9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47A18"/>
    <w:multiLevelType w:val="hybridMultilevel"/>
    <w:tmpl w:val="E93EAF8E"/>
    <w:lvl w:ilvl="0" w:tplc="8064147E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Theme="majorBidi" w:hAnsiTheme="majorBidi" w:cstheme="majorBidi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658FC"/>
    <w:multiLevelType w:val="hybridMultilevel"/>
    <w:tmpl w:val="4716AF06"/>
    <w:lvl w:ilvl="0" w:tplc="0C1E43D8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7321C78"/>
    <w:multiLevelType w:val="hybridMultilevel"/>
    <w:tmpl w:val="CC5C6C22"/>
    <w:lvl w:ilvl="0" w:tplc="428692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6"/>
  </w:num>
  <w:num w:numId="12">
    <w:abstractNumId w:val="20"/>
  </w:num>
  <w:num w:numId="13">
    <w:abstractNumId w:val="38"/>
  </w:num>
  <w:num w:numId="14">
    <w:abstractNumId w:val="23"/>
  </w:num>
  <w:num w:numId="15">
    <w:abstractNumId w:val="28"/>
  </w:num>
  <w:num w:numId="16">
    <w:abstractNumId w:val="35"/>
  </w:num>
  <w:num w:numId="17">
    <w:abstractNumId w:val="22"/>
  </w:num>
  <w:num w:numId="18">
    <w:abstractNumId w:val="25"/>
  </w:num>
  <w:num w:numId="19">
    <w:abstractNumId w:val="36"/>
  </w:num>
  <w:num w:numId="20">
    <w:abstractNumId w:val="47"/>
  </w:num>
  <w:num w:numId="21">
    <w:abstractNumId w:val="41"/>
  </w:num>
  <w:num w:numId="22">
    <w:abstractNumId w:val="42"/>
  </w:num>
  <w:num w:numId="23">
    <w:abstractNumId w:val="16"/>
  </w:num>
  <w:num w:numId="24">
    <w:abstractNumId w:val="43"/>
  </w:num>
  <w:num w:numId="2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37"/>
  </w:num>
  <w:num w:numId="28">
    <w:abstractNumId w:val="32"/>
  </w:num>
  <w:num w:numId="29">
    <w:abstractNumId w:val="12"/>
  </w:num>
  <w:num w:numId="30">
    <w:abstractNumId w:val="18"/>
  </w:num>
  <w:num w:numId="31">
    <w:abstractNumId w:val="33"/>
  </w:num>
  <w:num w:numId="32">
    <w:abstractNumId w:val="17"/>
  </w:num>
  <w:num w:numId="33">
    <w:abstractNumId w:val="30"/>
  </w:num>
  <w:num w:numId="34">
    <w:abstractNumId w:val="46"/>
  </w:num>
  <w:num w:numId="35">
    <w:abstractNumId w:val="10"/>
  </w:num>
  <w:num w:numId="36">
    <w:abstractNumId w:val="14"/>
  </w:num>
  <w:num w:numId="37">
    <w:abstractNumId w:val="27"/>
  </w:num>
  <w:num w:numId="38">
    <w:abstractNumId w:val="29"/>
  </w:num>
  <w:num w:numId="39">
    <w:abstractNumId w:val="24"/>
  </w:num>
  <w:num w:numId="40">
    <w:abstractNumId w:val="13"/>
  </w:num>
  <w:num w:numId="41">
    <w:abstractNumId w:val="31"/>
  </w:num>
  <w:num w:numId="42">
    <w:abstractNumId w:val="21"/>
  </w:num>
  <w:num w:numId="43">
    <w:abstractNumId w:val="34"/>
  </w:num>
  <w:num w:numId="44">
    <w:abstractNumId w:val="39"/>
  </w:num>
  <w:num w:numId="45">
    <w:abstractNumId w:val="15"/>
  </w:num>
  <w:num w:numId="46">
    <w:abstractNumId w:val="45"/>
  </w:num>
  <w:num w:numId="47">
    <w:abstractNumId w:val="11"/>
  </w:num>
  <w:num w:numId="48">
    <w:abstractNumId w:val="40"/>
  </w:num>
  <w:num w:numId="49">
    <w:abstractNumId w:val="1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85698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DD0"/>
    <w:rsid w:val="00016E16"/>
    <w:rsid w:val="000170C5"/>
    <w:rsid w:val="00017B25"/>
    <w:rsid w:val="0002004E"/>
    <w:rsid w:val="00020856"/>
    <w:rsid w:val="00020C88"/>
    <w:rsid w:val="00020D2E"/>
    <w:rsid w:val="000215A0"/>
    <w:rsid w:val="00021C7C"/>
    <w:rsid w:val="00022079"/>
    <w:rsid w:val="00022C7F"/>
    <w:rsid w:val="00023953"/>
    <w:rsid w:val="00025888"/>
    <w:rsid w:val="0002590D"/>
    <w:rsid w:val="000261F2"/>
    <w:rsid w:val="000264A4"/>
    <w:rsid w:val="000266F3"/>
    <w:rsid w:val="00027B88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9FE"/>
    <w:rsid w:val="00036AE6"/>
    <w:rsid w:val="000377FC"/>
    <w:rsid w:val="00037C46"/>
    <w:rsid w:val="00037CD6"/>
    <w:rsid w:val="000408A8"/>
    <w:rsid w:val="00041221"/>
    <w:rsid w:val="000412BB"/>
    <w:rsid w:val="00041515"/>
    <w:rsid w:val="00042620"/>
    <w:rsid w:val="000431D8"/>
    <w:rsid w:val="00043BF7"/>
    <w:rsid w:val="0004469B"/>
    <w:rsid w:val="00044DCA"/>
    <w:rsid w:val="000452F6"/>
    <w:rsid w:val="0004560A"/>
    <w:rsid w:val="000457E7"/>
    <w:rsid w:val="00045AF2"/>
    <w:rsid w:val="000461DA"/>
    <w:rsid w:val="000464AD"/>
    <w:rsid w:val="00046B21"/>
    <w:rsid w:val="00046FBF"/>
    <w:rsid w:val="00047F5F"/>
    <w:rsid w:val="0005054F"/>
    <w:rsid w:val="00050964"/>
    <w:rsid w:val="00050D47"/>
    <w:rsid w:val="0005100A"/>
    <w:rsid w:val="0005295D"/>
    <w:rsid w:val="00052E5C"/>
    <w:rsid w:val="00052F48"/>
    <w:rsid w:val="000531B1"/>
    <w:rsid w:val="00056F64"/>
    <w:rsid w:val="00057813"/>
    <w:rsid w:val="000602EC"/>
    <w:rsid w:val="00060AD4"/>
    <w:rsid w:val="0006171C"/>
    <w:rsid w:val="00061853"/>
    <w:rsid w:val="00062488"/>
    <w:rsid w:val="000624A8"/>
    <w:rsid w:val="00062659"/>
    <w:rsid w:val="00062773"/>
    <w:rsid w:val="00064338"/>
    <w:rsid w:val="0006548F"/>
    <w:rsid w:val="000655B5"/>
    <w:rsid w:val="00065644"/>
    <w:rsid w:val="00065B91"/>
    <w:rsid w:val="00066E1E"/>
    <w:rsid w:val="00067110"/>
    <w:rsid w:val="00070F6A"/>
    <w:rsid w:val="000710A7"/>
    <w:rsid w:val="0007132F"/>
    <w:rsid w:val="0007135E"/>
    <w:rsid w:val="00072336"/>
    <w:rsid w:val="00072F17"/>
    <w:rsid w:val="000737CF"/>
    <w:rsid w:val="00073981"/>
    <w:rsid w:val="00073C01"/>
    <w:rsid w:val="00074130"/>
    <w:rsid w:val="0007452A"/>
    <w:rsid w:val="00074595"/>
    <w:rsid w:val="0007477D"/>
    <w:rsid w:val="0007532D"/>
    <w:rsid w:val="00077534"/>
    <w:rsid w:val="00077606"/>
    <w:rsid w:val="00077B37"/>
    <w:rsid w:val="000801B6"/>
    <w:rsid w:val="00080660"/>
    <w:rsid w:val="00080995"/>
    <w:rsid w:val="000811A5"/>
    <w:rsid w:val="0008172F"/>
    <w:rsid w:val="0008191F"/>
    <w:rsid w:val="00081D75"/>
    <w:rsid w:val="00082233"/>
    <w:rsid w:val="000832F1"/>
    <w:rsid w:val="00084564"/>
    <w:rsid w:val="00084730"/>
    <w:rsid w:val="00085996"/>
    <w:rsid w:val="0008663D"/>
    <w:rsid w:val="0008667A"/>
    <w:rsid w:val="00086CF7"/>
    <w:rsid w:val="000877D3"/>
    <w:rsid w:val="00087C73"/>
    <w:rsid w:val="00087C7C"/>
    <w:rsid w:val="00090105"/>
    <w:rsid w:val="0009026F"/>
    <w:rsid w:val="00090340"/>
    <w:rsid w:val="000904CB"/>
    <w:rsid w:val="00090C94"/>
    <w:rsid w:val="00091281"/>
    <w:rsid w:val="0009208F"/>
    <w:rsid w:val="000925EA"/>
    <w:rsid w:val="00092CF1"/>
    <w:rsid w:val="000938A6"/>
    <w:rsid w:val="00093B05"/>
    <w:rsid w:val="00093DD8"/>
    <w:rsid w:val="00094A1B"/>
    <w:rsid w:val="00094E58"/>
    <w:rsid w:val="0009604B"/>
    <w:rsid w:val="00097576"/>
    <w:rsid w:val="000979E3"/>
    <w:rsid w:val="00097E2E"/>
    <w:rsid w:val="000A02C0"/>
    <w:rsid w:val="000A1579"/>
    <w:rsid w:val="000A1842"/>
    <w:rsid w:val="000A1D82"/>
    <w:rsid w:val="000A224C"/>
    <w:rsid w:val="000A2B71"/>
    <w:rsid w:val="000A349E"/>
    <w:rsid w:val="000A3AB1"/>
    <w:rsid w:val="000A3ABC"/>
    <w:rsid w:val="000A3B00"/>
    <w:rsid w:val="000A3CC9"/>
    <w:rsid w:val="000A3D89"/>
    <w:rsid w:val="000A3FCF"/>
    <w:rsid w:val="000A4D99"/>
    <w:rsid w:val="000A5EEE"/>
    <w:rsid w:val="000A616D"/>
    <w:rsid w:val="000A617A"/>
    <w:rsid w:val="000A61E6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38A4"/>
    <w:rsid w:val="000B42B9"/>
    <w:rsid w:val="000B4620"/>
    <w:rsid w:val="000B50EE"/>
    <w:rsid w:val="000B5594"/>
    <w:rsid w:val="000C05F3"/>
    <w:rsid w:val="000C0BAC"/>
    <w:rsid w:val="000C0DEA"/>
    <w:rsid w:val="000C17B3"/>
    <w:rsid w:val="000C1864"/>
    <w:rsid w:val="000C1910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B4"/>
    <w:rsid w:val="000D6519"/>
    <w:rsid w:val="000D6D09"/>
    <w:rsid w:val="000D7113"/>
    <w:rsid w:val="000D7362"/>
    <w:rsid w:val="000D7B32"/>
    <w:rsid w:val="000E04AD"/>
    <w:rsid w:val="000E0D40"/>
    <w:rsid w:val="000E102E"/>
    <w:rsid w:val="000E1119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2151"/>
    <w:rsid w:val="000F2206"/>
    <w:rsid w:val="000F2B8B"/>
    <w:rsid w:val="000F2DED"/>
    <w:rsid w:val="000F35C3"/>
    <w:rsid w:val="000F45CA"/>
    <w:rsid w:val="000F47F9"/>
    <w:rsid w:val="000F5A0F"/>
    <w:rsid w:val="000F5F04"/>
    <w:rsid w:val="000F63E8"/>
    <w:rsid w:val="000F68C8"/>
    <w:rsid w:val="000F6D58"/>
    <w:rsid w:val="000F7EB7"/>
    <w:rsid w:val="00100728"/>
    <w:rsid w:val="001009EA"/>
    <w:rsid w:val="00101A03"/>
    <w:rsid w:val="00101E57"/>
    <w:rsid w:val="001020B6"/>
    <w:rsid w:val="001024C7"/>
    <w:rsid w:val="00103022"/>
    <w:rsid w:val="00103500"/>
    <w:rsid w:val="001045EA"/>
    <w:rsid w:val="0010499B"/>
    <w:rsid w:val="00104A80"/>
    <w:rsid w:val="00104BDB"/>
    <w:rsid w:val="0010586B"/>
    <w:rsid w:val="001059FC"/>
    <w:rsid w:val="00105B8B"/>
    <w:rsid w:val="00105F64"/>
    <w:rsid w:val="0010748E"/>
    <w:rsid w:val="001079DA"/>
    <w:rsid w:val="00107C6D"/>
    <w:rsid w:val="0011037F"/>
    <w:rsid w:val="00110C61"/>
    <w:rsid w:val="001117F0"/>
    <w:rsid w:val="00111831"/>
    <w:rsid w:val="0011210F"/>
    <w:rsid w:val="00112943"/>
    <w:rsid w:val="001146C8"/>
    <w:rsid w:val="00115043"/>
    <w:rsid w:val="001152F9"/>
    <w:rsid w:val="00115395"/>
    <w:rsid w:val="001165CA"/>
    <w:rsid w:val="00116BFA"/>
    <w:rsid w:val="00117487"/>
    <w:rsid w:val="0011754F"/>
    <w:rsid w:val="001177FF"/>
    <w:rsid w:val="00117975"/>
    <w:rsid w:val="00120733"/>
    <w:rsid w:val="00120C13"/>
    <w:rsid w:val="00120D3F"/>
    <w:rsid w:val="00120D95"/>
    <w:rsid w:val="0012171F"/>
    <w:rsid w:val="00121E62"/>
    <w:rsid w:val="00121E91"/>
    <w:rsid w:val="00121F0B"/>
    <w:rsid w:val="00122250"/>
    <w:rsid w:val="00122890"/>
    <w:rsid w:val="001229A5"/>
    <w:rsid w:val="00123656"/>
    <w:rsid w:val="0012467A"/>
    <w:rsid w:val="00124FC8"/>
    <w:rsid w:val="0012564A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3898"/>
    <w:rsid w:val="00134050"/>
    <w:rsid w:val="00134427"/>
    <w:rsid w:val="00134886"/>
    <w:rsid w:val="001348DD"/>
    <w:rsid w:val="0013542D"/>
    <w:rsid w:val="00135449"/>
    <w:rsid w:val="0013602B"/>
    <w:rsid w:val="00136246"/>
    <w:rsid w:val="00137FB8"/>
    <w:rsid w:val="001403B1"/>
    <w:rsid w:val="0014123F"/>
    <w:rsid w:val="0014134D"/>
    <w:rsid w:val="00141B14"/>
    <w:rsid w:val="00141C28"/>
    <w:rsid w:val="00142708"/>
    <w:rsid w:val="00143107"/>
    <w:rsid w:val="001432F1"/>
    <w:rsid w:val="00143677"/>
    <w:rsid w:val="00143D78"/>
    <w:rsid w:val="00144B66"/>
    <w:rsid w:val="001451C4"/>
    <w:rsid w:val="00145421"/>
    <w:rsid w:val="001455E0"/>
    <w:rsid w:val="0014612C"/>
    <w:rsid w:val="00146388"/>
    <w:rsid w:val="0014722B"/>
    <w:rsid w:val="001473D9"/>
    <w:rsid w:val="00147BB1"/>
    <w:rsid w:val="00147CB1"/>
    <w:rsid w:val="0015020D"/>
    <w:rsid w:val="00150625"/>
    <w:rsid w:val="001527CE"/>
    <w:rsid w:val="001532B2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526"/>
    <w:rsid w:val="00160922"/>
    <w:rsid w:val="001611B8"/>
    <w:rsid w:val="00162A39"/>
    <w:rsid w:val="00163529"/>
    <w:rsid w:val="00163CF8"/>
    <w:rsid w:val="00164051"/>
    <w:rsid w:val="0016405E"/>
    <w:rsid w:val="00164A6C"/>
    <w:rsid w:val="00165018"/>
    <w:rsid w:val="001660CB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5B8"/>
    <w:rsid w:val="00180800"/>
    <w:rsid w:val="0018098A"/>
    <w:rsid w:val="001809E1"/>
    <w:rsid w:val="00180CB2"/>
    <w:rsid w:val="001813A5"/>
    <w:rsid w:val="00181990"/>
    <w:rsid w:val="00181D6B"/>
    <w:rsid w:val="001824BC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209C"/>
    <w:rsid w:val="00192CF0"/>
    <w:rsid w:val="00193E09"/>
    <w:rsid w:val="0019411D"/>
    <w:rsid w:val="0019503B"/>
    <w:rsid w:val="00195226"/>
    <w:rsid w:val="00195AE1"/>
    <w:rsid w:val="001970BE"/>
    <w:rsid w:val="00197804"/>
    <w:rsid w:val="00197887"/>
    <w:rsid w:val="0019794B"/>
    <w:rsid w:val="00197CFE"/>
    <w:rsid w:val="001A0FBC"/>
    <w:rsid w:val="001A0FE8"/>
    <w:rsid w:val="001A1A26"/>
    <w:rsid w:val="001A1A6D"/>
    <w:rsid w:val="001A2288"/>
    <w:rsid w:val="001A24A6"/>
    <w:rsid w:val="001A36A1"/>
    <w:rsid w:val="001A5556"/>
    <w:rsid w:val="001A5955"/>
    <w:rsid w:val="001A5E41"/>
    <w:rsid w:val="001A6D70"/>
    <w:rsid w:val="001A7257"/>
    <w:rsid w:val="001A72EF"/>
    <w:rsid w:val="001A7C47"/>
    <w:rsid w:val="001A7F23"/>
    <w:rsid w:val="001B09ED"/>
    <w:rsid w:val="001B10C4"/>
    <w:rsid w:val="001B1508"/>
    <w:rsid w:val="001B1BAE"/>
    <w:rsid w:val="001B24F8"/>
    <w:rsid w:val="001B2C21"/>
    <w:rsid w:val="001B317D"/>
    <w:rsid w:val="001B3277"/>
    <w:rsid w:val="001B37C2"/>
    <w:rsid w:val="001B3F19"/>
    <w:rsid w:val="001B44D9"/>
    <w:rsid w:val="001B49B4"/>
    <w:rsid w:val="001B50CF"/>
    <w:rsid w:val="001B515C"/>
    <w:rsid w:val="001B63D5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638"/>
    <w:rsid w:val="001C49BF"/>
    <w:rsid w:val="001C4A80"/>
    <w:rsid w:val="001C4C8B"/>
    <w:rsid w:val="001C5498"/>
    <w:rsid w:val="001C6086"/>
    <w:rsid w:val="001C6820"/>
    <w:rsid w:val="001C79B9"/>
    <w:rsid w:val="001C7CF1"/>
    <w:rsid w:val="001D0722"/>
    <w:rsid w:val="001D0A2B"/>
    <w:rsid w:val="001D0AC1"/>
    <w:rsid w:val="001D1000"/>
    <w:rsid w:val="001D2B07"/>
    <w:rsid w:val="001D2B73"/>
    <w:rsid w:val="001D2BF6"/>
    <w:rsid w:val="001D4705"/>
    <w:rsid w:val="001D520F"/>
    <w:rsid w:val="001D54EF"/>
    <w:rsid w:val="001D607F"/>
    <w:rsid w:val="001D78D0"/>
    <w:rsid w:val="001D78F5"/>
    <w:rsid w:val="001D7C99"/>
    <w:rsid w:val="001E0AB6"/>
    <w:rsid w:val="001E10B3"/>
    <w:rsid w:val="001E14E1"/>
    <w:rsid w:val="001E1F4F"/>
    <w:rsid w:val="001E23CA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E6C0C"/>
    <w:rsid w:val="001F01F5"/>
    <w:rsid w:val="001F0E78"/>
    <w:rsid w:val="001F101E"/>
    <w:rsid w:val="001F16F1"/>
    <w:rsid w:val="001F184A"/>
    <w:rsid w:val="001F1B0F"/>
    <w:rsid w:val="001F22A4"/>
    <w:rsid w:val="001F242C"/>
    <w:rsid w:val="001F25EF"/>
    <w:rsid w:val="001F262F"/>
    <w:rsid w:val="001F2AC9"/>
    <w:rsid w:val="001F3252"/>
    <w:rsid w:val="001F3813"/>
    <w:rsid w:val="001F39E2"/>
    <w:rsid w:val="001F4195"/>
    <w:rsid w:val="001F4A45"/>
    <w:rsid w:val="001F5EE5"/>
    <w:rsid w:val="001F6615"/>
    <w:rsid w:val="001F70AA"/>
    <w:rsid w:val="001F7139"/>
    <w:rsid w:val="00200C97"/>
    <w:rsid w:val="00200D8D"/>
    <w:rsid w:val="00201010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07A8"/>
    <w:rsid w:val="002115B9"/>
    <w:rsid w:val="00211B08"/>
    <w:rsid w:val="00212124"/>
    <w:rsid w:val="002126DE"/>
    <w:rsid w:val="002128DB"/>
    <w:rsid w:val="00212EBE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722"/>
    <w:rsid w:val="002249AB"/>
    <w:rsid w:val="0022516E"/>
    <w:rsid w:val="002251B0"/>
    <w:rsid w:val="00225C4F"/>
    <w:rsid w:val="00225CDB"/>
    <w:rsid w:val="00225D7E"/>
    <w:rsid w:val="00225F6C"/>
    <w:rsid w:val="002261C9"/>
    <w:rsid w:val="00226453"/>
    <w:rsid w:val="00226AD2"/>
    <w:rsid w:val="00226C2F"/>
    <w:rsid w:val="002271CB"/>
    <w:rsid w:val="002273CA"/>
    <w:rsid w:val="00227B8C"/>
    <w:rsid w:val="00230628"/>
    <w:rsid w:val="002311B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094C"/>
    <w:rsid w:val="00241BC7"/>
    <w:rsid w:val="00241CD4"/>
    <w:rsid w:val="00241DF3"/>
    <w:rsid w:val="00241F21"/>
    <w:rsid w:val="0024322C"/>
    <w:rsid w:val="00244215"/>
    <w:rsid w:val="00244BB4"/>
    <w:rsid w:val="00244BE1"/>
    <w:rsid w:val="00244BE9"/>
    <w:rsid w:val="002458FB"/>
    <w:rsid w:val="00247075"/>
    <w:rsid w:val="00247136"/>
    <w:rsid w:val="0024726C"/>
    <w:rsid w:val="00247642"/>
    <w:rsid w:val="00247755"/>
    <w:rsid w:val="002478EB"/>
    <w:rsid w:val="00247B1E"/>
    <w:rsid w:val="0025052C"/>
    <w:rsid w:val="0025210D"/>
    <w:rsid w:val="002540BC"/>
    <w:rsid w:val="0025432E"/>
    <w:rsid w:val="002547C3"/>
    <w:rsid w:val="00255280"/>
    <w:rsid w:val="002559A7"/>
    <w:rsid w:val="00256B55"/>
    <w:rsid w:val="00256FF2"/>
    <w:rsid w:val="00257F93"/>
    <w:rsid w:val="002600AF"/>
    <w:rsid w:val="00260547"/>
    <w:rsid w:val="00261B27"/>
    <w:rsid w:val="00262766"/>
    <w:rsid w:val="00262787"/>
    <w:rsid w:val="002642CD"/>
    <w:rsid w:val="002649F2"/>
    <w:rsid w:val="00265C1F"/>
    <w:rsid w:val="00266057"/>
    <w:rsid w:val="00267116"/>
    <w:rsid w:val="00267F5B"/>
    <w:rsid w:val="00270710"/>
    <w:rsid w:val="00271023"/>
    <w:rsid w:val="0027143F"/>
    <w:rsid w:val="00271914"/>
    <w:rsid w:val="00272135"/>
    <w:rsid w:val="002722F8"/>
    <w:rsid w:val="00272615"/>
    <w:rsid w:val="002732DE"/>
    <w:rsid w:val="0027523A"/>
    <w:rsid w:val="00275AE7"/>
    <w:rsid w:val="00275BD9"/>
    <w:rsid w:val="0027619A"/>
    <w:rsid w:val="002768D4"/>
    <w:rsid w:val="00276A68"/>
    <w:rsid w:val="00276DEE"/>
    <w:rsid w:val="00277166"/>
    <w:rsid w:val="002804A7"/>
    <w:rsid w:val="00280CF6"/>
    <w:rsid w:val="00281D76"/>
    <w:rsid w:val="00281E58"/>
    <w:rsid w:val="00282693"/>
    <w:rsid w:val="00282720"/>
    <w:rsid w:val="00283190"/>
    <w:rsid w:val="002832E5"/>
    <w:rsid w:val="00284029"/>
    <w:rsid w:val="002843BE"/>
    <w:rsid w:val="00284617"/>
    <w:rsid w:val="00284906"/>
    <w:rsid w:val="00284B1B"/>
    <w:rsid w:val="00284C3A"/>
    <w:rsid w:val="0028571A"/>
    <w:rsid w:val="00285912"/>
    <w:rsid w:val="00286BFA"/>
    <w:rsid w:val="00286CCD"/>
    <w:rsid w:val="00287073"/>
    <w:rsid w:val="002872B4"/>
    <w:rsid w:val="0028770E"/>
    <w:rsid w:val="0029002A"/>
    <w:rsid w:val="00291FA7"/>
    <w:rsid w:val="002920CD"/>
    <w:rsid w:val="00292DBD"/>
    <w:rsid w:val="00293227"/>
    <w:rsid w:val="00294031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011"/>
    <w:rsid w:val="002A013D"/>
    <w:rsid w:val="002A0977"/>
    <w:rsid w:val="002A3A5F"/>
    <w:rsid w:val="002A4664"/>
    <w:rsid w:val="002A50B3"/>
    <w:rsid w:val="002A6126"/>
    <w:rsid w:val="002A7592"/>
    <w:rsid w:val="002A7C9C"/>
    <w:rsid w:val="002B0B24"/>
    <w:rsid w:val="002B17C3"/>
    <w:rsid w:val="002B1FF9"/>
    <w:rsid w:val="002B2355"/>
    <w:rsid w:val="002B2CD1"/>
    <w:rsid w:val="002B2DB2"/>
    <w:rsid w:val="002B2FAF"/>
    <w:rsid w:val="002B3526"/>
    <w:rsid w:val="002B3C66"/>
    <w:rsid w:val="002B3FDB"/>
    <w:rsid w:val="002B4094"/>
    <w:rsid w:val="002B40C7"/>
    <w:rsid w:val="002B45CF"/>
    <w:rsid w:val="002B461F"/>
    <w:rsid w:val="002B5054"/>
    <w:rsid w:val="002B5676"/>
    <w:rsid w:val="002B57C5"/>
    <w:rsid w:val="002B6380"/>
    <w:rsid w:val="002B6569"/>
    <w:rsid w:val="002B66B3"/>
    <w:rsid w:val="002B7F41"/>
    <w:rsid w:val="002C0295"/>
    <w:rsid w:val="002C02EE"/>
    <w:rsid w:val="002C090E"/>
    <w:rsid w:val="002C09C9"/>
    <w:rsid w:val="002C0CFB"/>
    <w:rsid w:val="002C0F2C"/>
    <w:rsid w:val="002C13D6"/>
    <w:rsid w:val="002C209D"/>
    <w:rsid w:val="002C2289"/>
    <w:rsid w:val="002C26A2"/>
    <w:rsid w:val="002C2D13"/>
    <w:rsid w:val="002C359F"/>
    <w:rsid w:val="002C472B"/>
    <w:rsid w:val="002C4750"/>
    <w:rsid w:val="002C4857"/>
    <w:rsid w:val="002C4C05"/>
    <w:rsid w:val="002C6470"/>
    <w:rsid w:val="002C71E5"/>
    <w:rsid w:val="002C78C5"/>
    <w:rsid w:val="002C79F4"/>
    <w:rsid w:val="002C7A58"/>
    <w:rsid w:val="002C7D83"/>
    <w:rsid w:val="002D00E2"/>
    <w:rsid w:val="002D036F"/>
    <w:rsid w:val="002D0AA4"/>
    <w:rsid w:val="002D0ECC"/>
    <w:rsid w:val="002D255E"/>
    <w:rsid w:val="002D285A"/>
    <w:rsid w:val="002D3729"/>
    <w:rsid w:val="002D3C34"/>
    <w:rsid w:val="002D3D2E"/>
    <w:rsid w:val="002D475E"/>
    <w:rsid w:val="002D4EEB"/>
    <w:rsid w:val="002D592B"/>
    <w:rsid w:val="002D64AA"/>
    <w:rsid w:val="002D6AD4"/>
    <w:rsid w:val="002D77F7"/>
    <w:rsid w:val="002D7968"/>
    <w:rsid w:val="002D79F0"/>
    <w:rsid w:val="002E03FD"/>
    <w:rsid w:val="002E11CD"/>
    <w:rsid w:val="002E22F6"/>
    <w:rsid w:val="002E305A"/>
    <w:rsid w:val="002E3890"/>
    <w:rsid w:val="002E3A6D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3D2C"/>
    <w:rsid w:val="002F48BE"/>
    <w:rsid w:val="002F58D4"/>
    <w:rsid w:val="002F60DA"/>
    <w:rsid w:val="002F68F9"/>
    <w:rsid w:val="002F75D6"/>
    <w:rsid w:val="002F7EAC"/>
    <w:rsid w:val="00300143"/>
    <w:rsid w:val="00300875"/>
    <w:rsid w:val="00300B8B"/>
    <w:rsid w:val="00300C2E"/>
    <w:rsid w:val="003015C9"/>
    <w:rsid w:val="0030188B"/>
    <w:rsid w:val="00301B45"/>
    <w:rsid w:val="003020A2"/>
    <w:rsid w:val="00303D43"/>
    <w:rsid w:val="00303E15"/>
    <w:rsid w:val="0030488B"/>
    <w:rsid w:val="00304D32"/>
    <w:rsid w:val="00304DF5"/>
    <w:rsid w:val="00304E7C"/>
    <w:rsid w:val="00305960"/>
    <w:rsid w:val="0030632E"/>
    <w:rsid w:val="003065DD"/>
    <w:rsid w:val="003067EF"/>
    <w:rsid w:val="003068BB"/>
    <w:rsid w:val="00306982"/>
    <w:rsid w:val="00306D43"/>
    <w:rsid w:val="0030712D"/>
    <w:rsid w:val="00310816"/>
    <w:rsid w:val="00310AD7"/>
    <w:rsid w:val="00310FFA"/>
    <w:rsid w:val="00311998"/>
    <w:rsid w:val="00311E35"/>
    <w:rsid w:val="00311F29"/>
    <w:rsid w:val="00312549"/>
    <w:rsid w:val="003137D7"/>
    <w:rsid w:val="00313DCB"/>
    <w:rsid w:val="00314A3B"/>
    <w:rsid w:val="00315898"/>
    <w:rsid w:val="0031644B"/>
    <w:rsid w:val="00316C27"/>
    <w:rsid w:val="0031740A"/>
    <w:rsid w:val="0031758D"/>
    <w:rsid w:val="00317F7B"/>
    <w:rsid w:val="003201CA"/>
    <w:rsid w:val="00321235"/>
    <w:rsid w:val="0032299D"/>
    <w:rsid w:val="00322A7E"/>
    <w:rsid w:val="00322EE3"/>
    <w:rsid w:val="00322FD6"/>
    <w:rsid w:val="00323292"/>
    <w:rsid w:val="00323471"/>
    <w:rsid w:val="00323E60"/>
    <w:rsid w:val="0032430F"/>
    <w:rsid w:val="00324C25"/>
    <w:rsid w:val="00325DCE"/>
    <w:rsid w:val="003269FA"/>
    <w:rsid w:val="00326F46"/>
    <w:rsid w:val="00326FCE"/>
    <w:rsid w:val="00327751"/>
    <w:rsid w:val="00327845"/>
    <w:rsid w:val="00327A69"/>
    <w:rsid w:val="00327A7C"/>
    <w:rsid w:val="00330518"/>
    <w:rsid w:val="00330CC6"/>
    <w:rsid w:val="00330D56"/>
    <w:rsid w:val="003310AD"/>
    <w:rsid w:val="003316D8"/>
    <w:rsid w:val="003317D0"/>
    <w:rsid w:val="00332252"/>
    <w:rsid w:val="003327EF"/>
    <w:rsid w:val="00334F7E"/>
    <w:rsid w:val="00335274"/>
    <w:rsid w:val="0033540A"/>
    <w:rsid w:val="003359A1"/>
    <w:rsid w:val="00336486"/>
    <w:rsid w:val="00336D23"/>
    <w:rsid w:val="00336D52"/>
    <w:rsid w:val="00336F3C"/>
    <w:rsid w:val="0033729B"/>
    <w:rsid w:val="0033757C"/>
    <w:rsid w:val="00340344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B59"/>
    <w:rsid w:val="00350C7D"/>
    <w:rsid w:val="00350CE6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6EC"/>
    <w:rsid w:val="00362D75"/>
    <w:rsid w:val="00362D76"/>
    <w:rsid w:val="00362F11"/>
    <w:rsid w:val="003632E0"/>
    <w:rsid w:val="00363EB1"/>
    <w:rsid w:val="0036417E"/>
    <w:rsid w:val="003641F9"/>
    <w:rsid w:val="0036487F"/>
    <w:rsid w:val="0036504B"/>
    <w:rsid w:val="00365181"/>
    <w:rsid w:val="003651CE"/>
    <w:rsid w:val="00365AD3"/>
    <w:rsid w:val="00366237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2F36"/>
    <w:rsid w:val="003740F5"/>
    <w:rsid w:val="00375198"/>
    <w:rsid w:val="00376371"/>
    <w:rsid w:val="0037655C"/>
    <w:rsid w:val="00376B0A"/>
    <w:rsid w:val="00376D77"/>
    <w:rsid w:val="0037706F"/>
    <w:rsid w:val="003777C9"/>
    <w:rsid w:val="00377B13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44B"/>
    <w:rsid w:val="003854CB"/>
    <w:rsid w:val="003856A8"/>
    <w:rsid w:val="00385B60"/>
    <w:rsid w:val="00386787"/>
    <w:rsid w:val="00386BB8"/>
    <w:rsid w:val="00386E06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852"/>
    <w:rsid w:val="003959E5"/>
    <w:rsid w:val="0039633C"/>
    <w:rsid w:val="0039658C"/>
    <w:rsid w:val="00396819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52D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906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6AE"/>
    <w:rsid w:val="003B2866"/>
    <w:rsid w:val="003B2B90"/>
    <w:rsid w:val="003B2BC9"/>
    <w:rsid w:val="003B2F44"/>
    <w:rsid w:val="003B2FA0"/>
    <w:rsid w:val="003B30AF"/>
    <w:rsid w:val="003B4125"/>
    <w:rsid w:val="003B5645"/>
    <w:rsid w:val="003B5674"/>
    <w:rsid w:val="003B5C4B"/>
    <w:rsid w:val="003B5DC1"/>
    <w:rsid w:val="003B6898"/>
    <w:rsid w:val="003B6F9D"/>
    <w:rsid w:val="003B71C9"/>
    <w:rsid w:val="003B7B60"/>
    <w:rsid w:val="003C0740"/>
    <w:rsid w:val="003C0A5B"/>
    <w:rsid w:val="003C101A"/>
    <w:rsid w:val="003C102B"/>
    <w:rsid w:val="003C15B9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D51"/>
    <w:rsid w:val="003C70E9"/>
    <w:rsid w:val="003C713F"/>
    <w:rsid w:val="003C75D3"/>
    <w:rsid w:val="003D0325"/>
    <w:rsid w:val="003D11CF"/>
    <w:rsid w:val="003D1BCA"/>
    <w:rsid w:val="003D1CA7"/>
    <w:rsid w:val="003D21F7"/>
    <w:rsid w:val="003D2AB4"/>
    <w:rsid w:val="003D2E6D"/>
    <w:rsid w:val="003D3571"/>
    <w:rsid w:val="003D3AA3"/>
    <w:rsid w:val="003D3D59"/>
    <w:rsid w:val="003D4840"/>
    <w:rsid w:val="003D505E"/>
    <w:rsid w:val="003D5292"/>
    <w:rsid w:val="003D532A"/>
    <w:rsid w:val="003D5A16"/>
    <w:rsid w:val="003D6415"/>
    <w:rsid w:val="003D7A43"/>
    <w:rsid w:val="003D7C7B"/>
    <w:rsid w:val="003E0F00"/>
    <w:rsid w:val="003E15EA"/>
    <w:rsid w:val="003E348E"/>
    <w:rsid w:val="003E34E0"/>
    <w:rsid w:val="003E3762"/>
    <w:rsid w:val="003E46C7"/>
    <w:rsid w:val="003E58D8"/>
    <w:rsid w:val="003E671F"/>
    <w:rsid w:val="003E705F"/>
    <w:rsid w:val="003E7071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28E"/>
    <w:rsid w:val="003F66C7"/>
    <w:rsid w:val="003F7912"/>
    <w:rsid w:val="003F7DD5"/>
    <w:rsid w:val="0040097C"/>
    <w:rsid w:val="00400E31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1FC8"/>
    <w:rsid w:val="00412BB4"/>
    <w:rsid w:val="00412BDD"/>
    <w:rsid w:val="00413F34"/>
    <w:rsid w:val="004142E4"/>
    <w:rsid w:val="00414424"/>
    <w:rsid w:val="00415063"/>
    <w:rsid w:val="004151C9"/>
    <w:rsid w:val="0041563D"/>
    <w:rsid w:val="004164FA"/>
    <w:rsid w:val="00416519"/>
    <w:rsid w:val="00417AEA"/>
    <w:rsid w:val="004205BE"/>
    <w:rsid w:val="00420640"/>
    <w:rsid w:val="00420653"/>
    <w:rsid w:val="00420D8D"/>
    <w:rsid w:val="0042133B"/>
    <w:rsid w:val="004221EF"/>
    <w:rsid w:val="0042273D"/>
    <w:rsid w:val="004230DE"/>
    <w:rsid w:val="00423231"/>
    <w:rsid w:val="004236D3"/>
    <w:rsid w:val="004237BE"/>
    <w:rsid w:val="00423ED1"/>
    <w:rsid w:val="00424177"/>
    <w:rsid w:val="00424358"/>
    <w:rsid w:val="00424511"/>
    <w:rsid w:val="00424C68"/>
    <w:rsid w:val="00424D0C"/>
    <w:rsid w:val="00424FA5"/>
    <w:rsid w:val="004262B2"/>
    <w:rsid w:val="0042651C"/>
    <w:rsid w:val="0042690E"/>
    <w:rsid w:val="004270A8"/>
    <w:rsid w:val="0042790D"/>
    <w:rsid w:val="00427F96"/>
    <w:rsid w:val="00430504"/>
    <w:rsid w:val="004307B1"/>
    <w:rsid w:val="00430D6C"/>
    <w:rsid w:val="00430D85"/>
    <w:rsid w:val="00430FE8"/>
    <w:rsid w:val="0043112A"/>
    <w:rsid w:val="00431251"/>
    <w:rsid w:val="0043177F"/>
    <w:rsid w:val="00431C0A"/>
    <w:rsid w:val="0043259D"/>
    <w:rsid w:val="0043311F"/>
    <w:rsid w:val="00433238"/>
    <w:rsid w:val="0043350B"/>
    <w:rsid w:val="004339C2"/>
    <w:rsid w:val="00433C2E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66D5"/>
    <w:rsid w:val="00437826"/>
    <w:rsid w:val="0044040D"/>
    <w:rsid w:val="004404CA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301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61B"/>
    <w:rsid w:val="00447A30"/>
    <w:rsid w:val="00447CA8"/>
    <w:rsid w:val="0045028F"/>
    <w:rsid w:val="004507B9"/>
    <w:rsid w:val="004507D9"/>
    <w:rsid w:val="00450BDB"/>
    <w:rsid w:val="00450CF8"/>
    <w:rsid w:val="004516D3"/>
    <w:rsid w:val="004525B6"/>
    <w:rsid w:val="00452AAD"/>
    <w:rsid w:val="00452E01"/>
    <w:rsid w:val="00452E65"/>
    <w:rsid w:val="004532FA"/>
    <w:rsid w:val="004538A9"/>
    <w:rsid w:val="00453A78"/>
    <w:rsid w:val="004556F4"/>
    <w:rsid w:val="004558A2"/>
    <w:rsid w:val="00455A28"/>
    <w:rsid w:val="00455C86"/>
    <w:rsid w:val="00455D7A"/>
    <w:rsid w:val="00455EFE"/>
    <w:rsid w:val="004563C2"/>
    <w:rsid w:val="004563F0"/>
    <w:rsid w:val="00457DA5"/>
    <w:rsid w:val="00460583"/>
    <w:rsid w:val="00460600"/>
    <w:rsid w:val="00461992"/>
    <w:rsid w:val="00461A39"/>
    <w:rsid w:val="00461A46"/>
    <w:rsid w:val="00462503"/>
    <w:rsid w:val="0046398D"/>
    <w:rsid w:val="00464152"/>
    <w:rsid w:val="0046423B"/>
    <w:rsid w:val="004645CB"/>
    <w:rsid w:val="004650E0"/>
    <w:rsid w:val="0046516A"/>
    <w:rsid w:val="004654F4"/>
    <w:rsid w:val="0046551B"/>
    <w:rsid w:val="00466512"/>
    <w:rsid w:val="00466CCE"/>
    <w:rsid w:val="0046701D"/>
    <w:rsid w:val="004709FF"/>
    <w:rsid w:val="00470D78"/>
    <w:rsid w:val="00471F15"/>
    <w:rsid w:val="0047298E"/>
    <w:rsid w:val="00472ACC"/>
    <w:rsid w:val="00472B7A"/>
    <w:rsid w:val="00473E49"/>
    <w:rsid w:val="0047484F"/>
    <w:rsid w:val="00476A56"/>
    <w:rsid w:val="004772DB"/>
    <w:rsid w:val="00477424"/>
    <w:rsid w:val="004809DC"/>
    <w:rsid w:val="004818E8"/>
    <w:rsid w:val="00482EF4"/>
    <w:rsid w:val="00483917"/>
    <w:rsid w:val="00483E1A"/>
    <w:rsid w:val="00484660"/>
    <w:rsid w:val="004854CE"/>
    <w:rsid w:val="004868D5"/>
    <w:rsid w:val="00486C25"/>
    <w:rsid w:val="0049011B"/>
    <w:rsid w:val="00491324"/>
    <w:rsid w:val="0049154B"/>
    <w:rsid w:val="00491564"/>
    <w:rsid w:val="004916C2"/>
    <w:rsid w:val="00491831"/>
    <w:rsid w:val="00491A2D"/>
    <w:rsid w:val="00491ADB"/>
    <w:rsid w:val="00491D87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560"/>
    <w:rsid w:val="0049797E"/>
    <w:rsid w:val="00497F28"/>
    <w:rsid w:val="004A023A"/>
    <w:rsid w:val="004A0785"/>
    <w:rsid w:val="004A0891"/>
    <w:rsid w:val="004A0E11"/>
    <w:rsid w:val="004A1870"/>
    <w:rsid w:val="004A27AD"/>
    <w:rsid w:val="004A2A1D"/>
    <w:rsid w:val="004A3325"/>
    <w:rsid w:val="004A343C"/>
    <w:rsid w:val="004A3742"/>
    <w:rsid w:val="004A3B1C"/>
    <w:rsid w:val="004A5558"/>
    <w:rsid w:val="004A56E2"/>
    <w:rsid w:val="004A57AE"/>
    <w:rsid w:val="004A586D"/>
    <w:rsid w:val="004A63FE"/>
    <w:rsid w:val="004A7B36"/>
    <w:rsid w:val="004B026C"/>
    <w:rsid w:val="004B0320"/>
    <w:rsid w:val="004B06EF"/>
    <w:rsid w:val="004B0A2A"/>
    <w:rsid w:val="004B157E"/>
    <w:rsid w:val="004B1EBE"/>
    <w:rsid w:val="004B2111"/>
    <w:rsid w:val="004B274B"/>
    <w:rsid w:val="004B2B11"/>
    <w:rsid w:val="004B2D42"/>
    <w:rsid w:val="004B3002"/>
    <w:rsid w:val="004B3A4C"/>
    <w:rsid w:val="004B3E4B"/>
    <w:rsid w:val="004B6049"/>
    <w:rsid w:val="004B65F6"/>
    <w:rsid w:val="004B6755"/>
    <w:rsid w:val="004B6A18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D45"/>
    <w:rsid w:val="004C1E4B"/>
    <w:rsid w:val="004C24A8"/>
    <w:rsid w:val="004C3180"/>
    <w:rsid w:val="004C364A"/>
    <w:rsid w:val="004C36D8"/>
    <w:rsid w:val="004C4A1B"/>
    <w:rsid w:val="004C51FE"/>
    <w:rsid w:val="004C69EA"/>
    <w:rsid w:val="004C6CDB"/>
    <w:rsid w:val="004C6D5A"/>
    <w:rsid w:val="004C6F07"/>
    <w:rsid w:val="004C79AC"/>
    <w:rsid w:val="004C7EB5"/>
    <w:rsid w:val="004D05FB"/>
    <w:rsid w:val="004D09D9"/>
    <w:rsid w:val="004D0E96"/>
    <w:rsid w:val="004D153C"/>
    <w:rsid w:val="004D1EDB"/>
    <w:rsid w:val="004D20CC"/>
    <w:rsid w:val="004D2901"/>
    <w:rsid w:val="004D2DF2"/>
    <w:rsid w:val="004D2E6D"/>
    <w:rsid w:val="004D3090"/>
    <w:rsid w:val="004D316E"/>
    <w:rsid w:val="004D3232"/>
    <w:rsid w:val="004D3E72"/>
    <w:rsid w:val="004D490E"/>
    <w:rsid w:val="004D494E"/>
    <w:rsid w:val="004D4966"/>
    <w:rsid w:val="004D49CB"/>
    <w:rsid w:val="004D4C96"/>
    <w:rsid w:val="004D6C63"/>
    <w:rsid w:val="004D6F76"/>
    <w:rsid w:val="004D77B8"/>
    <w:rsid w:val="004D79CB"/>
    <w:rsid w:val="004D7B2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5DB"/>
    <w:rsid w:val="004E76CB"/>
    <w:rsid w:val="004E78A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5D5"/>
    <w:rsid w:val="0050063B"/>
    <w:rsid w:val="00500C33"/>
    <w:rsid w:val="00501915"/>
    <w:rsid w:val="00501E7F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6BB3"/>
    <w:rsid w:val="00507B23"/>
    <w:rsid w:val="00510055"/>
    <w:rsid w:val="00510395"/>
    <w:rsid w:val="005149A0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4DC8"/>
    <w:rsid w:val="00525847"/>
    <w:rsid w:val="005259CA"/>
    <w:rsid w:val="00525B09"/>
    <w:rsid w:val="0052618F"/>
    <w:rsid w:val="00526501"/>
    <w:rsid w:val="00526529"/>
    <w:rsid w:val="0052685E"/>
    <w:rsid w:val="00526B11"/>
    <w:rsid w:val="00526D2F"/>
    <w:rsid w:val="005270FF"/>
    <w:rsid w:val="0052742F"/>
    <w:rsid w:val="005305D0"/>
    <w:rsid w:val="00530B98"/>
    <w:rsid w:val="00530DDD"/>
    <w:rsid w:val="00531FE3"/>
    <w:rsid w:val="00532084"/>
    <w:rsid w:val="00535133"/>
    <w:rsid w:val="005351A8"/>
    <w:rsid w:val="00535755"/>
    <w:rsid w:val="005365E8"/>
    <w:rsid w:val="00536C6A"/>
    <w:rsid w:val="00536CEC"/>
    <w:rsid w:val="00537CF0"/>
    <w:rsid w:val="00537F8F"/>
    <w:rsid w:val="00540164"/>
    <w:rsid w:val="0054060A"/>
    <w:rsid w:val="005407FB"/>
    <w:rsid w:val="005416FF"/>
    <w:rsid w:val="00542045"/>
    <w:rsid w:val="00542079"/>
    <w:rsid w:val="005422DF"/>
    <w:rsid w:val="005425D7"/>
    <w:rsid w:val="00542702"/>
    <w:rsid w:val="00544267"/>
    <w:rsid w:val="00546023"/>
    <w:rsid w:val="0054618A"/>
    <w:rsid w:val="00546EEC"/>
    <w:rsid w:val="00547DC8"/>
    <w:rsid w:val="00547FCE"/>
    <w:rsid w:val="00547FD2"/>
    <w:rsid w:val="00550234"/>
    <w:rsid w:val="0055076F"/>
    <w:rsid w:val="0055173A"/>
    <w:rsid w:val="005517F6"/>
    <w:rsid w:val="005529AB"/>
    <w:rsid w:val="00553CB1"/>
    <w:rsid w:val="00553CE8"/>
    <w:rsid w:val="00556335"/>
    <w:rsid w:val="0055653D"/>
    <w:rsid w:val="00556BD7"/>
    <w:rsid w:val="0055707C"/>
    <w:rsid w:val="00560DF2"/>
    <w:rsid w:val="00561386"/>
    <w:rsid w:val="005616A5"/>
    <w:rsid w:val="00561EED"/>
    <w:rsid w:val="005625FD"/>
    <w:rsid w:val="00562DFC"/>
    <w:rsid w:val="0056313E"/>
    <w:rsid w:val="005640C8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6AC"/>
    <w:rsid w:val="00571AEE"/>
    <w:rsid w:val="005728E8"/>
    <w:rsid w:val="00572A16"/>
    <w:rsid w:val="005733A6"/>
    <w:rsid w:val="0057343C"/>
    <w:rsid w:val="00573A13"/>
    <w:rsid w:val="00573F35"/>
    <w:rsid w:val="00575985"/>
    <w:rsid w:val="00577A71"/>
    <w:rsid w:val="00580047"/>
    <w:rsid w:val="0058039B"/>
    <w:rsid w:val="00580408"/>
    <w:rsid w:val="00580732"/>
    <w:rsid w:val="005815DD"/>
    <w:rsid w:val="0058169B"/>
    <w:rsid w:val="00583A8E"/>
    <w:rsid w:val="00583FD4"/>
    <w:rsid w:val="00584849"/>
    <w:rsid w:val="00584D65"/>
    <w:rsid w:val="005860AD"/>
    <w:rsid w:val="005864EC"/>
    <w:rsid w:val="005868D8"/>
    <w:rsid w:val="00587087"/>
    <w:rsid w:val="005877D9"/>
    <w:rsid w:val="00590B39"/>
    <w:rsid w:val="005922B4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5B40"/>
    <w:rsid w:val="005A5FA4"/>
    <w:rsid w:val="005A71C5"/>
    <w:rsid w:val="005A7249"/>
    <w:rsid w:val="005A74CB"/>
    <w:rsid w:val="005A79BE"/>
    <w:rsid w:val="005A7A45"/>
    <w:rsid w:val="005B1317"/>
    <w:rsid w:val="005B2871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9D8"/>
    <w:rsid w:val="005C2C16"/>
    <w:rsid w:val="005C2D74"/>
    <w:rsid w:val="005C2F81"/>
    <w:rsid w:val="005C4C3E"/>
    <w:rsid w:val="005C54ED"/>
    <w:rsid w:val="005C5A8B"/>
    <w:rsid w:val="005C5F4C"/>
    <w:rsid w:val="005C66C9"/>
    <w:rsid w:val="005C6897"/>
    <w:rsid w:val="005C7971"/>
    <w:rsid w:val="005D0173"/>
    <w:rsid w:val="005D0A23"/>
    <w:rsid w:val="005D1614"/>
    <w:rsid w:val="005D17FB"/>
    <w:rsid w:val="005D194E"/>
    <w:rsid w:val="005D1C5C"/>
    <w:rsid w:val="005D205B"/>
    <w:rsid w:val="005D29AE"/>
    <w:rsid w:val="005D2D37"/>
    <w:rsid w:val="005D41BD"/>
    <w:rsid w:val="005D45D5"/>
    <w:rsid w:val="005D54AA"/>
    <w:rsid w:val="005D5543"/>
    <w:rsid w:val="005D57F2"/>
    <w:rsid w:val="005D644F"/>
    <w:rsid w:val="005D6709"/>
    <w:rsid w:val="005E0257"/>
    <w:rsid w:val="005E1FEB"/>
    <w:rsid w:val="005E20A0"/>
    <w:rsid w:val="005E2139"/>
    <w:rsid w:val="005E21EE"/>
    <w:rsid w:val="005E235B"/>
    <w:rsid w:val="005E28F8"/>
    <w:rsid w:val="005E3041"/>
    <w:rsid w:val="005E3B27"/>
    <w:rsid w:val="005E3B80"/>
    <w:rsid w:val="005E421D"/>
    <w:rsid w:val="005E42A2"/>
    <w:rsid w:val="005E4651"/>
    <w:rsid w:val="005E4748"/>
    <w:rsid w:val="005E4796"/>
    <w:rsid w:val="005E49B1"/>
    <w:rsid w:val="005E4BEB"/>
    <w:rsid w:val="005E501F"/>
    <w:rsid w:val="005E53AC"/>
    <w:rsid w:val="005E55A1"/>
    <w:rsid w:val="005E59C6"/>
    <w:rsid w:val="005E5BE6"/>
    <w:rsid w:val="005E5DDA"/>
    <w:rsid w:val="005E5FC7"/>
    <w:rsid w:val="005E60B9"/>
    <w:rsid w:val="005E620D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3ECA"/>
    <w:rsid w:val="005F54AC"/>
    <w:rsid w:val="005F6BDB"/>
    <w:rsid w:val="005F6C86"/>
    <w:rsid w:val="005F6F26"/>
    <w:rsid w:val="005F7173"/>
    <w:rsid w:val="005F73C1"/>
    <w:rsid w:val="005F7FCB"/>
    <w:rsid w:val="0060103F"/>
    <w:rsid w:val="006018BE"/>
    <w:rsid w:val="006020ED"/>
    <w:rsid w:val="0060302D"/>
    <w:rsid w:val="006047A9"/>
    <w:rsid w:val="00605522"/>
    <w:rsid w:val="00605ACB"/>
    <w:rsid w:val="00606537"/>
    <w:rsid w:val="006066A5"/>
    <w:rsid w:val="006066E6"/>
    <w:rsid w:val="0060673D"/>
    <w:rsid w:val="00610425"/>
    <w:rsid w:val="00610CA5"/>
    <w:rsid w:val="00610EBC"/>
    <w:rsid w:val="006113B5"/>
    <w:rsid w:val="00611E47"/>
    <w:rsid w:val="00612156"/>
    <w:rsid w:val="006122EE"/>
    <w:rsid w:val="0061334B"/>
    <w:rsid w:val="006136B1"/>
    <w:rsid w:val="0061394D"/>
    <w:rsid w:val="00613D23"/>
    <w:rsid w:val="00614B4B"/>
    <w:rsid w:val="00614F47"/>
    <w:rsid w:val="0061558F"/>
    <w:rsid w:val="00615F21"/>
    <w:rsid w:val="006165EE"/>
    <w:rsid w:val="006170D4"/>
    <w:rsid w:val="00620599"/>
    <w:rsid w:val="006207E2"/>
    <w:rsid w:val="00620B27"/>
    <w:rsid w:val="00620CDF"/>
    <w:rsid w:val="00620F10"/>
    <w:rsid w:val="006217B2"/>
    <w:rsid w:val="00621EE2"/>
    <w:rsid w:val="0062261A"/>
    <w:rsid w:val="00622A38"/>
    <w:rsid w:val="00622A8E"/>
    <w:rsid w:val="00623200"/>
    <w:rsid w:val="0062372A"/>
    <w:rsid w:val="0062462B"/>
    <w:rsid w:val="0062475F"/>
    <w:rsid w:val="0062513C"/>
    <w:rsid w:val="00625751"/>
    <w:rsid w:val="00625EB3"/>
    <w:rsid w:val="00626393"/>
    <w:rsid w:val="006272FB"/>
    <w:rsid w:val="00630168"/>
    <w:rsid w:val="006307E2"/>
    <w:rsid w:val="00631586"/>
    <w:rsid w:val="006321A4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223"/>
    <w:rsid w:val="006417B4"/>
    <w:rsid w:val="0064260B"/>
    <w:rsid w:val="00642ED9"/>
    <w:rsid w:val="00642EE2"/>
    <w:rsid w:val="00643B32"/>
    <w:rsid w:val="00644C03"/>
    <w:rsid w:val="00645662"/>
    <w:rsid w:val="006460C4"/>
    <w:rsid w:val="00646F89"/>
    <w:rsid w:val="00646FB2"/>
    <w:rsid w:val="006475C0"/>
    <w:rsid w:val="006476CE"/>
    <w:rsid w:val="00647BDD"/>
    <w:rsid w:val="00647F19"/>
    <w:rsid w:val="00650485"/>
    <w:rsid w:val="00650E65"/>
    <w:rsid w:val="00650EED"/>
    <w:rsid w:val="00650F9B"/>
    <w:rsid w:val="0065135C"/>
    <w:rsid w:val="00651724"/>
    <w:rsid w:val="00652013"/>
    <w:rsid w:val="00652AE8"/>
    <w:rsid w:val="00652C3C"/>
    <w:rsid w:val="00652DBE"/>
    <w:rsid w:val="0065301E"/>
    <w:rsid w:val="006537BC"/>
    <w:rsid w:val="00653BD5"/>
    <w:rsid w:val="006541AA"/>
    <w:rsid w:val="006549E8"/>
    <w:rsid w:val="00660BCD"/>
    <w:rsid w:val="00660E34"/>
    <w:rsid w:val="00661F80"/>
    <w:rsid w:val="00662323"/>
    <w:rsid w:val="00663F65"/>
    <w:rsid w:val="0066425C"/>
    <w:rsid w:val="006644C6"/>
    <w:rsid w:val="00664A4C"/>
    <w:rsid w:val="00664D49"/>
    <w:rsid w:val="00667C22"/>
    <w:rsid w:val="00667E70"/>
    <w:rsid w:val="006715BD"/>
    <w:rsid w:val="00671787"/>
    <w:rsid w:val="00671896"/>
    <w:rsid w:val="00671A2C"/>
    <w:rsid w:val="006731D4"/>
    <w:rsid w:val="00673DCD"/>
    <w:rsid w:val="0067431C"/>
    <w:rsid w:val="00674AEE"/>
    <w:rsid w:val="00674F24"/>
    <w:rsid w:val="00675294"/>
    <w:rsid w:val="006754EB"/>
    <w:rsid w:val="00676440"/>
    <w:rsid w:val="00676E97"/>
    <w:rsid w:val="00677688"/>
    <w:rsid w:val="00681504"/>
    <w:rsid w:val="0068152C"/>
    <w:rsid w:val="0068189E"/>
    <w:rsid w:val="006823BD"/>
    <w:rsid w:val="00683100"/>
    <w:rsid w:val="00683104"/>
    <w:rsid w:val="00683246"/>
    <w:rsid w:val="00683395"/>
    <w:rsid w:val="00683A3B"/>
    <w:rsid w:val="00684060"/>
    <w:rsid w:val="0068504D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99D"/>
    <w:rsid w:val="00695D70"/>
    <w:rsid w:val="00695E09"/>
    <w:rsid w:val="006A0B34"/>
    <w:rsid w:val="006A1E21"/>
    <w:rsid w:val="006A2538"/>
    <w:rsid w:val="006A29B8"/>
    <w:rsid w:val="006A3DA1"/>
    <w:rsid w:val="006A4A7E"/>
    <w:rsid w:val="006A56C0"/>
    <w:rsid w:val="006A5BDD"/>
    <w:rsid w:val="006A5D27"/>
    <w:rsid w:val="006A63EE"/>
    <w:rsid w:val="006A708C"/>
    <w:rsid w:val="006A72BB"/>
    <w:rsid w:val="006A796E"/>
    <w:rsid w:val="006B0052"/>
    <w:rsid w:val="006B01A5"/>
    <w:rsid w:val="006B1774"/>
    <w:rsid w:val="006B179E"/>
    <w:rsid w:val="006B19D7"/>
    <w:rsid w:val="006B1DB9"/>
    <w:rsid w:val="006B3557"/>
    <w:rsid w:val="006B35FC"/>
    <w:rsid w:val="006B385C"/>
    <w:rsid w:val="006B3EAB"/>
    <w:rsid w:val="006B4AE8"/>
    <w:rsid w:val="006B7E25"/>
    <w:rsid w:val="006C0383"/>
    <w:rsid w:val="006C0CC6"/>
    <w:rsid w:val="006C0E05"/>
    <w:rsid w:val="006C128C"/>
    <w:rsid w:val="006C12FB"/>
    <w:rsid w:val="006C1902"/>
    <w:rsid w:val="006C1B0E"/>
    <w:rsid w:val="006C20D1"/>
    <w:rsid w:val="006C3232"/>
    <w:rsid w:val="006C334D"/>
    <w:rsid w:val="006C4CD6"/>
    <w:rsid w:val="006C5CEB"/>
    <w:rsid w:val="006C5D92"/>
    <w:rsid w:val="006C6E27"/>
    <w:rsid w:val="006D08D8"/>
    <w:rsid w:val="006D1058"/>
    <w:rsid w:val="006D15A9"/>
    <w:rsid w:val="006D15E5"/>
    <w:rsid w:val="006D181F"/>
    <w:rsid w:val="006D1E76"/>
    <w:rsid w:val="006D23E3"/>
    <w:rsid w:val="006D3066"/>
    <w:rsid w:val="006D3A9F"/>
    <w:rsid w:val="006D44F5"/>
    <w:rsid w:val="006D4BED"/>
    <w:rsid w:val="006D51E6"/>
    <w:rsid w:val="006D5D75"/>
    <w:rsid w:val="006D63E2"/>
    <w:rsid w:val="006D6B99"/>
    <w:rsid w:val="006D6CAB"/>
    <w:rsid w:val="006D7168"/>
    <w:rsid w:val="006D7954"/>
    <w:rsid w:val="006D7FF8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6F7A"/>
    <w:rsid w:val="006E7DB8"/>
    <w:rsid w:val="006F04FA"/>
    <w:rsid w:val="006F1212"/>
    <w:rsid w:val="006F12DB"/>
    <w:rsid w:val="006F1546"/>
    <w:rsid w:val="006F1BF3"/>
    <w:rsid w:val="006F2260"/>
    <w:rsid w:val="006F3B23"/>
    <w:rsid w:val="006F4165"/>
    <w:rsid w:val="006F45AB"/>
    <w:rsid w:val="006F4AAF"/>
    <w:rsid w:val="006F6963"/>
    <w:rsid w:val="006F6CF5"/>
    <w:rsid w:val="006F744D"/>
    <w:rsid w:val="006F75AF"/>
    <w:rsid w:val="006F791B"/>
    <w:rsid w:val="006F7EB9"/>
    <w:rsid w:val="00700320"/>
    <w:rsid w:val="00700901"/>
    <w:rsid w:val="00701D94"/>
    <w:rsid w:val="00701FAB"/>
    <w:rsid w:val="00702D90"/>
    <w:rsid w:val="00703522"/>
    <w:rsid w:val="00704B32"/>
    <w:rsid w:val="00704F19"/>
    <w:rsid w:val="00705137"/>
    <w:rsid w:val="00705823"/>
    <w:rsid w:val="0070626D"/>
    <w:rsid w:val="00706587"/>
    <w:rsid w:val="0070665F"/>
    <w:rsid w:val="00707A1E"/>
    <w:rsid w:val="00707D0D"/>
    <w:rsid w:val="00710437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12D"/>
    <w:rsid w:val="00715526"/>
    <w:rsid w:val="00715F82"/>
    <w:rsid w:val="007165D6"/>
    <w:rsid w:val="00716E37"/>
    <w:rsid w:val="00720346"/>
    <w:rsid w:val="00720720"/>
    <w:rsid w:val="00721895"/>
    <w:rsid w:val="007218C4"/>
    <w:rsid w:val="00721F55"/>
    <w:rsid w:val="00722AE4"/>
    <w:rsid w:val="0072348E"/>
    <w:rsid w:val="00723753"/>
    <w:rsid w:val="00724DDD"/>
    <w:rsid w:val="00726053"/>
    <w:rsid w:val="00726918"/>
    <w:rsid w:val="00726FB3"/>
    <w:rsid w:val="007270F0"/>
    <w:rsid w:val="00727EFC"/>
    <w:rsid w:val="00730013"/>
    <w:rsid w:val="007301EA"/>
    <w:rsid w:val="007308BB"/>
    <w:rsid w:val="00730CFD"/>
    <w:rsid w:val="00730D85"/>
    <w:rsid w:val="007312F7"/>
    <w:rsid w:val="007315B9"/>
    <w:rsid w:val="00732259"/>
    <w:rsid w:val="00732644"/>
    <w:rsid w:val="007331B5"/>
    <w:rsid w:val="00733378"/>
    <w:rsid w:val="00733E46"/>
    <w:rsid w:val="007353BE"/>
    <w:rsid w:val="00735834"/>
    <w:rsid w:val="0073626D"/>
    <w:rsid w:val="00736286"/>
    <w:rsid w:val="00737C07"/>
    <w:rsid w:val="00737CE6"/>
    <w:rsid w:val="00737E08"/>
    <w:rsid w:val="00741331"/>
    <w:rsid w:val="007415B4"/>
    <w:rsid w:val="00741772"/>
    <w:rsid w:val="007418F8"/>
    <w:rsid w:val="007419E4"/>
    <w:rsid w:val="0074297F"/>
    <w:rsid w:val="00743CA4"/>
    <w:rsid w:val="0074405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04D0"/>
    <w:rsid w:val="00750CD8"/>
    <w:rsid w:val="00750D0B"/>
    <w:rsid w:val="00751040"/>
    <w:rsid w:val="007513D8"/>
    <w:rsid w:val="007516A5"/>
    <w:rsid w:val="007518B2"/>
    <w:rsid w:val="00751A41"/>
    <w:rsid w:val="0075235F"/>
    <w:rsid w:val="0075249A"/>
    <w:rsid w:val="00752916"/>
    <w:rsid w:val="00752918"/>
    <w:rsid w:val="0075296C"/>
    <w:rsid w:val="00752B94"/>
    <w:rsid w:val="00753CE4"/>
    <w:rsid w:val="00754668"/>
    <w:rsid w:val="00755689"/>
    <w:rsid w:val="00755DE2"/>
    <w:rsid w:val="00756463"/>
    <w:rsid w:val="007573B9"/>
    <w:rsid w:val="00757C99"/>
    <w:rsid w:val="007607F1"/>
    <w:rsid w:val="00760982"/>
    <w:rsid w:val="00761D80"/>
    <w:rsid w:val="00761FC3"/>
    <w:rsid w:val="00762036"/>
    <w:rsid w:val="00762905"/>
    <w:rsid w:val="0076315A"/>
    <w:rsid w:val="00763822"/>
    <w:rsid w:val="007639FB"/>
    <w:rsid w:val="0076400A"/>
    <w:rsid w:val="00764A48"/>
    <w:rsid w:val="00764D28"/>
    <w:rsid w:val="00764E67"/>
    <w:rsid w:val="00764EC2"/>
    <w:rsid w:val="00765581"/>
    <w:rsid w:val="00765FC2"/>
    <w:rsid w:val="00767B26"/>
    <w:rsid w:val="00770AB7"/>
    <w:rsid w:val="0077130B"/>
    <w:rsid w:val="0077282E"/>
    <w:rsid w:val="00772A06"/>
    <w:rsid w:val="007730B1"/>
    <w:rsid w:val="00773155"/>
    <w:rsid w:val="00773157"/>
    <w:rsid w:val="007744E9"/>
    <w:rsid w:val="00774989"/>
    <w:rsid w:val="00775217"/>
    <w:rsid w:val="00775980"/>
    <w:rsid w:val="00775B96"/>
    <w:rsid w:val="007772F3"/>
    <w:rsid w:val="007774F8"/>
    <w:rsid w:val="00777A32"/>
    <w:rsid w:val="00780894"/>
    <w:rsid w:val="0078136D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6CE2"/>
    <w:rsid w:val="00787376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4A7F"/>
    <w:rsid w:val="007951DF"/>
    <w:rsid w:val="0079544A"/>
    <w:rsid w:val="0079556B"/>
    <w:rsid w:val="00795828"/>
    <w:rsid w:val="00795C66"/>
    <w:rsid w:val="00796C0E"/>
    <w:rsid w:val="007A01E9"/>
    <w:rsid w:val="007A0CCB"/>
    <w:rsid w:val="007A12F4"/>
    <w:rsid w:val="007A18BB"/>
    <w:rsid w:val="007A2361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4E7A"/>
    <w:rsid w:val="007B5109"/>
    <w:rsid w:val="007B527C"/>
    <w:rsid w:val="007B6460"/>
    <w:rsid w:val="007B66A6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4BD"/>
    <w:rsid w:val="007C564A"/>
    <w:rsid w:val="007C75D4"/>
    <w:rsid w:val="007D1C8C"/>
    <w:rsid w:val="007D2255"/>
    <w:rsid w:val="007D22BB"/>
    <w:rsid w:val="007D3080"/>
    <w:rsid w:val="007D30F0"/>
    <w:rsid w:val="007D4982"/>
    <w:rsid w:val="007D4A4B"/>
    <w:rsid w:val="007D5781"/>
    <w:rsid w:val="007D677B"/>
    <w:rsid w:val="007D6834"/>
    <w:rsid w:val="007D6A5D"/>
    <w:rsid w:val="007D79DA"/>
    <w:rsid w:val="007E05CC"/>
    <w:rsid w:val="007E0F12"/>
    <w:rsid w:val="007E1747"/>
    <w:rsid w:val="007E1BE3"/>
    <w:rsid w:val="007E2136"/>
    <w:rsid w:val="007E2A26"/>
    <w:rsid w:val="007E2AE8"/>
    <w:rsid w:val="007E5E7A"/>
    <w:rsid w:val="007E63BC"/>
    <w:rsid w:val="007E705E"/>
    <w:rsid w:val="007E729D"/>
    <w:rsid w:val="007E77A1"/>
    <w:rsid w:val="007E7A42"/>
    <w:rsid w:val="007E7A76"/>
    <w:rsid w:val="007E7B69"/>
    <w:rsid w:val="007F0221"/>
    <w:rsid w:val="007F03E7"/>
    <w:rsid w:val="007F0F55"/>
    <w:rsid w:val="007F16E3"/>
    <w:rsid w:val="007F1D91"/>
    <w:rsid w:val="007F1DCF"/>
    <w:rsid w:val="007F2244"/>
    <w:rsid w:val="007F284B"/>
    <w:rsid w:val="007F29D8"/>
    <w:rsid w:val="007F2B38"/>
    <w:rsid w:val="007F30D7"/>
    <w:rsid w:val="007F32FF"/>
    <w:rsid w:val="007F3CD0"/>
    <w:rsid w:val="007F3D8C"/>
    <w:rsid w:val="007F3DC8"/>
    <w:rsid w:val="007F4333"/>
    <w:rsid w:val="007F471C"/>
    <w:rsid w:val="007F5015"/>
    <w:rsid w:val="007F53D3"/>
    <w:rsid w:val="007F5480"/>
    <w:rsid w:val="007F6270"/>
    <w:rsid w:val="007F6DC9"/>
    <w:rsid w:val="007F75D7"/>
    <w:rsid w:val="007F7BEE"/>
    <w:rsid w:val="007F7E60"/>
    <w:rsid w:val="008008D0"/>
    <w:rsid w:val="00800B6F"/>
    <w:rsid w:val="00800EE7"/>
    <w:rsid w:val="0080151C"/>
    <w:rsid w:val="00801F2C"/>
    <w:rsid w:val="00802C44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0C16"/>
    <w:rsid w:val="00811651"/>
    <w:rsid w:val="00811BDA"/>
    <w:rsid w:val="00811D42"/>
    <w:rsid w:val="0081214F"/>
    <w:rsid w:val="00812FDB"/>
    <w:rsid w:val="00813363"/>
    <w:rsid w:val="00814116"/>
    <w:rsid w:val="00814887"/>
    <w:rsid w:val="00814A76"/>
    <w:rsid w:val="00814AF7"/>
    <w:rsid w:val="00815D01"/>
    <w:rsid w:val="00815D25"/>
    <w:rsid w:val="00815F39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A21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B08"/>
    <w:rsid w:val="00830F4A"/>
    <w:rsid w:val="00831821"/>
    <w:rsid w:val="008329EE"/>
    <w:rsid w:val="00832AC7"/>
    <w:rsid w:val="0083337C"/>
    <w:rsid w:val="0083420A"/>
    <w:rsid w:val="0083424D"/>
    <w:rsid w:val="00834A3E"/>
    <w:rsid w:val="00834E59"/>
    <w:rsid w:val="008356BE"/>
    <w:rsid w:val="008358F6"/>
    <w:rsid w:val="00836424"/>
    <w:rsid w:val="00836E22"/>
    <w:rsid w:val="00837214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AE4"/>
    <w:rsid w:val="00850FCD"/>
    <w:rsid w:val="0085142B"/>
    <w:rsid w:val="0085237D"/>
    <w:rsid w:val="00853EA0"/>
    <w:rsid w:val="00853EAA"/>
    <w:rsid w:val="008540E2"/>
    <w:rsid w:val="00854C9C"/>
    <w:rsid w:val="008565E1"/>
    <w:rsid w:val="0085660B"/>
    <w:rsid w:val="00856771"/>
    <w:rsid w:val="0085743A"/>
    <w:rsid w:val="0085786B"/>
    <w:rsid w:val="00857974"/>
    <w:rsid w:val="008618BD"/>
    <w:rsid w:val="00862DE4"/>
    <w:rsid w:val="00862F36"/>
    <w:rsid w:val="00863DAF"/>
    <w:rsid w:val="00864031"/>
    <w:rsid w:val="00864397"/>
    <w:rsid w:val="00864658"/>
    <w:rsid w:val="00864C89"/>
    <w:rsid w:val="00865220"/>
    <w:rsid w:val="008658FA"/>
    <w:rsid w:val="00865E27"/>
    <w:rsid w:val="0086710D"/>
    <w:rsid w:val="00867287"/>
    <w:rsid w:val="00867338"/>
    <w:rsid w:val="0086798D"/>
    <w:rsid w:val="00870C6C"/>
    <w:rsid w:val="00872B24"/>
    <w:rsid w:val="008748AD"/>
    <w:rsid w:val="00874E32"/>
    <w:rsid w:val="00875B1B"/>
    <w:rsid w:val="00875C76"/>
    <w:rsid w:val="00875F78"/>
    <w:rsid w:val="008764DA"/>
    <w:rsid w:val="0087662F"/>
    <w:rsid w:val="008770E6"/>
    <w:rsid w:val="0087769A"/>
    <w:rsid w:val="00877D75"/>
    <w:rsid w:val="00880016"/>
    <w:rsid w:val="0088007E"/>
    <w:rsid w:val="008806A9"/>
    <w:rsid w:val="008813D1"/>
    <w:rsid w:val="00882180"/>
    <w:rsid w:val="008827AB"/>
    <w:rsid w:val="00882A92"/>
    <w:rsid w:val="00882BE8"/>
    <w:rsid w:val="00882CCA"/>
    <w:rsid w:val="00882EA7"/>
    <w:rsid w:val="008836E5"/>
    <w:rsid w:val="00883BD1"/>
    <w:rsid w:val="00883C7F"/>
    <w:rsid w:val="0088447D"/>
    <w:rsid w:val="0088468B"/>
    <w:rsid w:val="008851B9"/>
    <w:rsid w:val="008856FD"/>
    <w:rsid w:val="00885837"/>
    <w:rsid w:val="00885BB9"/>
    <w:rsid w:val="00885D24"/>
    <w:rsid w:val="0088686B"/>
    <w:rsid w:val="00886D58"/>
    <w:rsid w:val="00887386"/>
    <w:rsid w:val="0088749E"/>
    <w:rsid w:val="00887579"/>
    <w:rsid w:val="00887951"/>
    <w:rsid w:val="00890C61"/>
    <w:rsid w:val="00890F8C"/>
    <w:rsid w:val="0089189F"/>
    <w:rsid w:val="008943F7"/>
    <w:rsid w:val="00895259"/>
    <w:rsid w:val="0089565A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5B7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1A9"/>
    <w:rsid w:val="008A4882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0EE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840"/>
    <w:rsid w:val="008C4AEA"/>
    <w:rsid w:val="008C54A5"/>
    <w:rsid w:val="008C5E78"/>
    <w:rsid w:val="008C6251"/>
    <w:rsid w:val="008C6953"/>
    <w:rsid w:val="008C7969"/>
    <w:rsid w:val="008C7C13"/>
    <w:rsid w:val="008D01FE"/>
    <w:rsid w:val="008D03E2"/>
    <w:rsid w:val="008D072C"/>
    <w:rsid w:val="008D07F7"/>
    <w:rsid w:val="008D1945"/>
    <w:rsid w:val="008D1BC6"/>
    <w:rsid w:val="008D22F6"/>
    <w:rsid w:val="008D3D81"/>
    <w:rsid w:val="008D4C02"/>
    <w:rsid w:val="008D4CF3"/>
    <w:rsid w:val="008D58B2"/>
    <w:rsid w:val="008D5C63"/>
    <w:rsid w:val="008D5F2B"/>
    <w:rsid w:val="008D61BC"/>
    <w:rsid w:val="008D66AC"/>
    <w:rsid w:val="008D68BF"/>
    <w:rsid w:val="008D77A5"/>
    <w:rsid w:val="008D77D4"/>
    <w:rsid w:val="008E085E"/>
    <w:rsid w:val="008E08E4"/>
    <w:rsid w:val="008E1869"/>
    <w:rsid w:val="008E1F3A"/>
    <w:rsid w:val="008E2A8A"/>
    <w:rsid w:val="008E3A28"/>
    <w:rsid w:val="008E4CCC"/>
    <w:rsid w:val="008E4DCB"/>
    <w:rsid w:val="008E4E38"/>
    <w:rsid w:val="008E518B"/>
    <w:rsid w:val="008E53D2"/>
    <w:rsid w:val="008E67B9"/>
    <w:rsid w:val="008E67FA"/>
    <w:rsid w:val="008E6879"/>
    <w:rsid w:val="008E7176"/>
    <w:rsid w:val="008E7546"/>
    <w:rsid w:val="008E773E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040"/>
    <w:rsid w:val="008F53B8"/>
    <w:rsid w:val="008F5F24"/>
    <w:rsid w:val="008F6536"/>
    <w:rsid w:val="008F6A26"/>
    <w:rsid w:val="008F6E0E"/>
    <w:rsid w:val="008F7136"/>
    <w:rsid w:val="008F7C7A"/>
    <w:rsid w:val="00901422"/>
    <w:rsid w:val="00901646"/>
    <w:rsid w:val="0090210A"/>
    <w:rsid w:val="00902156"/>
    <w:rsid w:val="0090444C"/>
    <w:rsid w:val="00904596"/>
    <w:rsid w:val="00904A7B"/>
    <w:rsid w:val="00905294"/>
    <w:rsid w:val="00905C51"/>
    <w:rsid w:val="009061D8"/>
    <w:rsid w:val="009070F5"/>
    <w:rsid w:val="0090732B"/>
    <w:rsid w:val="0090741A"/>
    <w:rsid w:val="009111F6"/>
    <w:rsid w:val="0091147A"/>
    <w:rsid w:val="0091164B"/>
    <w:rsid w:val="00911BE6"/>
    <w:rsid w:val="00912319"/>
    <w:rsid w:val="00912F1A"/>
    <w:rsid w:val="009134EB"/>
    <w:rsid w:val="00913ABC"/>
    <w:rsid w:val="00913C60"/>
    <w:rsid w:val="00913E22"/>
    <w:rsid w:val="009144E6"/>
    <w:rsid w:val="00914D1B"/>
    <w:rsid w:val="00914FDB"/>
    <w:rsid w:val="00915E75"/>
    <w:rsid w:val="00916351"/>
    <w:rsid w:val="0091659F"/>
    <w:rsid w:val="009170BA"/>
    <w:rsid w:val="00917CFB"/>
    <w:rsid w:val="00920220"/>
    <w:rsid w:val="009205E0"/>
    <w:rsid w:val="00921405"/>
    <w:rsid w:val="0092247F"/>
    <w:rsid w:val="00924382"/>
    <w:rsid w:val="00924414"/>
    <w:rsid w:val="00924799"/>
    <w:rsid w:val="00924FF2"/>
    <w:rsid w:val="009264D2"/>
    <w:rsid w:val="00926B9C"/>
    <w:rsid w:val="00927338"/>
    <w:rsid w:val="00927A15"/>
    <w:rsid w:val="0093004C"/>
    <w:rsid w:val="00930FD3"/>
    <w:rsid w:val="00932142"/>
    <w:rsid w:val="00932474"/>
    <w:rsid w:val="00932AAE"/>
    <w:rsid w:val="00932CCB"/>
    <w:rsid w:val="009336AA"/>
    <w:rsid w:val="009344E3"/>
    <w:rsid w:val="00934810"/>
    <w:rsid w:val="00936432"/>
    <w:rsid w:val="0093673A"/>
    <w:rsid w:val="0093687B"/>
    <w:rsid w:val="009373E8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5E8"/>
    <w:rsid w:val="009466F4"/>
    <w:rsid w:val="009467EA"/>
    <w:rsid w:val="00947CF6"/>
    <w:rsid w:val="0095026A"/>
    <w:rsid w:val="00950570"/>
    <w:rsid w:val="009505A5"/>
    <w:rsid w:val="009509F1"/>
    <w:rsid w:val="00950A34"/>
    <w:rsid w:val="009516CD"/>
    <w:rsid w:val="00951BE6"/>
    <w:rsid w:val="009527A9"/>
    <w:rsid w:val="009530B6"/>
    <w:rsid w:val="00953D98"/>
    <w:rsid w:val="0095470D"/>
    <w:rsid w:val="0095492D"/>
    <w:rsid w:val="00954C0B"/>
    <w:rsid w:val="009553AD"/>
    <w:rsid w:val="009555EC"/>
    <w:rsid w:val="009557DE"/>
    <w:rsid w:val="00955FC6"/>
    <w:rsid w:val="0095631D"/>
    <w:rsid w:val="0095675A"/>
    <w:rsid w:val="00957326"/>
    <w:rsid w:val="009579AF"/>
    <w:rsid w:val="00957C33"/>
    <w:rsid w:val="00960247"/>
    <w:rsid w:val="00960DC9"/>
    <w:rsid w:val="00961194"/>
    <w:rsid w:val="00962508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77D04"/>
    <w:rsid w:val="00980B13"/>
    <w:rsid w:val="00981635"/>
    <w:rsid w:val="00981746"/>
    <w:rsid w:val="009818FB"/>
    <w:rsid w:val="00981C25"/>
    <w:rsid w:val="009821F7"/>
    <w:rsid w:val="00983364"/>
    <w:rsid w:val="0098353F"/>
    <w:rsid w:val="00983748"/>
    <w:rsid w:val="009859C9"/>
    <w:rsid w:val="00985A0E"/>
    <w:rsid w:val="009865E0"/>
    <w:rsid w:val="009866B7"/>
    <w:rsid w:val="009872F1"/>
    <w:rsid w:val="00987450"/>
    <w:rsid w:val="009903AA"/>
    <w:rsid w:val="009907D2"/>
    <w:rsid w:val="00992237"/>
    <w:rsid w:val="0099285D"/>
    <w:rsid w:val="009928F3"/>
    <w:rsid w:val="00992AB5"/>
    <w:rsid w:val="00992D13"/>
    <w:rsid w:val="00992DAA"/>
    <w:rsid w:val="009930B4"/>
    <w:rsid w:val="00994016"/>
    <w:rsid w:val="009942D3"/>
    <w:rsid w:val="00994B7A"/>
    <w:rsid w:val="00994E9E"/>
    <w:rsid w:val="00995152"/>
    <w:rsid w:val="0099590A"/>
    <w:rsid w:val="00996703"/>
    <w:rsid w:val="00996ABE"/>
    <w:rsid w:val="0099750A"/>
    <w:rsid w:val="00997531"/>
    <w:rsid w:val="009979A0"/>
    <w:rsid w:val="009A0861"/>
    <w:rsid w:val="009A0A9C"/>
    <w:rsid w:val="009A0EA6"/>
    <w:rsid w:val="009A1072"/>
    <w:rsid w:val="009A10EB"/>
    <w:rsid w:val="009A182B"/>
    <w:rsid w:val="009A225D"/>
    <w:rsid w:val="009A2D63"/>
    <w:rsid w:val="009A2DE6"/>
    <w:rsid w:val="009A353E"/>
    <w:rsid w:val="009A38B5"/>
    <w:rsid w:val="009A3CDF"/>
    <w:rsid w:val="009A3DCD"/>
    <w:rsid w:val="009A4099"/>
    <w:rsid w:val="009A444F"/>
    <w:rsid w:val="009A4B55"/>
    <w:rsid w:val="009A5309"/>
    <w:rsid w:val="009A666D"/>
    <w:rsid w:val="009A760F"/>
    <w:rsid w:val="009A7798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4EF5"/>
    <w:rsid w:val="009B5A67"/>
    <w:rsid w:val="009B5B04"/>
    <w:rsid w:val="009B5C0A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32C"/>
    <w:rsid w:val="009D7684"/>
    <w:rsid w:val="009D7788"/>
    <w:rsid w:val="009D78F5"/>
    <w:rsid w:val="009D7F8E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DE7"/>
    <w:rsid w:val="009E4EE2"/>
    <w:rsid w:val="009E4F13"/>
    <w:rsid w:val="009E54B7"/>
    <w:rsid w:val="009E54F4"/>
    <w:rsid w:val="009E5998"/>
    <w:rsid w:val="009E59F9"/>
    <w:rsid w:val="009E6C42"/>
    <w:rsid w:val="009E6CCB"/>
    <w:rsid w:val="009E79AC"/>
    <w:rsid w:val="009E7D85"/>
    <w:rsid w:val="009E7DE4"/>
    <w:rsid w:val="009F0087"/>
    <w:rsid w:val="009F0696"/>
    <w:rsid w:val="009F0945"/>
    <w:rsid w:val="009F0E90"/>
    <w:rsid w:val="009F185A"/>
    <w:rsid w:val="009F2034"/>
    <w:rsid w:val="009F2EFD"/>
    <w:rsid w:val="009F3147"/>
    <w:rsid w:val="009F53E7"/>
    <w:rsid w:val="009F5A02"/>
    <w:rsid w:val="009F5BDA"/>
    <w:rsid w:val="009F6706"/>
    <w:rsid w:val="009F6E1C"/>
    <w:rsid w:val="009F73D5"/>
    <w:rsid w:val="009F7466"/>
    <w:rsid w:val="009F7794"/>
    <w:rsid w:val="009F7A53"/>
    <w:rsid w:val="009F7BE5"/>
    <w:rsid w:val="009F7EF1"/>
    <w:rsid w:val="00A00962"/>
    <w:rsid w:val="00A00A5A"/>
    <w:rsid w:val="00A00BB3"/>
    <w:rsid w:val="00A00D94"/>
    <w:rsid w:val="00A01067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A42"/>
    <w:rsid w:val="00A10A81"/>
    <w:rsid w:val="00A10B71"/>
    <w:rsid w:val="00A10DF1"/>
    <w:rsid w:val="00A110A9"/>
    <w:rsid w:val="00A11E51"/>
    <w:rsid w:val="00A120A7"/>
    <w:rsid w:val="00A127A3"/>
    <w:rsid w:val="00A12898"/>
    <w:rsid w:val="00A12AE8"/>
    <w:rsid w:val="00A12B7C"/>
    <w:rsid w:val="00A12FE1"/>
    <w:rsid w:val="00A1306C"/>
    <w:rsid w:val="00A1379E"/>
    <w:rsid w:val="00A13E47"/>
    <w:rsid w:val="00A13FAC"/>
    <w:rsid w:val="00A14293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8BD"/>
    <w:rsid w:val="00A20F9F"/>
    <w:rsid w:val="00A21D23"/>
    <w:rsid w:val="00A21ECD"/>
    <w:rsid w:val="00A221ED"/>
    <w:rsid w:val="00A22C66"/>
    <w:rsid w:val="00A22C98"/>
    <w:rsid w:val="00A240ED"/>
    <w:rsid w:val="00A245E6"/>
    <w:rsid w:val="00A24DE6"/>
    <w:rsid w:val="00A25ED1"/>
    <w:rsid w:val="00A26087"/>
    <w:rsid w:val="00A263E9"/>
    <w:rsid w:val="00A26530"/>
    <w:rsid w:val="00A2664A"/>
    <w:rsid w:val="00A26F4C"/>
    <w:rsid w:val="00A27ACA"/>
    <w:rsid w:val="00A30256"/>
    <w:rsid w:val="00A32327"/>
    <w:rsid w:val="00A32594"/>
    <w:rsid w:val="00A3265D"/>
    <w:rsid w:val="00A328E4"/>
    <w:rsid w:val="00A32AD8"/>
    <w:rsid w:val="00A33763"/>
    <w:rsid w:val="00A33767"/>
    <w:rsid w:val="00A33785"/>
    <w:rsid w:val="00A33E9D"/>
    <w:rsid w:val="00A33F70"/>
    <w:rsid w:val="00A346A4"/>
    <w:rsid w:val="00A35AF3"/>
    <w:rsid w:val="00A35BAC"/>
    <w:rsid w:val="00A35E39"/>
    <w:rsid w:val="00A3648C"/>
    <w:rsid w:val="00A36CC1"/>
    <w:rsid w:val="00A36EB3"/>
    <w:rsid w:val="00A3709A"/>
    <w:rsid w:val="00A37494"/>
    <w:rsid w:val="00A37D08"/>
    <w:rsid w:val="00A37EB3"/>
    <w:rsid w:val="00A4019F"/>
    <w:rsid w:val="00A40319"/>
    <w:rsid w:val="00A40372"/>
    <w:rsid w:val="00A41122"/>
    <w:rsid w:val="00A4184D"/>
    <w:rsid w:val="00A41FE2"/>
    <w:rsid w:val="00A4295A"/>
    <w:rsid w:val="00A429A6"/>
    <w:rsid w:val="00A42C10"/>
    <w:rsid w:val="00A4399A"/>
    <w:rsid w:val="00A446FC"/>
    <w:rsid w:val="00A44905"/>
    <w:rsid w:val="00A44C6B"/>
    <w:rsid w:val="00A44D19"/>
    <w:rsid w:val="00A45942"/>
    <w:rsid w:val="00A45CCD"/>
    <w:rsid w:val="00A46657"/>
    <w:rsid w:val="00A46659"/>
    <w:rsid w:val="00A46D84"/>
    <w:rsid w:val="00A46FED"/>
    <w:rsid w:val="00A4764E"/>
    <w:rsid w:val="00A47847"/>
    <w:rsid w:val="00A47A61"/>
    <w:rsid w:val="00A50882"/>
    <w:rsid w:val="00A50B76"/>
    <w:rsid w:val="00A51027"/>
    <w:rsid w:val="00A513A0"/>
    <w:rsid w:val="00A51699"/>
    <w:rsid w:val="00A51964"/>
    <w:rsid w:val="00A51E76"/>
    <w:rsid w:val="00A52070"/>
    <w:rsid w:val="00A52AF7"/>
    <w:rsid w:val="00A5368F"/>
    <w:rsid w:val="00A536CC"/>
    <w:rsid w:val="00A54BDD"/>
    <w:rsid w:val="00A5508F"/>
    <w:rsid w:val="00A55890"/>
    <w:rsid w:val="00A5598E"/>
    <w:rsid w:val="00A5693E"/>
    <w:rsid w:val="00A5707B"/>
    <w:rsid w:val="00A570DD"/>
    <w:rsid w:val="00A57AC5"/>
    <w:rsid w:val="00A57D2E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2CE"/>
    <w:rsid w:val="00A649FE"/>
    <w:rsid w:val="00A64CC7"/>
    <w:rsid w:val="00A65089"/>
    <w:rsid w:val="00A65984"/>
    <w:rsid w:val="00A65AB6"/>
    <w:rsid w:val="00A66693"/>
    <w:rsid w:val="00A67671"/>
    <w:rsid w:val="00A67D87"/>
    <w:rsid w:val="00A7028C"/>
    <w:rsid w:val="00A703BB"/>
    <w:rsid w:val="00A70C3C"/>
    <w:rsid w:val="00A716DB"/>
    <w:rsid w:val="00A71B2C"/>
    <w:rsid w:val="00A71DAE"/>
    <w:rsid w:val="00A73C1D"/>
    <w:rsid w:val="00A73DF1"/>
    <w:rsid w:val="00A748EB"/>
    <w:rsid w:val="00A76226"/>
    <w:rsid w:val="00A76EBC"/>
    <w:rsid w:val="00A77707"/>
    <w:rsid w:val="00A778AE"/>
    <w:rsid w:val="00A77DB9"/>
    <w:rsid w:val="00A80034"/>
    <w:rsid w:val="00A8036C"/>
    <w:rsid w:val="00A809AB"/>
    <w:rsid w:val="00A80A77"/>
    <w:rsid w:val="00A80BA5"/>
    <w:rsid w:val="00A813F0"/>
    <w:rsid w:val="00A81E0D"/>
    <w:rsid w:val="00A82C5C"/>
    <w:rsid w:val="00A8314E"/>
    <w:rsid w:val="00A834A7"/>
    <w:rsid w:val="00A83513"/>
    <w:rsid w:val="00A838F5"/>
    <w:rsid w:val="00A841CA"/>
    <w:rsid w:val="00A8435F"/>
    <w:rsid w:val="00A8496B"/>
    <w:rsid w:val="00A8505D"/>
    <w:rsid w:val="00A854C1"/>
    <w:rsid w:val="00A861F6"/>
    <w:rsid w:val="00A86731"/>
    <w:rsid w:val="00A869BF"/>
    <w:rsid w:val="00A87078"/>
    <w:rsid w:val="00A87789"/>
    <w:rsid w:val="00A8793C"/>
    <w:rsid w:val="00A90158"/>
    <w:rsid w:val="00A90532"/>
    <w:rsid w:val="00A920A1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5D7"/>
    <w:rsid w:val="00AA2742"/>
    <w:rsid w:val="00AA275F"/>
    <w:rsid w:val="00AA2D36"/>
    <w:rsid w:val="00AA3CBF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33"/>
    <w:rsid w:val="00AC2295"/>
    <w:rsid w:val="00AC32E6"/>
    <w:rsid w:val="00AC33E4"/>
    <w:rsid w:val="00AC442B"/>
    <w:rsid w:val="00AC4AE7"/>
    <w:rsid w:val="00AC4C25"/>
    <w:rsid w:val="00AC5318"/>
    <w:rsid w:val="00AC6539"/>
    <w:rsid w:val="00AC6613"/>
    <w:rsid w:val="00AC7D41"/>
    <w:rsid w:val="00AD09F2"/>
    <w:rsid w:val="00AD23D8"/>
    <w:rsid w:val="00AD2AAA"/>
    <w:rsid w:val="00AD3702"/>
    <w:rsid w:val="00AD3BC7"/>
    <w:rsid w:val="00AD4AA7"/>
    <w:rsid w:val="00AD52B3"/>
    <w:rsid w:val="00AD6022"/>
    <w:rsid w:val="00AD6054"/>
    <w:rsid w:val="00AD6723"/>
    <w:rsid w:val="00AD7ADE"/>
    <w:rsid w:val="00AD7CC9"/>
    <w:rsid w:val="00AE019A"/>
    <w:rsid w:val="00AE0915"/>
    <w:rsid w:val="00AE0F44"/>
    <w:rsid w:val="00AE109E"/>
    <w:rsid w:val="00AE1191"/>
    <w:rsid w:val="00AE1337"/>
    <w:rsid w:val="00AE15C4"/>
    <w:rsid w:val="00AE16AE"/>
    <w:rsid w:val="00AE16DE"/>
    <w:rsid w:val="00AE1CBF"/>
    <w:rsid w:val="00AE1EC0"/>
    <w:rsid w:val="00AE2139"/>
    <w:rsid w:val="00AE2197"/>
    <w:rsid w:val="00AE2395"/>
    <w:rsid w:val="00AE3CDA"/>
    <w:rsid w:val="00AE43D0"/>
    <w:rsid w:val="00AE475F"/>
    <w:rsid w:val="00AE5267"/>
    <w:rsid w:val="00AE67A6"/>
    <w:rsid w:val="00AE6849"/>
    <w:rsid w:val="00AE68C1"/>
    <w:rsid w:val="00AE6DB6"/>
    <w:rsid w:val="00AF0226"/>
    <w:rsid w:val="00AF0731"/>
    <w:rsid w:val="00AF13B2"/>
    <w:rsid w:val="00AF2654"/>
    <w:rsid w:val="00AF2991"/>
    <w:rsid w:val="00AF2BD3"/>
    <w:rsid w:val="00AF2F68"/>
    <w:rsid w:val="00AF3443"/>
    <w:rsid w:val="00AF3689"/>
    <w:rsid w:val="00AF3AA6"/>
    <w:rsid w:val="00AF413F"/>
    <w:rsid w:val="00AF44BD"/>
    <w:rsid w:val="00AF508B"/>
    <w:rsid w:val="00AF60C8"/>
    <w:rsid w:val="00AF6418"/>
    <w:rsid w:val="00AF71DD"/>
    <w:rsid w:val="00AF7443"/>
    <w:rsid w:val="00AF7783"/>
    <w:rsid w:val="00B0123C"/>
    <w:rsid w:val="00B01C59"/>
    <w:rsid w:val="00B022EB"/>
    <w:rsid w:val="00B02361"/>
    <w:rsid w:val="00B02851"/>
    <w:rsid w:val="00B02D49"/>
    <w:rsid w:val="00B03266"/>
    <w:rsid w:val="00B03322"/>
    <w:rsid w:val="00B03A81"/>
    <w:rsid w:val="00B03B48"/>
    <w:rsid w:val="00B03CF6"/>
    <w:rsid w:val="00B04C4C"/>
    <w:rsid w:val="00B05B1B"/>
    <w:rsid w:val="00B06441"/>
    <w:rsid w:val="00B0656A"/>
    <w:rsid w:val="00B06EAB"/>
    <w:rsid w:val="00B07042"/>
    <w:rsid w:val="00B10A4B"/>
    <w:rsid w:val="00B110DF"/>
    <w:rsid w:val="00B12702"/>
    <w:rsid w:val="00B12936"/>
    <w:rsid w:val="00B12E05"/>
    <w:rsid w:val="00B1302F"/>
    <w:rsid w:val="00B130ED"/>
    <w:rsid w:val="00B133FC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697"/>
    <w:rsid w:val="00B209F4"/>
    <w:rsid w:val="00B20CDE"/>
    <w:rsid w:val="00B22920"/>
    <w:rsid w:val="00B239FA"/>
    <w:rsid w:val="00B2404C"/>
    <w:rsid w:val="00B247B0"/>
    <w:rsid w:val="00B248AD"/>
    <w:rsid w:val="00B251FF"/>
    <w:rsid w:val="00B25991"/>
    <w:rsid w:val="00B25ABD"/>
    <w:rsid w:val="00B25F71"/>
    <w:rsid w:val="00B26906"/>
    <w:rsid w:val="00B269D3"/>
    <w:rsid w:val="00B26E66"/>
    <w:rsid w:val="00B27388"/>
    <w:rsid w:val="00B2795F"/>
    <w:rsid w:val="00B30825"/>
    <w:rsid w:val="00B30923"/>
    <w:rsid w:val="00B30CA8"/>
    <w:rsid w:val="00B31594"/>
    <w:rsid w:val="00B31D4F"/>
    <w:rsid w:val="00B32126"/>
    <w:rsid w:val="00B3293F"/>
    <w:rsid w:val="00B32B50"/>
    <w:rsid w:val="00B347BC"/>
    <w:rsid w:val="00B34BC6"/>
    <w:rsid w:val="00B3535C"/>
    <w:rsid w:val="00B35685"/>
    <w:rsid w:val="00B35D67"/>
    <w:rsid w:val="00B35E91"/>
    <w:rsid w:val="00B36BDE"/>
    <w:rsid w:val="00B37152"/>
    <w:rsid w:val="00B377B7"/>
    <w:rsid w:val="00B3789C"/>
    <w:rsid w:val="00B409C2"/>
    <w:rsid w:val="00B4102B"/>
    <w:rsid w:val="00B4186F"/>
    <w:rsid w:val="00B41B41"/>
    <w:rsid w:val="00B41D2C"/>
    <w:rsid w:val="00B41EE6"/>
    <w:rsid w:val="00B4243F"/>
    <w:rsid w:val="00B431A7"/>
    <w:rsid w:val="00B439AA"/>
    <w:rsid w:val="00B43BE1"/>
    <w:rsid w:val="00B44092"/>
    <w:rsid w:val="00B4478C"/>
    <w:rsid w:val="00B44B45"/>
    <w:rsid w:val="00B45010"/>
    <w:rsid w:val="00B458BE"/>
    <w:rsid w:val="00B45E25"/>
    <w:rsid w:val="00B468A9"/>
    <w:rsid w:val="00B475C6"/>
    <w:rsid w:val="00B47872"/>
    <w:rsid w:val="00B47D80"/>
    <w:rsid w:val="00B50D4F"/>
    <w:rsid w:val="00B50DA0"/>
    <w:rsid w:val="00B5109C"/>
    <w:rsid w:val="00B51213"/>
    <w:rsid w:val="00B517BF"/>
    <w:rsid w:val="00B520B3"/>
    <w:rsid w:val="00B52A13"/>
    <w:rsid w:val="00B52D3D"/>
    <w:rsid w:val="00B53F44"/>
    <w:rsid w:val="00B543DA"/>
    <w:rsid w:val="00B54EF5"/>
    <w:rsid w:val="00B55B68"/>
    <w:rsid w:val="00B55DDC"/>
    <w:rsid w:val="00B567ED"/>
    <w:rsid w:val="00B568B9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3F5A"/>
    <w:rsid w:val="00B659B9"/>
    <w:rsid w:val="00B678F7"/>
    <w:rsid w:val="00B67E3C"/>
    <w:rsid w:val="00B70741"/>
    <w:rsid w:val="00B70C59"/>
    <w:rsid w:val="00B70CF3"/>
    <w:rsid w:val="00B71142"/>
    <w:rsid w:val="00B714CB"/>
    <w:rsid w:val="00B71AB9"/>
    <w:rsid w:val="00B71E4A"/>
    <w:rsid w:val="00B72072"/>
    <w:rsid w:val="00B72E89"/>
    <w:rsid w:val="00B7319C"/>
    <w:rsid w:val="00B73346"/>
    <w:rsid w:val="00B73E11"/>
    <w:rsid w:val="00B7481A"/>
    <w:rsid w:val="00B7490D"/>
    <w:rsid w:val="00B75633"/>
    <w:rsid w:val="00B7761A"/>
    <w:rsid w:val="00B77650"/>
    <w:rsid w:val="00B80012"/>
    <w:rsid w:val="00B80B6D"/>
    <w:rsid w:val="00B8133C"/>
    <w:rsid w:val="00B81A9B"/>
    <w:rsid w:val="00B81F5D"/>
    <w:rsid w:val="00B82138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6E4"/>
    <w:rsid w:val="00B86B8B"/>
    <w:rsid w:val="00B8757F"/>
    <w:rsid w:val="00B90056"/>
    <w:rsid w:val="00B90724"/>
    <w:rsid w:val="00B90EA0"/>
    <w:rsid w:val="00B91614"/>
    <w:rsid w:val="00B917D0"/>
    <w:rsid w:val="00B9186C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922"/>
    <w:rsid w:val="00B96A09"/>
    <w:rsid w:val="00BA01EF"/>
    <w:rsid w:val="00BA02EE"/>
    <w:rsid w:val="00BA03F8"/>
    <w:rsid w:val="00BA126A"/>
    <w:rsid w:val="00BA1DDA"/>
    <w:rsid w:val="00BA2377"/>
    <w:rsid w:val="00BA2634"/>
    <w:rsid w:val="00BA3053"/>
    <w:rsid w:val="00BA3086"/>
    <w:rsid w:val="00BA35BD"/>
    <w:rsid w:val="00BA3681"/>
    <w:rsid w:val="00BA3A78"/>
    <w:rsid w:val="00BA3ADF"/>
    <w:rsid w:val="00BA3AF8"/>
    <w:rsid w:val="00BA4341"/>
    <w:rsid w:val="00BA4384"/>
    <w:rsid w:val="00BA4F19"/>
    <w:rsid w:val="00BA521A"/>
    <w:rsid w:val="00BA534D"/>
    <w:rsid w:val="00BA53E7"/>
    <w:rsid w:val="00BA71BB"/>
    <w:rsid w:val="00BA77C4"/>
    <w:rsid w:val="00BA7A83"/>
    <w:rsid w:val="00BA7EC7"/>
    <w:rsid w:val="00BB04B1"/>
    <w:rsid w:val="00BB2B4A"/>
    <w:rsid w:val="00BB30DB"/>
    <w:rsid w:val="00BB3FB4"/>
    <w:rsid w:val="00BB415D"/>
    <w:rsid w:val="00BB5152"/>
    <w:rsid w:val="00BB616A"/>
    <w:rsid w:val="00BB61FD"/>
    <w:rsid w:val="00BB6585"/>
    <w:rsid w:val="00BC098A"/>
    <w:rsid w:val="00BC1011"/>
    <w:rsid w:val="00BC1690"/>
    <w:rsid w:val="00BC1A55"/>
    <w:rsid w:val="00BC2276"/>
    <w:rsid w:val="00BC2601"/>
    <w:rsid w:val="00BC364A"/>
    <w:rsid w:val="00BC3923"/>
    <w:rsid w:val="00BC3D25"/>
    <w:rsid w:val="00BC4901"/>
    <w:rsid w:val="00BC4A62"/>
    <w:rsid w:val="00BC4D43"/>
    <w:rsid w:val="00BC4E03"/>
    <w:rsid w:val="00BC5C89"/>
    <w:rsid w:val="00BC6611"/>
    <w:rsid w:val="00BC66F7"/>
    <w:rsid w:val="00BC67E0"/>
    <w:rsid w:val="00BC746D"/>
    <w:rsid w:val="00BC755E"/>
    <w:rsid w:val="00BC795C"/>
    <w:rsid w:val="00BD0192"/>
    <w:rsid w:val="00BD08BA"/>
    <w:rsid w:val="00BD0A71"/>
    <w:rsid w:val="00BD0BF2"/>
    <w:rsid w:val="00BD0DE0"/>
    <w:rsid w:val="00BD15BD"/>
    <w:rsid w:val="00BD19E1"/>
    <w:rsid w:val="00BD30C1"/>
    <w:rsid w:val="00BD345D"/>
    <w:rsid w:val="00BD4978"/>
    <w:rsid w:val="00BD5547"/>
    <w:rsid w:val="00BD555D"/>
    <w:rsid w:val="00BD63A7"/>
    <w:rsid w:val="00BD6ADB"/>
    <w:rsid w:val="00BD7C32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0B5"/>
    <w:rsid w:val="00C004D9"/>
    <w:rsid w:val="00C0052E"/>
    <w:rsid w:val="00C00610"/>
    <w:rsid w:val="00C007B5"/>
    <w:rsid w:val="00C00BCC"/>
    <w:rsid w:val="00C00C18"/>
    <w:rsid w:val="00C01256"/>
    <w:rsid w:val="00C0128E"/>
    <w:rsid w:val="00C01A85"/>
    <w:rsid w:val="00C02100"/>
    <w:rsid w:val="00C023C7"/>
    <w:rsid w:val="00C02862"/>
    <w:rsid w:val="00C02C5A"/>
    <w:rsid w:val="00C044FD"/>
    <w:rsid w:val="00C04A62"/>
    <w:rsid w:val="00C04E05"/>
    <w:rsid w:val="00C0555B"/>
    <w:rsid w:val="00C055D7"/>
    <w:rsid w:val="00C064C6"/>
    <w:rsid w:val="00C0662F"/>
    <w:rsid w:val="00C0664A"/>
    <w:rsid w:val="00C06CFA"/>
    <w:rsid w:val="00C076EA"/>
    <w:rsid w:val="00C07C99"/>
    <w:rsid w:val="00C1014A"/>
    <w:rsid w:val="00C10887"/>
    <w:rsid w:val="00C10888"/>
    <w:rsid w:val="00C10B51"/>
    <w:rsid w:val="00C10D84"/>
    <w:rsid w:val="00C121CC"/>
    <w:rsid w:val="00C12354"/>
    <w:rsid w:val="00C12B4D"/>
    <w:rsid w:val="00C12C99"/>
    <w:rsid w:val="00C12CE7"/>
    <w:rsid w:val="00C1306C"/>
    <w:rsid w:val="00C13715"/>
    <w:rsid w:val="00C159A5"/>
    <w:rsid w:val="00C15FA2"/>
    <w:rsid w:val="00C16353"/>
    <w:rsid w:val="00C16705"/>
    <w:rsid w:val="00C169DA"/>
    <w:rsid w:val="00C2082E"/>
    <w:rsid w:val="00C20943"/>
    <w:rsid w:val="00C20EC1"/>
    <w:rsid w:val="00C214B9"/>
    <w:rsid w:val="00C22370"/>
    <w:rsid w:val="00C22979"/>
    <w:rsid w:val="00C22C2C"/>
    <w:rsid w:val="00C230D6"/>
    <w:rsid w:val="00C23A49"/>
    <w:rsid w:val="00C23F10"/>
    <w:rsid w:val="00C248A2"/>
    <w:rsid w:val="00C248E3"/>
    <w:rsid w:val="00C24DA1"/>
    <w:rsid w:val="00C2511E"/>
    <w:rsid w:val="00C2534C"/>
    <w:rsid w:val="00C25355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436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4773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ED2"/>
    <w:rsid w:val="00C46F3C"/>
    <w:rsid w:val="00C477E4"/>
    <w:rsid w:val="00C4783A"/>
    <w:rsid w:val="00C47A62"/>
    <w:rsid w:val="00C50193"/>
    <w:rsid w:val="00C505F1"/>
    <w:rsid w:val="00C517CF"/>
    <w:rsid w:val="00C51ADD"/>
    <w:rsid w:val="00C5306A"/>
    <w:rsid w:val="00C5349B"/>
    <w:rsid w:val="00C53708"/>
    <w:rsid w:val="00C53E1A"/>
    <w:rsid w:val="00C5435B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0D13"/>
    <w:rsid w:val="00C61518"/>
    <w:rsid w:val="00C61619"/>
    <w:rsid w:val="00C6193B"/>
    <w:rsid w:val="00C63202"/>
    <w:rsid w:val="00C6367D"/>
    <w:rsid w:val="00C63684"/>
    <w:rsid w:val="00C638A1"/>
    <w:rsid w:val="00C6516C"/>
    <w:rsid w:val="00C66101"/>
    <w:rsid w:val="00C670A2"/>
    <w:rsid w:val="00C6763F"/>
    <w:rsid w:val="00C70634"/>
    <w:rsid w:val="00C708F8"/>
    <w:rsid w:val="00C70CCE"/>
    <w:rsid w:val="00C71196"/>
    <w:rsid w:val="00C7154D"/>
    <w:rsid w:val="00C71BF9"/>
    <w:rsid w:val="00C724C5"/>
    <w:rsid w:val="00C726A4"/>
    <w:rsid w:val="00C7378A"/>
    <w:rsid w:val="00C739C6"/>
    <w:rsid w:val="00C73E84"/>
    <w:rsid w:val="00C73ECE"/>
    <w:rsid w:val="00C7442D"/>
    <w:rsid w:val="00C74F3D"/>
    <w:rsid w:val="00C75C6E"/>
    <w:rsid w:val="00C7618D"/>
    <w:rsid w:val="00C765F3"/>
    <w:rsid w:val="00C77D87"/>
    <w:rsid w:val="00C80283"/>
    <w:rsid w:val="00C80A32"/>
    <w:rsid w:val="00C81CE0"/>
    <w:rsid w:val="00C8207F"/>
    <w:rsid w:val="00C82347"/>
    <w:rsid w:val="00C83207"/>
    <w:rsid w:val="00C83577"/>
    <w:rsid w:val="00C835E6"/>
    <w:rsid w:val="00C841FA"/>
    <w:rsid w:val="00C85227"/>
    <w:rsid w:val="00C85E43"/>
    <w:rsid w:val="00C8662B"/>
    <w:rsid w:val="00C869AD"/>
    <w:rsid w:val="00C86C31"/>
    <w:rsid w:val="00C90668"/>
    <w:rsid w:val="00C90C6F"/>
    <w:rsid w:val="00C90D18"/>
    <w:rsid w:val="00C90EA2"/>
    <w:rsid w:val="00C9150A"/>
    <w:rsid w:val="00C91905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52D1"/>
    <w:rsid w:val="00C955CC"/>
    <w:rsid w:val="00C95D4B"/>
    <w:rsid w:val="00C96F36"/>
    <w:rsid w:val="00C976A2"/>
    <w:rsid w:val="00CA0857"/>
    <w:rsid w:val="00CA0D71"/>
    <w:rsid w:val="00CA1066"/>
    <w:rsid w:val="00CA16BA"/>
    <w:rsid w:val="00CA174B"/>
    <w:rsid w:val="00CA1A18"/>
    <w:rsid w:val="00CA1BE3"/>
    <w:rsid w:val="00CA1D4D"/>
    <w:rsid w:val="00CA2268"/>
    <w:rsid w:val="00CA2483"/>
    <w:rsid w:val="00CA2928"/>
    <w:rsid w:val="00CA3161"/>
    <w:rsid w:val="00CA33C9"/>
    <w:rsid w:val="00CA3A79"/>
    <w:rsid w:val="00CA3DA5"/>
    <w:rsid w:val="00CA4415"/>
    <w:rsid w:val="00CA4472"/>
    <w:rsid w:val="00CA5640"/>
    <w:rsid w:val="00CA608A"/>
    <w:rsid w:val="00CA60CB"/>
    <w:rsid w:val="00CA6417"/>
    <w:rsid w:val="00CA6C16"/>
    <w:rsid w:val="00CA7100"/>
    <w:rsid w:val="00CA7865"/>
    <w:rsid w:val="00CA7E52"/>
    <w:rsid w:val="00CB070E"/>
    <w:rsid w:val="00CB079D"/>
    <w:rsid w:val="00CB0AC2"/>
    <w:rsid w:val="00CB196D"/>
    <w:rsid w:val="00CB2E99"/>
    <w:rsid w:val="00CB34B0"/>
    <w:rsid w:val="00CB350C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1EC8"/>
    <w:rsid w:val="00CD2584"/>
    <w:rsid w:val="00CD27AB"/>
    <w:rsid w:val="00CD2941"/>
    <w:rsid w:val="00CD2F9D"/>
    <w:rsid w:val="00CD344F"/>
    <w:rsid w:val="00CD35C7"/>
    <w:rsid w:val="00CD4982"/>
    <w:rsid w:val="00CD4E2E"/>
    <w:rsid w:val="00CD5034"/>
    <w:rsid w:val="00CD55EE"/>
    <w:rsid w:val="00CD57FF"/>
    <w:rsid w:val="00CD5F46"/>
    <w:rsid w:val="00CD6A6B"/>
    <w:rsid w:val="00CD6B21"/>
    <w:rsid w:val="00CE047C"/>
    <w:rsid w:val="00CE0890"/>
    <w:rsid w:val="00CE095F"/>
    <w:rsid w:val="00CE1651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349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3740"/>
    <w:rsid w:val="00CF401A"/>
    <w:rsid w:val="00CF4327"/>
    <w:rsid w:val="00CF4C49"/>
    <w:rsid w:val="00CF4EC0"/>
    <w:rsid w:val="00CF570C"/>
    <w:rsid w:val="00CF7280"/>
    <w:rsid w:val="00CF740D"/>
    <w:rsid w:val="00CF7E60"/>
    <w:rsid w:val="00D000A7"/>
    <w:rsid w:val="00D0058F"/>
    <w:rsid w:val="00D00C4B"/>
    <w:rsid w:val="00D010C1"/>
    <w:rsid w:val="00D0186A"/>
    <w:rsid w:val="00D01BCF"/>
    <w:rsid w:val="00D01D10"/>
    <w:rsid w:val="00D02D0C"/>
    <w:rsid w:val="00D03553"/>
    <w:rsid w:val="00D03868"/>
    <w:rsid w:val="00D04C86"/>
    <w:rsid w:val="00D05BE1"/>
    <w:rsid w:val="00D07B7F"/>
    <w:rsid w:val="00D07C8F"/>
    <w:rsid w:val="00D1016C"/>
    <w:rsid w:val="00D11101"/>
    <w:rsid w:val="00D11202"/>
    <w:rsid w:val="00D114E9"/>
    <w:rsid w:val="00D1186A"/>
    <w:rsid w:val="00D136C5"/>
    <w:rsid w:val="00D13836"/>
    <w:rsid w:val="00D1392A"/>
    <w:rsid w:val="00D14233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393"/>
    <w:rsid w:val="00D24E6E"/>
    <w:rsid w:val="00D250A7"/>
    <w:rsid w:val="00D2529F"/>
    <w:rsid w:val="00D259CC"/>
    <w:rsid w:val="00D267D4"/>
    <w:rsid w:val="00D2727F"/>
    <w:rsid w:val="00D272DB"/>
    <w:rsid w:val="00D27BA3"/>
    <w:rsid w:val="00D314A6"/>
    <w:rsid w:val="00D31D88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920"/>
    <w:rsid w:val="00D41D76"/>
    <w:rsid w:val="00D4205C"/>
    <w:rsid w:val="00D42272"/>
    <w:rsid w:val="00D42B80"/>
    <w:rsid w:val="00D42E0B"/>
    <w:rsid w:val="00D42FDC"/>
    <w:rsid w:val="00D4341C"/>
    <w:rsid w:val="00D446B4"/>
    <w:rsid w:val="00D448AB"/>
    <w:rsid w:val="00D44E86"/>
    <w:rsid w:val="00D456C7"/>
    <w:rsid w:val="00D456C9"/>
    <w:rsid w:val="00D45A8E"/>
    <w:rsid w:val="00D463E6"/>
    <w:rsid w:val="00D46C28"/>
    <w:rsid w:val="00D50320"/>
    <w:rsid w:val="00D50596"/>
    <w:rsid w:val="00D5065F"/>
    <w:rsid w:val="00D5080C"/>
    <w:rsid w:val="00D50AAB"/>
    <w:rsid w:val="00D51B36"/>
    <w:rsid w:val="00D52A1B"/>
    <w:rsid w:val="00D53B5E"/>
    <w:rsid w:val="00D54E72"/>
    <w:rsid w:val="00D56247"/>
    <w:rsid w:val="00D56F15"/>
    <w:rsid w:val="00D5711B"/>
    <w:rsid w:val="00D57330"/>
    <w:rsid w:val="00D577E9"/>
    <w:rsid w:val="00D57B54"/>
    <w:rsid w:val="00D57DF0"/>
    <w:rsid w:val="00D606C3"/>
    <w:rsid w:val="00D60F99"/>
    <w:rsid w:val="00D6122C"/>
    <w:rsid w:val="00D61322"/>
    <w:rsid w:val="00D6151B"/>
    <w:rsid w:val="00D621D0"/>
    <w:rsid w:val="00D62A7B"/>
    <w:rsid w:val="00D63EF4"/>
    <w:rsid w:val="00D64A28"/>
    <w:rsid w:val="00D6550C"/>
    <w:rsid w:val="00D65561"/>
    <w:rsid w:val="00D659E0"/>
    <w:rsid w:val="00D65E52"/>
    <w:rsid w:val="00D66359"/>
    <w:rsid w:val="00D66706"/>
    <w:rsid w:val="00D67F24"/>
    <w:rsid w:val="00D71FF3"/>
    <w:rsid w:val="00D72189"/>
    <w:rsid w:val="00D72B26"/>
    <w:rsid w:val="00D72DB6"/>
    <w:rsid w:val="00D7327F"/>
    <w:rsid w:val="00D74752"/>
    <w:rsid w:val="00D747AF"/>
    <w:rsid w:val="00D748B6"/>
    <w:rsid w:val="00D74BE8"/>
    <w:rsid w:val="00D74C7A"/>
    <w:rsid w:val="00D74DB3"/>
    <w:rsid w:val="00D7528E"/>
    <w:rsid w:val="00D754A8"/>
    <w:rsid w:val="00D75FD6"/>
    <w:rsid w:val="00D76007"/>
    <w:rsid w:val="00D76E67"/>
    <w:rsid w:val="00D77CE1"/>
    <w:rsid w:val="00D80127"/>
    <w:rsid w:val="00D80593"/>
    <w:rsid w:val="00D80C2E"/>
    <w:rsid w:val="00D81250"/>
    <w:rsid w:val="00D81896"/>
    <w:rsid w:val="00D818DF"/>
    <w:rsid w:val="00D81A84"/>
    <w:rsid w:val="00D81DEB"/>
    <w:rsid w:val="00D822FA"/>
    <w:rsid w:val="00D8253A"/>
    <w:rsid w:val="00D836B8"/>
    <w:rsid w:val="00D84D05"/>
    <w:rsid w:val="00D85136"/>
    <w:rsid w:val="00D853AF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120"/>
    <w:rsid w:val="00D93470"/>
    <w:rsid w:val="00D934EF"/>
    <w:rsid w:val="00D9350C"/>
    <w:rsid w:val="00D93CD1"/>
    <w:rsid w:val="00D9443D"/>
    <w:rsid w:val="00D9445B"/>
    <w:rsid w:val="00D944FA"/>
    <w:rsid w:val="00D9493B"/>
    <w:rsid w:val="00D9515E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3D3B"/>
    <w:rsid w:val="00DA41E0"/>
    <w:rsid w:val="00DA44A1"/>
    <w:rsid w:val="00DA62D6"/>
    <w:rsid w:val="00DA63B4"/>
    <w:rsid w:val="00DA681E"/>
    <w:rsid w:val="00DA6A1B"/>
    <w:rsid w:val="00DA6A50"/>
    <w:rsid w:val="00DA6EB0"/>
    <w:rsid w:val="00DB007A"/>
    <w:rsid w:val="00DB02C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B7816"/>
    <w:rsid w:val="00DC0025"/>
    <w:rsid w:val="00DC1FF9"/>
    <w:rsid w:val="00DC250F"/>
    <w:rsid w:val="00DC2F6A"/>
    <w:rsid w:val="00DC4281"/>
    <w:rsid w:val="00DC42AD"/>
    <w:rsid w:val="00DC4507"/>
    <w:rsid w:val="00DC4A2F"/>
    <w:rsid w:val="00DC4E0E"/>
    <w:rsid w:val="00DC5AB7"/>
    <w:rsid w:val="00DC677E"/>
    <w:rsid w:val="00DC71C9"/>
    <w:rsid w:val="00DC7228"/>
    <w:rsid w:val="00DC76C5"/>
    <w:rsid w:val="00DC7945"/>
    <w:rsid w:val="00DD0054"/>
    <w:rsid w:val="00DD03EB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2F1"/>
    <w:rsid w:val="00DD36ED"/>
    <w:rsid w:val="00DD3722"/>
    <w:rsid w:val="00DD37A7"/>
    <w:rsid w:val="00DD42F2"/>
    <w:rsid w:val="00DD4889"/>
    <w:rsid w:val="00DD4D99"/>
    <w:rsid w:val="00DD6031"/>
    <w:rsid w:val="00DD68B5"/>
    <w:rsid w:val="00DD69C1"/>
    <w:rsid w:val="00DD7E61"/>
    <w:rsid w:val="00DD7EF6"/>
    <w:rsid w:val="00DE11DE"/>
    <w:rsid w:val="00DE16F2"/>
    <w:rsid w:val="00DE276C"/>
    <w:rsid w:val="00DE2895"/>
    <w:rsid w:val="00DE2A78"/>
    <w:rsid w:val="00DE33E2"/>
    <w:rsid w:val="00DE3714"/>
    <w:rsid w:val="00DE381E"/>
    <w:rsid w:val="00DE4216"/>
    <w:rsid w:val="00DE425E"/>
    <w:rsid w:val="00DE57E6"/>
    <w:rsid w:val="00DE5950"/>
    <w:rsid w:val="00DE6631"/>
    <w:rsid w:val="00DE7A13"/>
    <w:rsid w:val="00DE7BA4"/>
    <w:rsid w:val="00DF0A16"/>
    <w:rsid w:val="00DF11A9"/>
    <w:rsid w:val="00DF2ED2"/>
    <w:rsid w:val="00DF3C69"/>
    <w:rsid w:val="00DF485D"/>
    <w:rsid w:val="00DF48E8"/>
    <w:rsid w:val="00DF5716"/>
    <w:rsid w:val="00DF799D"/>
    <w:rsid w:val="00E00502"/>
    <w:rsid w:val="00E00552"/>
    <w:rsid w:val="00E00A68"/>
    <w:rsid w:val="00E011BC"/>
    <w:rsid w:val="00E011C3"/>
    <w:rsid w:val="00E01E3F"/>
    <w:rsid w:val="00E027E7"/>
    <w:rsid w:val="00E02BE1"/>
    <w:rsid w:val="00E03ACB"/>
    <w:rsid w:val="00E0433F"/>
    <w:rsid w:val="00E044C0"/>
    <w:rsid w:val="00E04EA6"/>
    <w:rsid w:val="00E062DF"/>
    <w:rsid w:val="00E06581"/>
    <w:rsid w:val="00E07884"/>
    <w:rsid w:val="00E10A6E"/>
    <w:rsid w:val="00E11366"/>
    <w:rsid w:val="00E11780"/>
    <w:rsid w:val="00E147A4"/>
    <w:rsid w:val="00E14A95"/>
    <w:rsid w:val="00E14C6C"/>
    <w:rsid w:val="00E14CFC"/>
    <w:rsid w:val="00E15BCC"/>
    <w:rsid w:val="00E17038"/>
    <w:rsid w:val="00E17E3E"/>
    <w:rsid w:val="00E207DA"/>
    <w:rsid w:val="00E21303"/>
    <w:rsid w:val="00E23690"/>
    <w:rsid w:val="00E23FF2"/>
    <w:rsid w:val="00E24487"/>
    <w:rsid w:val="00E24DF8"/>
    <w:rsid w:val="00E2535E"/>
    <w:rsid w:val="00E261C6"/>
    <w:rsid w:val="00E26326"/>
    <w:rsid w:val="00E269E6"/>
    <w:rsid w:val="00E27383"/>
    <w:rsid w:val="00E27411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1CC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68C4"/>
    <w:rsid w:val="00E46F45"/>
    <w:rsid w:val="00E474A6"/>
    <w:rsid w:val="00E50534"/>
    <w:rsid w:val="00E50AA7"/>
    <w:rsid w:val="00E521EF"/>
    <w:rsid w:val="00E52937"/>
    <w:rsid w:val="00E53C15"/>
    <w:rsid w:val="00E54922"/>
    <w:rsid w:val="00E54F9D"/>
    <w:rsid w:val="00E5514C"/>
    <w:rsid w:val="00E5545F"/>
    <w:rsid w:val="00E5691D"/>
    <w:rsid w:val="00E57527"/>
    <w:rsid w:val="00E578E2"/>
    <w:rsid w:val="00E57BEE"/>
    <w:rsid w:val="00E600AD"/>
    <w:rsid w:val="00E6080D"/>
    <w:rsid w:val="00E610AE"/>
    <w:rsid w:val="00E612DA"/>
    <w:rsid w:val="00E612F9"/>
    <w:rsid w:val="00E61500"/>
    <w:rsid w:val="00E61577"/>
    <w:rsid w:val="00E61AEA"/>
    <w:rsid w:val="00E61C27"/>
    <w:rsid w:val="00E61C6D"/>
    <w:rsid w:val="00E62A65"/>
    <w:rsid w:val="00E63983"/>
    <w:rsid w:val="00E648AB"/>
    <w:rsid w:val="00E64C95"/>
    <w:rsid w:val="00E658FB"/>
    <w:rsid w:val="00E65F65"/>
    <w:rsid w:val="00E662BC"/>
    <w:rsid w:val="00E66346"/>
    <w:rsid w:val="00E66846"/>
    <w:rsid w:val="00E6689C"/>
    <w:rsid w:val="00E66A05"/>
    <w:rsid w:val="00E66BFA"/>
    <w:rsid w:val="00E6721A"/>
    <w:rsid w:val="00E67A77"/>
    <w:rsid w:val="00E67B73"/>
    <w:rsid w:val="00E703BA"/>
    <w:rsid w:val="00E70B79"/>
    <w:rsid w:val="00E70ED8"/>
    <w:rsid w:val="00E725C6"/>
    <w:rsid w:val="00E731E8"/>
    <w:rsid w:val="00E74335"/>
    <w:rsid w:val="00E75376"/>
    <w:rsid w:val="00E756B5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2D1"/>
    <w:rsid w:val="00E85E75"/>
    <w:rsid w:val="00E85F1A"/>
    <w:rsid w:val="00E86186"/>
    <w:rsid w:val="00E865D5"/>
    <w:rsid w:val="00E8694B"/>
    <w:rsid w:val="00E86BA0"/>
    <w:rsid w:val="00E87484"/>
    <w:rsid w:val="00E877AB"/>
    <w:rsid w:val="00E901D4"/>
    <w:rsid w:val="00E9065C"/>
    <w:rsid w:val="00E93038"/>
    <w:rsid w:val="00E939A5"/>
    <w:rsid w:val="00E94414"/>
    <w:rsid w:val="00E944EE"/>
    <w:rsid w:val="00E9462A"/>
    <w:rsid w:val="00E94BF3"/>
    <w:rsid w:val="00E95811"/>
    <w:rsid w:val="00E96597"/>
    <w:rsid w:val="00E96FC9"/>
    <w:rsid w:val="00E9736B"/>
    <w:rsid w:val="00E97C04"/>
    <w:rsid w:val="00EA0214"/>
    <w:rsid w:val="00EA0534"/>
    <w:rsid w:val="00EA1314"/>
    <w:rsid w:val="00EA1BBE"/>
    <w:rsid w:val="00EA1C54"/>
    <w:rsid w:val="00EA23A4"/>
    <w:rsid w:val="00EA23D8"/>
    <w:rsid w:val="00EA241C"/>
    <w:rsid w:val="00EA2A4C"/>
    <w:rsid w:val="00EA342D"/>
    <w:rsid w:val="00EA3BBF"/>
    <w:rsid w:val="00EA47ED"/>
    <w:rsid w:val="00EA4DB5"/>
    <w:rsid w:val="00EA5745"/>
    <w:rsid w:val="00EA5838"/>
    <w:rsid w:val="00EA59FC"/>
    <w:rsid w:val="00EA66D0"/>
    <w:rsid w:val="00EA6A15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34CB"/>
    <w:rsid w:val="00EB43E0"/>
    <w:rsid w:val="00EB4DDE"/>
    <w:rsid w:val="00EC0C0A"/>
    <w:rsid w:val="00EC13CC"/>
    <w:rsid w:val="00EC1ED9"/>
    <w:rsid w:val="00EC26C8"/>
    <w:rsid w:val="00EC28D3"/>
    <w:rsid w:val="00EC324F"/>
    <w:rsid w:val="00EC35BA"/>
    <w:rsid w:val="00EC380D"/>
    <w:rsid w:val="00EC428F"/>
    <w:rsid w:val="00EC42E9"/>
    <w:rsid w:val="00EC5790"/>
    <w:rsid w:val="00EC59CE"/>
    <w:rsid w:val="00EC5BCA"/>
    <w:rsid w:val="00EC6089"/>
    <w:rsid w:val="00EC61CF"/>
    <w:rsid w:val="00EC63A5"/>
    <w:rsid w:val="00EC6886"/>
    <w:rsid w:val="00EC68FC"/>
    <w:rsid w:val="00EC6AAA"/>
    <w:rsid w:val="00EC7FCE"/>
    <w:rsid w:val="00ED06E0"/>
    <w:rsid w:val="00ED187C"/>
    <w:rsid w:val="00ED18F5"/>
    <w:rsid w:val="00ED1FB1"/>
    <w:rsid w:val="00ED2353"/>
    <w:rsid w:val="00ED25A5"/>
    <w:rsid w:val="00ED2796"/>
    <w:rsid w:val="00ED2D47"/>
    <w:rsid w:val="00ED2EB7"/>
    <w:rsid w:val="00ED36F5"/>
    <w:rsid w:val="00ED3725"/>
    <w:rsid w:val="00ED435E"/>
    <w:rsid w:val="00ED4921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3455"/>
    <w:rsid w:val="00EE4458"/>
    <w:rsid w:val="00EE483A"/>
    <w:rsid w:val="00EE4889"/>
    <w:rsid w:val="00EE57D9"/>
    <w:rsid w:val="00EE68D6"/>
    <w:rsid w:val="00EE6ABE"/>
    <w:rsid w:val="00EE7122"/>
    <w:rsid w:val="00EE74F5"/>
    <w:rsid w:val="00EE76F7"/>
    <w:rsid w:val="00EE789B"/>
    <w:rsid w:val="00EE7A2D"/>
    <w:rsid w:val="00EE7E13"/>
    <w:rsid w:val="00EF025A"/>
    <w:rsid w:val="00EF074C"/>
    <w:rsid w:val="00EF0B8E"/>
    <w:rsid w:val="00EF1065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73A"/>
    <w:rsid w:val="00EF4A88"/>
    <w:rsid w:val="00EF4BE8"/>
    <w:rsid w:val="00EF4BFF"/>
    <w:rsid w:val="00EF533C"/>
    <w:rsid w:val="00EF5524"/>
    <w:rsid w:val="00EF6737"/>
    <w:rsid w:val="00EF6872"/>
    <w:rsid w:val="00EF69AC"/>
    <w:rsid w:val="00EF6BE8"/>
    <w:rsid w:val="00EF7261"/>
    <w:rsid w:val="00EF73C7"/>
    <w:rsid w:val="00EF77B5"/>
    <w:rsid w:val="00EF7AF5"/>
    <w:rsid w:val="00F00536"/>
    <w:rsid w:val="00F00A4A"/>
    <w:rsid w:val="00F00B0F"/>
    <w:rsid w:val="00F01B5A"/>
    <w:rsid w:val="00F01D5F"/>
    <w:rsid w:val="00F01F46"/>
    <w:rsid w:val="00F022F4"/>
    <w:rsid w:val="00F027C8"/>
    <w:rsid w:val="00F02890"/>
    <w:rsid w:val="00F02A7A"/>
    <w:rsid w:val="00F02E72"/>
    <w:rsid w:val="00F03188"/>
    <w:rsid w:val="00F03B11"/>
    <w:rsid w:val="00F04485"/>
    <w:rsid w:val="00F04594"/>
    <w:rsid w:val="00F04EE3"/>
    <w:rsid w:val="00F0581A"/>
    <w:rsid w:val="00F059D2"/>
    <w:rsid w:val="00F05CA4"/>
    <w:rsid w:val="00F05D5E"/>
    <w:rsid w:val="00F06299"/>
    <w:rsid w:val="00F06B3B"/>
    <w:rsid w:val="00F06C84"/>
    <w:rsid w:val="00F0716F"/>
    <w:rsid w:val="00F07737"/>
    <w:rsid w:val="00F07ECB"/>
    <w:rsid w:val="00F10408"/>
    <w:rsid w:val="00F10712"/>
    <w:rsid w:val="00F107F7"/>
    <w:rsid w:val="00F10EEB"/>
    <w:rsid w:val="00F11AD4"/>
    <w:rsid w:val="00F11D10"/>
    <w:rsid w:val="00F128A6"/>
    <w:rsid w:val="00F1368E"/>
    <w:rsid w:val="00F14133"/>
    <w:rsid w:val="00F143AD"/>
    <w:rsid w:val="00F155B0"/>
    <w:rsid w:val="00F15618"/>
    <w:rsid w:val="00F157DA"/>
    <w:rsid w:val="00F15AD5"/>
    <w:rsid w:val="00F16ACA"/>
    <w:rsid w:val="00F16DF7"/>
    <w:rsid w:val="00F17277"/>
    <w:rsid w:val="00F2035B"/>
    <w:rsid w:val="00F20438"/>
    <w:rsid w:val="00F2184D"/>
    <w:rsid w:val="00F21BC1"/>
    <w:rsid w:val="00F24899"/>
    <w:rsid w:val="00F24A85"/>
    <w:rsid w:val="00F2583C"/>
    <w:rsid w:val="00F25EE8"/>
    <w:rsid w:val="00F2648E"/>
    <w:rsid w:val="00F26B0F"/>
    <w:rsid w:val="00F30514"/>
    <w:rsid w:val="00F30613"/>
    <w:rsid w:val="00F30AEE"/>
    <w:rsid w:val="00F30E58"/>
    <w:rsid w:val="00F31590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5F94"/>
    <w:rsid w:val="00F3614F"/>
    <w:rsid w:val="00F3654B"/>
    <w:rsid w:val="00F36E01"/>
    <w:rsid w:val="00F37035"/>
    <w:rsid w:val="00F370FA"/>
    <w:rsid w:val="00F378C3"/>
    <w:rsid w:val="00F37C5D"/>
    <w:rsid w:val="00F40015"/>
    <w:rsid w:val="00F404AC"/>
    <w:rsid w:val="00F40555"/>
    <w:rsid w:val="00F41146"/>
    <w:rsid w:val="00F412F8"/>
    <w:rsid w:val="00F41884"/>
    <w:rsid w:val="00F41AC6"/>
    <w:rsid w:val="00F41E59"/>
    <w:rsid w:val="00F423A8"/>
    <w:rsid w:val="00F43084"/>
    <w:rsid w:val="00F43603"/>
    <w:rsid w:val="00F4395E"/>
    <w:rsid w:val="00F43AF4"/>
    <w:rsid w:val="00F43C07"/>
    <w:rsid w:val="00F4444A"/>
    <w:rsid w:val="00F44E1E"/>
    <w:rsid w:val="00F45C05"/>
    <w:rsid w:val="00F46643"/>
    <w:rsid w:val="00F4690F"/>
    <w:rsid w:val="00F46ADF"/>
    <w:rsid w:val="00F46E6E"/>
    <w:rsid w:val="00F472AC"/>
    <w:rsid w:val="00F4794E"/>
    <w:rsid w:val="00F5053E"/>
    <w:rsid w:val="00F50683"/>
    <w:rsid w:val="00F50B50"/>
    <w:rsid w:val="00F50CB2"/>
    <w:rsid w:val="00F539D2"/>
    <w:rsid w:val="00F53B26"/>
    <w:rsid w:val="00F53F13"/>
    <w:rsid w:val="00F5457C"/>
    <w:rsid w:val="00F548A7"/>
    <w:rsid w:val="00F55985"/>
    <w:rsid w:val="00F55EC9"/>
    <w:rsid w:val="00F56175"/>
    <w:rsid w:val="00F56250"/>
    <w:rsid w:val="00F56338"/>
    <w:rsid w:val="00F56583"/>
    <w:rsid w:val="00F5678C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041"/>
    <w:rsid w:val="00F65252"/>
    <w:rsid w:val="00F659EF"/>
    <w:rsid w:val="00F65D5E"/>
    <w:rsid w:val="00F6669C"/>
    <w:rsid w:val="00F6770C"/>
    <w:rsid w:val="00F6799B"/>
    <w:rsid w:val="00F67A91"/>
    <w:rsid w:val="00F70786"/>
    <w:rsid w:val="00F71813"/>
    <w:rsid w:val="00F718F4"/>
    <w:rsid w:val="00F7228C"/>
    <w:rsid w:val="00F72692"/>
    <w:rsid w:val="00F729BA"/>
    <w:rsid w:val="00F72D07"/>
    <w:rsid w:val="00F72DF1"/>
    <w:rsid w:val="00F72F6D"/>
    <w:rsid w:val="00F73005"/>
    <w:rsid w:val="00F73BB1"/>
    <w:rsid w:val="00F73D2B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810"/>
    <w:rsid w:val="00F80DA7"/>
    <w:rsid w:val="00F81F14"/>
    <w:rsid w:val="00F8229C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AA5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4D34"/>
    <w:rsid w:val="00F95417"/>
    <w:rsid w:val="00F961CA"/>
    <w:rsid w:val="00F9660A"/>
    <w:rsid w:val="00F96F4F"/>
    <w:rsid w:val="00F97073"/>
    <w:rsid w:val="00F97A76"/>
    <w:rsid w:val="00F97E92"/>
    <w:rsid w:val="00FA0890"/>
    <w:rsid w:val="00FA2232"/>
    <w:rsid w:val="00FA28B2"/>
    <w:rsid w:val="00FA5E61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614"/>
    <w:rsid w:val="00FB3E18"/>
    <w:rsid w:val="00FB3E8C"/>
    <w:rsid w:val="00FB42A7"/>
    <w:rsid w:val="00FB491B"/>
    <w:rsid w:val="00FB6710"/>
    <w:rsid w:val="00FB6DB4"/>
    <w:rsid w:val="00FB7322"/>
    <w:rsid w:val="00FB7E94"/>
    <w:rsid w:val="00FC1C5C"/>
    <w:rsid w:val="00FC1C7B"/>
    <w:rsid w:val="00FC205B"/>
    <w:rsid w:val="00FC3214"/>
    <w:rsid w:val="00FC3808"/>
    <w:rsid w:val="00FC3AA8"/>
    <w:rsid w:val="00FC3BE1"/>
    <w:rsid w:val="00FC544B"/>
    <w:rsid w:val="00FC5BE0"/>
    <w:rsid w:val="00FC6714"/>
    <w:rsid w:val="00FC6F9C"/>
    <w:rsid w:val="00FC7059"/>
    <w:rsid w:val="00FD1184"/>
    <w:rsid w:val="00FD1287"/>
    <w:rsid w:val="00FD1636"/>
    <w:rsid w:val="00FD2C14"/>
    <w:rsid w:val="00FD2FA9"/>
    <w:rsid w:val="00FD333A"/>
    <w:rsid w:val="00FD3A1C"/>
    <w:rsid w:val="00FD3DC9"/>
    <w:rsid w:val="00FD4A81"/>
    <w:rsid w:val="00FD507E"/>
    <w:rsid w:val="00FD5540"/>
    <w:rsid w:val="00FD57E2"/>
    <w:rsid w:val="00FD5A20"/>
    <w:rsid w:val="00FD5EF6"/>
    <w:rsid w:val="00FD6C2F"/>
    <w:rsid w:val="00FD6CE5"/>
    <w:rsid w:val="00FE0651"/>
    <w:rsid w:val="00FE078B"/>
    <w:rsid w:val="00FE0A63"/>
    <w:rsid w:val="00FE0E92"/>
    <w:rsid w:val="00FE1018"/>
    <w:rsid w:val="00FE11C8"/>
    <w:rsid w:val="00FE172C"/>
    <w:rsid w:val="00FE1793"/>
    <w:rsid w:val="00FE17A0"/>
    <w:rsid w:val="00FE1D14"/>
    <w:rsid w:val="00FE2DBB"/>
    <w:rsid w:val="00FE2DF9"/>
    <w:rsid w:val="00FE32C8"/>
    <w:rsid w:val="00FE54CE"/>
    <w:rsid w:val="00FE5988"/>
    <w:rsid w:val="00FE66D7"/>
    <w:rsid w:val="00FE7367"/>
    <w:rsid w:val="00FE798F"/>
    <w:rsid w:val="00FE7AD9"/>
    <w:rsid w:val="00FF01AE"/>
    <w:rsid w:val="00FF083C"/>
    <w:rsid w:val="00FF101E"/>
    <w:rsid w:val="00FF13C4"/>
    <w:rsid w:val="00FF1981"/>
    <w:rsid w:val="00FF1CF5"/>
    <w:rsid w:val="00FF298D"/>
    <w:rsid w:val="00FF2AF7"/>
    <w:rsid w:val="00FF4708"/>
    <w:rsid w:val="00FF5070"/>
    <w:rsid w:val="00FF51FD"/>
    <w:rsid w:val="00FF620D"/>
    <w:rsid w:val="00FF6443"/>
    <w:rsid w:val="00FF7701"/>
    <w:rsid w:val="00FF7AD0"/>
    <w:rsid w:val="00FF7E26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5698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1630E-3A92-4D8D-9FAF-FBD36034B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71</TotalTime>
  <Pages>10</Pages>
  <Words>2168</Words>
  <Characters>12363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ASUS</cp:lastModifiedBy>
  <cp:revision>16</cp:revision>
  <cp:lastPrinted>2021-10-20T07:08:00Z</cp:lastPrinted>
  <dcterms:created xsi:type="dcterms:W3CDTF">2021-10-18T06:46:00Z</dcterms:created>
  <dcterms:modified xsi:type="dcterms:W3CDTF">2021-10-25T06:49:00Z</dcterms:modified>
</cp:coreProperties>
</file>