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 w:hint="cs"/>
          <w:sz w:val="52"/>
          <w:szCs w:val="52"/>
          <w:cs/>
        </w:rPr>
      </w:pPr>
    </w:p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</w:p>
    <w:p w:rsidR="007E06BC" w:rsidRPr="00270F28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847081" w:rsidRPr="00AD067A">
        <w:rPr>
          <w:rFonts w:ascii="Angsana New" w:hAnsi="Angsana New"/>
          <w:b/>
          <w:bCs/>
          <w:sz w:val="32"/>
          <w:szCs w:val="32"/>
        </w:rPr>
        <w:t>3</w:t>
      </w:r>
      <w:r w:rsidR="00943375">
        <w:rPr>
          <w:rFonts w:ascii="Angsana New" w:hAnsi="Angsana New"/>
          <w:b/>
          <w:bCs/>
          <w:sz w:val="32"/>
          <w:szCs w:val="32"/>
        </w:rPr>
        <w:t>0</w:t>
      </w:r>
      <w:r w:rsidR="00847081" w:rsidRPr="00AD067A">
        <w:rPr>
          <w:rFonts w:ascii="Angsana New" w:hAnsi="Angsana New"/>
          <w:b/>
          <w:bCs/>
          <w:sz w:val="32"/>
          <w:szCs w:val="32"/>
        </w:rPr>
        <w:t xml:space="preserve"> </w:t>
      </w:r>
      <w:r w:rsidR="00D42505">
        <w:rPr>
          <w:rFonts w:ascii="Angsana New" w:hAnsi="Angsana New" w:hint="cs"/>
          <w:b/>
          <w:bCs/>
          <w:sz w:val="32"/>
          <w:szCs w:val="32"/>
          <w:cs/>
        </w:rPr>
        <w:t>กันยา</w:t>
      </w:r>
      <w:r w:rsidR="00943375">
        <w:rPr>
          <w:rFonts w:ascii="Angsana New" w:hAnsi="Angsana New" w:hint="cs"/>
          <w:b/>
          <w:bCs/>
          <w:sz w:val="32"/>
          <w:szCs w:val="32"/>
          <w:cs/>
        </w:rPr>
        <w:t>ยน</w:t>
      </w:r>
      <w:r w:rsidR="00C451B7" w:rsidRPr="00AD067A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26E30">
        <w:rPr>
          <w:rFonts w:ascii="Angsana New" w:hAnsi="Angsana New"/>
          <w:b/>
          <w:bCs/>
          <w:sz w:val="32"/>
          <w:szCs w:val="32"/>
        </w:rPr>
        <w:t>25</w:t>
      </w:r>
      <w:r w:rsidR="00162BF8">
        <w:rPr>
          <w:rFonts w:ascii="Angsana New" w:hAnsi="Angsana New"/>
          <w:b/>
          <w:bCs/>
          <w:sz w:val="32"/>
          <w:szCs w:val="32"/>
        </w:rPr>
        <w:t>61</w:t>
      </w:r>
    </w:p>
    <w:p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2B05C2" w:rsidRDefault="002B05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2B05C2" w:rsidRPr="00B57EB4" w:rsidRDefault="002B05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57EB4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6"/>
          <w:szCs w:val="36"/>
        </w:rPr>
      </w:pPr>
    </w:p>
    <w:p w:rsidR="00FD75CC" w:rsidRDefault="00FD75CC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6"/>
          <w:szCs w:val="36"/>
        </w:rPr>
      </w:pPr>
    </w:p>
    <w:p w:rsidR="00B238BE" w:rsidRPr="00FD75CC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2"/>
          <w:szCs w:val="22"/>
        </w:rPr>
      </w:pPr>
    </w:p>
    <w:p w:rsidR="00AA7472" w:rsidRPr="00FD75CC" w:rsidRDefault="00AA7472" w:rsidP="0053505C">
      <w:pPr>
        <w:pStyle w:val="Heading5"/>
        <w:jc w:val="thaiDistribute"/>
        <w:rPr>
          <w:rFonts w:ascii="Angsana New" w:hAnsi="Angsana New"/>
          <w:sz w:val="34"/>
          <w:szCs w:val="34"/>
        </w:rPr>
      </w:pPr>
      <w:r w:rsidRPr="00FD75CC">
        <w:rPr>
          <w:rFonts w:ascii="Angsana New" w:hAnsi="Angsana New" w:hint="cs"/>
          <w:sz w:val="34"/>
          <w:szCs w:val="34"/>
          <w:cs/>
        </w:rPr>
        <w:t>ร</w:t>
      </w:r>
      <w:r w:rsidRPr="00FD75CC">
        <w:rPr>
          <w:rFonts w:ascii="Angsana New" w:hAnsi="Angsana New"/>
          <w:sz w:val="34"/>
          <w:szCs w:val="34"/>
          <w:cs/>
        </w:rPr>
        <w:t>ายงาน</w:t>
      </w:r>
      <w:r w:rsidRPr="00FD75CC">
        <w:rPr>
          <w:rFonts w:ascii="Angsana New" w:hAnsi="Angsana New" w:hint="cs"/>
          <w:sz w:val="34"/>
          <w:szCs w:val="34"/>
          <w:cs/>
        </w:rPr>
        <w:t>การสอบทาน</w:t>
      </w:r>
      <w:r w:rsidR="00C350B3" w:rsidRPr="00FD75CC">
        <w:rPr>
          <w:rFonts w:ascii="Angsana New" w:hAnsi="Angsana New" w:hint="cs"/>
          <w:sz w:val="34"/>
          <w:szCs w:val="34"/>
          <w:cs/>
        </w:rPr>
        <w:t>ข้อมูลทางการเงิน</w:t>
      </w:r>
      <w:r w:rsidR="008A0E36" w:rsidRPr="00FD75CC">
        <w:rPr>
          <w:rFonts w:ascii="Angsana New" w:hAnsi="Angsana New" w:hint="cs"/>
          <w:sz w:val="34"/>
          <w:szCs w:val="34"/>
          <w:cs/>
        </w:rPr>
        <w:t>ระหว่างกาล</w:t>
      </w:r>
      <w:r w:rsidR="007B2604" w:rsidRPr="00FD75CC">
        <w:rPr>
          <w:rFonts w:ascii="Angsana New" w:hAnsi="Angsana New" w:hint="cs"/>
          <w:sz w:val="34"/>
          <w:szCs w:val="34"/>
          <w:cs/>
        </w:rPr>
        <w:t>โดย</w:t>
      </w:r>
      <w:r w:rsidRPr="00FD75CC">
        <w:rPr>
          <w:rFonts w:ascii="Angsana New" w:hAnsi="Angsana New"/>
          <w:sz w:val="34"/>
          <w:szCs w:val="34"/>
          <w:cs/>
        </w:rPr>
        <w:t>ผู้สอบบัญชีรับอนุญาต</w:t>
      </w:r>
    </w:p>
    <w:p w:rsidR="00AA7472" w:rsidRPr="007E06BC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7E06BC" w:rsidRPr="00FD75CC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/>
          <w:sz w:val="28"/>
          <w:szCs w:val="28"/>
          <w:cs/>
        </w:rPr>
        <w:t>เสนอ</w:t>
      </w:r>
      <w:r w:rsidRPr="00FD75CC">
        <w:rPr>
          <w:rFonts w:ascii="Angsana New" w:hAnsi="Angsana New" w:hint="cs"/>
          <w:sz w:val="28"/>
          <w:szCs w:val="28"/>
          <w:cs/>
        </w:rPr>
        <w:tab/>
      </w:r>
      <w:r w:rsidR="00C71514" w:rsidRPr="00FD75CC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FD75CC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FD75CC">
        <w:rPr>
          <w:rFonts w:ascii="Angsana New" w:hAnsi="Angsana New"/>
          <w:sz w:val="28"/>
          <w:szCs w:val="28"/>
        </w:rPr>
        <w:t xml:space="preserve"> (</w:t>
      </w:r>
      <w:r w:rsidR="007E06BC" w:rsidRPr="00FD75CC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FD75CC">
        <w:rPr>
          <w:rFonts w:ascii="Angsana New" w:hAnsi="Angsana New"/>
          <w:sz w:val="28"/>
          <w:szCs w:val="28"/>
        </w:rPr>
        <w:t>)</w:t>
      </w:r>
      <w:r w:rsidR="005A5777" w:rsidRPr="00FD75CC">
        <w:rPr>
          <w:rFonts w:ascii="Angsana New" w:hAnsi="Angsana New"/>
          <w:sz w:val="28"/>
          <w:szCs w:val="28"/>
        </w:rPr>
        <w:t xml:space="preserve"> </w:t>
      </w:r>
    </w:p>
    <w:p w:rsidR="00E667CF" w:rsidRPr="005A5777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0"/>
          <w:szCs w:val="20"/>
        </w:rPr>
      </w:pPr>
    </w:p>
    <w:p w:rsidR="00FC59F4" w:rsidRPr="00FD75CC" w:rsidRDefault="00AD067A" w:rsidP="00AD067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ข้าพเจ้าได้สอบทานงบแสดงฐานะการเงิน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ณ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วันที่</w:t>
      </w:r>
      <w:r w:rsidRPr="00FD75CC">
        <w:rPr>
          <w:rFonts w:ascii="Angsana New" w:hAnsi="Angsana New" w:cs="Angsana New"/>
          <w:spacing w:val="2"/>
          <w:sz w:val="28"/>
        </w:rPr>
        <w:t xml:space="preserve"> 3</w:t>
      </w:r>
      <w:r w:rsidR="00BB4108" w:rsidRPr="00FD75CC">
        <w:rPr>
          <w:rFonts w:ascii="Angsana New" w:hAnsi="Angsana New" w:cs="Angsana New"/>
          <w:spacing w:val="2"/>
          <w:sz w:val="28"/>
        </w:rPr>
        <w:t>0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="00D42505">
        <w:rPr>
          <w:rFonts w:ascii="Angsana New" w:hAnsi="Angsana New" w:cs="Angsana New" w:hint="cs"/>
          <w:spacing w:val="2"/>
          <w:sz w:val="28"/>
          <w:cs/>
        </w:rPr>
        <w:t>กันย</w:t>
      </w:r>
      <w:r w:rsidR="00BB4108" w:rsidRPr="00FD75CC">
        <w:rPr>
          <w:rFonts w:ascii="Angsana New" w:hAnsi="Angsana New" w:cs="Angsana New" w:hint="cs"/>
          <w:spacing w:val="2"/>
          <w:sz w:val="28"/>
          <w:cs/>
        </w:rPr>
        <w:t>ายน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="00162BF8">
        <w:rPr>
          <w:rFonts w:ascii="Angsana New" w:hAnsi="Angsana New" w:cs="Angsana New"/>
          <w:spacing w:val="2"/>
          <w:sz w:val="28"/>
        </w:rPr>
        <w:t>2561</w:t>
      </w:r>
      <w:r w:rsidR="00C01672" w:rsidRPr="00FD75CC">
        <w:rPr>
          <w:rFonts w:ascii="Angsana New" w:hAnsi="Angsana New" w:cs="Angsana New"/>
          <w:spacing w:val="2"/>
          <w:sz w:val="28"/>
        </w:rPr>
        <w:t xml:space="preserve"> </w:t>
      </w:r>
      <w:r w:rsidR="00985138" w:rsidRPr="00FD75CC">
        <w:rPr>
          <w:rFonts w:ascii="Angsana New" w:hAnsi="Angsana New" w:cs="Angsana New" w:hint="cs"/>
          <w:spacing w:val="2"/>
          <w:sz w:val="28"/>
          <w:cs/>
        </w:rPr>
        <w:t>และ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>งบกำไรขาดทุน</w:t>
      </w:r>
      <w:r w:rsidR="00C01672" w:rsidRPr="00FD75CC">
        <w:rPr>
          <w:rFonts w:ascii="Angsana New" w:hAnsi="Angsana New" w:cs="Angsana New" w:hint="cs"/>
          <w:spacing w:val="2"/>
          <w:sz w:val="28"/>
          <w:cs/>
        </w:rPr>
        <w:t>เบ็ดเสร็จ</w:t>
      </w:r>
      <w:r w:rsidR="001D019E" w:rsidRPr="00FD75CC">
        <w:rPr>
          <w:rFonts w:ascii="Angsana New" w:hAnsi="Angsana New" w:cs="Angsana New" w:hint="cs"/>
          <w:spacing w:val="2"/>
          <w:sz w:val="28"/>
          <w:cs/>
        </w:rPr>
        <w:t>สำหรับงวดสามเดือนและ</w:t>
      </w:r>
      <w:r w:rsidR="00D42505">
        <w:rPr>
          <w:rFonts w:ascii="Angsana New" w:hAnsi="Angsana New" w:cs="Angsana New" w:hint="cs"/>
          <w:spacing w:val="2"/>
          <w:sz w:val="28"/>
          <w:cs/>
        </w:rPr>
        <w:t>เก้า</w:t>
      </w:r>
      <w:r w:rsidR="001D019E" w:rsidRPr="00FD75CC">
        <w:rPr>
          <w:rFonts w:ascii="Angsana New" w:hAnsi="Angsana New" w:cs="Angsana New" w:hint="cs"/>
          <w:spacing w:val="2"/>
          <w:sz w:val="28"/>
          <w:cs/>
        </w:rPr>
        <w:t>เดือน</w:t>
      </w:r>
      <w:r w:rsidR="001D019E" w:rsidRPr="00FD75CC">
        <w:rPr>
          <w:rFonts w:ascii="Angsana New" w:hAnsi="Angsana New" w:cs="Angsana New"/>
          <w:spacing w:val="2"/>
          <w:sz w:val="28"/>
          <w:cs/>
        </w:rPr>
        <w:t>สิ้นสุ</w:t>
      </w:r>
      <w:r w:rsidR="001D019E" w:rsidRPr="00FD75CC">
        <w:rPr>
          <w:rFonts w:ascii="Angsana New" w:hAnsi="Angsana New" w:cs="Angsana New" w:hint="cs"/>
          <w:spacing w:val="2"/>
          <w:sz w:val="28"/>
          <w:cs/>
        </w:rPr>
        <w:t>ดวันเดียวกัน</w:t>
      </w:r>
      <w:r w:rsidR="00985138" w:rsidRPr="00FD75CC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งบแสดงการเปลี่ยนแปลงส่วนของผู้ถือหุ้น</w:t>
      </w:r>
      <w:r w:rsidR="00C01672" w:rsidRPr="00FD75CC">
        <w:rPr>
          <w:rFonts w:ascii="Angsana New" w:hAnsi="Angsana New" w:cs="Angsana New" w:hint="cs"/>
          <w:spacing w:val="2"/>
          <w:sz w:val="28"/>
          <w:cs/>
        </w:rPr>
        <w:t>และงบกระแสเงินสด</w:t>
      </w:r>
      <w:r w:rsidRPr="00FD75CC">
        <w:rPr>
          <w:rFonts w:ascii="Angsana New" w:hAnsi="Angsana New" w:cs="Angsana New" w:hint="cs"/>
          <w:spacing w:val="2"/>
          <w:sz w:val="28"/>
          <w:cs/>
        </w:rPr>
        <w:t>สำหรับงวด</w:t>
      </w:r>
      <w:r w:rsidR="00D42505">
        <w:rPr>
          <w:rFonts w:ascii="Angsana New" w:hAnsi="Angsana New" w:cs="Angsana New" w:hint="cs"/>
          <w:spacing w:val="2"/>
          <w:sz w:val="28"/>
          <w:cs/>
        </w:rPr>
        <w:t>เก้า</w:t>
      </w:r>
      <w:r w:rsidRPr="00FD75CC">
        <w:rPr>
          <w:rFonts w:ascii="Angsana New" w:hAnsi="Angsana New" w:cs="Angsana New" w:hint="cs"/>
          <w:spacing w:val="2"/>
          <w:sz w:val="28"/>
          <w:cs/>
        </w:rPr>
        <w:t>เดือนสิ้นสุดวันเดียวกันและหมายเหตุ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 xml:space="preserve">ประกอบงบการเงินแบบย่อของบริษัท เทคโนเมดิคัล จำกัด </w:t>
      </w:r>
      <w:r w:rsidR="007E06BC" w:rsidRPr="00FD75CC">
        <w:rPr>
          <w:rFonts w:ascii="Angsana New" w:hAnsi="Angsana New" w:cs="Angsana New"/>
          <w:spacing w:val="2"/>
          <w:sz w:val="28"/>
        </w:rPr>
        <w:t>(</w:t>
      </w:r>
      <w:r w:rsidR="007E06BC" w:rsidRPr="00FD75CC">
        <w:rPr>
          <w:rFonts w:ascii="Angsana New" w:hAnsi="Angsana New" w:cs="Angsana New" w:hint="cs"/>
          <w:spacing w:val="2"/>
          <w:sz w:val="28"/>
          <w:cs/>
        </w:rPr>
        <w:t>มหาชน</w:t>
      </w:r>
      <w:r w:rsidR="007E06BC" w:rsidRPr="00FD75CC">
        <w:rPr>
          <w:rFonts w:ascii="Angsana New" w:hAnsi="Angsana New" w:cs="Angsana New"/>
          <w:spacing w:val="2"/>
          <w:sz w:val="28"/>
        </w:rPr>
        <w:t xml:space="preserve">) </w:t>
      </w:r>
      <w:r w:rsidRPr="00FD75CC">
        <w:rPr>
          <w:rFonts w:ascii="Angsana New" w:hAnsi="Angsana New" w:cs="Angsana New" w:hint="cs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>ข้อมูลทางการเงิน</w:t>
      </w:r>
      <w:r w:rsidRPr="00FD75CC">
        <w:rPr>
          <w:rFonts w:ascii="Angsana New" w:hAnsi="Angsana New" w:cs="Angsana New" w:hint="cs"/>
          <w:spacing w:val="2"/>
          <w:sz w:val="28"/>
          <w:cs/>
        </w:rPr>
        <w:t>ระหว่างกาลเหล่านี้</w:t>
      </w:r>
      <w:r w:rsidR="00985138" w:rsidRPr="00FD75CC">
        <w:rPr>
          <w:rFonts w:ascii="Angsana New" w:hAnsi="Angsana New" w:cs="Angsana New" w:hint="cs"/>
          <w:spacing w:val="2"/>
          <w:sz w:val="28"/>
          <w:cs/>
        </w:rPr>
        <w:t>ตามมาตรฐานการบัญชี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652EC4" w:rsidRPr="00FD75CC">
        <w:rPr>
          <w:rFonts w:ascii="Angsana New" w:hAnsi="Angsana New" w:cs="Angsana New"/>
          <w:spacing w:val="2"/>
          <w:sz w:val="28"/>
        </w:rPr>
        <w:t>34</w:t>
      </w:r>
      <w:r w:rsidR="008C16B7" w:rsidRPr="00FD75CC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8C16B7" w:rsidRPr="00FD75CC">
        <w:rPr>
          <w:rFonts w:ascii="Angsana New" w:hAnsi="Angsana New" w:cs="Angsana New"/>
          <w:spacing w:val="2"/>
          <w:sz w:val="28"/>
        </w:rPr>
        <w:t>“</w:t>
      </w:r>
      <w:r w:rsidR="00B61D44" w:rsidRPr="00FA6D7B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="00B61D44" w:rsidRPr="00FA6D7B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="008C16B7" w:rsidRPr="00FD75CC">
        <w:rPr>
          <w:rFonts w:ascii="Angsana New" w:hAnsi="Angsana New" w:cs="Angsana New"/>
          <w:spacing w:val="2"/>
          <w:sz w:val="28"/>
        </w:rPr>
        <w:t>”</w:t>
      </w:r>
      <w:r w:rsidR="00924186" w:rsidRPr="00FD75CC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ส่วนข้าพเจ้าเป็นผู้รับผิดชอบในการให้ข้อสรุปเกี่ยวกับ</w:t>
      </w:r>
      <w:r w:rsidR="00924186" w:rsidRPr="00FD75CC">
        <w:rPr>
          <w:rFonts w:ascii="Angsana New" w:hAnsi="Angsana New" w:cs="Angsana New" w:hint="cs"/>
          <w:spacing w:val="2"/>
          <w:sz w:val="28"/>
          <w:cs/>
        </w:rPr>
        <w:t>ข้อมูลทาง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การเงินระหว่างกาลดังกล่าวจากผลการสอบทานของข้าพเจ้า</w:t>
      </w:r>
      <w:r w:rsidR="00FC59F4" w:rsidRPr="00FD75CC">
        <w:rPr>
          <w:rFonts w:ascii="Angsana New" w:hAnsi="Angsana New" w:cs="Angsana New"/>
          <w:spacing w:val="2"/>
          <w:sz w:val="28"/>
          <w:cs/>
        </w:rPr>
        <w:t xml:space="preserve"> </w:t>
      </w:r>
    </w:p>
    <w:p w:rsidR="00FC59F4" w:rsidRPr="005A5777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0"/>
          <w:szCs w:val="20"/>
        </w:rPr>
      </w:pPr>
    </w:p>
    <w:p w:rsidR="0042701C" w:rsidRPr="00FD75CC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FD75CC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:rsidR="0042701C" w:rsidRPr="005A5777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20"/>
          <w:szCs w:val="20"/>
        </w:rPr>
      </w:pPr>
    </w:p>
    <w:p w:rsidR="0042701C" w:rsidRPr="00FD75CC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FD75CC">
        <w:rPr>
          <w:rFonts w:ascii="Angsana New" w:hAnsi="Angsana New" w:cs="Angsana New"/>
          <w:spacing w:val="2"/>
          <w:sz w:val="28"/>
        </w:rPr>
        <w:t xml:space="preserve"> 2410 </w:t>
      </w:r>
      <w:r w:rsidRPr="00FD75CC">
        <w:rPr>
          <w:rFonts w:ascii="Angsana New" w:hAnsi="Angsana New" w:cs="Angsana New" w:hint="cs"/>
          <w:spacing w:val="2"/>
          <w:sz w:val="28"/>
        </w:rPr>
        <w:t>“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D75CC">
        <w:rPr>
          <w:rFonts w:ascii="Angsana New" w:hAnsi="Angsana New" w:cs="Angsana New" w:hint="cs"/>
          <w:spacing w:val="2"/>
          <w:sz w:val="28"/>
        </w:rPr>
        <w:t>”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</w:t>
      </w:r>
      <w:r w:rsidR="00FA6D7B">
        <w:rPr>
          <w:rFonts w:ascii="Angsana New" w:hAnsi="Angsana New" w:cs="Angsana New" w:hint="cs"/>
          <w:spacing w:val="2"/>
          <w:sz w:val="28"/>
          <w:cs/>
        </w:rPr>
        <w:t>ข้อมูลทาง</w:t>
      </w:r>
      <w:r w:rsidR="00B12CCD">
        <w:rPr>
          <w:rFonts w:ascii="Angsana New" w:hAnsi="Angsana New" w:cs="Angsana New" w:hint="cs"/>
          <w:spacing w:val="2"/>
          <w:sz w:val="28"/>
          <w:cs/>
        </w:rPr>
        <w:t>การ</w:t>
      </w:r>
      <w:r w:rsidRPr="00FD75CC">
        <w:rPr>
          <w:rFonts w:ascii="Angsana New" w:hAnsi="Angsana New" w:cs="Angsana New" w:hint="cs"/>
          <w:spacing w:val="2"/>
          <w:sz w:val="28"/>
          <w:cs/>
        </w:rPr>
        <w:t>เงินระหว่างกาลที่สอบทานได้</w:t>
      </w:r>
    </w:p>
    <w:p w:rsidR="0046252B" w:rsidRPr="005A5777" w:rsidRDefault="0046252B" w:rsidP="0053505C">
      <w:pPr>
        <w:pStyle w:val="NoSpacing"/>
        <w:jc w:val="thaiDistribute"/>
        <w:rPr>
          <w:rFonts w:ascii="Angsana New" w:hAnsi="Angsana New" w:cs="Angsana New"/>
          <w:b/>
          <w:bCs/>
          <w:sz w:val="20"/>
          <w:szCs w:val="20"/>
        </w:rPr>
      </w:pPr>
    </w:p>
    <w:p w:rsidR="0042701C" w:rsidRPr="00FD75CC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FD75CC">
        <w:rPr>
          <w:rFonts w:ascii="Angsana New" w:hAnsi="Angsana New" w:cs="Angsana New"/>
          <w:b/>
          <w:bCs/>
          <w:sz w:val="28"/>
          <w:cs/>
        </w:rPr>
        <w:t>ข้อสรุป</w:t>
      </w:r>
    </w:p>
    <w:p w:rsidR="0042701C" w:rsidRPr="005A5777" w:rsidRDefault="0042701C" w:rsidP="0053505C">
      <w:pPr>
        <w:pStyle w:val="NoSpacing"/>
        <w:jc w:val="thaiDistribute"/>
        <w:rPr>
          <w:rFonts w:ascii="Angsana New" w:hAnsi="Angsana New" w:cs="Angsana New"/>
          <w:sz w:val="20"/>
          <w:szCs w:val="20"/>
        </w:rPr>
      </w:pPr>
    </w:p>
    <w:p w:rsidR="00500743" w:rsidRPr="00FD75CC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FD75CC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FD75CC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FD75CC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FD75CC">
        <w:rPr>
          <w:rFonts w:ascii="Angsana New" w:hAnsi="Angsana New" w:cs="Angsana New"/>
          <w:spacing w:val="2"/>
          <w:sz w:val="28"/>
        </w:rPr>
        <w:t>34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FD75CC">
        <w:rPr>
          <w:rFonts w:ascii="Angsana New" w:hAnsi="Angsana New" w:cs="Angsana New"/>
          <w:spacing w:val="2"/>
          <w:sz w:val="28"/>
        </w:rPr>
        <w:t>“</w:t>
      </w:r>
      <w:r w:rsidR="00B61D44" w:rsidRPr="006973B7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="00B61D44" w:rsidRPr="006973B7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="001B60DD" w:rsidRPr="00FD75CC">
        <w:rPr>
          <w:rFonts w:ascii="Angsana New" w:hAnsi="Angsana New" w:cs="Angsana New"/>
          <w:spacing w:val="2"/>
          <w:sz w:val="28"/>
        </w:rPr>
        <w:t>”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:rsidR="00893DC7" w:rsidRPr="00943375" w:rsidRDefault="00893DC7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6"/>
          <w:szCs w:val="26"/>
        </w:rPr>
      </w:pPr>
    </w:p>
    <w:p w:rsidR="00093783" w:rsidRPr="00943375" w:rsidRDefault="00093783" w:rsidP="0053505C">
      <w:pPr>
        <w:pStyle w:val="T"/>
        <w:ind w:left="0" w:right="-22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FC59F4" w:rsidRPr="00943375" w:rsidRDefault="00FC59F4" w:rsidP="0053505C">
      <w:pPr>
        <w:pStyle w:val="T"/>
        <w:ind w:left="0" w:right="-22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C51713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cs/>
        </w:rPr>
      </w:pPr>
      <w:r w:rsidRPr="00FD75CC">
        <w:rPr>
          <w:rFonts w:ascii="Angsana New" w:hAnsi="Angsana New" w:hint="cs"/>
          <w:sz w:val="28"/>
          <w:szCs w:val="28"/>
          <w:cs/>
          <w:lang w:val="en-US"/>
        </w:rPr>
        <w:t>(นายเมธี  รัตนศรีเมธา</w:t>
      </w:r>
      <w:r w:rsidRPr="00FD75CC">
        <w:rPr>
          <w:rFonts w:ascii="Angsana New" w:hAnsi="Angsana New"/>
          <w:sz w:val="28"/>
          <w:szCs w:val="28"/>
          <w:cs/>
        </w:rPr>
        <w:t>)</w:t>
      </w:r>
    </w:p>
    <w:p w:rsidR="00C51713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lang w:val="en-US"/>
        </w:rPr>
      </w:pPr>
      <w:r w:rsidRPr="00FD75CC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:rsidR="00CE3DB8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lang w:val="en-US"/>
        </w:rPr>
      </w:pPr>
      <w:r w:rsidRPr="00FD75CC">
        <w:rPr>
          <w:rFonts w:ascii="Angsana New" w:hAnsi="Angsana New" w:hint="cs"/>
          <w:sz w:val="28"/>
          <w:szCs w:val="28"/>
          <w:cs/>
        </w:rPr>
        <w:t>เลข</w:t>
      </w:r>
      <w:r w:rsidRPr="00FD75CC">
        <w:rPr>
          <w:rFonts w:ascii="Angsana New" w:hAnsi="Angsana New"/>
          <w:sz w:val="28"/>
          <w:szCs w:val="28"/>
          <w:cs/>
        </w:rPr>
        <w:t xml:space="preserve">ทะเบียน </w:t>
      </w:r>
      <w:r w:rsidRPr="00FD75CC">
        <w:rPr>
          <w:rFonts w:ascii="Angsana New" w:hAnsi="Angsana New"/>
          <w:sz w:val="28"/>
          <w:szCs w:val="28"/>
          <w:lang w:val="en-US"/>
        </w:rPr>
        <w:t>3425</w:t>
      </w:r>
    </w:p>
    <w:p w:rsidR="00C51713" w:rsidRPr="005A5777" w:rsidRDefault="00C51713" w:rsidP="0053505C">
      <w:pPr>
        <w:pStyle w:val="T"/>
        <w:ind w:left="0" w:right="-22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3206F" w:rsidRPr="00FD75CC" w:rsidRDefault="0013206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:rsidR="00CE3DB8" w:rsidRPr="00E47A8B" w:rsidRDefault="00CE3DB8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E47A8B">
        <w:rPr>
          <w:rFonts w:ascii="Angsana New" w:hAnsi="Angsana New"/>
          <w:sz w:val="28"/>
          <w:szCs w:val="28"/>
          <w:cs/>
        </w:rPr>
        <w:t>กรุงเทพมหานคร</w:t>
      </w:r>
    </w:p>
    <w:p w:rsidR="00870EA6" w:rsidRPr="00B04115" w:rsidRDefault="00E47A8B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E47A8B">
        <w:rPr>
          <w:rFonts w:ascii="Angsana New" w:hAnsi="Angsana New"/>
          <w:sz w:val="28"/>
          <w:szCs w:val="28"/>
        </w:rPr>
        <w:t>9</w:t>
      </w:r>
      <w:r w:rsidR="00180BB7" w:rsidRPr="00E47A8B">
        <w:rPr>
          <w:rFonts w:ascii="Angsana New" w:hAnsi="Angsana New"/>
          <w:sz w:val="28"/>
          <w:szCs w:val="28"/>
        </w:rPr>
        <w:t xml:space="preserve"> </w:t>
      </w:r>
      <w:r w:rsidR="00B04115" w:rsidRPr="00E47A8B">
        <w:rPr>
          <w:rFonts w:ascii="Angsana New" w:hAnsi="Angsana New" w:hint="cs"/>
          <w:sz w:val="28"/>
          <w:szCs w:val="28"/>
          <w:cs/>
        </w:rPr>
        <w:t>พฤศจิกายน</w:t>
      </w:r>
      <w:r w:rsidR="00CE3DB8" w:rsidRPr="00E47A8B">
        <w:rPr>
          <w:rFonts w:ascii="Angsana New" w:hAnsi="Angsana New" w:hint="cs"/>
          <w:sz w:val="28"/>
          <w:szCs w:val="28"/>
          <w:cs/>
        </w:rPr>
        <w:t xml:space="preserve"> </w:t>
      </w:r>
      <w:r w:rsidR="00720D7C" w:rsidRPr="00E47A8B">
        <w:rPr>
          <w:rFonts w:ascii="Angsana New" w:hAnsi="Angsana New"/>
          <w:sz w:val="28"/>
          <w:szCs w:val="28"/>
        </w:rPr>
        <w:t>25</w:t>
      </w:r>
      <w:r w:rsidR="00162BF8" w:rsidRPr="00E47A8B">
        <w:rPr>
          <w:rFonts w:ascii="Angsana New" w:hAnsi="Angsana New"/>
          <w:sz w:val="28"/>
          <w:szCs w:val="28"/>
        </w:rPr>
        <w:t>61</w:t>
      </w:r>
    </w:p>
    <w:sectPr w:rsidR="00870EA6" w:rsidRPr="00B04115" w:rsidSect="00FD75CC">
      <w:footerReference w:type="default" r:id="rId8"/>
      <w:footerReference w:type="first" r:id="rId9"/>
      <w:pgSz w:w="11909" w:h="16834" w:code="9"/>
      <w:pgMar w:top="2246" w:right="852" w:bottom="426" w:left="1440" w:header="475" w:footer="59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D1D" w:rsidRDefault="007F3D1D">
      <w:r>
        <w:separator/>
      </w:r>
    </w:p>
  </w:endnote>
  <w:endnote w:type="continuationSeparator" w:id="0">
    <w:p w:rsidR="007F3D1D" w:rsidRDefault="007F3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2B" w:rsidRPr="0046252B" w:rsidRDefault="0046252B">
    <w:pPr>
      <w:pStyle w:val="Footer"/>
      <w:jc w:val="right"/>
      <w:rPr>
        <w:rFonts w:ascii="Angsana New" w:hAnsi="Angsana New"/>
        <w:sz w:val="28"/>
        <w:szCs w:val="28"/>
      </w:rPr>
    </w:pPr>
  </w:p>
  <w:p w:rsidR="0046252B" w:rsidRDefault="004625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0DD" w:rsidRPr="00DB5FD7" w:rsidRDefault="001B60DD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D1D" w:rsidRDefault="007F3D1D">
      <w:r>
        <w:separator/>
      </w:r>
    </w:p>
  </w:footnote>
  <w:footnote w:type="continuationSeparator" w:id="0">
    <w:p w:rsidR="007F3D1D" w:rsidRDefault="007F3D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8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4CF"/>
    <w:rsid w:val="000F00E5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3077C"/>
    <w:rsid w:val="00131CE8"/>
    <w:rsid w:val="0013206F"/>
    <w:rsid w:val="00133CEB"/>
    <w:rsid w:val="0013502F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719D"/>
    <w:rsid w:val="00160768"/>
    <w:rsid w:val="0016161B"/>
    <w:rsid w:val="00161DA0"/>
    <w:rsid w:val="00162BF8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7002"/>
    <w:rsid w:val="001D019E"/>
    <w:rsid w:val="001D1426"/>
    <w:rsid w:val="001E10B3"/>
    <w:rsid w:val="001E1F4F"/>
    <w:rsid w:val="001E2696"/>
    <w:rsid w:val="001E610B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61C2"/>
    <w:rsid w:val="00216B05"/>
    <w:rsid w:val="00216C65"/>
    <w:rsid w:val="00231E67"/>
    <w:rsid w:val="00233FEA"/>
    <w:rsid w:val="0023415C"/>
    <w:rsid w:val="002341A3"/>
    <w:rsid w:val="0023724F"/>
    <w:rsid w:val="00241F21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571"/>
    <w:rsid w:val="002A0D2A"/>
    <w:rsid w:val="002A17EC"/>
    <w:rsid w:val="002A18B5"/>
    <w:rsid w:val="002A3128"/>
    <w:rsid w:val="002A3A5F"/>
    <w:rsid w:val="002A61B6"/>
    <w:rsid w:val="002A6D3A"/>
    <w:rsid w:val="002B05C2"/>
    <w:rsid w:val="002B1AD1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68B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4612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B09F8"/>
    <w:rsid w:val="003B0A8E"/>
    <w:rsid w:val="003B3ED9"/>
    <w:rsid w:val="003B50FF"/>
    <w:rsid w:val="003C0BD9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52D"/>
    <w:rsid w:val="00470110"/>
    <w:rsid w:val="004714CD"/>
    <w:rsid w:val="00474009"/>
    <w:rsid w:val="00474BEE"/>
    <w:rsid w:val="0047692B"/>
    <w:rsid w:val="004809A7"/>
    <w:rsid w:val="00482E68"/>
    <w:rsid w:val="00484549"/>
    <w:rsid w:val="0049412E"/>
    <w:rsid w:val="004960A6"/>
    <w:rsid w:val="00497159"/>
    <w:rsid w:val="004A414A"/>
    <w:rsid w:val="004A5A4C"/>
    <w:rsid w:val="004A63FE"/>
    <w:rsid w:val="004B20ED"/>
    <w:rsid w:val="004B2E9B"/>
    <w:rsid w:val="004B507B"/>
    <w:rsid w:val="004B693A"/>
    <w:rsid w:val="004B7D4B"/>
    <w:rsid w:val="004C4D42"/>
    <w:rsid w:val="004C55BE"/>
    <w:rsid w:val="004C6FE3"/>
    <w:rsid w:val="004C75B8"/>
    <w:rsid w:val="004D2E77"/>
    <w:rsid w:val="004D3458"/>
    <w:rsid w:val="004E0E82"/>
    <w:rsid w:val="004E3659"/>
    <w:rsid w:val="004E3E5F"/>
    <w:rsid w:val="004E49DF"/>
    <w:rsid w:val="004E4A53"/>
    <w:rsid w:val="004E5915"/>
    <w:rsid w:val="004F01CE"/>
    <w:rsid w:val="004F1A67"/>
    <w:rsid w:val="004F25FD"/>
    <w:rsid w:val="004F5771"/>
    <w:rsid w:val="00500233"/>
    <w:rsid w:val="00500743"/>
    <w:rsid w:val="00501E8D"/>
    <w:rsid w:val="00506E05"/>
    <w:rsid w:val="00510858"/>
    <w:rsid w:val="00511F3E"/>
    <w:rsid w:val="00512408"/>
    <w:rsid w:val="005135A2"/>
    <w:rsid w:val="005135B1"/>
    <w:rsid w:val="00513A91"/>
    <w:rsid w:val="00515921"/>
    <w:rsid w:val="0051632D"/>
    <w:rsid w:val="005165C7"/>
    <w:rsid w:val="005205DE"/>
    <w:rsid w:val="005277BA"/>
    <w:rsid w:val="00530052"/>
    <w:rsid w:val="00533001"/>
    <w:rsid w:val="00533B1F"/>
    <w:rsid w:val="0053505C"/>
    <w:rsid w:val="0053611B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67E43"/>
    <w:rsid w:val="005709A9"/>
    <w:rsid w:val="005713D1"/>
    <w:rsid w:val="00571CD7"/>
    <w:rsid w:val="00581213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F39"/>
    <w:rsid w:val="005D0CD3"/>
    <w:rsid w:val="005D26F2"/>
    <w:rsid w:val="005D2D37"/>
    <w:rsid w:val="005D6912"/>
    <w:rsid w:val="005E2E24"/>
    <w:rsid w:val="005E46C7"/>
    <w:rsid w:val="005E478A"/>
    <w:rsid w:val="005E6BF9"/>
    <w:rsid w:val="005E794C"/>
    <w:rsid w:val="005F3E1E"/>
    <w:rsid w:val="005F5080"/>
    <w:rsid w:val="005F5CE4"/>
    <w:rsid w:val="00600156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84593"/>
    <w:rsid w:val="0069305F"/>
    <w:rsid w:val="00693136"/>
    <w:rsid w:val="00693D54"/>
    <w:rsid w:val="00694756"/>
    <w:rsid w:val="00694BC0"/>
    <w:rsid w:val="006973B7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3DED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547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3D1D"/>
    <w:rsid w:val="007F4333"/>
    <w:rsid w:val="007F471C"/>
    <w:rsid w:val="00801EC6"/>
    <w:rsid w:val="008028BA"/>
    <w:rsid w:val="00805C47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4D7C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44"/>
    <w:rsid w:val="008F4E61"/>
    <w:rsid w:val="00900120"/>
    <w:rsid w:val="009008AE"/>
    <w:rsid w:val="00902A56"/>
    <w:rsid w:val="00903D71"/>
    <w:rsid w:val="00903E20"/>
    <w:rsid w:val="009070F5"/>
    <w:rsid w:val="0090741A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375"/>
    <w:rsid w:val="00943611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735A"/>
    <w:rsid w:val="00977C21"/>
    <w:rsid w:val="00981C9E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6700"/>
    <w:rsid w:val="009B690F"/>
    <w:rsid w:val="009B755B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6AC2"/>
    <w:rsid w:val="00A07373"/>
    <w:rsid w:val="00A11B6F"/>
    <w:rsid w:val="00A120A7"/>
    <w:rsid w:val="00A12E4E"/>
    <w:rsid w:val="00A12FE1"/>
    <w:rsid w:val="00A22300"/>
    <w:rsid w:val="00A25ED1"/>
    <w:rsid w:val="00A27AF2"/>
    <w:rsid w:val="00A27C87"/>
    <w:rsid w:val="00A32644"/>
    <w:rsid w:val="00A33767"/>
    <w:rsid w:val="00A338F3"/>
    <w:rsid w:val="00A34B23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2027"/>
    <w:rsid w:val="00A63039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115"/>
    <w:rsid w:val="00B07042"/>
    <w:rsid w:val="00B1230C"/>
    <w:rsid w:val="00B12CCD"/>
    <w:rsid w:val="00B14C5E"/>
    <w:rsid w:val="00B163EF"/>
    <w:rsid w:val="00B209F4"/>
    <w:rsid w:val="00B20B5F"/>
    <w:rsid w:val="00B20FA0"/>
    <w:rsid w:val="00B238BE"/>
    <w:rsid w:val="00B23D6F"/>
    <w:rsid w:val="00B27384"/>
    <w:rsid w:val="00B27C41"/>
    <w:rsid w:val="00B325B3"/>
    <w:rsid w:val="00B37E8B"/>
    <w:rsid w:val="00B414D3"/>
    <w:rsid w:val="00B41B41"/>
    <w:rsid w:val="00B41CD2"/>
    <w:rsid w:val="00B460B4"/>
    <w:rsid w:val="00B475C6"/>
    <w:rsid w:val="00B50D4F"/>
    <w:rsid w:val="00B54AC1"/>
    <w:rsid w:val="00B567ED"/>
    <w:rsid w:val="00B57EB4"/>
    <w:rsid w:val="00B61596"/>
    <w:rsid w:val="00B61D44"/>
    <w:rsid w:val="00B62530"/>
    <w:rsid w:val="00B70741"/>
    <w:rsid w:val="00B72297"/>
    <w:rsid w:val="00B72F97"/>
    <w:rsid w:val="00B748EA"/>
    <w:rsid w:val="00B74A7F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108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07D2"/>
    <w:rsid w:val="00C81130"/>
    <w:rsid w:val="00C82256"/>
    <w:rsid w:val="00C824B9"/>
    <w:rsid w:val="00C83207"/>
    <w:rsid w:val="00C8448B"/>
    <w:rsid w:val="00C855E4"/>
    <w:rsid w:val="00C86747"/>
    <w:rsid w:val="00C86923"/>
    <w:rsid w:val="00C9190C"/>
    <w:rsid w:val="00C9275F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3DB8"/>
    <w:rsid w:val="00CE7870"/>
    <w:rsid w:val="00CF31CC"/>
    <w:rsid w:val="00D01D10"/>
    <w:rsid w:val="00D029DA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6D01"/>
    <w:rsid w:val="00D37BAF"/>
    <w:rsid w:val="00D40824"/>
    <w:rsid w:val="00D42505"/>
    <w:rsid w:val="00D46C28"/>
    <w:rsid w:val="00D51E17"/>
    <w:rsid w:val="00D54E72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4AFB"/>
    <w:rsid w:val="00DF7380"/>
    <w:rsid w:val="00DF761C"/>
    <w:rsid w:val="00E005BF"/>
    <w:rsid w:val="00E00D90"/>
    <w:rsid w:val="00E0134D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67C7"/>
    <w:rsid w:val="00E37805"/>
    <w:rsid w:val="00E40203"/>
    <w:rsid w:val="00E4164F"/>
    <w:rsid w:val="00E4189D"/>
    <w:rsid w:val="00E47A8B"/>
    <w:rsid w:val="00E50BC0"/>
    <w:rsid w:val="00E50D75"/>
    <w:rsid w:val="00E56396"/>
    <w:rsid w:val="00E576B9"/>
    <w:rsid w:val="00E60492"/>
    <w:rsid w:val="00E62F5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0CB2"/>
    <w:rsid w:val="00FA2A73"/>
    <w:rsid w:val="00FA6190"/>
    <w:rsid w:val="00FA6C2B"/>
    <w:rsid w:val="00FA6D7B"/>
    <w:rsid w:val="00FB0B5D"/>
    <w:rsid w:val="00FB34D9"/>
    <w:rsid w:val="00FB5634"/>
    <w:rsid w:val="00FC1F3C"/>
    <w:rsid w:val="00FC59F4"/>
    <w:rsid w:val="00FD182C"/>
    <w:rsid w:val="00FD1B6A"/>
    <w:rsid w:val="00FD2A47"/>
    <w:rsid w:val="00FD2F52"/>
    <w:rsid w:val="00FD48E1"/>
    <w:rsid w:val="00FD75CC"/>
    <w:rsid w:val="00FE0A63"/>
    <w:rsid w:val="00FE328F"/>
    <w:rsid w:val="00FE3833"/>
    <w:rsid w:val="00FE6424"/>
    <w:rsid w:val="00FE74C0"/>
    <w:rsid w:val="00FE7FC8"/>
    <w:rsid w:val="00FF268A"/>
    <w:rsid w:val="00FF2AF7"/>
    <w:rsid w:val="00FF68F9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461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31461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31461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1461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31461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1461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3146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3146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31461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314612"/>
    <w:rPr>
      <w:b/>
      <w:bCs/>
    </w:rPr>
  </w:style>
  <w:style w:type="paragraph" w:styleId="ListBullet">
    <w:name w:val="List Bullet"/>
    <w:basedOn w:val="Normal"/>
    <w:rsid w:val="0031461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314612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31461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31461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31461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31461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31461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314612"/>
    <w:pPr>
      <w:ind w:left="284"/>
    </w:pPr>
  </w:style>
  <w:style w:type="paragraph" w:customStyle="1" w:styleId="AAFrameAddress">
    <w:name w:val="AA Frame Address"/>
    <w:basedOn w:val="Heading1"/>
    <w:rsid w:val="0031461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31461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31461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31461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31461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31461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314612"/>
    <w:pPr>
      <w:ind w:left="851" w:hanging="284"/>
    </w:pPr>
  </w:style>
  <w:style w:type="paragraph" w:styleId="Index4">
    <w:name w:val="index 4"/>
    <w:basedOn w:val="Normal"/>
    <w:next w:val="Normal"/>
    <w:semiHidden/>
    <w:rsid w:val="00314612"/>
    <w:pPr>
      <w:ind w:left="1135" w:hanging="284"/>
    </w:pPr>
  </w:style>
  <w:style w:type="paragraph" w:styleId="Index6">
    <w:name w:val="index 6"/>
    <w:basedOn w:val="Normal"/>
    <w:next w:val="Normal"/>
    <w:semiHidden/>
    <w:rsid w:val="00314612"/>
    <w:pPr>
      <w:ind w:left="1702" w:hanging="284"/>
    </w:pPr>
  </w:style>
  <w:style w:type="paragraph" w:styleId="Index5">
    <w:name w:val="index 5"/>
    <w:basedOn w:val="Normal"/>
    <w:next w:val="Normal"/>
    <w:semiHidden/>
    <w:rsid w:val="00314612"/>
    <w:pPr>
      <w:ind w:left="1418" w:hanging="284"/>
    </w:pPr>
  </w:style>
  <w:style w:type="paragraph" w:styleId="Index7">
    <w:name w:val="index 7"/>
    <w:basedOn w:val="Normal"/>
    <w:next w:val="Normal"/>
    <w:semiHidden/>
    <w:rsid w:val="00314612"/>
    <w:pPr>
      <w:ind w:left="1985" w:hanging="284"/>
    </w:pPr>
  </w:style>
  <w:style w:type="paragraph" w:styleId="Index8">
    <w:name w:val="index 8"/>
    <w:basedOn w:val="Normal"/>
    <w:next w:val="Normal"/>
    <w:semiHidden/>
    <w:rsid w:val="00314612"/>
    <w:pPr>
      <w:ind w:left="2269" w:hanging="284"/>
    </w:pPr>
  </w:style>
  <w:style w:type="paragraph" w:styleId="Index9">
    <w:name w:val="index 9"/>
    <w:basedOn w:val="Normal"/>
    <w:next w:val="Normal"/>
    <w:semiHidden/>
    <w:rsid w:val="00314612"/>
    <w:pPr>
      <w:ind w:left="2552" w:hanging="284"/>
    </w:pPr>
  </w:style>
  <w:style w:type="paragraph" w:styleId="TOC2">
    <w:name w:val="toc 2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314612"/>
    <w:pPr>
      <w:ind w:left="851"/>
    </w:pPr>
  </w:style>
  <w:style w:type="paragraph" w:styleId="TOC5">
    <w:name w:val="toc 5"/>
    <w:basedOn w:val="Normal"/>
    <w:next w:val="Normal"/>
    <w:semiHidden/>
    <w:rsid w:val="00314612"/>
    <w:pPr>
      <w:ind w:left="1134"/>
    </w:pPr>
  </w:style>
  <w:style w:type="paragraph" w:styleId="TOC6">
    <w:name w:val="toc 6"/>
    <w:basedOn w:val="Normal"/>
    <w:next w:val="Normal"/>
    <w:semiHidden/>
    <w:rsid w:val="00314612"/>
    <w:pPr>
      <w:ind w:left="1418"/>
    </w:pPr>
  </w:style>
  <w:style w:type="paragraph" w:styleId="TOC7">
    <w:name w:val="toc 7"/>
    <w:basedOn w:val="Normal"/>
    <w:next w:val="Normal"/>
    <w:semiHidden/>
    <w:rsid w:val="00314612"/>
    <w:pPr>
      <w:ind w:left="1701"/>
    </w:pPr>
  </w:style>
  <w:style w:type="paragraph" w:styleId="TOC8">
    <w:name w:val="toc 8"/>
    <w:basedOn w:val="Normal"/>
    <w:next w:val="Normal"/>
    <w:semiHidden/>
    <w:rsid w:val="00314612"/>
    <w:pPr>
      <w:ind w:left="1985"/>
    </w:pPr>
  </w:style>
  <w:style w:type="paragraph" w:styleId="TOC9">
    <w:name w:val="toc 9"/>
    <w:basedOn w:val="Normal"/>
    <w:next w:val="Normal"/>
    <w:semiHidden/>
    <w:rsid w:val="00314612"/>
    <w:pPr>
      <w:ind w:left="2268"/>
    </w:pPr>
  </w:style>
  <w:style w:type="paragraph" w:styleId="TableofFigures">
    <w:name w:val="table of figures"/>
    <w:basedOn w:val="Normal"/>
    <w:next w:val="Normal"/>
    <w:semiHidden/>
    <w:rsid w:val="00314612"/>
    <w:pPr>
      <w:ind w:left="567" w:hanging="567"/>
    </w:pPr>
  </w:style>
  <w:style w:type="paragraph" w:styleId="ListBullet5">
    <w:name w:val="List Bullet 5"/>
    <w:basedOn w:val="Normal"/>
    <w:rsid w:val="0031461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314612"/>
    <w:pPr>
      <w:spacing w:after="120"/>
    </w:pPr>
  </w:style>
  <w:style w:type="paragraph" w:styleId="BodyTextFirstIndent">
    <w:name w:val="Body Text First Indent"/>
    <w:basedOn w:val="BodyText"/>
    <w:rsid w:val="00314612"/>
    <w:pPr>
      <w:ind w:firstLine="284"/>
    </w:pPr>
  </w:style>
  <w:style w:type="paragraph" w:styleId="BodyTextIndent">
    <w:name w:val="Body Text Indent"/>
    <w:basedOn w:val="Normal"/>
    <w:rsid w:val="00314612"/>
    <w:pPr>
      <w:spacing w:after="120"/>
      <w:ind w:left="283"/>
    </w:pPr>
  </w:style>
  <w:style w:type="paragraph" w:styleId="BodyTextFirstIndent2">
    <w:name w:val="Body Text First Indent 2"/>
    <w:basedOn w:val="BodyTextIndent"/>
    <w:rsid w:val="00314612"/>
    <w:pPr>
      <w:ind w:left="284" w:firstLine="284"/>
    </w:pPr>
  </w:style>
  <w:style w:type="character" w:styleId="Strong">
    <w:name w:val="Strong"/>
    <w:qFormat/>
    <w:rsid w:val="00314612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31461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3146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314612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31461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31461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31461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314612"/>
    <w:pPr>
      <w:framePr w:h="1054" w:wrap="around" w:y="5920"/>
    </w:pPr>
  </w:style>
  <w:style w:type="paragraph" w:customStyle="1" w:styleId="ReportHeading3">
    <w:name w:val="ReportHeading3"/>
    <w:basedOn w:val="ReportHeading2"/>
    <w:rsid w:val="00314612"/>
    <w:pPr>
      <w:framePr w:h="443" w:wrap="around" w:y="8223"/>
    </w:pPr>
  </w:style>
  <w:style w:type="paragraph" w:customStyle="1" w:styleId="a">
    <w:name w:val="¢éÍ¤ÇÒÁ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31461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3146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3146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3146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3146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31461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314612"/>
  </w:style>
  <w:style w:type="paragraph" w:styleId="BodyText2">
    <w:name w:val="Body Text 2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314612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uiPriority w:val="99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2F37C-F2A7-4282-B445-1740F550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6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GiFT</cp:lastModifiedBy>
  <cp:revision>4</cp:revision>
  <cp:lastPrinted>2017-10-24T02:57:00Z</cp:lastPrinted>
  <dcterms:created xsi:type="dcterms:W3CDTF">2017-11-08T02:43:00Z</dcterms:created>
  <dcterms:modified xsi:type="dcterms:W3CDTF">2018-10-25T08:23:00Z</dcterms:modified>
</cp:coreProperties>
</file>