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21" w:rsidRPr="000D64B4" w:rsidRDefault="001B2C21" w:rsidP="004A3B1C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28"/>
          <w:szCs w:val="28"/>
        </w:rPr>
      </w:pPr>
      <w:r w:rsidRPr="000D64B4">
        <w:rPr>
          <w:rFonts w:ascii="Angsana New" w:hAnsi="Angsana New"/>
          <w:b/>
          <w:bCs/>
          <w:sz w:val="28"/>
          <w:szCs w:val="28"/>
          <w:cs/>
        </w:rPr>
        <w:t>เกณฑ์การจัดทำ</w:t>
      </w:r>
      <w:r w:rsidR="004E6B25" w:rsidRPr="000D64B4">
        <w:rPr>
          <w:rFonts w:ascii="Angsana New" w:hAnsi="Angsana New" w:hint="cs"/>
          <w:b/>
          <w:bCs/>
          <w:sz w:val="28"/>
          <w:szCs w:val="28"/>
          <w:cs/>
        </w:rPr>
        <w:t>ข้อมูลทางการเงินระหว่างกาล</w:t>
      </w:r>
    </w:p>
    <w:p w:rsidR="001B2C21" w:rsidRPr="000D64B4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lang w:val="en-US"/>
        </w:rPr>
      </w:pPr>
    </w:p>
    <w:p w:rsidR="004E6B25" w:rsidRPr="000D64B4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8"/>
          <w:szCs w:val="28"/>
          <w:cs/>
        </w:rPr>
      </w:pPr>
      <w:r w:rsidRPr="000D64B4">
        <w:rPr>
          <w:rFonts w:ascii="Angsana New" w:hAnsi="Angsana New"/>
          <w:sz w:val="28"/>
          <w:szCs w:val="28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0D64B4">
        <w:rPr>
          <w:rFonts w:ascii="Angsana New" w:hAnsi="Angsana New"/>
          <w:sz w:val="28"/>
          <w:szCs w:val="28"/>
        </w:rPr>
        <w:t>34</w:t>
      </w:r>
      <w:r w:rsidRPr="000D64B4">
        <w:rPr>
          <w:rFonts w:ascii="Angsana New" w:hAnsi="Angsana New"/>
          <w:sz w:val="28"/>
          <w:szCs w:val="28"/>
          <w:cs/>
        </w:rPr>
        <w:t xml:space="preserve"> </w:t>
      </w:r>
      <w:r w:rsidRPr="000D64B4">
        <w:rPr>
          <w:rFonts w:ascii="Angsana New" w:hAnsi="Angsana New"/>
          <w:spacing w:val="-2"/>
          <w:sz w:val="28"/>
          <w:szCs w:val="28"/>
          <w:cs/>
        </w:rPr>
        <w:t>(ปรับปรุง</w:t>
      </w:r>
      <w:r w:rsidRPr="000D64B4">
        <w:rPr>
          <w:rFonts w:ascii="Angsana New" w:hAnsi="Angsana New"/>
          <w:color w:val="FFFFFF"/>
          <w:spacing w:val="-2"/>
          <w:sz w:val="28"/>
          <w:szCs w:val="28"/>
        </w:rPr>
        <w:t>_</w:t>
      </w:r>
      <w:r w:rsidR="001B3F19" w:rsidRPr="000D64B4">
        <w:rPr>
          <w:rFonts w:ascii="Angsana New" w:hAnsi="Angsana New"/>
          <w:spacing w:val="-2"/>
          <w:sz w:val="28"/>
          <w:szCs w:val="28"/>
        </w:rPr>
        <w:t>256</w:t>
      </w:r>
      <w:r w:rsidR="005005D5" w:rsidRPr="000D64B4">
        <w:rPr>
          <w:rFonts w:ascii="Angsana New" w:hAnsi="Angsana New"/>
          <w:spacing w:val="-2"/>
          <w:sz w:val="28"/>
          <w:szCs w:val="28"/>
        </w:rPr>
        <w:t>1</w:t>
      </w:r>
      <w:r w:rsidRPr="000D64B4">
        <w:rPr>
          <w:rFonts w:ascii="Angsana New" w:hAnsi="Angsana New"/>
          <w:spacing w:val="-2"/>
          <w:sz w:val="28"/>
          <w:szCs w:val="28"/>
          <w:cs/>
        </w:rPr>
        <w:t xml:space="preserve">) </w:t>
      </w:r>
      <w:r w:rsidRPr="000D64B4">
        <w:rPr>
          <w:rFonts w:ascii="Angsana New" w:hAnsi="Angsana New"/>
          <w:sz w:val="28"/>
          <w:szCs w:val="28"/>
          <w:cs/>
        </w:rPr>
        <w:t>เรื่อง“</w:t>
      </w:r>
      <w:r w:rsidR="006F1212" w:rsidRPr="000D64B4">
        <w:rPr>
          <w:rFonts w:ascii="Angsana New" w:hAnsi="Angsana New" w:hint="cs"/>
          <w:sz w:val="28"/>
          <w:szCs w:val="28"/>
          <w:cs/>
        </w:rPr>
        <w:t>การรายงานทาง</w:t>
      </w:r>
      <w:r w:rsidRPr="000D64B4">
        <w:rPr>
          <w:rFonts w:ascii="Angsana New" w:hAnsi="Angsana New"/>
          <w:sz w:val="28"/>
          <w:szCs w:val="28"/>
          <w:cs/>
        </w:rPr>
        <w:t>การเงินระหว่างกาล”</w:t>
      </w:r>
      <w:r w:rsidRPr="000D64B4">
        <w:rPr>
          <w:rFonts w:ascii="Angsana New" w:hAnsi="Angsana New"/>
          <w:sz w:val="28"/>
          <w:szCs w:val="28"/>
        </w:rPr>
        <w:t xml:space="preserve"> </w:t>
      </w:r>
      <w:r w:rsidRPr="000D64B4">
        <w:rPr>
          <w:rFonts w:ascii="Angsana New" w:hAnsi="Angsana New"/>
          <w:sz w:val="28"/>
          <w:szCs w:val="28"/>
          <w:cs/>
        </w:rPr>
        <w:t>รวมถึงการตีความและแนวปฏิบัติทางการบัญชีที่ประกาศใช้โดยสภาวิชาชีพบัญชี</w:t>
      </w:r>
      <w:r w:rsidRPr="000D64B4">
        <w:rPr>
          <w:rFonts w:ascii="Angsana New" w:hAnsi="Angsana New" w:hint="cs"/>
          <w:sz w:val="28"/>
          <w:szCs w:val="28"/>
          <w:cs/>
        </w:rPr>
        <w:t xml:space="preserve"> </w:t>
      </w:r>
      <w:r w:rsidRPr="000D64B4">
        <w:rPr>
          <w:rFonts w:ascii="Angsana New" w:hAnsi="Angsana New"/>
          <w:sz w:val="28"/>
          <w:szCs w:val="28"/>
          <w:cs/>
        </w:rPr>
        <w:t>กฎระเบียบและประกาศคณะกรรมการกำกับหลักทรัพย์และตลาดหลักทรัพย์</w:t>
      </w:r>
      <w:r w:rsidR="0042273D" w:rsidRPr="000D64B4">
        <w:rPr>
          <w:rFonts w:ascii="Angsana New" w:hAnsi="Angsana New" w:hint="cs"/>
          <w:sz w:val="28"/>
          <w:szCs w:val="28"/>
          <w:cs/>
        </w:rPr>
        <w:t xml:space="preserve"> </w:t>
      </w:r>
      <w:r w:rsidR="004237BE" w:rsidRPr="000D64B4">
        <w:rPr>
          <w:rFonts w:ascii="Angsana New" w:hAnsi="Angsana New" w:hint="cs"/>
          <w:sz w:val="28"/>
          <w:szCs w:val="28"/>
          <w:cs/>
        </w:rPr>
        <w:t>และประกาศกรมพัฒนาธุรกิจการค้า</w:t>
      </w:r>
      <w:r w:rsidRPr="000D64B4">
        <w:rPr>
          <w:rFonts w:ascii="Angsana New" w:hAnsi="Angsana New"/>
          <w:sz w:val="28"/>
          <w:szCs w:val="28"/>
          <w:cs/>
        </w:rPr>
        <w:t>ที่เกี่ยวข้อง</w:t>
      </w:r>
    </w:p>
    <w:p w:rsidR="004E6B25" w:rsidRPr="000D64B4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lang w:val="en-US"/>
        </w:rPr>
      </w:pPr>
    </w:p>
    <w:p w:rsidR="004E6B25" w:rsidRPr="000D64B4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0D64B4">
        <w:rPr>
          <w:rFonts w:ascii="Angsana New" w:hAnsi="Angsana New"/>
          <w:sz w:val="28"/>
          <w:szCs w:val="28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0D64B4">
        <w:rPr>
          <w:rFonts w:ascii="Angsana New" w:hAnsi="Angsana New"/>
          <w:sz w:val="28"/>
          <w:szCs w:val="28"/>
        </w:rPr>
        <w:t xml:space="preserve">31 </w:t>
      </w:r>
      <w:r w:rsidRPr="000D64B4">
        <w:rPr>
          <w:rFonts w:ascii="Angsana New" w:hAnsi="Angsana New"/>
          <w:sz w:val="28"/>
          <w:szCs w:val="28"/>
          <w:cs/>
        </w:rPr>
        <w:t xml:space="preserve">ธันวาคม </w:t>
      </w:r>
      <w:r w:rsidR="001B3F19" w:rsidRPr="000D64B4">
        <w:rPr>
          <w:rFonts w:ascii="Angsana New" w:hAnsi="Angsana New"/>
          <w:sz w:val="28"/>
          <w:szCs w:val="28"/>
        </w:rPr>
        <w:t>256</w:t>
      </w:r>
      <w:r w:rsidR="00C02C5A" w:rsidRPr="000D64B4">
        <w:rPr>
          <w:rFonts w:ascii="Angsana New" w:hAnsi="Angsana New"/>
          <w:sz w:val="28"/>
          <w:szCs w:val="28"/>
        </w:rPr>
        <w:t>1</w:t>
      </w:r>
      <w:r w:rsidRPr="000D64B4">
        <w:rPr>
          <w:rFonts w:ascii="Angsana New" w:hAnsi="Angsana New"/>
          <w:sz w:val="28"/>
          <w:szCs w:val="28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0D64B4">
        <w:rPr>
          <w:rFonts w:ascii="Angsana New" w:hAnsi="Angsana New"/>
          <w:sz w:val="28"/>
          <w:szCs w:val="28"/>
        </w:rPr>
        <w:t xml:space="preserve">31 </w:t>
      </w:r>
      <w:r w:rsidRPr="000D64B4">
        <w:rPr>
          <w:rFonts w:ascii="Angsana New" w:hAnsi="Angsana New"/>
          <w:sz w:val="28"/>
          <w:szCs w:val="28"/>
          <w:cs/>
        </w:rPr>
        <w:t xml:space="preserve">ธันวาคม </w:t>
      </w:r>
      <w:r w:rsidR="001B3F19" w:rsidRPr="000D64B4">
        <w:rPr>
          <w:rFonts w:ascii="Angsana New" w:hAnsi="Angsana New"/>
          <w:sz w:val="28"/>
          <w:szCs w:val="28"/>
        </w:rPr>
        <w:t>256</w:t>
      </w:r>
      <w:r w:rsidR="00C02C5A" w:rsidRPr="000D64B4">
        <w:rPr>
          <w:rFonts w:ascii="Angsana New" w:hAnsi="Angsana New"/>
          <w:sz w:val="28"/>
          <w:szCs w:val="28"/>
        </w:rPr>
        <w:t>1</w:t>
      </w:r>
    </w:p>
    <w:p w:rsidR="004E6B25" w:rsidRPr="000D64B4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lang w:val="en-US"/>
        </w:rPr>
      </w:pPr>
    </w:p>
    <w:p w:rsidR="004E6B25" w:rsidRPr="000D64B4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0D64B4">
        <w:rPr>
          <w:rFonts w:ascii="Angsana New" w:hAnsi="Angsana New"/>
          <w:sz w:val="28"/>
          <w:szCs w:val="28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0D64B4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lang w:val="en-US"/>
        </w:rPr>
      </w:pPr>
    </w:p>
    <w:p w:rsidR="00A90158" w:rsidRPr="000D64B4" w:rsidRDefault="00A90158" w:rsidP="00A901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/>
          <w:sz w:val="28"/>
          <w:szCs w:val="28"/>
        </w:rPr>
      </w:pPr>
      <w:r w:rsidRPr="000D64B4">
        <w:rPr>
          <w:rFonts w:asciiTheme="majorBidi" w:hAnsiTheme="majorBidi" w:cstheme="majorBidi"/>
          <w:sz w:val="28"/>
          <w:szCs w:val="28"/>
          <w:cs/>
        </w:rPr>
        <w:t xml:space="preserve">เริ่มตั้งแต่วันที่ </w:t>
      </w:r>
      <w:r w:rsidRPr="000D64B4">
        <w:rPr>
          <w:rFonts w:asciiTheme="majorBidi" w:hAnsiTheme="majorBidi" w:cstheme="majorBidi"/>
          <w:sz w:val="28"/>
          <w:szCs w:val="28"/>
        </w:rPr>
        <w:t xml:space="preserve">1 </w:t>
      </w:r>
      <w:r w:rsidRPr="000D64B4">
        <w:rPr>
          <w:rFonts w:asciiTheme="majorBidi" w:hAnsiTheme="majorBidi" w:cstheme="majorBidi"/>
          <w:sz w:val="28"/>
          <w:szCs w:val="28"/>
          <w:cs/>
        </w:rPr>
        <w:t xml:space="preserve">มกราคม </w:t>
      </w:r>
      <w:r w:rsidRPr="000D64B4">
        <w:rPr>
          <w:rFonts w:asciiTheme="majorBidi" w:hAnsiTheme="majorBidi" w:cstheme="majorBidi"/>
          <w:sz w:val="28"/>
          <w:szCs w:val="28"/>
        </w:rPr>
        <w:t>25</w:t>
      </w:r>
      <w:r w:rsidRPr="000D64B4">
        <w:rPr>
          <w:rFonts w:asciiTheme="majorBidi" w:hAnsiTheme="majorBidi" w:cstheme="majorBidi"/>
          <w:sz w:val="28"/>
          <w:szCs w:val="28"/>
          <w:cs/>
        </w:rPr>
        <w:t>6</w:t>
      </w:r>
      <w:r w:rsidR="00885BB9" w:rsidRPr="000D64B4">
        <w:rPr>
          <w:rFonts w:asciiTheme="majorBidi" w:hAnsiTheme="majorBidi" w:cstheme="majorBidi" w:hint="cs"/>
          <w:sz w:val="28"/>
          <w:szCs w:val="28"/>
          <w:cs/>
        </w:rPr>
        <w:t>2</w:t>
      </w:r>
      <w:r w:rsidRPr="000D64B4">
        <w:rPr>
          <w:rFonts w:asciiTheme="majorBidi" w:hAnsiTheme="majorBidi" w:cstheme="majorBidi"/>
          <w:sz w:val="28"/>
          <w:szCs w:val="28"/>
          <w:cs/>
        </w:rPr>
        <w:t xml:space="preserve"> บริษัท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</w:t>
      </w:r>
      <w:r w:rsidR="004D494E" w:rsidRPr="000D64B4">
        <w:rPr>
          <w:rFonts w:asciiTheme="majorBidi" w:hAnsiTheme="majorBidi" w:cstheme="majorBidi" w:hint="cs"/>
          <w:sz w:val="28"/>
          <w:szCs w:val="28"/>
          <w:cs/>
        </w:rPr>
        <w:t>ออกและ</w:t>
      </w:r>
      <w:r w:rsidR="004D494E" w:rsidRPr="000D64B4">
        <w:rPr>
          <w:rFonts w:asciiTheme="majorBidi" w:hAnsiTheme="majorBidi" w:cstheme="majorBidi"/>
          <w:sz w:val="28"/>
          <w:szCs w:val="28"/>
          <w:cs/>
        </w:rPr>
        <w:t>ปรับปรุงใหม่โดยสภาวิชาชีพบัญชี</w:t>
      </w:r>
      <w:r w:rsidRPr="000D64B4">
        <w:rPr>
          <w:rFonts w:asciiTheme="majorBidi" w:hAnsiTheme="majorBidi" w:cstheme="majorBidi"/>
          <w:sz w:val="28"/>
          <w:szCs w:val="28"/>
          <w:cs/>
        </w:rPr>
        <w:t xml:space="preserve"> ซึ่งมีผลบังคับใช้สำหรับรอบระยะเวลาบัญชีที่เริ่มในหรือหลังวันที่ </w:t>
      </w:r>
      <w:r w:rsidRPr="000D64B4">
        <w:rPr>
          <w:rFonts w:asciiTheme="majorBidi" w:hAnsiTheme="majorBidi" w:cstheme="majorBidi"/>
          <w:sz w:val="28"/>
          <w:szCs w:val="28"/>
        </w:rPr>
        <w:t xml:space="preserve">1 </w:t>
      </w:r>
      <w:r w:rsidRPr="000D64B4">
        <w:rPr>
          <w:rFonts w:asciiTheme="majorBidi" w:hAnsiTheme="majorBidi" w:cstheme="majorBidi"/>
          <w:sz w:val="28"/>
          <w:szCs w:val="28"/>
          <w:cs/>
        </w:rPr>
        <w:t xml:space="preserve">มกราคม </w:t>
      </w:r>
      <w:r w:rsidRPr="000D64B4">
        <w:rPr>
          <w:rFonts w:asciiTheme="majorBidi" w:hAnsiTheme="majorBidi" w:cstheme="majorBidi"/>
          <w:sz w:val="28"/>
          <w:szCs w:val="28"/>
        </w:rPr>
        <w:t>25</w:t>
      </w:r>
      <w:r w:rsidRPr="000D64B4">
        <w:rPr>
          <w:rFonts w:asciiTheme="majorBidi" w:hAnsiTheme="majorBidi" w:cstheme="majorBidi"/>
          <w:sz w:val="28"/>
          <w:szCs w:val="28"/>
          <w:cs/>
        </w:rPr>
        <w:t>6</w:t>
      </w:r>
      <w:r w:rsidR="00885BB9" w:rsidRPr="000D64B4">
        <w:rPr>
          <w:rFonts w:asciiTheme="majorBidi" w:hAnsiTheme="majorBidi" w:cstheme="majorBidi" w:hint="cs"/>
          <w:sz w:val="28"/>
          <w:szCs w:val="28"/>
          <w:cs/>
        </w:rPr>
        <w:t>2</w:t>
      </w:r>
      <w:r w:rsidRPr="000D64B4">
        <w:rPr>
          <w:rFonts w:asciiTheme="majorBidi" w:hAnsiTheme="majorBidi" w:cstheme="majorBidi"/>
          <w:sz w:val="28"/>
          <w:szCs w:val="28"/>
          <w:cs/>
        </w:rPr>
        <w:t xml:space="preserve"> 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</w:t>
      </w:r>
      <w:r w:rsidR="004D494E" w:rsidRPr="000D64B4">
        <w:rPr>
          <w:rFonts w:asciiTheme="majorBidi" w:hAnsiTheme="majorBidi" w:cstheme="majorBidi" w:hint="cs"/>
          <w:sz w:val="28"/>
          <w:szCs w:val="28"/>
          <w:cs/>
        </w:rPr>
        <w:t>ออกและ</w:t>
      </w:r>
      <w:r w:rsidRPr="000D64B4">
        <w:rPr>
          <w:rFonts w:asciiTheme="majorBidi" w:hAnsiTheme="majorBidi" w:cstheme="majorBidi"/>
          <w:sz w:val="28"/>
          <w:szCs w:val="28"/>
          <w:cs/>
        </w:rPr>
        <w:t>ปรับปรุงใหม่ดังกล่าวข้างต้นมาเริ่มถือปฏิบัติไม่มีผลกระทบที่เป็นสาระสำคัญต่อบริษัท</w:t>
      </w:r>
      <w:r w:rsidRPr="000D64B4">
        <w:rPr>
          <w:rFonts w:asciiTheme="majorBidi" w:hAnsiTheme="majorBidi" w:cstheme="majorBidi"/>
          <w:sz w:val="28"/>
          <w:szCs w:val="28"/>
        </w:rPr>
        <w:t xml:space="preserve"> </w:t>
      </w:r>
    </w:p>
    <w:p w:rsidR="00F37035" w:rsidRPr="000D64B4" w:rsidRDefault="00F37035" w:rsidP="00A901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/>
          <w:sz w:val="28"/>
          <w:szCs w:val="28"/>
        </w:rPr>
      </w:pPr>
    </w:p>
    <w:p w:rsidR="00F97073" w:rsidRPr="000D64B4" w:rsidRDefault="00F97073" w:rsidP="00F970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</w:tabs>
        <w:jc w:val="thaiDistribute"/>
        <w:rPr>
          <w:rFonts w:ascii="Angsana New" w:hAnsi="Angsana New"/>
          <w:sz w:val="28"/>
          <w:szCs w:val="28"/>
          <w:cs/>
        </w:rPr>
      </w:pPr>
      <w:r w:rsidRPr="000D64B4">
        <w:rPr>
          <w:rFonts w:ascii="Angsana New" w:hAnsi="Angsana New" w:hint="cs"/>
          <w:sz w:val="28"/>
          <w:szCs w:val="28"/>
          <w:cs/>
        </w:rPr>
        <w:t>ฝ่ายบริหารของบริษัทอยู่ระหว่างการประเมินและพิจารณาผลกระทบของการนำมาตรฐานการรายงานทางการเงิน</w:t>
      </w:r>
      <w:r w:rsidRPr="000D64B4">
        <w:rPr>
          <w:rFonts w:ascii="Angsana New" w:hAnsi="Angsana New"/>
          <w:sz w:val="28"/>
          <w:szCs w:val="28"/>
        </w:rPr>
        <w:t xml:space="preserve"> </w:t>
      </w:r>
      <w:r w:rsidR="002C090E">
        <w:rPr>
          <w:rFonts w:ascii="Angsana New" w:hAnsi="Angsana New" w:hint="cs"/>
          <w:sz w:val="28"/>
          <w:szCs w:val="28"/>
          <w:cs/>
        </w:rPr>
        <w:t xml:space="preserve">              </w:t>
      </w:r>
      <w:r w:rsidRPr="000D64B4">
        <w:rPr>
          <w:rFonts w:ascii="Angsana New" w:hAnsi="Angsana New" w:hint="cs"/>
          <w:sz w:val="28"/>
          <w:szCs w:val="28"/>
          <w:cs/>
        </w:rPr>
        <w:t>(กลุ่มเครื่องมือทางการเงิน)</w:t>
      </w:r>
      <w:r w:rsidR="000D64B4" w:rsidRPr="000D64B4">
        <w:rPr>
          <w:rFonts w:ascii="Angsana New" w:hAnsi="Angsana New" w:hint="cs"/>
          <w:sz w:val="28"/>
          <w:szCs w:val="28"/>
          <w:cs/>
        </w:rPr>
        <w:t xml:space="preserve"> จำนวน 5 ฉบับ</w:t>
      </w:r>
      <w:r w:rsidRPr="000D64B4">
        <w:rPr>
          <w:rFonts w:ascii="Angsana New" w:hAnsi="Angsana New" w:hint="cs"/>
          <w:sz w:val="28"/>
          <w:szCs w:val="28"/>
          <w:cs/>
        </w:rPr>
        <w:t>และ</w:t>
      </w:r>
      <w:r w:rsidRPr="000D64B4">
        <w:rPr>
          <w:rFonts w:ascii="Angsana New" w:hAnsi="Angsana New"/>
          <w:snapToGrid w:val="0"/>
          <w:sz w:val="28"/>
          <w:szCs w:val="28"/>
          <w:cs/>
        </w:rPr>
        <w:t>มาตรฐานการรายงานทางการเงินฉบับที่</w:t>
      </w:r>
      <w:r w:rsidRPr="000D64B4">
        <w:rPr>
          <w:rFonts w:ascii="Angsana New" w:hAnsi="Angsana New"/>
          <w:snapToGrid w:val="0"/>
          <w:sz w:val="28"/>
          <w:szCs w:val="28"/>
        </w:rPr>
        <w:t xml:space="preserve"> </w:t>
      </w:r>
      <w:r w:rsidRPr="000D64B4">
        <w:rPr>
          <w:rFonts w:ascii="Angsana New" w:hAnsi="Angsana New"/>
          <w:sz w:val="28"/>
          <w:szCs w:val="28"/>
        </w:rPr>
        <w:t>16 “</w:t>
      </w:r>
      <w:r w:rsidRPr="000D64B4">
        <w:rPr>
          <w:rFonts w:ascii="Angsana New" w:hAnsi="Angsana New" w:hint="cs"/>
          <w:sz w:val="28"/>
          <w:szCs w:val="28"/>
          <w:cs/>
        </w:rPr>
        <w:t xml:space="preserve">สัญญาเช่า” </w:t>
      </w:r>
      <w:r w:rsidR="000D64B4" w:rsidRPr="000D64B4">
        <w:rPr>
          <w:rFonts w:ascii="Angsana New" w:hAnsi="Angsana New" w:hint="cs"/>
          <w:sz w:val="28"/>
          <w:szCs w:val="28"/>
          <w:cs/>
        </w:rPr>
        <w:t>ที่ออกใหม่</w:t>
      </w:r>
      <w:r w:rsidRPr="000D64B4">
        <w:rPr>
          <w:rFonts w:ascii="Angsana New" w:hAnsi="Angsana New" w:hint="cs"/>
          <w:sz w:val="28"/>
          <w:szCs w:val="28"/>
          <w:cs/>
        </w:rPr>
        <w:t>ซึ่งจะมีผลบังคับใช้ในปี 2563</w:t>
      </w:r>
      <w:r w:rsidR="000D64B4" w:rsidRPr="000D64B4">
        <w:rPr>
          <w:rFonts w:ascii="Angsana New" w:hAnsi="Angsana New" w:hint="cs"/>
          <w:sz w:val="28"/>
          <w:szCs w:val="28"/>
          <w:cs/>
        </w:rPr>
        <w:t xml:space="preserve"> โดยบริษัทยัง</w:t>
      </w:r>
      <w:r w:rsidR="000D64B4" w:rsidRPr="000D64B4">
        <w:rPr>
          <w:rFonts w:ascii="Angsana New" w:hAnsi="Angsana New"/>
          <w:sz w:val="28"/>
          <w:szCs w:val="28"/>
          <w:cs/>
        </w:rPr>
        <w:t>ไม่ได้</w:t>
      </w:r>
      <w:r w:rsidR="000D64B4" w:rsidRPr="000D64B4">
        <w:rPr>
          <w:rFonts w:ascii="Angsana New" w:hAnsi="Angsana New" w:hint="cs"/>
          <w:sz w:val="28"/>
          <w:szCs w:val="28"/>
          <w:cs/>
        </w:rPr>
        <w:t>นำมาเริ่มถือปฏิบัติใน</w:t>
      </w:r>
      <w:r w:rsidR="000D64B4" w:rsidRPr="000D64B4">
        <w:rPr>
          <w:rFonts w:ascii="Angsana New" w:hAnsi="Angsana New"/>
          <w:sz w:val="28"/>
          <w:szCs w:val="28"/>
          <w:cs/>
        </w:rPr>
        <w:t>การจัดทำ</w:t>
      </w:r>
      <w:r w:rsidR="000D64B4" w:rsidRPr="000D64B4">
        <w:rPr>
          <w:rFonts w:ascii="Angsana New" w:hAnsi="Angsana New" w:hint="cs"/>
          <w:sz w:val="28"/>
          <w:szCs w:val="28"/>
          <w:cs/>
        </w:rPr>
        <w:t>ข้อมูลทางการเงินระหว่างกาล</w:t>
      </w:r>
      <w:r w:rsidR="000D64B4" w:rsidRPr="000D64B4">
        <w:rPr>
          <w:rFonts w:ascii="Angsana New" w:hAnsi="Angsana New"/>
          <w:sz w:val="28"/>
          <w:szCs w:val="28"/>
          <w:cs/>
        </w:rPr>
        <w:t>นี้</w:t>
      </w:r>
      <w:r w:rsidR="000D64B4" w:rsidRPr="000D64B4">
        <w:rPr>
          <w:rFonts w:ascii="Angsana New" w:hAnsi="Angsana New" w:hint="cs"/>
          <w:sz w:val="28"/>
          <w:szCs w:val="28"/>
          <w:cs/>
        </w:rPr>
        <w:t>และไม่มีนโยบายในการนำมาเริ่มถือปฏิบัติก่อนวันที่</w:t>
      </w:r>
      <w:r w:rsidR="000D64B4" w:rsidRPr="000D64B4">
        <w:rPr>
          <w:rFonts w:ascii="Angsana New" w:hAnsi="Angsana New"/>
          <w:sz w:val="28"/>
          <w:szCs w:val="28"/>
          <w:cs/>
        </w:rPr>
        <w:t>มีผลบังคับใช้</w:t>
      </w:r>
    </w:p>
    <w:p w:rsidR="00A90158" w:rsidRPr="000D64B4" w:rsidRDefault="00A90158" w:rsidP="00A901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/>
          <w:sz w:val="28"/>
          <w:szCs w:val="28"/>
        </w:rPr>
      </w:pPr>
    </w:p>
    <w:tbl>
      <w:tblPr>
        <w:tblW w:w="9438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4536"/>
        <w:gridCol w:w="4902"/>
      </w:tblGrid>
      <w:tr w:rsidR="00A90158" w:rsidRPr="000D64B4" w:rsidTr="002E305A"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158" w:rsidRPr="000D64B4" w:rsidRDefault="00A90158" w:rsidP="002E305A">
            <w:pPr>
              <w:ind w:left="-10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158" w:rsidRPr="000D64B4" w:rsidRDefault="00A90158" w:rsidP="002E305A">
            <w:pPr>
              <w:ind w:left="-10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9D0AD5" w:rsidRPr="000D64B4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28"/>
          <w:szCs w:val="28"/>
        </w:rPr>
      </w:pPr>
      <w:r w:rsidRPr="000D64B4">
        <w:rPr>
          <w:rFonts w:ascii="Angsana New" w:hAnsi="Angsana New"/>
          <w:b/>
          <w:bCs/>
          <w:sz w:val="28"/>
          <w:szCs w:val="28"/>
          <w:cs/>
        </w:rPr>
        <w:t>สรุปนโยบายการบัญชีที่สำคัญ</w:t>
      </w:r>
    </w:p>
    <w:p w:rsidR="009D0AD5" w:rsidRPr="000D64B4" w:rsidRDefault="009D0AD5" w:rsidP="009D0AD5">
      <w:pPr>
        <w:rPr>
          <w:rFonts w:ascii="Angsana New" w:hAnsi="Angsana New"/>
          <w:sz w:val="28"/>
          <w:szCs w:val="28"/>
        </w:rPr>
      </w:pPr>
    </w:p>
    <w:p w:rsidR="00E54922" w:rsidRDefault="00773157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  <w:r w:rsidRPr="000D64B4">
        <w:rPr>
          <w:rFonts w:ascii="Angsana New" w:hAnsi="Angsana New"/>
          <w:sz w:val="28"/>
          <w:szCs w:val="28"/>
          <w:cs/>
        </w:rPr>
        <w:t>บริษัทได้ใช้นโยบายการบัญชีที่สำคัญและวิธีการคำนวณต่างๆ ในการจัดทำข้อมูลทางการเงินระหว่างกาลสำหรับงวดสามเ</w:t>
      </w:r>
      <w:r w:rsidR="00BC5C89" w:rsidRPr="000D64B4">
        <w:rPr>
          <w:rFonts w:ascii="Angsana New" w:hAnsi="Angsana New"/>
          <w:sz w:val="28"/>
          <w:szCs w:val="28"/>
          <w:cs/>
        </w:rPr>
        <w:t xml:space="preserve">ดือนสิ้นสุดวันที่ </w:t>
      </w:r>
      <w:r w:rsidR="00BC5C89" w:rsidRPr="000D64B4">
        <w:rPr>
          <w:rFonts w:ascii="Angsana New" w:hAnsi="Angsana New" w:hint="cs"/>
          <w:sz w:val="28"/>
          <w:szCs w:val="28"/>
          <w:cs/>
        </w:rPr>
        <w:t>31</w:t>
      </w:r>
      <w:r w:rsidR="00BC5C89" w:rsidRPr="000D64B4">
        <w:rPr>
          <w:rFonts w:ascii="Angsana New" w:hAnsi="Angsana New"/>
          <w:sz w:val="28"/>
          <w:szCs w:val="28"/>
          <w:cs/>
        </w:rPr>
        <w:t xml:space="preserve"> มีนาคม </w:t>
      </w:r>
      <w:r w:rsidR="00BC5C89" w:rsidRPr="000D64B4">
        <w:rPr>
          <w:rFonts w:ascii="Angsana New" w:hAnsi="Angsana New" w:hint="cs"/>
          <w:sz w:val="28"/>
          <w:szCs w:val="28"/>
          <w:cs/>
        </w:rPr>
        <w:t>256</w:t>
      </w:r>
      <w:r w:rsidR="00C02C5A" w:rsidRPr="000D64B4">
        <w:rPr>
          <w:rFonts w:ascii="Angsana New" w:hAnsi="Angsana New"/>
          <w:sz w:val="28"/>
          <w:szCs w:val="28"/>
        </w:rPr>
        <w:t>2</w:t>
      </w:r>
      <w:r w:rsidRPr="000D64B4">
        <w:rPr>
          <w:rFonts w:ascii="Angsana New" w:hAnsi="Angsana New"/>
          <w:sz w:val="28"/>
          <w:szCs w:val="28"/>
          <w:cs/>
        </w:rPr>
        <w:t xml:space="preserve"> และ </w:t>
      </w:r>
      <w:r w:rsidR="00BC5C89" w:rsidRPr="000D64B4">
        <w:rPr>
          <w:rFonts w:ascii="Angsana New" w:hAnsi="Angsana New" w:hint="cs"/>
          <w:sz w:val="28"/>
          <w:szCs w:val="28"/>
          <w:cs/>
        </w:rPr>
        <w:t>256</w:t>
      </w:r>
      <w:r w:rsidR="00C02C5A" w:rsidRPr="000D64B4">
        <w:rPr>
          <w:rFonts w:ascii="Angsana New" w:hAnsi="Angsana New" w:hint="cs"/>
          <w:sz w:val="28"/>
          <w:szCs w:val="28"/>
          <w:cs/>
        </w:rPr>
        <w:t>1</w:t>
      </w:r>
      <w:r w:rsidRPr="000D64B4">
        <w:rPr>
          <w:rFonts w:ascii="Angsana New" w:hAnsi="Angsana New"/>
          <w:sz w:val="28"/>
          <w:szCs w:val="28"/>
          <w:cs/>
        </w:rPr>
        <w:t xml:space="preserve"> เช่นเดียวกับที่ใช้ในการจัดทำงบการเงินสำหรับปีสิ้นสุ</w:t>
      </w:r>
      <w:r w:rsidR="000A3ABC" w:rsidRPr="000D64B4">
        <w:rPr>
          <w:rFonts w:ascii="Angsana New" w:hAnsi="Angsana New"/>
          <w:sz w:val="28"/>
          <w:szCs w:val="28"/>
          <w:cs/>
        </w:rPr>
        <w:t xml:space="preserve">ดวันที่ 31 ธันวาคม </w:t>
      </w:r>
      <w:r w:rsidR="00F85AA5" w:rsidRPr="000D64B4">
        <w:rPr>
          <w:rFonts w:ascii="Angsana New" w:hAnsi="Angsana New" w:hint="cs"/>
          <w:sz w:val="28"/>
          <w:szCs w:val="28"/>
          <w:cs/>
        </w:rPr>
        <w:t>256</w:t>
      </w:r>
      <w:r w:rsidR="00C02C5A" w:rsidRPr="000D64B4">
        <w:rPr>
          <w:rFonts w:ascii="Angsana New" w:hAnsi="Angsana New" w:hint="cs"/>
          <w:sz w:val="28"/>
          <w:szCs w:val="28"/>
          <w:cs/>
        </w:rPr>
        <w:t>1</w:t>
      </w:r>
      <w:r w:rsidR="000A3ABC" w:rsidRPr="000D64B4">
        <w:rPr>
          <w:rFonts w:ascii="Angsana New" w:hAnsi="Angsana New"/>
          <w:sz w:val="28"/>
          <w:szCs w:val="28"/>
          <w:cs/>
        </w:rPr>
        <w:t xml:space="preserve"> ยกเว้น</w:t>
      </w:r>
      <w:r w:rsidRPr="000D64B4">
        <w:rPr>
          <w:rFonts w:ascii="Angsana New" w:hAnsi="Angsana New"/>
          <w:sz w:val="28"/>
          <w:szCs w:val="28"/>
          <w:cs/>
        </w:rPr>
        <w:t>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</w:t>
      </w:r>
      <w:r w:rsidR="004D494E" w:rsidRPr="000D64B4">
        <w:rPr>
          <w:rFonts w:ascii="Angsana New" w:hAnsi="Angsana New" w:hint="cs"/>
          <w:sz w:val="28"/>
          <w:szCs w:val="28"/>
          <w:cs/>
        </w:rPr>
        <w:t>ออกและ</w:t>
      </w:r>
      <w:r w:rsidRPr="000D64B4">
        <w:rPr>
          <w:rFonts w:ascii="Angsana New" w:hAnsi="Angsana New"/>
          <w:sz w:val="28"/>
          <w:szCs w:val="28"/>
          <w:cs/>
        </w:rPr>
        <w:t>ปรับปรุงใหม่ตามที่กล่าวในหมายเหตุ 1 มาเริ่มถือปฏิบัติซึ่งไม่มีผลกระทบที่เป็นสาระสำคัญต่อบริษัท</w:t>
      </w:r>
    </w:p>
    <w:p w:rsidR="000D64B4" w:rsidRDefault="000D64B4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:rsidR="000D64B4" w:rsidRPr="000D64B4" w:rsidRDefault="000D64B4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:rsidR="00BA534D" w:rsidRPr="00A169CC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A169CC">
        <w:rPr>
          <w:rFonts w:ascii="Angsana New" w:hAnsi="Angsana New"/>
          <w:b/>
          <w:bCs/>
          <w:sz w:val="30"/>
          <w:szCs w:val="30"/>
          <w:cs/>
        </w:rPr>
        <w:lastRenderedPageBreak/>
        <w:t>รายการบัญชีกับ</w:t>
      </w:r>
      <w:r w:rsidRPr="00A169CC">
        <w:rPr>
          <w:rFonts w:ascii="Angsana New" w:hAnsi="Angsana New" w:hint="cs"/>
          <w:b/>
          <w:bCs/>
          <w:sz w:val="30"/>
          <w:szCs w:val="30"/>
          <w:cs/>
        </w:rPr>
        <w:t>บุคคล</w:t>
      </w:r>
      <w:r w:rsidRPr="00A169CC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A703BB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4C51FE" w:rsidRDefault="003B0FAD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รายการบัญชีที่มีสาระสำคัญ</w:t>
      </w:r>
      <w:r w:rsidRPr="00905294">
        <w:rPr>
          <w:rFonts w:ascii="Angsana New" w:hAnsi="Angsana New"/>
          <w:sz w:val="30"/>
          <w:szCs w:val="30"/>
          <w:cs/>
        </w:rPr>
        <w:t>ที่เกิดขึ้น</w:t>
      </w:r>
      <w:r w:rsidRPr="00905294">
        <w:rPr>
          <w:rFonts w:ascii="Angsana New" w:hAnsi="Angsana New" w:hint="cs"/>
          <w:sz w:val="30"/>
          <w:szCs w:val="30"/>
          <w:cs/>
        </w:rPr>
        <w:t>กับบุคคล</w:t>
      </w:r>
      <w:r w:rsidRPr="00905294">
        <w:rPr>
          <w:rFonts w:ascii="Angsana New" w:hAnsi="Angsana New"/>
          <w:sz w:val="30"/>
          <w:szCs w:val="30"/>
          <w:cs/>
        </w:rPr>
        <w:t>ที่เกี่ยวข้องกันสำหรับ</w:t>
      </w:r>
      <w:r w:rsidR="0012772B"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905294">
        <w:rPr>
          <w:rFonts w:ascii="Angsana New" w:hAnsi="Angsana New" w:hint="cs"/>
          <w:sz w:val="30"/>
          <w:szCs w:val="30"/>
          <w:cs/>
        </w:rPr>
        <w:t>สิ้นสุดวันที่</w:t>
      </w:r>
      <w:r w:rsidRPr="00905294">
        <w:rPr>
          <w:rFonts w:ascii="Angsana New" w:hAnsi="Angsana New"/>
          <w:sz w:val="30"/>
          <w:szCs w:val="30"/>
        </w:rPr>
        <w:t xml:space="preserve"> 31 </w:t>
      </w:r>
      <w:r w:rsidR="00D80C2E">
        <w:rPr>
          <w:rFonts w:ascii="Angsana New" w:hAnsi="Angsana New" w:hint="cs"/>
          <w:sz w:val="30"/>
          <w:szCs w:val="30"/>
          <w:cs/>
        </w:rPr>
        <w:t>มีน</w:t>
      </w:r>
      <w:r w:rsidRPr="00905294">
        <w:rPr>
          <w:rFonts w:ascii="Angsana New" w:hAnsi="Angsana New" w:hint="cs"/>
          <w:sz w:val="30"/>
          <w:szCs w:val="30"/>
          <w:cs/>
        </w:rPr>
        <w:t>าคม</w:t>
      </w:r>
      <w:r w:rsidRPr="00905294">
        <w:rPr>
          <w:rFonts w:ascii="Angsana New" w:hAnsi="Angsana New"/>
          <w:sz w:val="30"/>
          <w:szCs w:val="30"/>
          <w:cs/>
        </w:rPr>
        <w:t xml:space="preserve"> </w:t>
      </w:r>
      <w:r w:rsidR="00AD52B3">
        <w:rPr>
          <w:rFonts w:ascii="Angsana New" w:hAnsi="Angsana New" w:hint="cs"/>
          <w:sz w:val="30"/>
          <w:szCs w:val="30"/>
          <w:cs/>
        </w:rPr>
        <w:t>256</w:t>
      </w:r>
      <w:r w:rsidR="00C02C5A">
        <w:rPr>
          <w:rFonts w:ascii="Angsana New" w:hAnsi="Angsana New" w:hint="cs"/>
          <w:sz w:val="30"/>
          <w:szCs w:val="30"/>
          <w:cs/>
        </w:rPr>
        <w:t>2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 xml:space="preserve">และ </w:t>
      </w:r>
      <w:r w:rsidR="00AD52B3">
        <w:rPr>
          <w:rFonts w:ascii="Angsana New" w:hAnsi="Angsana New"/>
          <w:sz w:val="30"/>
          <w:szCs w:val="30"/>
        </w:rPr>
        <w:t>256</w:t>
      </w:r>
      <w:r w:rsidR="00C02C5A">
        <w:rPr>
          <w:rFonts w:ascii="Angsana New" w:hAnsi="Angsana New"/>
          <w:sz w:val="30"/>
          <w:szCs w:val="30"/>
        </w:rPr>
        <w:t>1</w:t>
      </w:r>
      <w:r w:rsidRPr="00905294">
        <w:rPr>
          <w:rFonts w:ascii="Angsana New" w:hAnsi="Angsana New" w:hint="cs"/>
          <w:sz w:val="30"/>
          <w:szCs w:val="30"/>
          <w:cs/>
        </w:rPr>
        <w:t xml:space="preserve"> มี</w:t>
      </w:r>
      <w:r w:rsidRPr="00905294">
        <w:rPr>
          <w:rFonts w:ascii="Angsana New" w:hAnsi="Angsana New"/>
          <w:sz w:val="30"/>
          <w:szCs w:val="30"/>
          <w:cs/>
        </w:rPr>
        <w:t>ดังนี้</w:t>
      </w:r>
    </w:p>
    <w:p w:rsidR="005E60B9" w:rsidRPr="00A703BB" w:rsidRDefault="005E60B9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521" w:type="dxa"/>
        <w:tblInd w:w="-34" w:type="dxa"/>
        <w:tblLayout w:type="fixed"/>
        <w:tblLook w:val="0000"/>
      </w:tblPr>
      <w:tblGrid>
        <w:gridCol w:w="5867"/>
        <w:gridCol w:w="1694"/>
        <w:gridCol w:w="283"/>
        <w:gridCol w:w="1677"/>
      </w:tblGrid>
      <w:tr w:rsidR="00B678F7" w:rsidRPr="00905294" w:rsidTr="00143107">
        <w:trPr>
          <w:cantSplit/>
          <w:trHeight w:val="20"/>
          <w:tblHeader/>
        </w:trPr>
        <w:tc>
          <w:tcPr>
            <w:tcW w:w="5867" w:type="dxa"/>
            <w:shd w:val="clear" w:color="auto" w:fill="auto"/>
            <w:vAlign w:val="bottom"/>
          </w:tcPr>
          <w:p w:rsidR="00B678F7" w:rsidRPr="00905294" w:rsidRDefault="00B678F7" w:rsidP="00C20943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65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78F7" w:rsidRPr="00905294" w:rsidRDefault="00B678F7" w:rsidP="00C20943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05294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905294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C02C5A" w:rsidRPr="00905294" w:rsidTr="00143107">
        <w:trPr>
          <w:trHeight w:val="20"/>
          <w:tblHeader/>
        </w:trPr>
        <w:tc>
          <w:tcPr>
            <w:tcW w:w="5867" w:type="dxa"/>
            <w:shd w:val="clear" w:color="auto" w:fill="auto"/>
            <w:vAlign w:val="bottom"/>
          </w:tcPr>
          <w:p w:rsidR="00C02C5A" w:rsidRPr="00905294" w:rsidRDefault="00C02C5A" w:rsidP="00B35685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C5A" w:rsidRPr="00905294" w:rsidRDefault="00C02C5A" w:rsidP="00C02C5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2562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C02C5A" w:rsidRPr="00905294" w:rsidRDefault="00C02C5A" w:rsidP="00B35685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C5A" w:rsidRPr="00905294" w:rsidRDefault="00C02C5A" w:rsidP="003854C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2561</w:t>
            </w:r>
          </w:p>
        </w:tc>
      </w:tr>
      <w:tr w:rsidR="00C02C5A" w:rsidRPr="00905294" w:rsidTr="00143107">
        <w:trPr>
          <w:trHeight w:val="20"/>
        </w:trPr>
        <w:tc>
          <w:tcPr>
            <w:tcW w:w="5867" w:type="dxa"/>
            <w:shd w:val="clear" w:color="auto" w:fill="auto"/>
            <w:vAlign w:val="bottom"/>
          </w:tcPr>
          <w:p w:rsidR="00C02C5A" w:rsidRPr="00905294" w:rsidRDefault="00C02C5A" w:rsidP="00B35685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694" w:type="dxa"/>
            <w:shd w:val="clear" w:color="auto" w:fill="auto"/>
          </w:tcPr>
          <w:p w:rsidR="00C02C5A" w:rsidRPr="00E61C6D" w:rsidRDefault="00C02C5A" w:rsidP="00B3568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C02C5A" w:rsidRPr="00905294" w:rsidRDefault="00C02C5A" w:rsidP="00B3568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677" w:type="dxa"/>
            <w:shd w:val="clear" w:color="auto" w:fill="auto"/>
          </w:tcPr>
          <w:p w:rsidR="00C02C5A" w:rsidRPr="00E61C6D" w:rsidRDefault="00C02C5A" w:rsidP="003854CB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</w:tr>
      <w:tr w:rsidR="00C02C5A" w:rsidRPr="00905294" w:rsidTr="00143107">
        <w:trPr>
          <w:trHeight w:val="20"/>
        </w:trPr>
        <w:tc>
          <w:tcPr>
            <w:tcW w:w="5867" w:type="dxa"/>
            <w:shd w:val="clear" w:color="auto" w:fill="auto"/>
            <w:vAlign w:val="bottom"/>
          </w:tcPr>
          <w:p w:rsidR="00C02C5A" w:rsidRPr="00905294" w:rsidRDefault="00C02C5A" w:rsidP="00B35685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694" w:type="dxa"/>
            <w:shd w:val="clear" w:color="auto" w:fill="auto"/>
            <w:vAlign w:val="bottom"/>
          </w:tcPr>
          <w:p w:rsidR="00C02C5A" w:rsidRPr="00A65984" w:rsidRDefault="00A65984" w:rsidP="00A6598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65984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C02C5A" w:rsidRPr="00A65984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A65984">
              <w:rPr>
                <w:rFonts w:ascii="Angsana New" w:hAnsi="Angsana New"/>
                <w:sz w:val="30"/>
                <w:szCs w:val="30"/>
                <w:lang w:eastAsia="en-US"/>
              </w:rPr>
              <w:t>659</w:t>
            </w:r>
          </w:p>
        </w:tc>
        <w:tc>
          <w:tcPr>
            <w:tcW w:w="283" w:type="dxa"/>
            <w:shd w:val="clear" w:color="auto" w:fill="auto"/>
          </w:tcPr>
          <w:p w:rsidR="00C02C5A" w:rsidRPr="00905294" w:rsidRDefault="00C02C5A" w:rsidP="00B3568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C02C5A" w:rsidRPr="009516CD" w:rsidRDefault="00C02C5A" w:rsidP="003854CB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8,273</w:t>
            </w:r>
          </w:p>
        </w:tc>
      </w:tr>
      <w:tr w:rsidR="00C02C5A" w:rsidRPr="00905294" w:rsidTr="00143107">
        <w:trPr>
          <w:trHeight w:val="20"/>
        </w:trPr>
        <w:tc>
          <w:tcPr>
            <w:tcW w:w="5867" w:type="dxa"/>
            <w:shd w:val="clear" w:color="auto" w:fill="auto"/>
            <w:vAlign w:val="bottom"/>
          </w:tcPr>
          <w:p w:rsidR="00C02C5A" w:rsidRPr="00905294" w:rsidRDefault="00C02C5A" w:rsidP="00B35685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</w:tcPr>
          <w:p w:rsidR="00C02C5A" w:rsidRPr="00A65984" w:rsidRDefault="00A65984" w:rsidP="00A6598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A65984">
              <w:rPr>
                <w:rFonts w:ascii="Angsana New" w:hAnsi="Angsana New"/>
                <w:sz w:val="30"/>
                <w:szCs w:val="30"/>
                <w:lang w:eastAsia="en-US"/>
              </w:rPr>
              <w:t>653</w:t>
            </w:r>
          </w:p>
        </w:tc>
        <w:tc>
          <w:tcPr>
            <w:tcW w:w="283" w:type="dxa"/>
            <w:shd w:val="clear" w:color="auto" w:fill="auto"/>
          </w:tcPr>
          <w:p w:rsidR="00C02C5A" w:rsidRPr="00905294" w:rsidRDefault="00C02C5A" w:rsidP="00B3568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</w:tcPr>
          <w:p w:rsidR="00C02C5A" w:rsidRPr="009516CD" w:rsidRDefault="00C02C5A" w:rsidP="003854CB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1,051</w:t>
            </w:r>
          </w:p>
        </w:tc>
      </w:tr>
      <w:tr w:rsidR="00C02C5A" w:rsidRPr="00905294" w:rsidTr="00143107">
        <w:trPr>
          <w:trHeight w:val="20"/>
        </w:trPr>
        <w:tc>
          <w:tcPr>
            <w:tcW w:w="5867" w:type="dxa"/>
            <w:shd w:val="clear" w:color="auto" w:fill="auto"/>
            <w:vAlign w:val="bottom"/>
          </w:tcPr>
          <w:p w:rsidR="00C02C5A" w:rsidRPr="00905294" w:rsidRDefault="00C02C5A" w:rsidP="00B35685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6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02C5A" w:rsidRPr="00A65984" w:rsidRDefault="00A65984" w:rsidP="00A6598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A65984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="00C02C5A" w:rsidRPr="00A65984">
              <w:rPr>
                <w:rFonts w:ascii="Angsana New" w:hAnsi="Angsana New"/>
                <w:sz w:val="30"/>
                <w:szCs w:val="30"/>
                <w:lang w:eastAsia="en-US"/>
              </w:rPr>
              <w:t>,3</w:t>
            </w:r>
            <w:r w:rsidRPr="00A65984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C02C5A" w:rsidRPr="00A65984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C02C5A" w:rsidRPr="00905294" w:rsidRDefault="00C02C5A" w:rsidP="00B3568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02C5A" w:rsidRPr="009516CD" w:rsidRDefault="00C02C5A" w:rsidP="003854CB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9,324</w:t>
            </w:r>
          </w:p>
        </w:tc>
      </w:tr>
    </w:tbl>
    <w:p w:rsidR="00241DF3" w:rsidRDefault="00241DF3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62372A" w:rsidRPr="00297680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:rsidR="0062372A" w:rsidRPr="00C7618D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6351AC" w:rsidRPr="004C51FE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4C51FE">
        <w:rPr>
          <w:rFonts w:ascii="Angsana New" w:hAnsi="Angsana New"/>
          <w:sz w:val="30"/>
          <w:szCs w:val="30"/>
          <w:cs/>
        </w:rPr>
        <w:t xml:space="preserve">ลูกหนี้การค้า ณ วันที่ </w:t>
      </w:r>
      <w:r w:rsidRPr="004C51FE">
        <w:rPr>
          <w:rFonts w:ascii="Angsana New" w:hAnsi="Angsana New"/>
          <w:sz w:val="30"/>
          <w:szCs w:val="30"/>
        </w:rPr>
        <w:t xml:space="preserve">31 </w:t>
      </w:r>
      <w:r w:rsidR="00F73FE2">
        <w:rPr>
          <w:rFonts w:ascii="Angsana New" w:hAnsi="Angsana New" w:hint="cs"/>
          <w:sz w:val="30"/>
          <w:szCs w:val="30"/>
          <w:cs/>
        </w:rPr>
        <w:t>มีนา</w:t>
      </w:r>
      <w:r w:rsidRPr="004C51FE">
        <w:rPr>
          <w:rFonts w:ascii="Angsana New" w:hAnsi="Angsana New"/>
          <w:sz w:val="30"/>
          <w:szCs w:val="30"/>
          <w:cs/>
        </w:rPr>
        <w:t xml:space="preserve">คม </w:t>
      </w:r>
      <w:r w:rsidRPr="004C51FE">
        <w:rPr>
          <w:rFonts w:ascii="Angsana New" w:hAnsi="Angsana New"/>
          <w:sz w:val="30"/>
          <w:szCs w:val="30"/>
        </w:rPr>
        <w:t>25</w:t>
      </w:r>
      <w:r w:rsidR="00F73FE2">
        <w:rPr>
          <w:rFonts w:ascii="Angsana New" w:hAnsi="Angsana New"/>
          <w:sz w:val="30"/>
          <w:szCs w:val="30"/>
        </w:rPr>
        <w:t>6</w:t>
      </w:r>
      <w:r w:rsidR="00C02C5A">
        <w:rPr>
          <w:rFonts w:ascii="Angsana New" w:hAnsi="Angsana New"/>
          <w:sz w:val="30"/>
          <w:szCs w:val="30"/>
        </w:rPr>
        <w:t>2</w:t>
      </w:r>
      <w:r w:rsidRPr="004C51FE">
        <w:rPr>
          <w:rFonts w:ascii="Angsana New" w:hAnsi="Angsana New"/>
          <w:sz w:val="30"/>
          <w:szCs w:val="30"/>
        </w:rPr>
        <w:t xml:space="preserve"> </w:t>
      </w:r>
      <w:r w:rsidRPr="004C51FE">
        <w:rPr>
          <w:rFonts w:ascii="Angsana New" w:hAnsi="Angsana New" w:hint="cs"/>
          <w:sz w:val="30"/>
          <w:szCs w:val="30"/>
          <w:cs/>
        </w:rPr>
        <w:t>และ</w:t>
      </w:r>
      <w:r w:rsidR="00F73FE2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4C51FE">
        <w:rPr>
          <w:rFonts w:ascii="Angsana New" w:hAnsi="Angsana New" w:hint="cs"/>
          <w:sz w:val="30"/>
          <w:szCs w:val="30"/>
          <w:cs/>
        </w:rPr>
        <w:t xml:space="preserve"> </w:t>
      </w:r>
      <w:r w:rsidR="00FC7059" w:rsidRPr="004C51FE">
        <w:rPr>
          <w:rFonts w:ascii="Angsana New" w:hAnsi="Angsana New"/>
          <w:sz w:val="30"/>
          <w:szCs w:val="30"/>
        </w:rPr>
        <w:t>25</w:t>
      </w:r>
      <w:r w:rsidR="00AD52B3">
        <w:rPr>
          <w:rFonts w:ascii="Angsana New" w:hAnsi="Angsana New"/>
          <w:sz w:val="30"/>
          <w:szCs w:val="30"/>
        </w:rPr>
        <w:t>6</w:t>
      </w:r>
      <w:r w:rsidR="00C02C5A">
        <w:rPr>
          <w:rFonts w:ascii="Angsana New" w:hAnsi="Angsana New"/>
          <w:sz w:val="30"/>
          <w:szCs w:val="30"/>
        </w:rPr>
        <w:t>1</w:t>
      </w:r>
      <w:r w:rsidRPr="004C51FE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6351AC" w:rsidRPr="00C7618D" w:rsidRDefault="006351AC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tbl>
      <w:tblPr>
        <w:tblW w:w="9504" w:type="dxa"/>
        <w:tblLayout w:type="fixed"/>
        <w:tblLook w:val="04A0"/>
      </w:tblPr>
      <w:tblGrid>
        <w:gridCol w:w="5819"/>
        <w:gridCol w:w="1701"/>
        <w:gridCol w:w="283"/>
        <w:gridCol w:w="1701"/>
      </w:tblGrid>
      <w:tr w:rsidR="00542702" w:rsidRPr="004C51FE" w:rsidTr="00542702">
        <w:tc>
          <w:tcPr>
            <w:tcW w:w="5819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bottom"/>
          </w:tcPr>
          <w:p w:rsidR="00542702" w:rsidRPr="004C51FE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AD52B3" w:rsidRPr="004C51FE" w:rsidTr="00542702">
        <w:tc>
          <w:tcPr>
            <w:tcW w:w="5819" w:type="dxa"/>
            <w:vAlign w:val="bottom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2B3" w:rsidRPr="004C51FE" w:rsidRDefault="00AD52B3" w:rsidP="00C02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C02C5A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83" w:type="dxa"/>
            <w:vAlign w:val="bottom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D52B3" w:rsidRPr="004C51FE" w:rsidRDefault="00AD52B3" w:rsidP="00C02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C02C5A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</w:tr>
      <w:tr w:rsidR="007308BB" w:rsidRPr="004C51FE" w:rsidTr="007F3DC8">
        <w:tc>
          <w:tcPr>
            <w:tcW w:w="5819" w:type="dxa"/>
            <w:vAlign w:val="bottom"/>
          </w:tcPr>
          <w:p w:rsidR="007308BB" w:rsidRPr="004C51FE" w:rsidRDefault="007308B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7308BB" w:rsidRPr="00EC68FC" w:rsidRDefault="007308BB" w:rsidP="00A6598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C68FC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</w:t>
            </w:r>
            <w:r w:rsidR="00A65984" w:rsidRPr="00EC68FC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36</w:t>
            </w:r>
            <w:r w:rsidRPr="00EC68F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A65984" w:rsidRPr="00EC68FC">
              <w:rPr>
                <w:rFonts w:ascii="Angsana New" w:hAnsi="Angsana New"/>
                <w:sz w:val="30"/>
                <w:szCs w:val="30"/>
                <w:lang w:eastAsia="en-US"/>
              </w:rPr>
              <w:t>448</w:t>
            </w:r>
          </w:p>
        </w:tc>
        <w:tc>
          <w:tcPr>
            <w:tcW w:w="283" w:type="dxa"/>
          </w:tcPr>
          <w:p w:rsidR="007308BB" w:rsidRPr="00F128A6" w:rsidRDefault="007308BB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7308BB" w:rsidRPr="007308BB" w:rsidRDefault="007308BB" w:rsidP="007308BB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08BB">
              <w:rPr>
                <w:rFonts w:ascii="Angsana New" w:hAnsi="Angsana New"/>
                <w:sz w:val="30"/>
                <w:szCs w:val="30"/>
                <w:lang w:eastAsia="en-US"/>
              </w:rPr>
              <w:t>146,501</w:t>
            </w:r>
          </w:p>
        </w:tc>
      </w:tr>
      <w:tr w:rsidR="007308BB" w:rsidRPr="004C51FE" w:rsidTr="000D57D7">
        <w:tc>
          <w:tcPr>
            <w:tcW w:w="5819" w:type="dxa"/>
            <w:vAlign w:val="bottom"/>
          </w:tcPr>
          <w:p w:rsidR="007308BB" w:rsidRPr="004C51FE" w:rsidRDefault="007308B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4C51FE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7308BB" w:rsidRPr="00EC68FC" w:rsidRDefault="007308BB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:rsidR="007308BB" w:rsidRPr="004C51FE" w:rsidRDefault="007308BB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7308BB" w:rsidRPr="00C02C5A" w:rsidRDefault="007308BB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7308BB" w:rsidRPr="004C51FE" w:rsidTr="00693B42">
        <w:tc>
          <w:tcPr>
            <w:tcW w:w="5819" w:type="dxa"/>
            <w:vAlign w:val="bottom"/>
          </w:tcPr>
          <w:p w:rsidR="007308BB" w:rsidRPr="004C51FE" w:rsidRDefault="007308B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7308BB" w:rsidRPr="00EC68FC" w:rsidRDefault="00A65984" w:rsidP="00A6598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C68FC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63</w:t>
            </w:r>
            <w:r w:rsidR="007308BB" w:rsidRPr="00EC68F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EC68FC">
              <w:rPr>
                <w:rFonts w:ascii="Angsana New" w:hAnsi="Angsana New"/>
                <w:sz w:val="30"/>
                <w:szCs w:val="30"/>
                <w:lang w:eastAsia="en-US"/>
              </w:rPr>
              <w:t>238</w:t>
            </w:r>
          </w:p>
        </w:tc>
        <w:tc>
          <w:tcPr>
            <w:tcW w:w="283" w:type="dxa"/>
          </w:tcPr>
          <w:p w:rsidR="007308BB" w:rsidRPr="004C51FE" w:rsidRDefault="007308BB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7308BB" w:rsidRPr="007308BB" w:rsidRDefault="007308BB" w:rsidP="007308BB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08BB">
              <w:rPr>
                <w:rFonts w:ascii="Angsana New" w:hAnsi="Angsana New"/>
                <w:sz w:val="30"/>
                <w:szCs w:val="30"/>
                <w:lang w:eastAsia="en-US"/>
              </w:rPr>
              <w:t>65,312</w:t>
            </w:r>
          </w:p>
        </w:tc>
      </w:tr>
      <w:tr w:rsidR="007308BB" w:rsidRPr="004C51FE" w:rsidTr="00693B42">
        <w:tc>
          <w:tcPr>
            <w:tcW w:w="5819" w:type="dxa"/>
            <w:vAlign w:val="bottom"/>
          </w:tcPr>
          <w:p w:rsidR="007308BB" w:rsidRPr="004C51FE" w:rsidRDefault="007308B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7308BB" w:rsidRPr="00EC68FC" w:rsidRDefault="00A65984" w:rsidP="00A6598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C68FC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28</w:t>
            </w:r>
            <w:r w:rsidR="007308BB" w:rsidRPr="00EC68F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EC68FC">
              <w:rPr>
                <w:rFonts w:ascii="Angsana New" w:hAnsi="Angsana New"/>
                <w:sz w:val="30"/>
                <w:szCs w:val="30"/>
                <w:lang w:eastAsia="en-US"/>
              </w:rPr>
              <w:t>018</w:t>
            </w:r>
          </w:p>
        </w:tc>
        <w:tc>
          <w:tcPr>
            <w:tcW w:w="283" w:type="dxa"/>
          </w:tcPr>
          <w:p w:rsidR="007308BB" w:rsidRPr="004C51FE" w:rsidRDefault="007308BB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7308BB" w:rsidRPr="007308BB" w:rsidRDefault="007308BB" w:rsidP="007308BB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08BB">
              <w:rPr>
                <w:rFonts w:ascii="Angsana New" w:hAnsi="Angsana New"/>
                <w:sz w:val="30"/>
                <w:szCs w:val="30"/>
                <w:lang w:eastAsia="en-US"/>
              </w:rPr>
              <w:t>19,728</w:t>
            </w:r>
          </w:p>
        </w:tc>
      </w:tr>
      <w:tr w:rsidR="007308BB" w:rsidRPr="004C51FE" w:rsidTr="00693B42">
        <w:tc>
          <w:tcPr>
            <w:tcW w:w="5819" w:type="dxa"/>
            <w:vAlign w:val="bottom"/>
          </w:tcPr>
          <w:p w:rsidR="007308BB" w:rsidRPr="004C51FE" w:rsidRDefault="007308B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12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7308BB" w:rsidRPr="00EC68FC" w:rsidRDefault="00A65984" w:rsidP="00A6598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C68FC">
              <w:rPr>
                <w:rFonts w:ascii="Angsana New" w:hAnsi="Angsana New"/>
                <w:sz w:val="30"/>
                <w:szCs w:val="30"/>
                <w:lang w:eastAsia="en-US"/>
              </w:rPr>
              <w:t>14</w:t>
            </w:r>
            <w:r w:rsidR="007308BB" w:rsidRPr="00EC68F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EC68FC">
              <w:rPr>
                <w:rFonts w:ascii="Angsana New" w:hAnsi="Angsana New"/>
                <w:sz w:val="30"/>
                <w:szCs w:val="30"/>
                <w:lang w:eastAsia="en-US"/>
              </w:rPr>
              <w:t>027</w:t>
            </w:r>
          </w:p>
        </w:tc>
        <w:tc>
          <w:tcPr>
            <w:tcW w:w="283" w:type="dxa"/>
          </w:tcPr>
          <w:p w:rsidR="007308BB" w:rsidRPr="004C51FE" w:rsidRDefault="007308BB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7308BB" w:rsidRPr="004C1D45" w:rsidRDefault="004C1D45" w:rsidP="004C1D4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12</w:t>
            </w:r>
            <w:r w:rsidR="007308BB" w:rsidRPr="004C1D4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114</w:t>
            </w:r>
          </w:p>
        </w:tc>
      </w:tr>
      <w:tr w:rsidR="007308BB" w:rsidRPr="004C51FE" w:rsidTr="0009604B">
        <w:tc>
          <w:tcPr>
            <w:tcW w:w="5819" w:type="dxa"/>
            <w:vAlign w:val="bottom"/>
          </w:tcPr>
          <w:p w:rsidR="007308BB" w:rsidRPr="004C51FE" w:rsidRDefault="007308B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7308BB" w:rsidRPr="00EC68FC" w:rsidRDefault="00A65984" w:rsidP="00A6598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C68FC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7308BB" w:rsidRPr="00EC68F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EC68FC">
              <w:rPr>
                <w:rFonts w:ascii="Angsana New" w:hAnsi="Angsana New"/>
                <w:sz w:val="30"/>
                <w:szCs w:val="30"/>
                <w:lang w:eastAsia="en-US"/>
              </w:rPr>
              <w:t>249</w:t>
            </w:r>
          </w:p>
        </w:tc>
        <w:tc>
          <w:tcPr>
            <w:tcW w:w="283" w:type="dxa"/>
          </w:tcPr>
          <w:p w:rsidR="007308BB" w:rsidRPr="004C51FE" w:rsidRDefault="007308B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08BB" w:rsidRPr="004C1D45" w:rsidRDefault="004C1D45" w:rsidP="004C1D4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7308BB" w:rsidRPr="004C1D4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905</w:t>
            </w:r>
          </w:p>
        </w:tc>
      </w:tr>
      <w:tr w:rsidR="007308BB" w:rsidRPr="004C51FE" w:rsidTr="0009604B">
        <w:tc>
          <w:tcPr>
            <w:tcW w:w="5819" w:type="dxa"/>
            <w:vAlign w:val="bottom"/>
          </w:tcPr>
          <w:p w:rsidR="007308BB" w:rsidRPr="004C51FE" w:rsidRDefault="007308B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vAlign w:val="bottom"/>
          </w:tcPr>
          <w:p w:rsidR="007308BB" w:rsidRPr="00EC68FC" w:rsidRDefault="00EC68FC" w:rsidP="00EC68F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C68FC">
              <w:rPr>
                <w:rFonts w:ascii="Angsana New" w:hAnsi="Angsana New"/>
                <w:sz w:val="30"/>
                <w:szCs w:val="30"/>
                <w:lang w:eastAsia="en-US"/>
              </w:rPr>
              <w:t>247</w:t>
            </w:r>
            <w:r w:rsidR="007308BB" w:rsidRPr="00EC68F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EC68FC">
              <w:rPr>
                <w:rFonts w:ascii="Angsana New" w:hAnsi="Angsana New"/>
                <w:sz w:val="30"/>
                <w:szCs w:val="30"/>
                <w:lang w:eastAsia="en-US"/>
              </w:rPr>
              <w:t>980</w:t>
            </w:r>
          </w:p>
        </w:tc>
        <w:tc>
          <w:tcPr>
            <w:tcW w:w="283" w:type="dxa"/>
          </w:tcPr>
          <w:p w:rsidR="007308BB" w:rsidRPr="004C51FE" w:rsidRDefault="007308B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7308BB" w:rsidRPr="004C1D45" w:rsidRDefault="004C1D45" w:rsidP="004C1D4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248</w:t>
            </w:r>
            <w:r w:rsidR="007308BB" w:rsidRPr="004C1D4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560</w:t>
            </w:r>
          </w:p>
        </w:tc>
      </w:tr>
      <w:tr w:rsidR="00EC68FC" w:rsidRPr="004C51FE" w:rsidTr="0009604B">
        <w:tc>
          <w:tcPr>
            <w:tcW w:w="5819" w:type="dxa"/>
          </w:tcPr>
          <w:p w:rsidR="00EC68FC" w:rsidRPr="00E37D10" w:rsidRDefault="00EC68FC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หัก ค่าเผื่อหนี้สงสัยจะสูญ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EC68FC" w:rsidRPr="00EC68FC" w:rsidRDefault="00EC68FC" w:rsidP="00EC68F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C68FC">
              <w:rPr>
                <w:rFonts w:ascii="Angsana New" w:hAnsi="Angsana New" w:hint="cs"/>
                <w:sz w:val="30"/>
                <w:szCs w:val="30"/>
                <w:cs/>
              </w:rPr>
              <w:t xml:space="preserve"> (      6,249)</w:t>
            </w:r>
          </w:p>
        </w:tc>
        <w:tc>
          <w:tcPr>
            <w:tcW w:w="283" w:type="dxa"/>
          </w:tcPr>
          <w:p w:rsidR="00EC68FC" w:rsidRPr="004C51FE" w:rsidRDefault="00EC68FC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8FC" w:rsidRPr="004C1D45" w:rsidRDefault="00EC68FC" w:rsidP="004C1D4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1D45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4C1D45">
              <w:rPr>
                <w:rFonts w:ascii="Angsana New" w:hAnsi="Angsana New" w:hint="cs"/>
                <w:sz w:val="30"/>
                <w:szCs w:val="30"/>
                <w:cs/>
              </w:rPr>
              <w:t xml:space="preserve">  4,906)</w:t>
            </w:r>
          </w:p>
        </w:tc>
      </w:tr>
      <w:tr w:rsidR="007308BB" w:rsidRPr="004C51FE" w:rsidTr="00F835B9">
        <w:tc>
          <w:tcPr>
            <w:tcW w:w="5819" w:type="dxa"/>
            <w:vAlign w:val="bottom"/>
          </w:tcPr>
          <w:p w:rsidR="007308BB" w:rsidRPr="00E37D10" w:rsidRDefault="007308B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308BB" w:rsidRPr="00EC68FC" w:rsidRDefault="00EC68FC" w:rsidP="00EC68F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C68FC">
              <w:rPr>
                <w:rFonts w:ascii="Angsana New" w:hAnsi="Angsana New"/>
                <w:sz w:val="30"/>
                <w:szCs w:val="30"/>
                <w:lang w:eastAsia="en-US"/>
              </w:rPr>
              <w:t>241</w:t>
            </w:r>
            <w:r w:rsidR="007308BB" w:rsidRPr="00EC68F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EC68FC">
              <w:rPr>
                <w:rFonts w:ascii="Angsana New" w:hAnsi="Angsana New"/>
                <w:sz w:val="30"/>
                <w:szCs w:val="30"/>
                <w:lang w:eastAsia="en-US"/>
              </w:rPr>
              <w:t>731</w:t>
            </w:r>
          </w:p>
        </w:tc>
        <w:tc>
          <w:tcPr>
            <w:tcW w:w="283" w:type="dxa"/>
          </w:tcPr>
          <w:p w:rsidR="007308BB" w:rsidRPr="004C51FE" w:rsidRDefault="007308BB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308BB" w:rsidRPr="004C1D45" w:rsidRDefault="007308BB" w:rsidP="004C1D4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4C1D45" w:rsidRPr="004C1D45">
              <w:rPr>
                <w:rFonts w:ascii="Angsana New" w:hAnsi="Angsana New"/>
                <w:sz w:val="30"/>
                <w:szCs w:val="30"/>
                <w:lang w:eastAsia="en-US"/>
              </w:rPr>
              <w:t>43</w:t>
            </w: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4C1D45" w:rsidRPr="004C1D45">
              <w:rPr>
                <w:rFonts w:ascii="Angsana New" w:hAnsi="Angsana New"/>
                <w:sz w:val="30"/>
                <w:szCs w:val="30"/>
                <w:lang w:eastAsia="en-US"/>
              </w:rPr>
              <w:t>654</w:t>
            </w:r>
          </w:p>
        </w:tc>
      </w:tr>
    </w:tbl>
    <w:p w:rsidR="007B4E7A" w:rsidRDefault="007B4E7A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C7618D" w:rsidRDefault="00C7618D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C7618D" w:rsidRDefault="00C7618D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C7618D" w:rsidRDefault="00C7618D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4A2A1D" w:rsidRPr="0088007E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</w:p>
    <w:p w:rsidR="004A2A1D" w:rsidRPr="00A703BB" w:rsidRDefault="004A2A1D" w:rsidP="000D1151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757C99" w:rsidRPr="00757C99" w:rsidRDefault="00D81250" w:rsidP="002B1FF9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rPr>
          <w:rFonts w:ascii="Angsana New" w:hAnsi="Angsana New"/>
          <w:spacing w:val="-10"/>
          <w:szCs w:val="30"/>
          <w:cs/>
        </w:rPr>
      </w:pPr>
      <w:r w:rsidRPr="0088007E">
        <w:rPr>
          <w:rFonts w:ascii="Angsana New" w:hAnsi="Angsana New" w:hint="cs"/>
          <w:szCs w:val="30"/>
          <w:cs/>
        </w:rPr>
        <w:t>ค่า</w:t>
      </w:r>
      <w:r w:rsidRPr="00D81250">
        <w:rPr>
          <w:rFonts w:ascii="Angsana New" w:hAnsi="Angsana New"/>
          <w:szCs w:val="30"/>
          <w:cs/>
        </w:rPr>
        <w:t>ใช้จ่ายค้างจ่ายและหนี้สินหมุนเวียนอื่น ณ วันที่ 31 มีนาคม 2562 และวันที่ 31 ธันวาคม 2561 มีดังนี้</w:t>
      </w:r>
    </w:p>
    <w:tbl>
      <w:tblPr>
        <w:tblpPr w:leftFromText="180" w:rightFromText="180" w:vertAnchor="text" w:horzAnchor="margin" w:tblpY="323"/>
        <w:tblW w:w="9606" w:type="dxa"/>
        <w:tblLayout w:type="fixed"/>
        <w:tblLook w:val="0000"/>
      </w:tblPr>
      <w:tblGrid>
        <w:gridCol w:w="6194"/>
        <w:gridCol w:w="1559"/>
        <w:gridCol w:w="284"/>
        <w:gridCol w:w="1569"/>
      </w:tblGrid>
      <w:tr w:rsidR="007116C9" w:rsidRPr="0088007E" w:rsidTr="00A446FC">
        <w:tc>
          <w:tcPr>
            <w:tcW w:w="6194" w:type="dxa"/>
          </w:tcPr>
          <w:p w:rsidR="007116C9" w:rsidRPr="0088007E" w:rsidRDefault="007116C9" w:rsidP="0072375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3412" w:type="dxa"/>
            <w:gridSpan w:val="3"/>
            <w:tcBorders>
              <w:bottom w:val="single" w:sz="4" w:space="0" w:color="auto"/>
            </w:tcBorders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AD52B3" w:rsidRPr="0088007E" w:rsidTr="00A446FC">
        <w:tc>
          <w:tcPr>
            <w:tcW w:w="6194" w:type="dxa"/>
          </w:tcPr>
          <w:p w:rsidR="00AD52B3" w:rsidRPr="0088007E" w:rsidRDefault="00AD52B3" w:rsidP="00AD52B3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D52B3" w:rsidRPr="0088007E" w:rsidRDefault="00AD52B3" w:rsidP="00C02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C02C5A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D52B3" w:rsidRPr="0088007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AD52B3" w:rsidRPr="0088007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C02C5A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</w:tr>
      <w:tr w:rsidR="00B458BE" w:rsidRPr="0088007E" w:rsidTr="00A446FC">
        <w:trPr>
          <w:trHeight w:val="364"/>
        </w:trPr>
        <w:tc>
          <w:tcPr>
            <w:tcW w:w="6194" w:type="dxa"/>
          </w:tcPr>
          <w:p w:rsidR="00B458BE" w:rsidRPr="0088007E" w:rsidRDefault="00B458BE" w:rsidP="00B458B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559" w:type="dxa"/>
            <w:vAlign w:val="bottom"/>
          </w:tcPr>
          <w:p w:rsidR="00B458BE" w:rsidRPr="00EC68FC" w:rsidRDefault="00EC68FC" w:rsidP="00EC68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C68FC">
              <w:rPr>
                <w:rFonts w:ascii="Angsana New" w:hAnsi="Angsana New"/>
                <w:sz w:val="30"/>
                <w:szCs w:val="30"/>
              </w:rPr>
              <w:t>6</w:t>
            </w:r>
            <w:r w:rsidR="00C121CC" w:rsidRPr="00EC68FC">
              <w:rPr>
                <w:rFonts w:ascii="Angsana New" w:hAnsi="Angsana New"/>
                <w:sz w:val="30"/>
                <w:szCs w:val="30"/>
              </w:rPr>
              <w:t>,</w:t>
            </w:r>
            <w:r w:rsidRPr="00EC68FC">
              <w:rPr>
                <w:rFonts w:ascii="Angsana New" w:hAnsi="Angsana New"/>
                <w:sz w:val="30"/>
                <w:szCs w:val="30"/>
              </w:rPr>
              <w:t>204</w:t>
            </w:r>
          </w:p>
        </w:tc>
        <w:tc>
          <w:tcPr>
            <w:tcW w:w="284" w:type="dxa"/>
          </w:tcPr>
          <w:p w:rsidR="00B458BE" w:rsidRPr="00C02C5A" w:rsidRDefault="00B458BE" w:rsidP="00B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69" w:type="dxa"/>
            <w:vAlign w:val="bottom"/>
          </w:tcPr>
          <w:p w:rsidR="00B458BE" w:rsidRPr="006C1902" w:rsidRDefault="006C1902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1902">
              <w:rPr>
                <w:rFonts w:ascii="Angsana New" w:hAnsi="Angsana New"/>
                <w:sz w:val="30"/>
                <w:szCs w:val="30"/>
              </w:rPr>
              <w:t>8</w:t>
            </w:r>
            <w:r w:rsidR="00B458BE" w:rsidRPr="006C1902">
              <w:rPr>
                <w:rFonts w:ascii="Angsana New" w:hAnsi="Angsana New"/>
                <w:sz w:val="30"/>
                <w:szCs w:val="30"/>
              </w:rPr>
              <w:t>,</w:t>
            </w:r>
            <w:r w:rsidRPr="006C1902">
              <w:rPr>
                <w:rFonts w:ascii="Angsana New" w:hAnsi="Angsana New"/>
                <w:sz w:val="30"/>
                <w:szCs w:val="30"/>
              </w:rPr>
              <w:t>879</w:t>
            </w:r>
          </w:p>
        </w:tc>
      </w:tr>
      <w:tr w:rsidR="00EC68FC" w:rsidRPr="0088007E" w:rsidTr="002E305A">
        <w:trPr>
          <w:trHeight w:val="364"/>
        </w:trPr>
        <w:tc>
          <w:tcPr>
            <w:tcW w:w="6194" w:type="dxa"/>
          </w:tcPr>
          <w:p w:rsidR="00EC68FC" w:rsidRPr="0088007E" w:rsidRDefault="00EC68FC" w:rsidP="00EC68F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559" w:type="dxa"/>
            <w:vAlign w:val="bottom"/>
          </w:tcPr>
          <w:p w:rsidR="00EC68FC" w:rsidRPr="00EC68FC" w:rsidRDefault="00EC68FC" w:rsidP="004D4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C68FC">
              <w:rPr>
                <w:rFonts w:ascii="Angsana New" w:hAnsi="Angsana New"/>
                <w:sz w:val="30"/>
                <w:szCs w:val="30"/>
              </w:rPr>
              <w:t>3,</w:t>
            </w:r>
            <w:r w:rsidR="004D494E">
              <w:rPr>
                <w:rFonts w:ascii="Angsana New" w:hAnsi="Angsana New"/>
                <w:sz w:val="30"/>
                <w:szCs w:val="30"/>
              </w:rPr>
              <w:t>384</w:t>
            </w:r>
          </w:p>
        </w:tc>
        <w:tc>
          <w:tcPr>
            <w:tcW w:w="284" w:type="dxa"/>
          </w:tcPr>
          <w:p w:rsidR="00EC68FC" w:rsidRPr="00C02C5A" w:rsidRDefault="00EC68FC" w:rsidP="00EC68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69" w:type="dxa"/>
            <w:vAlign w:val="bottom"/>
          </w:tcPr>
          <w:p w:rsidR="00EC68FC" w:rsidRPr="006C1902" w:rsidRDefault="00EC68FC" w:rsidP="00EC68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6C1902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889</w:t>
            </w:r>
          </w:p>
        </w:tc>
      </w:tr>
      <w:tr w:rsidR="00C121CC" w:rsidRPr="0088007E" w:rsidTr="00A446FC">
        <w:trPr>
          <w:trHeight w:val="364"/>
        </w:trPr>
        <w:tc>
          <w:tcPr>
            <w:tcW w:w="6194" w:type="dxa"/>
            <w:vAlign w:val="center"/>
          </w:tcPr>
          <w:p w:rsidR="00C121CC" w:rsidRPr="0088007E" w:rsidRDefault="00C121CC" w:rsidP="00C121C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559" w:type="dxa"/>
            <w:vAlign w:val="bottom"/>
          </w:tcPr>
          <w:p w:rsidR="00C121CC" w:rsidRPr="00EC68FC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C68FC">
              <w:rPr>
                <w:rFonts w:ascii="Angsana New" w:hAnsi="Angsana New"/>
                <w:sz w:val="30"/>
                <w:szCs w:val="30"/>
              </w:rPr>
              <w:t>3,</w:t>
            </w:r>
            <w:r w:rsidR="00EC68FC" w:rsidRPr="00EC68FC">
              <w:rPr>
                <w:rFonts w:ascii="Angsana New" w:hAnsi="Angsana New"/>
                <w:sz w:val="30"/>
                <w:szCs w:val="30"/>
              </w:rPr>
              <w:t>452</w:t>
            </w:r>
          </w:p>
        </w:tc>
        <w:tc>
          <w:tcPr>
            <w:tcW w:w="284" w:type="dxa"/>
          </w:tcPr>
          <w:p w:rsidR="00C121CC" w:rsidRPr="00C02C5A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69" w:type="dxa"/>
            <w:vAlign w:val="bottom"/>
          </w:tcPr>
          <w:p w:rsidR="00C121CC" w:rsidRPr="006C1902" w:rsidRDefault="006C1902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1902">
              <w:rPr>
                <w:rFonts w:ascii="Angsana New" w:hAnsi="Angsana New"/>
                <w:sz w:val="30"/>
                <w:szCs w:val="30"/>
              </w:rPr>
              <w:t>4</w:t>
            </w:r>
            <w:r w:rsidR="00C121CC" w:rsidRPr="006C1902">
              <w:rPr>
                <w:rFonts w:ascii="Angsana New" w:hAnsi="Angsana New"/>
                <w:sz w:val="30"/>
                <w:szCs w:val="30"/>
              </w:rPr>
              <w:t>,</w:t>
            </w:r>
            <w:r w:rsidRPr="006C1902">
              <w:rPr>
                <w:rFonts w:ascii="Angsana New" w:hAnsi="Angsana New"/>
                <w:sz w:val="30"/>
                <w:szCs w:val="30"/>
              </w:rPr>
              <w:t>532</w:t>
            </w:r>
          </w:p>
        </w:tc>
      </w:tr>
      <w:tr w:rsidR="00BD08BA" w:rsidRPr="0088007E" w:rsidTr="002E305A">
        <w:trPr>
          <w:trHeight w:val="364"/>
        </w:trPr>
        <w:tc>
          <w:tcPr>
            <w:tcW w:w="6194" w:type="dxa"/>
          </w:tcPr>
          <w:p w:rsidR="00BD08BA" w:rsidRPr="0088007E" w:rsidRDefault="00BD08BA" w:rsidP="00BD08B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559" w:type="dxa"/>
            <w:vAlign w:val="bottom"/>
          </w:tcPr>
          <w:p w:rsidR="00BD08BA" w:rsidRPr="00EC68FC" w:rsidRDefault="00BD08BA" w:rsidP="00BD08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C68FC">
              <w:rPr>
                <w:rFonts w:ascii="Angsana New" w:hAnsi="Angsana New"/>
                <w:sz w:val="30"/>
                <w:szCs w:val="30"/>
              </w:rPr>
              <w:t>3,351</w:t>
            </w:r>
          </w:p>
        </w:tc>
        <w:tc>
          <w:tcPr>
            <w:tcW w:w="284" w:type="dxa"/>
          </w:tcPr>
          <w:p w:rsidR="00BD08BA" w:rsidRPr="00C02C5A" w:rsidRDefault="00BD08BA" w:rsidP="00BD08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69" w:type="dxa"/>
            <w:vAlign w:val="bottom"/>
          </w:tcPr>
          <w:p w:rsidR="00BD08BA" w:rsidRPr="006C1902" w:rsidRDefault="00BD08BA" w:rsidP="00BD08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1902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6C1902">
              <w:rPr>
                <w:rFonts w:ascii="Angsana New" w:hAnsi="Angsana New"/>
                <w:sz w:val="30"/>
                <w:szCs w:val="30"/>
              </w:rPr>
              <w:t>,963</w:t>
            </w:r>
          </w:p>
        </w:tc>
      </w:tr>
      <w:tr w:rsidR="00C121CC" w:rsidRPr="0088007E" w:rsidTr="00A446FC">
        <w:trPr>
          <w:trHeight w:val="364"/>
        </w:trPr>
        <w:tc>
          <w:tcPr>
            <w:tcW w:w="6194" w:type="dxa"/>
            <w:vAlign w:val="center"/>
          </w:tcPr>
          <w:p w:rsidR="00C121CC" w:rsidRPr="0088007E" w:rsidRDefault="00C121CC" w:rsidP="00C121C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559" w:type="dxa"/>
            <w:vAlign w:val="bottom"/>
          </w:tcPr>
          <w:p w:rsidR="00C121CC" w:rsidRPr="00EC68FC" w:rsidRDefault="00C121CC" w:rsidP="00EC68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C68FC">
              <w:rPr>
                <w:rFonts w:ascii="Angsana New" w:hAnsi="Angsana New"/>
                <w:sz w:val="30"/>
                <w:szCs w:val="30"/>
              </w:rPr>
              <w:t>2,8</w:t>
            </w:r>
            <w:r w:rsidR="00EC68FC" w:rsidRPr="00EC68FC">
              <w:rPr>
                <w:rFonts w:ascii="Angsana New" w:hAnsi="Angsana New"/>
                <w:sz w:val="30"/>
                <w:szCs w:val="30"/>
              </w:rPr>
              <w:t>22</w:t>
            </w:r>
          </w:p>
        </w:tc>
        <w:tc>
          <w:tcPr>
            <w:tcW w:w="284" w:type="dxa"/>
          </w:tcPr>
          <w:p w:rsidR="00C121CC" w:rsidRPr="00C02C5A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69" w:type="dxa"/>
            <w:vAlign w:val="bottom"/>
          </w:tcPr>
          <w:p w:rsidR="00C121CC" w:rsidRPr="006C1902" w:rsidRDefault="006C1902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1902">
              <w:rPr>
                <w:rFonts w:ascii="Angsana New" w:hAnsi="Angsana New"/>
                <w:sz w:val="30"/>
                <w:szCs w:val="30"/>
              </w:rPr>
              <w:t>3</w:t>
            </w:r>
            <w:r w:rsidR="00C121CC" w:rsidRPr="006C1902">
              <w:rPr>
                <w:rFonts w:ascii="Angsana New" w:hAnsi="Angsana New"/>
                <w:sz w:val="30"/>
                <w:szCs w:val="30"/>
              </w:rPr>
              <w:t>,</w:t>
            </w:r>
            <w:r w:rsidRPr="006C1902">
              <w:rPr>
                <w:rFonts w:ascii="Angsana New" w:hAnsi="Angsana New"/>
                <w:sz w:val="30"/>
                <w:szCs w:val="30"/>
              </w:rPr>
              <w:t>316</w:t>
            </w:r>
          </w:p>
        </w:tc>
      </w:tr>
      <w:tr w:rsidR="006C1902" w:rsidRPr="0088007E" w:rsidTr="00A446FC">
        <w:trPr>
          <w:trHeight w:val="364"/>
        </w:trPr>
        <w:tc>
          <w:tcPr>
            <w:tcW w:w="6194" w:type="dxa"/>
          </w:tcPr>
          <w:p w:rsidR="006C1902" w:rsidRDefault="006C1902" w:rsidP="006C1902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257FD2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559" w:type="dxa"/>
            <w:vAlign w:val="bottom"/>
          </w:tcPr>
          <w:p w:rsidR="006C1902" w:rsidRPr="00EC68FC" w:rsidRDefault="00EC68FC" w:rsidP="00EC68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C68FC">
              <w:rPr>
                <w:rFonts w:ascii="Angsana New" w:hAnsi="Angsana New"/>
                <w:sz w:val="30"/>
                <w:szCs w:val="30"/>
              </w:rPr>
              <w:t>388</w:t>
            </w:r>
          </w:p>
        </w:tc>
        <w:tc>
          <w:tcPr>
            <w:tcW w:w="284" w:type="dxa"/>
          </w:tcPr>
          <w:p w:rsidR="006C1902" w:rsidRPr="00C02C5A" w:rsidRDefault="006C1902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69" w:type="dxa"/>
            <w:vAlign w:val="bottom"/>
          </w:tcPr>
          <w:p w:rsidR="006C1902" w:rsidRPr="006C1902" w:rsidRDefault="006C1902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1902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6C1902">
              <w:rPr>
                <w:rFonts w:ascii="Angsana New" w:hAnsi="Angsana New"/>
                <w:sz w:val="30"/>
                <w:szCs w:val="30"/>
              </w:rPr>
              <w:t>,601</w:t>
            </w:r>
          </w:p>
        </w:tc>
      </w:tr>
      <w:tr w:rsidR="00B458BE" w:rsidRPr="0088007E" w:rsidTr="00A446FC">
        <w:trPr>
          <w:trHeight w:val="277"/>
        </w:trPr>
        <w:tc>
          <w:tcPr>
            <w:tcW w:w="6194" w:type="dxa"/>
          </w:tcPr>
          <w:p w:rsidR="00B458BE" w:rsidRPr="0088007E" w:rsidRDefault="00B458BE" w:rsidP="00B458B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559" w:type="dxa"/>
            <w:vAlign w:val="bottom"/>
          </w:tcPr>
          <w:p w:rsidR="00B458BE" w:rsidRPr="00EC68FC" w:rsidRDefault="004D494E" w:rsidP="004D4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1,417</w:t>
            </w:r>
          </w:p>
        </w:tc>
        <w:tc>
          <w:tcPr>
            <w:tcW w:w="284" w:type="dxa"/>
          </w:tcPr>
          <w:p w:rsidR="00B458BE" w:rsidRPr="00C02C5A" w:rsidRDefault="00B458BE" w:rsidP="00B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69" w:type="dxa"/>
            <w:vAlign w:val="bottom"/>
          </w:tcPr>
          <w:p w:rsidR="00B458BE" w:rsidRPr="006C1902" w:rsidRDefault="0089565A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1902">
              <w:rPr>
                <w:rFonts w:ascii="Angsana New" w:hAnsi="Angsana New"/>
                <w:sz w:val="30"/>
                <w:szCs w:val="30"/>
              </w:rPr>
              <w:t>1,0</w:t>
            </w:r>
            <w:r w:rsidR="006C1902" w:rsidRPr="006C1902">
              <w:rPr>
                <w:rFonts w:ascii="Angsana New" w:hAnsi="Angsana New"/>
                <w:sz w:val="30"/>
                <w:szCs w:val="30"/>
              </w:rPr>
              <w:t>13</w:t>
            </w:r>
          </w:p>
        </w:tc>
      </w:tr>
      <w:tr w:rsidR="00B458BE" w:rsidRPr="0088007E" w:rsidTr="00A446FC">
        <w:trPr>
          <w:trHeight w:val="277"/>
        </w:trPr>
        <w:tc>
          <w:tcPr>
            <w:tcW w:w="6194" w:type="dxa"/>
          </w:tcPr>
          <w:p w:rsidR="00B458BE" w:rsidRPr="0088007E" w:rsidRDefault="00B458BE" w:rsidP="00B458B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B458BE" w:rsidRPr="00EC68FC" w:rsidRDefault="00EC68FC" w:rsidP="00EC68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C68FC">
              <w:rPr>
                <w:rFonts w:ascii="Angsana New" w:hAnsi="Angsana New" w:hint="cs"/>
                <w:sz w:val="30"/>
                <w:szCs w:val="30"/>
                <w:cs/>
              </w:rPr>
              <w:t>21</w:t>
            </w:r>
            <w:r w:rsidR="00BC4A62" w:rsidRPr="00EC68F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EC68FC">
              <w:rPr>
                <w:rFonts w:ascii="Angsana New" w:hAnsi="Angsana New" w:hint="cs"/>
                <w:sz w:val="30"/>
                <w:szCs w:val="30"/>
                <w:cs/>
              </w:rPr>
              <w:t>018</w:t>
            </w:r>
          </w:p>
        </w:tc>
        <w:tc>
          <w:tcPr>
            <w:tcW w:w="284" w:type="dxa"/>
          </w:tcPr>
          <w:p w:rsidR="00B458BE" w:rsidRPr="00C02C5A" w:rsidRDefault="00B458BE" w:rsidP="00B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</w:tcPr>
          <w:p w:rsidR="00B458BE" w:rsidRPr="006C1902" w:rsidRDefault="006C1902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1902">
              <w:rPr>
                <w:rFonts w:ascii="Angsana New" w:hAnsi="Angsana New"/>
                <w:sz w:val="30"/>
                <w:szCs w:val="30"/>
              </w:rPr>
              <w:t>27</w:t>
            </w:r>
            <w:r w:rsidR="00B458BE" w:rsidRPr="006C1902">
              <w:rPr>
                <w:rFonts w:ascii="Angsana New" w:hAnsi="Angsana New"/>
                <w:sz w:val="30"/>
                <w:szCs w:val="30"/>
              </w:rPr>
              <w:t>,</w:t>
            </w:r>
            <w:r w:rsidRPr="006C1902">
              <w:rPr>
                <w:rFonts w:ascii="Angsana New" w:hAnsi="Angsana New"/>
                <w:sz w:val="30"/>
                <w:szCs w:val="30"/>
              </w:rPr>
              <w:t>193</w:t>
            </w:r>
          </w:p>
        </w:tc>
      </w:tr>
    </w:tbl>
    <w:p w:rsidR="006C1902" w:rsidRPr="00412BDD" w:rsidRDefault="006C1902" w:rsidP="000D1151">
      <w:pPr>
        <w:spacing w:line="200" w:lineRule="atLeast"/>
        <w:jc w:val="thaiDistribute"/>
        <w:rPr>
          <w:rFonts w:ascii="Angsana New" w:hAnsi="Angsana New"/>
          <w:sz w:val="22"/>
          <w:szCs w:val="22"/>
          <w:cs/>
        </w:rPr>
      </w:pPr>
    </w:p>
    <w:p w:rsidR="00C7618D" w:rsidRDefault="00C7618D" w:rsidP="00C7618D">
      <w:pPr>
        <w:pStyle w:val="NoSpacing"/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b/>
          <w:bCs/>
          <w:szCs w:val="30"/>
        </w:rPr>
      </w:pPr>
    </w:p>
    <w:p w:rsidR="00015BB7" w:rsidRPr="00297680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297680">
        <w:rPr>
          <w:rFonts w:ascii="Angsana New" w:hAnsi="Angsana New"/>
          <w:b/>
          <w:bCs/>
          <w:szCs w:val="30"/>
          <w:cs/>
        </w:rPr>
        <w:t>หนี้สินผลประโยชน์พนักงานหลังออกจากงาน</w:t>
      </w:r>
    </w:p>
    <w:p w:rsidR="00015BB7" w:rsidRPr="00A703BB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:rsidR="00015BB7" w:rsidRPr="00297680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297680">
        <w:rPr>
          <w:rFonts w:ascii="Angsana New" w:hAnsi="Angsana New"/>
          <w:spacing w:val="-1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>
        <w:rPr>
          <w:rFonts w:ascii="Angsana New" w:hAnsi="Angsana New" w:hint="cs"/>
          <w:spacing w:val="-10"/>
          <w:szCs w:val="30"/>
          <w:cs/>
        </w:rPr>
        <w:t>งวดสามเดือน</w:t>
      </w:r>
      <w:r w:rsidRPr="00297680">
        <w:rPr>
          <w:rFonts w:ascii="Angsana New" w:hAnsi="Angsana New"/>
          <w:spacing w:val="-10"/>
          <w:szCs w:val="30"/>
          <w:cs/>
        </w:rPr>
        <w:t xml:space="preserve">สิ้นสุดวันที่ </w:t>
      </w:r>
      <w:r w:rsidRPr="00297680">
        <w:rPr>
          <w:rFonts w:ascii="Angsana New" w:hAnsi="Angsana New"/>
          <w:spacing w:val="-10"/>
          <w:szCs w:val="30"/>
        </w:rPr>
        <w:t xml:space="preserve">31 </w:t>
      </w:r>
      <w:r>
        <w:rPr>
          <w:rFonts w:ascii="Angsana New" w:hAnsi="Angsana New" w:hint="cs"/>
          <w:spacing w:val="-10"/>
          <w:szCs w:val="30"/>
          <w:cs/>
        </w:rPr>
        <w:t>มีนา</w:t>
      </w:r>
      <w:r w:rsidRPr="00297680">
        <w:rPr>
          <w:rFonts w:ascii="Angsana New" w:hAnsi="Angsana New"/>
          <w:spacing w:val="-10"/>
          <w:szCs w:val="30"/>
          <w:cs/>
        </w:rPr>
        <w:t xml:space="preserve">คม </w:t>
      </w:r>
      <w:r w:rsidRPr="00297680">
        <w:rPr>
          <w:rFonts w:ascii="Angsana New" w:hAnsi="Angsana New"/>
          <w:spacing w:val="-10"/>
          <w:szCs w:val="30"/>
        </w:rPr>
        <w:t>25</w:t>
      </w:r>
      <w:r w:rsidR="00B458BE">
        <w:rPr>
          <w:rFonts w:ascii="Angsana New" w:hAnsi="Angsana New" w:hint="cs"/>
          <w:spacing w:val="-10"/>
          <w:szCs w:val="30"/>
          <w:cs/>
        </w:rPr>
        <w:t>6</w:t>
      </w:r>
      <w:r w:rsidR="00C02C5A">
        <w:rPr>
          <w:rFonts w:ascii="Angsana New" w:hAnsi="Angsana New" w:hint="cs"/>
          <w:spacing w:val="-10"/>
          <w:szCs w:val="30"/>
          <w:cs/>
        </w:rPr>
        <w:t>2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 xml:space="preserve">และ </w:t>
      </w:r>
      <w:r w:rsidR="00B458BE">
        <w:rPr>
          <w:rFonts w:ascii="Angsana New" w:hAnsi="Angsana New"/>
          <w:spacing w:val="-10"/>
          <w:szCs w:val="30"/>
        </w:rPr>
        <w:t>256</w:t>
      </w:r>
      <w:r w:rsidR="00C02C5A">
        <w:rPr>
          <w:rFonts w:ascii="Angsana New" w:hAnsi="Angsana New"/>
          <w:spacing w:val="-10"/>
          <w:szCs w:val="30"/>
        </w:rPr>
        <w:t>1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>มีดังนี้</w:t>
      </w:r>
    </w:p>
    <w:p w:rsidR="00015BB7" w:rsidRPr="00A703BB" w:rsidRDefault="00015BB7" w:rsidP="00015BB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606" w:type="dxa"/>
        <w:tblLook w:val="04A0"/>
      </w:tblPr>
      <w:tblGrid>
        <w:gridCol w:w="6204"/>
        <w:gridCol w:w="1559"/>
        <w:gridCol w:w="283"/>
        <w:gridCol w:w="1560"/>
      </w:tblGrid>
      <w:tr w:rsidR="00015BB7" w:rsidRPr="00297680" w:rsidTr="00773157">
        <w:tc>
          <w:tcPr>
            <w:tcW w:w="6204" w:type="dxa"/>
            <w:vAlign w:val="bottom"/>
          </w:tcPr>
          <w:p w:rsidR="00015BB7" w:rsidRPr="00297680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bottom"/>
          </w:tcPr>
          <w:p w:rsidR="00015BB7" w:rsidRPr="00297680" w:rsidRDefault="00015BB7" w:rsidP="00773157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C02C5A" w:rsidRPr="00297680" w:rsidTr="00773157">
        <w:tc>
          <w:tcPr>
            <w:tcW w:w="6204" w:type="dxa"/>
            <w:vAlign w:val="bottom"/>
          </w:tcPr>
          <w:p w:rsidR="00C02C5A" w:rsidRPr="00297680" w:rsidRDefault="00C02C5A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C02C5A" w:rsidRPr="00297680" w:rsidRDefault="00C02C5A" w:rsidP="00C02C5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2562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C02C5A" w:rsidRPr="00297680" w:rsidRDefault="00C02C5A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C5A" w:rsidRPr="00297680" w:rsidRDefault="00C02C5A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2561</w:t>
            </w:r>
          </w:p>
        </w:tc>
      </w:tr>
      <w:tr w:rsidR="00C02C5A" w:rsidRPr="00297680" w:rsidTr="00773157">
        <w:tc>
          <w:tcPr>
            <w:tcW w:w="6204" w:type="dxa"/>
            <w:vAlign w:val="bottom"/>
          </w:tcPr>
          <w:p w:rsidR="00C02C5A" w:rsidRPr="00297680" w:rsidRDefault="00C02C5A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 xml:space="preserve">1 </w:t>
            </w:r>
            <w:r w:rsidRPr="00297680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2C5A" w:rsidRPr="006C1902" w:rsidRDefault="00C02C5A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1902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="006C1902" w:rsidRPr="006C1902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Pr="006C1902">
              <w:rPr>
                <w:rFonts w:ascii="Angsana New" w:hAnsi="Angsana New"/>
                <w:sz w:val="30"/>
                <w:szCs w:val="30"/>
              </w:rPr>
              <w:t>,</w:t>
            </w:r>
            <w:r w:rsidR="006C1902" w:rsidRPr="006C1902">
              <w:rPr>
                <w:rFonts w:ascii="Angsana New" w:hAnsi="Angsana New"/>
                <w:sz w:val="30"/>
                <w:szCs w:val="30"/>
              </w:rPr>
              <w:t>313</w:t>
            </w:r>
          </w:p>
        </w:tc>
        <w:tc>
          <w:tcPr>
            <w:tcW w:w="283" w:type="dxa"/>
            <w:vAlign w:val="bottom"/>
          </w:tcPr>
          <w:p w:rsidR="00C02C5A" w:rsidRPr="00297680" w:rsidRDefault="00C02C5A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C5A" w:rsidRPr="00C55C80" w:rsidRDefault="00C02C5A" w:rsidP="0038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 w:rsidRPr="00BF2DB0">
              <w:rPr>
                <w:rFonts w:ascii="Angsana New" w:hAnsi="Angsana New"/>
                <w:sz w:val="30"/>
                <w:szCs w:val="30"/>
              </w:rPr>
              <w:t>,</w:t>
            </w: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454</w:t>
            </w:r>
          </w:p>
        </w:tc>
      </w:tr>
      <w:tr w:rsidR="00C02C5A" w:rsidRPr="00297680" w:rsidTr="00773157">
        <w:tc>
          <w:tcPr>
            <w:tcW w:w="6204" w:type="dxa"/>
            <w:vAlign w:val="bottom"/>
          </w:tcPr>
          <w:p w:rsidR="00C02C5A" w:rsidRPr="00297680" w:rsidRDefault="00C02C5A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2C5A" w:rsidRPr="00FE66D7" w:rsidRDefault="00FE66D7" w:rsidP="00875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E66D7">
              <w:rPr>
                <w:rFonts w:ascii="Angsana New" w:hAnsi="Angsana New"/>
                <w:sz w:val="30"/>
                <w:szCs w:val="30"/>
              </w:rPr>
              <w:t>3</w:t>
            </w:r>
            <w:r w:rsidR="00C02C5A" w:rsidRPr="00FE66D7">
              <w:rPr>
                <w:rFonts w:ascii="Angsana New" w:hAnsi="Angsana New"/>
                <w:sz w:val="30"/>
                <w:szCs w:val="30"/>
              </w:rPr>
              <w:t>8</w:t>
            </w:r>
            <w:r w:rsidR="00875B1B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83" w:type="dxa"/>
            <w:vAlign w:val="bottom"/>
          </w:tcPr>
          <w:p w:rsidR="00C02C5A" w:rsidRPr="00297680" w:rsidRDefault="00C02C5A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C02C5A" w:rsidRPr="00C55C80" w:rsidRDefault="00C02C5A" w:rsidP="0038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698</w:t>
            </w:r>
          </w:p>
        </w:tc>
      </w:tr>
      <w:tr w:rsidR="00C02C5A" w:rsidRPr="00297680" w:rsidTr="00773157">
        <w:tc>
          <w:tcPr>
            <w:tcW w:w="6204" w:type="dxa"/>
            <w:vAlign w:val="bottom"/>
          </w:tcPr>
          <w:p w:rsidR="00C02C5A" w:rsidRPr="00297680" w:rsidRDefault="00C02C5A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02C5A" w:rsidRPr="00FE66D7" w:rsidRDefault="00FE66D7" w:rsidP="00FE6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E66D7">
              <w:rPr>
                <w:rFonts w:ascii="Angsana New" w:hAnsi="Angsana New"/>
                <w:sz w:val="30"/>
                <w:szCs w:val="30"/>
              </w:rPr>
              <w:t>96</w:t>
            </w:r>
          </w:p>
        </w:tc>
        <w:tc>
          <w:tcPr>
            <w:tcW w:w="283" w:type="dxa"/>
            <w:vAlign w:val="bottom"/>
          </w:tcPr>
          <w:p w:rsidR="00C02C5A" w:rsidRPr="00297680" w:rsidRDefault="00C02C5A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vAlign w:val="bottom"/>
          </w:tcPr>
          <w:p w:rsidR="00C02C5A" w:rsidRPr="00C55C80" w:rsidRDefault="00C02C5A" w:rsidP="0038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</w:t>
            </w:r>
          </w:p>
        </w:tc>
      </w:tr>
      <w:tr w:rsidR="00FE66D7" w:rsidRPr="00297680" w:rsidTr="00773157">
        <w:tc>
          <w:tcPr>
            <w:tcW w:w="6204" w:type="dxa"/>
            <w:vAlign w:val="bottom"/>
          </w:tcPr>
          <w:p w:rsidR="00FE66D7" w:rsidRPr="00297680" w:rsidRDefault="00FE66D7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297680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97680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66D7" w:rsidRPr="00FE66D7" w:rsidRDefault="0019209C" w:rsidP="003A1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FE66D7" w:rsidRPr="00FE66D7"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 w:rsidR="004D494E">
              <w:rPr>
                <w:rFonts w:ascii="Angsana New" w:hAnsi="Angsana New" w:hint="cs"/>
                <w:sz w:val="30"/>
                <w:szCs w:val="30"/>
                <w:cs/>
              </w:rPr>
              <w:t>477</w:t>
            </w:r>
          </w:p>
        </w:tc>
        <w:tc>
          <w:tcPr>
            <w:tcW w:w="283" w:type="dxa"/>
            <w:vAlign w:val="bottom"/>
          </w:tcPr>
          <w:p w:rsidR="00FE66D7" w:rsidRPr="00297680" w:rsidRDefault="00FE66D7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66D7" w:rsidRPr="00C55C80" w:rsidRDefault="00FE66D7" w:rsidP="0038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772</w:t>
            </w:r>
          </w:p>
        </w:tc>
      </w:tr>
      <w:tr w:rsidR="004D494E" w:rsidRPr="00297680" w:rsidTr="000D64B4">
        <w:tc>
          <w:tcPr>
            <w:tcW w:w="6204" w:type="dxa"/>
            <w:vAlign w:val="bottom"/>
          </w:tcPr>
          <w:p w:rsidR="004D494E" w:rsidRPr="0047298E" w:rsidRDefault="004D494E" w:rsidP="006D15A9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/>
                <w:szCs w:val="30"/>
                <w:cs/>
              </w:rPr>
              <w:t>กำไร</w:t>
            </w:r>
            <w:r w:rsidRPr="0047298E">
              <w:rPr>
                <w:rFonts w:ascii="Angsana New" w:hAnsi="Angsana New"/>
                <w:szCs w:val="30"/>
                <w:cs/>
              </w:rPr>
              <w:t>จากการวัดมูลค่าประมาณการตามหลักคณิตศาสตร์ประกันภัย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494E" w:rsidRPr="00FE66D7" w:rsidRDefault="004D494E" w:rsidP="006D15A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E66D7">
              <w:rPr>
                <w:rFonts w:ascii="Angsana New" w:hAnsi="Angsana New" w:hint="cs"/>
                <w:sz w:val="30"/>
                <w:szCs w:val="30"/>
                <w:cs/>
              </w:rPr>
              <w:t xml:space="preserve"> (      2,377)</w:t>
            </w:r>
          </w:p>
        </w:tc>
        <w:tc>
          <w:tcPr>
            <w:tcW w:w="283" w:type="dxa"/>
            <w:vAlign w:val="bottom"/>
          </w:tcPr>
          <w:p w:rsidR="004D494E" w:rsidRPr="00297680" w:rsidRDefault="004D494E" w:rsidP="006D15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4D494E" w:rsidRPr="00E83DA5" w:rsidRDefault="004D494E" w:rsidP="006D15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83DA5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FE66D7" w:rsidRPr="00297680" w:rsidTr="000D64B4">
        <w:tc>
          <w:tcPr>
            <w:tcW w:w="6204" w:type="dxa"/>
            <w:vAlign w:val="bottom"/>
          </w:tcPr>
          <w:p w:rsidR="00FE66D7" w:rsidRPr="00297680" w:rsidRDefault="00FE66D7" w:rsidP="00553CE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</w:t>
            </w:r>
            <w:r>
              <w:rPr>
                <w:rFonts w:ascii="Angsana New" w:hAnsi="Angsana New" w:hint="cs"/>
                <w:szCs w:val="30"/>
                <w:cs/>
              </w:rPr>
              <w:t>งวด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66D7" w:rsidRPr="00FE66D7" w:rsidRDefault="0019209C" w:rsidP="00FE66D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     </w:t>
            </w:r>
            <w:r w:rsidR="00FE66D7" w:rsidRPr="00FE66D7">
              <w:rPr>
                <w:rFonts w:ascii="Angsana New" w:hAnsi="Angsana New" w:hint="cs"/>
                <w:sz w:val="30"/>
                <w:szCs w:val="30"/>
                <w:cs/>
              </w:rPr>
              <w:t xml:space="preserve">    398)</w:t>
            </w:r>
          </w:p>
        </w:tc>
        <w:tc>
          <w:tcPr>
            <w:tcW w:w="283" w:type="dxa"/>
            <w:vAlign w:val="bottom"/>
          </w:tcPr>
          <w:p w:rsidR="00FE66D7" w:rsidRPr="00E83DA5" w:rsidRDefault="00FE66D7" w:rsidP="00553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66D7" w:rsidRPr="00E83DA5" w:rsidRDefault="00FE66D7" w:rsidP="0038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83DA5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C02C5A" w:rsidRPr="00297680" w:rsidTr="00773157">
        <w:trPr>
          <w:trHeight w:val="215"/>
        </w:trPr>
        <w:tc>
          <w:tcPr>
            <w:tcW w:w="6204" w:type="dxa"/>
            <w:vAlign w:val="bottom"/>
          </w:tcPr>
          <w:p w:rsidR="00C02C5A" w:rsidRPr="00297680" w:rsidRDefault="00C02C5A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>31</w:t>
            </w:r>
            <w:r w:rsidRPr="00297680">
              <w:rPr>
                <w:rFonts w:ascii="Angsana New" w:hAnsi="Angsana New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Cs w:val="30"/>
                <w:cs/>
              </w:rPr>
              <w:t>มีนา</w:t>
            </w:r>
            <w:r w:rsidRPr="00297680">
              <w:rPr>
                <w:rFonts w:ascii="Angsana New" w:hAnsi="Angsana New"/>
                <w:szCs w:val="30"/>
                <w:cs/>
              </w:rPr>
              <w:t>คม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02C5A" w:rsidRPr="00FE66D7" w:rsidRDefault="00C02C5A" w:rsidP="00192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E66D7">
              <w:rPr>
                <w:rFonts w:ascii="Angsana New" w:hAnsi="Angsana New"/>
                <w:sz w:val="30"/>
                <w:szCs w:val="30"/>
              </w:rPr>
              <w:t>1</w:t>
            </w:r>
            <w:r w:rsidR="0019209C">
              <w:rPr>
                <w:rFonts w:ascii="Angsana New" w:hAnsi="Angsana New"/>
                <w:sz w:val="30"/>
                <w:szCs w:val="30"/>
              </w:rPr>
              <w:t>2</w:t>
            </w:r>
            <w:r w:rsidRPr="00FE66D7">
              <w:rPr>
                <w:rFonts w:ascii="Angsana New" w:hAnsi="Angsana New"/>
                <w:sz w:val="30"/>
                <w:szCs w:val="30"/>
              </w:rPr>
              <w:t>,</w:t>
            </w:r>
            <w:r w:rsidR="0019209C">
              <w:rPr>
                <w:rFonts w:ascii="Angsana New" w:hAnsi="Angsana New"/>
                <w:sz w:val="30"/>
                <w:szCs w:val="30"/>
              </w:rPr>
              <w:t>015</w:t>
            </w:r>
          </w:p>
        </w:tc>
        <w:tc>
          <w:tcPr>
            <w:tcW w:w="283" w:type="dxa"/>
            <w:vAlign w:val="bottom"/>
          </w:tcPr>
          <w:p w:rsidR="00C02C5A" w:rsidRPr="00E83DA5" w:rsidRDefault="00C02C5A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02C5A" w:rsidRPr="00E83DA5" w:rsidRDefault="00C02C5A" w:rsidP="0038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16,226</w:t>
            </w:r>
          </w:p>
        </w:tc>
      </w:tr>
    </w:tbl>
    <w:p w:rsidR="0019209C" w:rsidRDefault="0019209C" w:rsidP="00420D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420D8D" w:rsidRPr="00A80A77" w:rsidRDefault="00420D8D" w:rsidP="00420D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  <w:cs/>
        </w:rPr>
      </w:pPr>
      <w:r w:rsidRPr="00625EB3">
        <w:rPr>
          <w:rFonts w:ascii="Angsana New" w:hAnsi="Angsana New" w:hint="cs"/>
          <w:sz w:val="30"/>
          <w:szCs w:val="30"/>
          <w:cs/>
        </w:rPr>
        <w:lastRenderedPageBreak/>
        <w:t xml:space="preserve">กำไรจากการวัดมูลค่าประมาณการตามหลักคณิตศาสตร์ประกันภัยข้างต้นประกอบด้วย </w:t>
      </w:r>
      <w:r w:rsidRPr="00625EB3">
        <w:rPr>
          <w:rFonts w:ascii="Angsana New" w:hAnsi="Angsana New"/>
          <w:sz w:val="30"/>
          <w:szCs w:val="30"/>
        </w:rPr>
        <w:t xml:space="preserve">(1) </w:t>
      </w:r>
      <w:r w:rsidRPr="00625EB3">
        <w:rPr>
          <w:rFonts w:ascii="Angsana New" w:hAnsi="Angsana New" w:hint="cs"/>
          <w:sz w:val="30"/>
          <w:szCs w:val="30"/>
          <w:cs/>
        </w:rPr>
        <w:t>กำไรจากการปรับปรุง</w:t>
      </w:r>
      <w:r w:rsidR="007B4E7A" w:rsidRPr="00625EB3">
        <w:rPr>
          <w:rFonts w:ascii="Angsana New" w:hAnsi="Angsana New" w:hint="cs"/>
          <w:sz w:val="30"/>
          <w:szCs w:val="30"/>
          <w:cs/>
        </w:rPr>
        <w:t>ประสบการณ์เป็นจำนวนเงินประมาณ 4,727</w:t>
      </w:r>
      <w:r w:rsidRPr="00625EB3">
        <w:rPr>
          <w:rFonts w:ascii="Angsana New" w:hAnsi="Angsana New"/>
          <w:sz w:val="30"/>
          <w:szCs w:val="30"/>
        </w:rPr>
        <w:t xml:space="preserve"> </w:t>
      </w:r>
      <w:r w:rsidRPr="00625EB3">
        <w:rPr>
          <w:rFonts w:ascii="Angsana New" w:hAnsi="Angsana New" w:hint="cs"/>
          <w:sz w:val="30"/>
          <w:szCs w:val="30"/>
          <w:cs/>
        </w:rPr>
        <w:t>พันบาท</w:t>
      </w:r>
      <w:r w:rsidRPr="00625EB3">
        <w:rPr>
          <w:rFonts w:ascii="Angsana New" w:hAnsi="Angsana New"/>
          <w:sz w:val="30"/>
          <w:szCs w:val="30"/>
        </w:rPr>
        <w:t xml:space="preserve"> (2) </w:t>
      </w:r>
      <w:r w:rsidRPr="00625EB3">
        <w:rPr>
          <w:rFonts w:ascii="Angsana New" w:hAnsi="Angsana New" w:hint="cs"/>
          <w:sz w:val="30"/>
          <w:szCs w:val="30"/>
          <w:cs/>
        </w:rPr>
        <w:t>กำไร</w:t>
      </w:r>
      <w:r w:rsidR="007B4E7A" w:rsidRPr="00625EB3">
        <w:rPr>
          <w:rFonts w:ascii="Angsana New" w:hAnsi="Angsana New" w:hint="cs"/>
          <w:sz w:val="30"/>
          <w:szCs w:val="30"/>
          <w:cs/>
        </w:rPr>
        <w:t xml:space="preserve">จากการเปลี่ยนแปลงของสมมติฐานทางการเงินเป็นจำนวนเงินประมาณ </w:t>
      </w:r>
      <w:r w:rsidR="007B4E7A" w:rsidRPr="00625EB3">
        <w:rPr>
          <w:rFonts w:ascii="Angsana New" w:hAnsi="Angsana New"/>
          <w:sz w:val="30"/>
          <w:szCs w:val="30"/>
        </w:rPr>
        <w:t xml:space="preserve">430 </w:t>
      </w:r>
      <w:r w:rsidR="007B4E7A" w:rsidRPr="00625EB3">
        <w:rPr>
          <w:rFonts w:ascii="Angsana New" w:hAnsi="Angsana New" w:hint="cs"/>
          <w:sz w:val="30"/>
          <w:szCs w:val="30"/>
          <w:cs/>
        </w:rPr>
        <w:t>พันบาท</w:t>
      </w:r>
      <w:r w:rsidRPr="00625EB3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25EB3">
        <w:rPr>
          <w:rFonts w:ascii="Angsana New" w:hAnsi="Angsana New"/>
          <w:sz w:val="30"/>
          <w:szCs w:val="30"/>
        </w:rPr>
        <w:t xml:space="preserve">(3) </w:t>
      </w:r>
      <w:r w:rsidRPr="00625EB3">
        <w:rPr>
          <w:rFonts w:ascii="Angsana New" w:hAnsi="Angsana New" w:hint="cs"/>
          <w:sz w:val="30"/>
          <w:szCs w:val="30"/>
          <w:cs/>
        </w:rPr>
        <w:t>ขาดทุน</w:t>
      </w:r>
      <w:r w:rsidR="007B4E7A" w:rsidRPr="00625EB3">
        <w:rPr>
          <w:rFonts w:ascii="Angsana New" w:hAnsi="Angsana New" w:hint="cs"/>
          <w:sz w:val="30"/>
          <w:szCs w:val="30"/>
          <w:cs/>
        </w:rPr>
        <w:t xml:space="preserve">จากการเปลี่ยนแปลงของสมมติฐานเชิงประชากรศาสตร์เป็นจำนวนเงินประมาณ </w:t>
      </w:r>
      <w:r w:rsidR="007B4E7A" w:rsidRPr="00625EB3">
        <w:rPr>
          <w:rFonts w:ascii="Angsana New" w:hAnsi="Angsana New"/>
          <w:sz w:val="30"/>
          <w:szCs w:val="30"/>
        </w:rPr>
        <w:t xml:space="preserve">2,780 </w:t>
      </w:r>
      <w:r w:rsidR="007B4E7A" w:rsidRPr="00625EB3">
        <w:rPr>
          <w:rFonts w:ascii="Angsana New" w:hAnsi="Angsana New" w:hint="cs"/>
          <w:sz w:val="30"/>
          <w:szCs w:val="30"/>
          <w:cs/>
        </w:rPr>
        <w:t>พันบาท</w:t>
      </w:r>
    </w:p>
    <w:p w:rsidR="00420D8D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420D8D" w:rsidRPr="00A51027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51027">
        <w:rPr>
          <w:rFonts w:ascii="Angsana New" w:hAnsi="Angsana New" w:hint="cs"/>
          <w:sz w:val="30"/>
          <w:szCs w:val="30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A51027">
        <w:rPr>
          <w:rFonts w:ascii="Angsana New" w:hAnsi="Angsana New"/>
          <w:color w:val="000000"/>
          <w:sz w:val="30"/>
          <w:szCs w:val="30"/>
        </w:rPr>
        <w:t>25</w:t>
      </w:r>
      <w:r w:rsidRPr="00A51027">
        <w:rPr>
          <w:rFonts w:ascii="Angsana New" w:hAnsi="Angsana New" w:hint="cs"/>
          <w:color w:val="000000"/>
          <w:sz w:val="30"/>
          <w:szCs w:val="30"/>
          <w:cs/>
        </w:rPr>
        <w:t>6</w:t>
      </w:r>
      <w:r>
        <w:rPr>
          <w:rFonts w:ascii="Angsana New" w:hAnsi="Angsana New" w:hint="cs"/>
          <w:color w:val="000000"/>
          <w:sz w:val="30"/>
          <w:szCs w:val="30"/>
          <w:cs/>
        </w:rPr>
        <w:t>2</w:t>
      </w:r>
      <w:r w:rsidRPr="00A51027">
        <w:rPr>
          <w:rFonts w:ascii="Angsana New" w:hAnsi="Angsana New"/>
          <w:color w:val="000000"/>
          <w:sz w:val="30"/>
          <w:szCs w:val="30"/>
        </w:rPr>
        <w:t xml:space="preserve"> </w:t>
      </w:r>
      <w:r w:rsidRPr="00A51027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Pr="00A51027">
        <w:rPr>
          <w:rFonts w:ascii="Angsana New" w:hAnsi="Angsana New"/>
          <w:color w:val="000000"/>
          <w:sz w:val="30"/>
          <w:szCs w:val="30"/>
        </w:rPr>
        <w:t>256</w:t>
      </w:r>
      <w:r>
        <w:rPr>
          <w:rFonts w:ascii="Angsana New" w:hAnsi="Angsana New" w:hint="cs"/>
          <w:color w:val="000000"/>
          <w:sz w:val="30"/>
          <w:szCs w:val="30"/>
          <w:cs/>
        </w:rPr>
        <w:t>1</w:t>
      </w:r>
      <w:r w:rsidRPr="00A51027">
        <w:rPr>
          <w:rFonts w:ascii="Angsana New" w:hAnsi="Angsana New"/>
          <w:color w:val="000000"/>
          <w:sz w:val="30"/>
          <w:szCs w:val="30"/>
        </w:rPr>
        <w:t xml:space="preserve"> </w:t>
      </w:r>
      <w:r w:rsidRPr="00A51027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420D8D" w:rsidRPr="00A51027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420D8D" w:rsidRPr="00625EB3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อัตราคิดลด</w:t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  <w:t xml:space="preserve">     </w:t>
      </w:r>
      <w:r w:rsidR="003B6F9D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  </w:t>
      </w:r>
      <w:r w:rsidR="00420D8D" w:rsidRPr="00625EB3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="00420D8D" w:rsidRPr="00625EB3">
        <w:rPr>
          <w:rFonts w:ascii="Angsana New" w:hAnsi="Angsana New"/>
          <w:sz w:val="30"/>
          <w:szCs w:val="30"/>
        </w:rPr>
        <w:t xml:space="preserve">2.92 </w:t>
      </w:r>
      <w:r>
        <w:rPr>
          <w:rFonts w:ascii="Angsana New" w:hAnsi="Angsana New" w:hint="cs"/>
          <w:sz w:val="30"/>
          <w:szCs w:val="30"/>
          <w:cs/>
        </w:rPr>
        <w:t xml:space="preserve">และร้อยละ 2.47 </w:t>
      </w:r>
      <w:r w:rsidR="00420D8D" w:rsidRPr="00625EB3">
        <w:rPr>
          <w:rFonts w:ascii="Angsana New" w:hAnsi="Angsana New" w:hint="cs"/>
          <w:sz w:val="30"/>
          <w:szCs w:val="30"/>
          <w:cs/>
        </w:rPr>
        <w:t>ต่อปีในปี 2562 และร้อยละ 1.93</w:t>
      </w:r>
      <w:r w:rsidR="00420D8D" w:rsidRPr="00625EB3">
        <w:rPr>
          <w:rFonts w:ascii="Angsana New" w:hAnsi="Angsana New"/>
          <w:sz w:val="30"/>
          <w:szCs w:val="30"/>
        </w:rPr>
        <w:t xml:space="preserve"> </w:t>
      </w:r>
      <w:r w:rsidR="00420D8D" w:rsidRPr="00625EB3">
        <w:rPr>
          <w:rFonts w:ascii="Angsana New" w:hAnsi="Angsana New" w:hint="cs"/>
          <w:sz w:val="30"/>
          <w:szCs w:val="30"/>
          <w:cs/>
        </w:rPr>
        <w:t>ต่อปีในปี 2561</w:t>
      </w:r>
      <w:r w:rsidR="00420D8D" w:rsidRPr="00625EB3">
        <w:rPr>
          <w:rFonts w:ascii="Angsana New" w:hAnsi="Angsana New"/>
          <w:sz w:val="30"/>
          <w:szCs w:val="30"/>
        </w:rPr>
        <w:t xml:space="preserve"> </w:t>
      </w:r>
    </w:p>
    <w:p w:rsidR="00420D8D" w:rsidRPr="00625EB3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  <w:t xml:space="preserve">        </w:t>
      </w:r>
      <w:r w:rsidR="00420D8D" w:rsidRPr="00625EB3">
        <w:rPr>
          <w:rFonts w:ascii="Angsana New" w:hAnsi="Angsana New" w:hint="cs"/>
          <w:sz w:val="30"/>
          <w:szCs w:val="30"/>
          <w:cs/>
        </w:rPr>
        <w:t>ร้อยละ</w:t>
      </w:r>
      <w:r w:rsidR="00420D8D" w:rsidRPr="00625EB3">
        <w:rPr>
          <w:rFonts w:ascii="Angsana New" w:hAnsi="Angsana New"/>
          <w:sz w:val="30"/>
          <w:szCs w:val="30"/>
        </w:rPr>
        <w:t xml:space="preserve"> </w:t>
      </w:r>
      <w:r w:rsidR="00420D8D" w:rsidRPr="00625EB3">
        <w:rPr>
          <w:rFonts w:ascii="Angsana New" w:hAnsi="Angsana New" w:hint="cs"/>
          <w:sz w:val="30"/>
          <w:szCs w:val="30"/>
          <w:cs/>
        </w:rPr>
        <w:t>5 ต่อปีในปี 2562 และร้อยละ 6</w:t>
      </w:r>
      <w:r w:rsidR="00420D8D" w:rsidRPr="00625EB3">
        <w:rPr>
          <w:rFonts w:ascii="Angsana New" w:hAnsi="Angsana New"/>
          <w:sz w:val="30"/>
          <w:szCs w:val="30"/>
        </w:rPr>
        <w:t xml:space="preserve"> </w:t>
      </w:r>
      <w:r w:rsidR="00420D8D" w:rsidRPr="00625EB3">
        <w:rPr>
          <w:rFonts w:ascii="Angsana New" w:hAnsi="Angsana New" w:hint="cs"/>
          <w:sz w:val="30"/>
          <w:szCs w:val="30"/>
          <w:cs/>
        </w:rPr>
        <w:t>ต่อปีในปี 2561</w:t>
      </w:r>
    </w:p>
    <w:p w:rsidR="00420D8D" w:rsidRPr="00A80A77" w:rsidRDefault="004D494E" w:rsidP="00420D8D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อัตราการหมุนเวียนของพนักงาน             </w:t>
      </w:r>
      <w:r w:rsidR="00420D8D" w:rsidRPr="00625EB3">
        <w:rPr>
          <w:rFonts w:ascii="Angsana New" w:hAnsi="Angsana New"/>
          <w:sz w:val="30"/>
          <w:szCs w:val="30"/>
          <w:cs/>
        </w:rPr>
        <w:t xml:space="preserve">ร้อยละ </w:t>
      </w:r>
      <w:r w:rsidR="00420D8D" w:rsidRPr="00625EB3">
        <w:rPr>
          <w:rFonts w:ascii="Angsana New" w:hAnsi="Angsana New" w:hint="cs"/>
          <w:sz w:val="30"/>
          <w:szCs w:val="30"/>
          <w:cs/>
        </w:rPr>
        <w:t>2.87 - 34.38</w:t>
      </w:r>
      <w:r w:rsidR="00420D8D" w:rsidRPr="00625EB3">
        <w:rPr>
          <w:rFonts w:ascii="Angsana New" w:hAnsi="Angsana New"/>
          <w:sz w:val="30"/>
          <w:szCs w:val="30"/>
        </w:rPr>
        <w:t xml:space="preserve"> </w:t>
      </w:r>
      <w:r w:rsidR="00420D8D" w:rsidRPr="00625EB3">
        <w:rPr>
          <w:rFonts w:ascii="Angsana New" w:hAnsi="Angsana New"/>
          <w:sz w:val="30"/>
          <w:szCs w:val="30"/>
          <w:cs/>
        </w:rPr>
        <w:t>ต่อปี</w:t>
      </w:r>
      <w:r w:rsidR="00420D8D" w:rsidRPr="00625EB3">
        <w:rPr>
          <w:rFonts w:ascii="Angsana New" w:hAnsi="Angsana New" w:hint="cs"/>
          <w:sz w:val="30"/>
          <w:szCs w:val="30"/>
          <w:cs/>
        </w:rPr>
        <w:t>ในปี 2562 และร้อยละ 6 - 31</w:t>
      </w:r>
      <w:r w:rsidR="00420D8D" w:rsidRPr="00625EB3">
        <w:rPr>
          <w:rFonts w:ascii="Angsana New" w:hAnsi="Angsana New"/>
          <w:sz w:val="30"/>
          <w:szCs w:val="30"/>
        </w:rPr>
        <w:t xml:space="preserve"> </w:t>
      </w:r>
      <w:r w:rsidR="00420D8D" w:rsidRPr="00625EB3">
        <w:rPr>
          <w:rFonts w:ascii="Angsana New" w:hAnsi="Angsana New" w:hint="cs"/>
          <w:sz w:val="30"/>
          <w:szCs w:val="30"/>
          <w:cs/>
        </w:rPr>
        <w:t>ต่อปีในปี 2561</w:t>
      </w:r>
    </w:p>
    <w:p w:rsidR="00A703BB" w:rsidRPr="00A80A77" w:rsidRDefault="00A703BB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420D8D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51027">
        <w:rPr>
          <w:rFonts w:ascii="Angsana New" w:hAnsi="Angsana New" w:hint="cs"/>
          <w:sz w:val="30"/>
          <w:szCs w:val="30"/>
          <w:cs/>
        </w:rPr>
        <w:t>ทั้งนี้ 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20D8D" w:rsidRPr="00015BB7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13" w:type="dxa"/>
        <w:tblLook w:val="04A0"/>
      </w:tblPr>
      <w:tblGrid>
        <w:gridCol w:w="5353"/>
        <w:gridCol w:w="302"/>
        <w:gridCol w:w="2029"/>
        <w:gridCol w:w="261"/>
        <w:gridCol w:w="2068"/>
      </w:tblGrid>
      <w:tr w:rsidR="00420D8D" w:rsidRPr="0024737F" w:rsidTr="003854CB">
        <w:tc>
          <w:tcPr>
            <w:tcW w:w="5353" w:type="dxa"/>
            <w:vAlign w:val="bottom"/>
          </w:tcPr>
          <w:p w:rsidR="00420D8D" w:rsidRPr="00A51027" w:rsidRDefault="00420D8D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420D8D" w:rsidRPr="00A51027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358" w:type="dxa"/>
            <w:gridSpan w:val="3"/>
          </w:tcPr>
          <w:p w:rsidR="00420D8D" w:rsidRPr="00A51027" w:rsidRDefault="00420D8D" w:rsidP="003854CB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A51027">
              <w:rPr>
                <w:rFonts w:asciiTheme="majorBidi" w:hAnsiTheme="majorBidi" w:cstheme="majorBidi"/>
                <w:szCs w:val="30"/>
                <w:cs/>
              </w:rPr>
              <w:t>หนี้สินอาจเพิ่มขึ้น (ลดลง) จากการ</w:t>
            </w:r>
          </w:p>
          <w:p w:rsidR="00420D8D" w:rsidRPr="00A51027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A51027">
              <w:rPr>
                <w:rFonts w:asciiTheme="majorBidi" w:hAnsiTheme="majorBidi" w:cstheme="majorBidi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420D8D" w:rsidRPr="0024737F" w:rsidTr="003854CB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420D8D" w:rsidRPr="0024737F" w:rsidTr="003854CB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อัตราคิดลด (เพิ่มขึ้น/ลดลงร้อยละ 0.5)</w:t>
            </w:r>
          </w:p>
        </w:tc>
        <w:tc>
          <w:tcPr>
            <w:tcW w:w="302" w:type="dxa"/>
            <w:vMerge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0D8D" w:rsidRPr="00625EB3" w:rsidRDefault="006B01A5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(433</w:t>
            </w:r>
            <w:r w:rsidR="00420D8D" w:rsidRPr="00625EB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:rsidR="00420D8D" w:rsidRPr="00625EB3" w:rsidRDefault="006B01A5" w:rsidP="003354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469</w:t>
            </w:r>
          </w:p>
        </w:tc>
      </w:tr>
      <w:tr w:rsidR="00420D8D" w:rsidRPr="0024737F" w:rsidTr="003854CB">
        <w:tc>
          <w:tcPr>
            <w:tcW w:w="5353" w:type="dxa"/>
            <w:vAlign w:val="bottom"/>
          </w:tcPr>
          <w:p w:rsidR="00420D8D" w:rsidRPr="00625EB3" w:rsidRDefault="00420D8D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420D8D" w:rsidRPr="00625EB3" w:rsidRDefault="006B01A5" w:rsidP="003354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895</w:t>
            </w:r>
          </w:p>
        </w:tc>
        <w:tc>
          <w:tcPr>
            <w:tcW w:w="261" w:type="dxa"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420D8D" w:rsidRPr="00625EB3" w:rsidRDefault="00676440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25EB3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="006B01A5">
              <w:rPr>
                <w:rFonts w:ascii="Angsana New" w:hAnsi="Angsana New" w:hint="cs"/>
                <w:sz w:val="30"/>
                <w:szCs w:val="30"/>
                <w:cs/>
              </w:rPr>
              <w:t>779</w:t>
            </w:r>
            <w:r w:rsidR="00420D8D" w:rsidRPr="00625EB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420D8D" w:rsidRPr="0024737F" w:rsidTr="003854CB">
        <w:tc>
          <w:tcPr>
            <w:tcW w:w="5353" w:type="dxa"/>
            <w:vAlign w:val="bottom"/>
          </w:tcPr>
          <w:p w:rsidR="00420D8D" w:rsidRPr="00625EB3" w:rsidRDefault="00420D8D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อัตราการ</w:t>
            </w:r>
            <w:r w:rsidRPr="00625EB3">
              <w:rPr>
                <w:rFonts w:ascii="Angsana New" w:eastAsiaTheme="majorEastAsia" w:hAnsi="Angsana New" w:hint="cs"/>
                <w:szCs w:val="30"/>
                <w:cs/>
              </w:rPr>
              <w:t xml:space="preserve">หมุนเวียนของพนักงาน </w:t>
            </w:r>
            <w:r w:rsidRPr="00625EB3">
              <w:rPr>
                <w:rFonts w:ascii="Angsana New" w:hAnsi="Angsana New" w:hint="cs"/>
                <w:szCs w:val="30"/>
                <w:cs/>
              </w:rPr>
              <w:t>(เพิ่มขึ้น/ลดลงร้อยละ 20.0)</w:t>
            </w:r>
          </w:p>
        </w:tc>
        <w:tc>
          <w:tcPr>
            <w:tcW w:w="302" w:type="dxa"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420D8D" w:rsidRPr="00625EB3" w:rsidRDefault="00676440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25EB3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6B01A5">
              <w:rPr>
                <w:rFonts w:ascii="Angsana New" w:hAnsi="Angsana New" w:hint="cs"/>
                <w:sz w:val="30"/>
                <w:szCs w:val="30"/>
                <w:cs/>
              </w:rPr>
              <w:t>790</w:t>
            </w:r>
            <w:r w:rsidR="00420D8D" w:rsidRPr="00625EB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420D8D" w:rsidRPr="00625EB3" w:rsidRDefault="006B01A5" w:rsidP="006764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948</w:t>
            </w:r>
          </w:p>
        </w:tc>
      </w:tr>
    </w:tbl>
    <w:p w:rsidR="00676440" w:rsidRDefault="00676440" w:rsidP="00420D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6B01A5" w:rsidRDefault="006B01A5" w:rsidP="009865E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 w:hint="cs"/>
          <w:sz w:val="30"/>
          <w:szCs w:val="30"/>
          <w:cs/>
        </w:rPr>
        <w:t xml:space="preserve">สภานิติบัญญัติแห่งชาติได้อนุมัติและเห็นชอบให้มีการแก้ไขพระราชบัญญัติคุ้มครองแรงงาน พ.ศ. </w:t>
      </w:r>
      <w:r>
        <w:rPr>
          <w:rFonts w:ascii="Angsana New" w:hAnsi="Angsana New"/>
          <w:sz w:val="30"/>
          <w:szCs w:val="30"/>
        </w:rPr>
        <w:t xml:space="preserve">2541 </w:t>
      </w:r>
      <w:r>
        <w:rPr>
          <w:rFonts w:ascii="Angsana New" w:hAnsi="Angsana New" w:hint="cs"/>
          <w:sz w:val="30"/>
          <w:szCs w:val="30"/>
          <w:cs/>
        </w:rPr>
        <w:t xml:space="preserve">ในบางเรื่องซึ่งรวมถึงการเพิ่มค่าชดเชยให้แก่ลูกจ้างที่ทำงานมาเป็นระยะเวลาตั้งแต่ </w:t>
      </w:r>
      <w:r>
        <w:rPr>
          <w:rFonts w:ascii="Angsana New" w:hAnsi="Angsana New"/>
          <w:sz w:val="30"/>
          <w:szCs w:val="30"/>
        </w:rPr>
        <w:t xml:space="preserve">20 </w:t>
      </w:r>
      <w:r>
        <w:rPr>
          <w:rFonts w:ascii="Angsana New" w:hAnsi="Angsana New" w:hint="cs"/>
          <w:sz w:val="30"/>
          <w:szCs w:val="30"/>
          <w:cs/>
        </w:rPr>
        <w:t xml:space="preserve">ปีขึ้นไปจากเดิมเท่ากับอัตราค่าจ้างจำนวน </w:t>
      </w:r>
      <w:r>
        <w:rPr>
          <w:rFonts w:ascii="Angsana New" w:hAnsi="Angsana New"/>
          <w:sz w:val="30"/>
          <w:szCs w:val="30"/>
        </w:rPr>
        <w:t xml:space="preserve">300 </w:t>
      </w:r>
      <w:r>
        <w:rPr>
          <w:rFonts w:ascii="Angsana New" w:hAnsi="Angsana New" w:hint="cs"/>
          <w:sz w:val="30"/>
          <w:szCs w:val="30"/>
          <w:cs/>
        </w:rPr>
        <w:t xml:space="preserve">วันเป็นอัตราใหม่เท่ากับ </w:t>
      </w:r>
      <w:r>
        <w:rPr>
          <w:rFonts w:ascii="Angsana New" w:hAnsi="Angsana New"/>
          <w:sz w:val="30"/>
          <w:szCs w:val="30"/>
        </w:rPr>
        <w:t xml:space="preserve">400 </w:t>
      </w:r>
      <w:r>
        <w:rPr>
          <w:rFonts w:ascii="Angsana New" w:hAnsi="Angsana New" w:hint="cs"/>
          <w:sz w:val="30"/>
          <w:szCs w:val="30"/>
          <w:cs/>
        </w:rPr>
        <w:t xml:space="preserve">วันซึ่งต่อมาได้ถูกประกาศกำหนดเป็นกฎหมายในช่วงต้นเดือนเมษายน </w:t>
      </w:r>
      <w:r>
        <w:rPr>
          <w:rFonts w:ascii="Angsana New" w:hAnsi="Angsana New"/>
          <w:sz w:val="30"/>
          <w:szCs w:val="30"/>
        </w:rPr>
        <w:t xml:space="preserve">2562 </w:t>
      </w:r>
      <w:r w:rsidR="000D64B4">
        <w:rPr>
          <w:rFonts w:ascii="Angsana New" w:hAnsi="Angsana New" w:hint="cs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 xml:space="preserve">มีผลบังคับใช้ในช่วงต้นเดือนพฤษภาคม </w:t>
      </w:r>
      <w:r>
        <w:rPr>
          <w:rFonts w:ascii="Angsana New" w:hAnsi="Angsana New"/>
          <w:sz w:val="30"/>
          <w:szCs w:val="30"/>
        </w:rPr>
        <w:t>2562</w:t>
      </w:r>
      <w:r w:rsidR="00DB02CA">
        <w:rPr>
          <w:rFonts w:ascii="Angsana New" w:hAnsi="Angsana New" w:hint="cs"/>
          <w:sz w:val="30"/>
          <w:szCs w:val="30"/>
          <w:cs/>
        </w:rPr>
        <w:t xml:space="preserve"> </w:t>
      </w:r>
      <w:r w:rsidR="003A152D">
        <w:rPr>
          <w:rFonts w:ascii="Angsana New" w:hAnsi="Angsana New" w:hint="cs"/>
          <w:sz w:val="30"/>
          <w:szCs w:val="30"/>
          <w:cs/>
        </w:rPr>
        <w:t>ทั้งนี้ ฝ่ายบริหารของบริษัทได้ใช้ดุลยพินิจพิ</w:t>
      </w:r>
      <w:r w:rsidR="002D3C34">
        <w:rPr>
          <w:rFonts w:ascii="Angsana New" w:hAnsi="Angsana New" w:hint="cs"/>
          <w:sz w:val="30"/>
          <w:szCs w:val="30"/>
          <w:cs/>
        </w:rPr>
        <w:t>จารณาแล้วว่าการแก้ไข</w:t>
      </w:r>
      <w:r w:rsidR="003A152D">
        <w:rPr>
          <w:rFonts w:ascii="Angsana New" w:hAnsi="Angsana New" w:hint="cs"/>
          <w:sz w:val="30"/>
          <w:szCs w:val="30"/>
          <w:cs/>
        </w:rPr>
        <w:t>โครงการผลประโยชน์ของพนักงานดังกล่าว (การแก้ไขกฏหมาย) ได้เกิดขึ้นและมีผลบังคับใช้ใน</w:t>
      </w:r>
      <w:r w:rsidR="00EC63A5">
        <w:rPr>
          <w:rFonts w:ascii="Angsana New" w:hAnsi="Angsana New" w:hint="cs"/>
          <w:sz w:val="30"/>
          <w:szCs w:val="30"/>
          <w:cs/>
        </w:rPr>
        <w:t xml:space="preserve">   </w:t>
      </w:r>
      <w:r w:rsidR="003A152D">
        <w:rPr>
          <w:rFonts w:ascii="Angsana New" w:hAnsi="Angsana New" w:hint="cs"/>
          <w:sz w:val="30"/>
          <w:szCs w:val="30"/>
          <w:cs/>
        </w:rPr>
        <w:t>ไตรมาสที่ 2 ของปี 2562 บริษัทจึงบันทึก</w:t>
      </w:r>
      <w:r w:rsidR="003A152D" w:rsidRPr="00DB02CA">
        <w:rPr>
          <w:rFonts w:ascii="Angsana New" w:hAnsi="Angsana New" w:hint="cs"/>
          <w:sz w:val="30"/>
          <w:szCs w:val="30"/>
          <w:cs/>
        </w:rPr>
        <w:t>ต้นทุนบริการในอดีต</w:t>
      </w:r>
      <w:r w:rsidR="00CF4327">
        <w:rPr>
          <w:rFonts w:ascii="Angsana New" w:hAnsi="Angsana New" w:hint="cs"/>
          <w:sz w:val="30"/>
          <w:szCs w:val="30"/>
          <w:cs/>
        </w:rPr>
        <w:t>ส่วนที่เป็นผลจากการแก้ไขโครงการ</w:t>
      </w:r>
      <w:r w:rsidR="00EC63A5">
        <w:rPr>
          <w:rFonts w:ascii="Angsana New" w:hAnsi="Angsana New" w:hint="cs"/>
          <w:sz w:val="30"/>
          <w:szCs w:val="30"/>
          <w:cs/>
        </w:rPr>
        <w:t>ซึ่งมี</w:t>
      </w:r>
      <w:r w:rsidR="003A152D" w:rsidRPr="00DB02CA">
        <w:rPr>
          <w:rFonts w:ascii="Angsana New" w:hAnsi="Angsana New" w:hint="cs"/>
          <w:sz w:val="30"/>
          <w:szCs w:val="30"/>
          <w:cs/>
        </w:rPr>
        <w:t>จำนวนประมาณ 1.7 ล้านบาทในไตรมาสที่ 2 ของปี 2562</w:t>
      </w:r>
      <w:r w:rsidR="000D64B4" w:rsidRPr="00DB02CA">
        <w:rPr>
          <w:rFonts w:ascii="Angsana New" w:hAnsi="Angsana New" w:hint="cs"/>
          <w:sz w:val="30"/>
          <w:szCs w:val="30"/>
          <w:cs/>
        </w:rPr>
        <w:t xml:space="preserve"> </w:t>
      </w:r>
      <w:r w:rsidR="00DB02CA" w:rsidRPr="00DB02CA">
        <w:rPr>
          <w:rFonts w:ascii="Angsana New" w:hAnsi="Angsana New" w:hint="cs"/>
          <w:sz w:val="30"/>
          <w:szCs w:val="30"/>
          <w:cs/>
        </w:rPr>
        <w:t>ซึ่งจะ</w:t>
      </w:r>
      <w:r w:rsidR="000D64B4" w:rsidRPr="00DB02CA">
        <w:rPr>
          <w:rFonts w:ascii="Angsana New" w:hAnsi="Angsana New" w:hint="cs"/>
          <w:sz w:val="30"/>
          <w:szCs w:val="30"/>
          <w:cs/>
        </w:rPr>
        <w:t>ส่งผลให้ยอดคงเหลือของประมาณการหนี้สินผลประโยชน์ของพนักงานหลังออกจากงาน</w:t>
      </w:r>
      <w:r w:rsidR="00DB02CA" w:rsidRPr="00DB02CA">
        <w:rPr>
          <w:rFonts w:ascii="Angsana New" w:hAnsi="Angsana New" w:hint="cs"/>
          <w:sz w:val="30"/>
          <w:szCs w:val="30"/>
          <w:cs/>
        </w:rPr>
        <w:t>เพิ่มขึ้นจากยอด</w:t>
      </w:r>
      <w:r w:rsidR="000D64B4" w:rsidRPr="00DB02CA">
        <w:rPr>
          <w:rFonts w:ascii="Angsana New" w:hAnsi="Angsana New" w:hint="cs"/>
          <w:sz w:val="30"/>
          <w:szCs w:val="30"/>
          <w:cs/>
        </w:rPr>
        <w:t xml:space="preserve"> ณ วันที่ 31 มีนาคม </w:t>
      </w:r>
      <w:r w:rsidR="000D64B4" w:rsidRPr="00DB02CA">
        <w:rPr>
          <w:rFonts w:ascii="Angsana New" w:hAnsi="Angsana New"/>
          <w:sz w:val="30"/>
          <w:szCs w:val="30"/>
        </w:rPr>
        <w:t xml:space="preserve">2562 </w:t>
      </w:r>
      <w:r w:rsidR="00DB02CA" w:rsidRPr="00DB02CA">
        <w:rPr>
          <w:rFonts w:ascii="Angsana New" w:hAnsi="Angsana New" w:hint="cs"/>
          <w:sz w:val="30"/>
          <w:szCs w:val="30"/>
          <w:cs/>
        </w:rPr>
        <w:t>ด้วยจำนวนเงินดังกล่าว</w:t>
      </w:r>
    </w:p>
    <w:p w:rsidR="0090210A" w:rsidRPr="009865E0" w:rsidRDefault="009865E0" w:rsidP="009865E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jc w:val="thaiDistribute"/>
        <w:rPr>
          <w:rFonts w:ascii="Angsana New" w:hAnsi="Angsana New"/>
          <w:sz w:val="30"/>
          <w:szCs w:val="30"/>
          <w:cs/>
        </w:rPr>
      </w:pPr>
      <w:r w:rsidRPr="009865E0">
        <w:rPr>
          <w:rFonts w:ascii="Angsana New" w:hAnsi="Angsana New"/>
          <w:sz w:val="30"/>
          <w:szCs w:val="30"/>
          <w:cs/>
        </w:rPr>
        <w:t xml:space="preserve"> </w:t>
      </w:r>
    </w:p>
    <w:p w:rsidR="0009604B" w:rsidRPr="0043177F" w:rsidRDefault="0009604B" w:rsidP="0009604B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43177F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:rsidR="0009604B" w:rsidRPr="00BA4384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09604B" w:rsidRPr="00537F8F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>ภาษีเงินได้</w:t>
      </w:r>
      <w:r w:rsidRPr="00537F8F">
        <w:rPr>
          <w:rFonts w:ascii="Angsana New" w:hAnsi="Angsana New" w:hint="cs"/>
          <w:sz w:val="30"/>
          <w:szCs w:val="30"/>
          <w:cs/>
        </w:rPr>
        <w:t>นิติบุคคล</w:t>
      </w:r>
      <w:r w:rsidRPr="00537F8F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>
        <w:rPr>
          <w:rFonts w:ascii="Angsana New" w:hAnsi="Angsana New" w:hint="cs"/>
          <w:sz w:val="30"/>
          <w:szCs w:val="30"/>
          <w:cs/>
        </w:rPr>
        <w:t xml:space="preserve"> (รายได้) </w:t>
      </w:r>
      <w:r w:rsidRPr="00537F8F">
        <w:rPr>
          <w:rFonts w:ascii="Angsana New" w:hAnsi="Angsana New" w:hint="cs"/>
          <w:sz w:val="30"/>
          <w:szCs w:val="30"/>
          <w:cs/>
        </w:rPr>
        <w:t>สำหรับ</w:t>
      </w:r>
      <w:r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537F8F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537F8F">
        <w:rPr>
          <w:rFonts w:ascii="Angsana New" w:hAnsi="Angsana New"/>
          <w:sz w:val="30"/>
          <w:szCs w:val="30"/>
        </w:rPr>
        <w:t>31</w:t>
      </w:r>
      <w:r w:rsidRPr="00537F8F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มีนา</w:t>
      </w:r>
      <w:r w:rsidRPr="00537F8F">
        <w:rPr>
          <w:rFonts w:ascii="Angsana New" w:hAnsi="Angsana New" w:hint="cs"/>
          <w:sz w:val="30"/>
          <w:szCs w:val="30"/>
          <w:cs/>
        </w:rPr>
        <w:t xml:space="preserve">คม </w:t>
      </w:r>
      <w:r w:rsidRPr="00537F8F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/>
          <w:sz w:val="30"/>
          <w:szCs w:val="30"/>
        </w:rPr>
        <w:t>62</w:t>
      </w:r>
      <w:r w:rsidRPr="00537F8F">
        <w:rPr>
          <w:rFonts w:ascii="Angsana New" w:hAnsi="Angsana New" w:hint="cs"/>
          <w:sz w:val="30"/>
          <w:szCs w:val="30"/>
          <w:cs/>
        </w:rPr>
        <w:t xml:space="preserve"> และ </w:t>
      </w:r>
      <w:r>
        <w:rPr>
          <w:rFonts w:ascii="Angsana New" w:hAnsi="Angsana New"/>
          <w:sz w:val="30"/>
          <w:szCs w:val="30"/>
        </w:rPr>
        <w:t>2561</w:t>
      </w:r>
      <w:r w:rsidRPr="00537F8F">
        <w:rPr>
          <w:rFonts w:ascii="Angsana New" w:hAnsi="Angsana New" w:hint="cs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09604B" w:rsidRPr="00BA4384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</w:p>
        </w:tc>
      </w:tr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2562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2561</w:t>
            </w:r>
          </w:p>
        </w:tc>
      </w:tr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9604B" w:rsidRPr="00A80A77" w:rsidRDefault="00A80A77" w:rsidP="008E18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0A77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09604B" w:rsidRPr="00A80A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E1869">
              <w:rPr>
                <w:rFonts w:asciiTheme="majorBidi" w:hAnsiTheme="majorBidi" w:cstheme="majorBidi"/>
                <w:sz w:val="30"/>
                <w:szCs w:val="30"/>
              </w:rPr>
              <w:t>54</w:t>
            </w:r>
            <w:r w:rsidR="00477424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36" w:type="dxa"/>
            <w:shd w:val="clear" w:color="auto" w:fill="auto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9604B" w:rsidRPr="00401FE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2,302</w:t>
            </w:r>
          </w:p>
        </w:tc>
      </w:tr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9604B" w:rsidRPr="00A80A77" w:rsidRDefault="00A80A77" w:rsidP="008E18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0A77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8E1869">
              <w:rPr>
                <w:rFonts w:asciiTheme="majorBidi" w:hAnsiTheme="majorBidi" w:cstheme="majorBidi"/>
                <w:sz w:val="30"/>
                <w:szCs w:val="30"/>
              </w:rPr>
              <w:t>240</w:t>
            </w:r>
          </w:p>
        </w:tc>
        <w:tc>
          <w:tcPr>
            <w:tcW w:w="236" w:type="dxa"/>
            <w:shd w:val="clear" w:color="auto" w:fill="auto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9604B" w:rsidRPr="00401FE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388</w:t>
            </w:r>
          </w:p>
        </w:tc>
      </w:tr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09604B" w:rsidRPr="00A80A77" w:rsidRDefault="0009604B" w:rsidP="00A80A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0A77">
              <w:rPr>
                <w:rFonts w:asciiTheme="majorBidi" w:hAnsiTheme="majorBidi" w:cstheme="majorBidi"/>
                <w:sz w:val="30"/>
                <w:szCs w:val="30"/>
              </w:rPr>
              <w:t xml:space="preserve">(     </w:t>
            </w:r>
            <w:r w:rsidR="00A80A77" w:rsidRPr="00A80A77">
              <w:rPr>
                <w:rFonts w:asciiTheme="majorBidi" w:hAnsiTheme="majorBidi" w:cstheme="majorBidi"/>
                <w:sz w:val="30"/>
                <w:szCs w:val="30"/>
              </w:rPr>
              <w:t>80</w:t>
            </w:r>
            <w:r w:rsidRPr="00A80A7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09604B" w:rsidRPr="00401FE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     14</w:t>
            </w:r>
            <w:r w:rsidRPr="00401FE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604B" w:rsidRPr="00A80A77" w:rsidRDefault="00A80A77" w:rsidP="00A80A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0A7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9604B" w:rsidRPr="00A80A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80A77">
              <w:rPr>
                <w:rFonts w:asciiTheme="majorBidi" w:hAnsiTheme="majorBidi" w:cstheme="majorBidi"/>
                <w:sz w:val="30"/>
                <w:szCs w:val="30"/>
              </w:rPr>
              <w:t>70</w:t>
            </w:r>
            <w:r w:rsidR="00477424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36" w:type="dxa"/>
            <w:shd w:val="clear" w:color="auto" w:fill="auto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604B" w:rsidRPr="00401FE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2,676</w:t>
            </w:r>
          </w:p>
        </w:tc>
      </w:tr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09604B" w:rsidRPr="00A80A77" w:rsidRDefault="008E1869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   645</w:t>
            </w:r>
            <w:r w:rsidR="0009604B" w:rsidRPr="00A80A7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09604B" w:rsidRPr="00401FE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   336</w:t>
            </w:r>
            <w:r w:rsidRPr="00401FE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9604B" w:rsidRPr="00A80A77" w:rsidRDefault="008E1869" w:rsidP="008E18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9604B" w:rsidRPr="00A80A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06</w:t>
            </w:r>
            <w:r w:rsidR="00477424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9604B" w:rsidRPr="00401FE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2,340</w:t>
            </w:r>
          </w:p>
        </w:tc>
      </w:tr>
      <w:tr w:rsidR="0009604B" w:rsidRPr="00BA4384" w:rsidTr="004D2901">
        <w:tc>
          <w:tcPr>
            <w:tcW w:w="6298" w:type="dxa"/>
          </w:tcPr>
          <w:p w:rsidR="0009604B" w:rsidRPr="00BA4384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09604B" w:rsidRPr="00BA4384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9604B" w:rsidRPr="00BA4384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:rsidR="0009604B" w:rsidRPr="00BA4384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9604B" w:rsidRPr="00BA4384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4D2901" w:rsidRPr="00537F8F" w:rsidTr="002E305A">
        <w:tc>
          <w:tcPr>
            <w:tcW w:w="6298" w:type="dxa"/>
          </w:tcPr>
          <w:p w:rsidR="004D2901" w:rsidRPr="00537F8F" w:rsidRDefault="004D2901" w:rsidP="002E3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 w:rsidR="00E474A6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ลดลงในส่วนของกำไรเบ็ดเสร็จอื่น</w:t>
            </w:r>
          </w:p>
        </w:tc>
        <w:tc>
          <w:tcPr>
            <w:tcW w:w="236" w:type="dxa"/>
          </w:tcPr>
          <w:p w:rsidR="004D2901" w:rsidRPr="00537F8F" w:rsidRDefault="004D2901" w:rsidP="002E3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</w:tcPr>
          <w:p w:rsidR="004D2901" w:rsidRPr="00A80A77" w:rsidRDefault="004D2901" w:rsidP="00F07E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0A77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475</w:t>
            </w:r>
          </w:p>
        </w:tc>
        <w:tc>
          <w:tcPr>
            <w:tcW w:w="236" w:type="dxa"/>
            <w:shd w:val="clear" w:color="auto" w:fill="auto"/>
          </w:tcPr>
          <w:p w:rsidR="004D2901" w:rsidRPr="00537F8F" w:rsidRDefault="004D2901" w:rsidP="002E3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D2901" w:rsidRPr="00E83DA5" w:rsidRDefault="004D2901" w:rsidP="002E3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83DA5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</w:tbl>
    <w:p w:rsidR="00A703BB" w:rsidRDefault="00A703B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09604B" w:rsidRPr="00BA4384" w:rsidRDefault="0009604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 xml:space="preserve">สินทรัพย์ภาษีเงินได้รอการตัดบัญชีที่แสดงในงบแสดงฐานะการเงิน ณ วันที่ </w:t>
      </w:r>
      <w:r w:rsidRPr="00537F8F"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>มีนาคม</w:t>
      </w:r>
      <w:r w:rsidRPr="00537F8F">
        <w:rPr>
          <w:rFonts w:ascii="Angsana New" w:hAnsi="Angsana New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/>
          <w:sz w:val="30"/>
          <w:szCs w:val="30"/>
        </w:rPr>
        <w:t>62</w:t>
      </w:r>
      <w:r w:rsidRPr="00537F8F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537F8F">
        <w:rPr>
          <w:rFonts w:ascii="Angsana New" w:hAnsi="Angsana New"/>
          <w:sz w:val="30"/>
          <w:szCs w:val="30"/>
          <w:cs/>
        </w:rPr>
        <w:t xml:space="preserve"> </w:t>
      </w:r>
      <w:r w:rsidRPr="00BA4384">
        <w:rPr>
          <w:rFonts w:ascii="Angsana New" w:hAnsi="Angsana New"/>
          <w:sz w:val="30"/>
          <w:szCs w:val="30"/>
        </w:rPr>
        <w:t xml:space="preserve">2561 </w:t>
      </w:r>
      <w:r w:rsidRPr="00BA4384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9604B" w:rsidRPr="00BA4384" w:rsidRDefault="0009604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604B" w:rsidRPr="00537F8F" w:rsidTr="0009604B">
        <w:tc>
          <w:tcPr>
            <w:tcW w:w="6298" w:type="dxa"/>
          </w:tcPr>
          <w:p w:rsidR="0009604B" w:rsidRPr="00E24E3C" w:rsidRDefault="0009604B" w:rsidP="0009604B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 w:rsidRPr="00E24E3C"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หนี้สงสัยจะสูญ</w:t>
            </w: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9604B" w:rsidRPr="002E305A" w:rsidRDefault="002E305A" w:rsidP="002E3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305A">
              <w:rPr>
                <w:rFonts w:ascii="Angsana New" w:hAnsi="Angsana New"/>
                <w:sz w:val="30"/>
                <w:szCs w:val="30"/>
              </w:rPr>
              <w:t>1,250</w:t>
            </w:r>
          </w:p>
        </w:tc>
        <w:tc>
          <w:tcPr>
            <w:tcW w:w="236" w:type="dxa"/>
            <w:shd w:val="clear" w:color="auto" w:fill="auto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9604B" w:rsidRPr="0009604B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604B">
              <w:rPr>
                <w:rFonts w:ascii="Angsana New" w:hAnsi="Angsana New"/>
                <w:sz w:val="30"/>
                <w:szCs w:val="30"/>
              </w:rPr>
              <w:t>981</w:t>
            </w:r>
          </w:p>
        </w:tc>
      </w:tr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9604B" w:rsidRPr="002E305A" w:rsidRDefault="002E305A" w:rsidP="002E3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305A">
              <w:rPr>
                <w:rFonts w:ascii="Angsana New" w:hAnsi="Angsana New"/>
                <w:sz w:val="30"/>
                <w:szCs w:val="30"/>
              </w:rPr>
              <w:t>1,042</w:t>
            </w:r>
          </w:p>
        </w:tc>
        <w:tc>
          <w:tcPr>
            <w:tcW w:w="236" w:type="dxa"/>
            <w:shd w:val="clear" w:color="auto" w:fill="auto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9604B" w:rsidRPr="0009604B" w:rsidRDefault="009F2034" w:rsidP="009F20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681</w:t>
            </w:r>
          </w:p>
        </w:tc>
      </w:tr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9604B" w:rsidRPr="002E305A" w:rsidRDefault="002E305A" w:rsidP="002E3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305A">
              <w:rPr>
                <w:rFonts w:ascii="Angsana New" w:hAnsi="Angsana New"/>
                <w:sz w:val="30"/>
                <w:szCs w:val="30"/>
              </w:rPr>
              <w:t>2</w:t>
            </w:r>
            <w:r w:rsidR="0009604B" w:rsidRPr="002E305A">
              <w:rPr>
                <w:rFonts w:ascii="Angsana New" w:hAnsi="Angsana New"/>
                <w:sz w:val="30"/>
                <w:szCs w:val="30"/>
              </w:rPr>
              <w:t>,</w:t>
            </w:r>
            <w:r w:rsidRPr="002E305A">
              <w:rPr>
                <w:rFonts w:ascii="Angsana New" w:hAnsi="Angsana New"/>
                <w:sz w:val="30"/>
                <w:szCs w:val="30"/>
              </w:rPr>
              <w:t>40</w:t>
            </w:r>
            <w:r w:rsidR="008E186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9604B" w:rsidRPr="0009604B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604B">
              <w:rPr>
                <w:rFonts w:ascii="Angsana New" w:hAnsi="Angsana New"/>
                <w:sz w:val="30"/>
                <w:szCs w:val="30"/>
              </w:rPr>
              <w:t>2,863</w:t>
            </w:r>
          </w:p>
        </w:tc>
      </w:tr>
      <w:tr w:rsidR="0009604B" w:rsidRPr="00537F8F" w:rsidTr="0009604B">
        <w:tc>
          <w:tcPr>
            <w:tcW w:w="6298" w:type="dxa"/>
          </w:tcPr>
          <w:p w:rsidR="0009604B" w:rsidRPr="00537F8F" w:rsidRDefault="0009604B" w:rsidP="0009604B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9604B" w:rsidRPr="002E305A" w:rsidRDefault="008E1869" w:rsidP="008E18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09604B" w:rsidRPr="002E305A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695</w:t>
            </w:r>
          </w:p>
        </w:tc>
        <w:tc>
          <w:tcPr>
            <w:tcW w:w="236" w:type="dxa"/>
            <w:shd w:val="clear" w:color="auto" w:fill="auto"/>
          </w:tcPr>
          <w:p w:rsidR="0009604B" w:rsidRPr="00537F8F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9604B" w:rsidRPr="0009604B" w:rsidRDefault="0009604B" w:rsidP="00096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604B">
              <w:rPr>
                <w:rFonts w:ascii="Angsana New" w:hAnsi="Angsana New"/>
                <w:sz w:val="30"/>
                <w:szCs w:val="30"/>
              </w:rPr>
              <w:t>4,525</w:t>
            </w:r>
          </w:p>
        </w:tc>
      </w:tr>
    </w:tbl>
    <w:p w:rsidR="00BA4384" w:rsidRDefault="00BA4384" w:rsidP="0047298E">
      <w:pPr>
        <w:rPr>
          <w:rFonts w:ascii="Angsana New" w:hAnsi="Angsana New"/>
          <w:sz w:val="30"/>
          <w:szCs w:val="30"/>
        </w:rPr>
      </w:pPr>
    </w:p>
    <w:p w:rsidR="0090210A" w:rsidRDefault="0090210A" w:rsidP="0047298E">
      <w:pPr>
        <w:rPr>
          <w:rFonts w:ascii="Angsana New" w:hAnsi="Angsana New"/>
          <w:sz w:val="30"/>
          <w:szCs w:val="30"/>
        </w:rPr>
      </w:pPr>
    </w:p>
    <w:p w:rsidR="0090210A" w:rsidRDefault="0090210A" w:rsidP="0047298E">
      <w:pPr>
        <w:rPr>
          <w:rFonts w:ascii="Angsana New" w:hAnsi="Angsana New"/>
          <w:sz w:val="30"/>
          <w:szCs w:val="30"/>
        </w:rPr>
      </w:pPr>
    </w:p>
    <w:p w:rsidR="0090210A" w:rsidRDefault="0090210A" w:rsidP="0047298E">
      <w:pPr>
        <w:rPr>
          <w:rFonts w:ascii="Angsana New" w:hAnsi="Angsana New"/>
          <w:sz w:val="30"/>
          <w:szCs w:val="30"/>
        </w:rPr>
      </w:pPr>
    </w:p>
    <w:p w:rsidR="0090210A" w:rsidRPr="00BA4384" w:rsidRDefault="0090210A" w:rsidP="0047298E">
      <w:pPr>
        <w:rPr>
          <w:rFonts w:ascii="Angsana New" w:hAnsi="Angsana New"/>
          <w:sz w:val="30"/>
          <w:szCs w:val="30"/>
        </w:rPr>
      </w:pPr>
    </w:p>
    <w:p w:rsidR="001D7C99" w:rsidRPr="00297680" w:rsidRDefault="001D7C99" w:rsidP="001D7C99">
      <w:pPr>
        <w:pStyle w:val="BodyText2"/>
        <w:numPr>
          <w:ilvl w:val="0"/>
          <w:numId w:val="16"/>
        </w:numPr>
        <w:ind w:left="567" w:hanging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lastRenderedPageBreak/>
        <w:t>ข้อมูลทางการเงินจำแนกตามส่วนงานดำเนินงาน</w:t>
      </w:r>
    </w:p>
    <w:p w:rsidR="001D7C99" w:rsidRPr="00A703BB" w:rsidRDefault="001D7C99" w:rsidP="001D7C99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1D7C99" w:rsidRPr="003854CB" w:rsidRDefault="001D7C99" w:rsidP="001D7C99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 xml:space="preserve"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2143AC">
        <w:rPr>
          <w:rFonts w:asciiTheme="majorBidi" w:hAnsiTheme="majorBidi" w:cstheme="majorBidi"/>
          <w:sz w:val="30"/>
          <w:szCs w:val="30"/>
        </w:rPr>
        <w:t xml:space="preserve">(1) </w:t>
      </w:r>
      <w:r w:rsidRPr="002143AC">
        <w:rPr>
          <w:rFonts w:asciiTheme="majorBidi" w:hAnsiTheme="majorBidi" w:cstheme="majorBidi"/>
          <w:sz w:val="30"/>
          <w:szCs w:val="30"/>
          <w:cs/>
        </w:rPr>
        <w:t>อุปกรณ์และวัสดุสิ้นเปลือง</w:t>
      </w:r>
      <w:r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(</w:t>
      </w:r>
      <w:r w:rsidRPr="002143AC">
        <w:rPr>
          <w:rFonts w:asciiTheme="majorBidi" w:hAnsiTheme="majorBidi" w:cstheme="majorBidi"/>
          <w:sz w:val="30"/>
          <w:szCs w:val="30"/>
        </w:rPr>
        <w:t>2</w:t>
      </w:r>
      <w:r w:rsidRPr="002143AC">
        <w:rPr>
          <w:rFonts w:asciiTheme="majorBidi" w:hAnsiTheme="majorBidi" w:cstheme="majorBidi"/>
          <w:sz w:val="30"/>
          <w:szCs w:val="30"/>
          <w:cs/>
        </w:rPr>
        <w:t>) อุปกรณ์และเครื่องมือทางการแพทย์ บริษัทไม่มีรายการโอนระหว่างส่วนงาน นอกจากนี้ บริษัทไม่สามารถจำแนกข้อมูลสินทรัพย์และหนี้สินตามส่วนงานได้โดยไม่มีต้นทุนที่เกินจำเป็น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A703BB" w:rsidRDefault="00A703BB" w:rsidP="0047298E">
      <w:pPr>
        <w:rPr>
          <w:rFonts w:ascii="Angsana New" w:hAnsi="Angsana New"/>
          <w:sz w:val="30"/>
          <w:szCs w:val="30"/>
          <w:cs/>
        </w:rPr>
      </w:pPr>
    </w:p>
    <w:p w:rsidR="00AF508B" w:rsidRPr="002143AC" w:rsidRDefault="00AF508B" w:rsidP="00AF508B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>ข้อมูลเกี่ยวกับส่วนงานดำเนินงานเชิงผลิตภัณฑ์สำหรับงวด</w:t>
      </w:r>
      <w:r>
        <w:rPr>
          <w:rFonts w:asciiTheme="majorBidi" w:hAnsiTheme="majorBidi" w:cstheme="majorBidi"/>
          <w:i/>
          <w:iCs/>
          <w:sz w:val="30"/>
          <w:szCs w:val="30"/>
          <w:cs/>
        </w:rPr>
        <w:t>สาม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เดือนสิ้นสุดวันที่ </w:t>
      </w:r>
      <w:r>
        <w:rPr>
          <w:rFonts w:asciiTheme="majorBidi" w:hAnsiTheme="majorBidi" w:cstheme="majorBidi"/>
          <w:i/>
          <w:iCs/>
          <w:sz w:val="30"/>
          <w:szCs w:val="30"/>
        </w:rPr>
        <w:t>31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มีนาคม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 xml:space="preserve"> 25</w:t>
      </w:r>
      <w:r>
        <w:rPr>
          <w:rFonts w:asciiTheme="majorBidi" w:hAnsiTheme="majorBidi" w:cstheme="majorBidi"/>
          <w:i/>
          <w:iCs/>
          <w:sz w:val="30"/>
          <w:szCs w:val="30"/>
          <w:cs/>
        </w:rPr>
        <w:t>6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2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และ </w:t>
      </w:r>
      <w:r>
        <w:rPr>
          <w:rFonts w:asciiTheme="majorBidi" w:hAnsiTheme="majorBidi" w:cstheme="majorBidi"/>
          <w:i/>
          <w:iCs/>
          <w:sz w:val="30"/>
          <w:szCs w:val="30"/>
        </w:rPr>
        <w:t>2561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มีดังนี้</w:t>
      </w:r>
    </w:p>
    <w:p w:rsidR="00AF508B" w:rsidRDefault="00AF508B" w:rsidP="0047298E">
      <w:pPr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-170" w:tblpY="154"/>
        <w:tblW w:w="10397" w:type="dxa"/>
        <w:tblLayout w:type="fixed"/>
        <w:tblLook w:val="0000"/>
      </w:tblPr>
      <w:tblGrid>
        <w:gridCol w:w="3132"/>
        <w:gridCol w:w="992"/>
        <w:gridCol w:w="237"/>
        <w:gridCol w:w="993"/>
        <w:gridCol w:w="242"/>
        <w:gridCol w:w="1008"/>
        <w:gridCol w:w="237"/>
        <w:gridCol w:w="1013"/>
        <w:gridCol w:w="236"/>
        <w:gridCol w:w="1062"/>
        <w:gridCol w:w="237"/>
        <w:gridCol w:w="1008"/>
      </w:tblGrid>
      <w:tr w:rsidR="00AF508B" w:rsidRPr="002D592B" w:rsidTr="003D1BCA">
        <w:tc>
          <w:tcPr>
            <w:tcW w:w="3132" w:type="dxa"/>
            <w:vAlign w:val="bottom"/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65" w:type="dxa"/>
            <w:gridSpan w:val="11"/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พันบาท</w:t>
            </w:r>
          </w:p>
        </w:tc>
      </w:tr>
      <w:tr w:rsidR="00AF508B" w:rsidRPr="002D592B" w:rsidTr="003D1BCA">
        <w:tc>
          <w:tcPr>
            <w:tcW w:w="3132" w:type="dxa"/>
            <w:vAlign w:val="bottom"/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</w:tcBorders>
            <w:vAlign w:val="bottom"/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อุปกรณ์และวัสดุสิ้นเปลือง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center"/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อุปกรณ์และเครื่องมือ</w:t>
            </w:r>
          </w:p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07" w:type="dxa"/>
            <w:gridSpan w:val="3"/>
            <w:tcBorders>
              <w:top w:val="single" w:sz="4" w:space="0" w:color="auto"/>
            </w:tcBorders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AF508B" w:rsidRPr="002D592B" w:rsidTr="003D1BCA">
        <w:tc>
          <w:tcPr>
            <w:tcW w:w="3132" w:type="dxa"/>
            <w:vAlign w:val="bottom"/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42" w:type="dxa"/>
            <w:vAlign w:val="bottom"/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7F29D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AF508B" w:rsidRPr="002D592B" w:rsidTr="003D1BCA">
        <w:tc>
          <w:tcPr>
            <w:tcW w:w="3132" w:type="dxa"/>
            <w:vAlign w:val="bottom"/>
          </w:tcPr>
          <w:p w:rsidR="00AF508B" w:rsidRPr="00027B8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508B" w:rsidRPr="00F65041" w:rsidRDefault="0090210A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AF508B" w:rsidRPr="00F65041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AF508B" w:rsidRPr="00F65041">
              <w:rPr>
                <w:rFonts w:asciiTheme="majorBidi" w:hAnsiTheme="majorBidi" w:cstheme="majorBidi"/>
                <w:sz w:val="30"/>
                <w:szCs w:val="30"/>
              </w:rPr>
              <w:t>,957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AF508B" w:rsidRPr="00F65041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508B" w:rsidRPr="00F65041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65041">
              <w:rPr>
                <w:rFonts w:asciiTheme="majorBidi" w:hAnsiTheme="majorBidi" w:cstheme="majorBidi"/>
                <w:sz w:val="30"/>
                <w:szCs w:val="30"/>
              </w:rPr>
              <w:t>123,105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AF508B" w:rsidRPr="00F65041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508B" w:rsidRPr="00F65041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6504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0210A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F65041">
              <w:rPr>
                <w:rFonts w:asciiTheme="majorBidi" w:hAnsiTheme="majorBidi" w:cstheme="majorBidi"/>
                <w:sz w:val="30"/>
                <w:szCs w:val="30"/>
              </w:rPr>
              <w:t>,561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23,664</w:t>
            </w:r>
          </w:p>
        </w:tc>
        <w:tc>
          <w:tcPr>
            <w:tcW w:w="236" w:type="dxa"/>
            <w:shd w:val="clear" w:color="auto" w:fill="auto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508B" w:rsidRPr="00E57BEE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57BEE">
              <w:rPr>
                <w:rFonts w:asciiTheme="majorBidi" w:hAnsiTheme="majorBidi" w:cstheme="majorBidi"/>
                <w:sz w:val="30"/>
                <w:szCs w:val="30"/>
              </w:rPr>
              <w:t>200,518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146,769</w:t>
            </w:r>
          </w:p>
        </w:tc>
      </w:tr>
      <w:tr w:rsidR="00AF508B" w:rsidRPr="002D592B" w:rsidTr="003D1BCA">
        <w:tc>
          <w:tcPr>
            <w:tcW w:w="3132" w:type="dxa"/>
            <w:vAlign w:val="bottom"/>
          </w:tcPr>
          <w:p w:rsidR="00AF508B" w:rsidRPr="00027B8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ค่าใช้จ่ายตามส่วนงาน </w:t>
            </w:r>
            <w:r w:rsidRPr="00027B88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508B" w:rsidRPr="00F65041" w:rsidRDefault="00AF508B" w:rsidP="00902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504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="0090210A">
              <w:rPr>
                <w:rFonts w:asciiTheme="majorBidi" w:hAnsiTheme="majorBidi" w:cstheme="majorBidi"/>
                <w:sz w:val="30"/>
                <w:szCs w:val="30"/>
              </w:rPr>
              <w:t>112</w:t>
            </w:r>
            <w:r w:rsidRPr="00F6504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0210A">
              <w:rPr>
                <w:rFonts w:asciiTheme="majorBidi" w:hAnsiTheme="majorBidi" w:cstheme="majorBidi"/>
                <w:sz w:val="30"/>
                <w:szCs w:val="30"/>
              </w:rPr>
              <w:t>160</w:t>
            </w:r>
            <w:r w:rsidRPr="00F6504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AF508B" w:rsidRPr="00F65041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508B" w:rsidRPr="00F65041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504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F65041">
              <w:rPr>
                <w:rFonts w:asciiTheme="majorBidi" w:hAnsiTheme="majorBidi" w:cstheme="majorBidi"/>
                <w:sz w:val="30"/>
                <w:szCs w:val="30"/>
              </w:rPr>
              <w:t>70,186</w:t>
            </w:r>
            <w:r w:rsidRPr="00F6504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AF508B" w:rsidRPr="00F65041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508B" w:rsidRPr="00F65041" w:rsidRDefault="00AF508B" w:rsidP="00902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504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="0090210A">
              <w:rPr>
                <w:rFonts w:asciiTheme="majorBidi" w:hAnsiTheme="majorBidi" w:cstheme="majorBidi"/>
                <w:sz w:val="30"/>
                <w:szCs w:val="30"/>
              </w:rPr>
              <w:t xml:space="preserve"> 12</w:t>
            </w:r>
            <w:r w:rsidRPr="00F6504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0210A">
              <w:rPr>
                <w:rFonts w:asciiTheme="majorBidi" w:hAnsiTheme="majorBidi" w:cstheme="majorBidi"/>
                <w:sz w:val="30"/>
                <w:szCs w:val="30"/>
              </w:rPr>
              <w:t>471</w:t>
            </w:r>
            <w:r w:rsidRPr="00F6504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6B4AE8">
              <w:rPr>
                <w:rFonts w:asciiTheme="majorBidi" w:hAnsiTheme="majorBidi" w:cstheme="majorBidi"/>
                <w:sz w:val="30"/>
                <w:szCs w:val="30"/>
              </w:rPr>
              <w:t xml:space="preserve"> 14,513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508B" w:rsidRPr="00E57BEE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7BEE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E57BEE">
              <w:rPr>
                <w:rFonts w:asciiTheme="majorBidi" w:hAnsiTheme="majorBidi" w:cstheme="majorBidi"/>
                <w:sz w:val="30"/>
                <w:szCs w:val="30"/>
              </w:rPr>
              <w:t xml:space="preserve">  124,631</w:t>
            </w:r>
            <w:r w:rsidRPr="00E57BEE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6B4AE8">
              <w:rPr>
                <w:rFonts w:asciiTheme="majorBidi" w:hAnsiTheme="majorBidi" w:cstheme="majorBidi"/>
                <w:sz w:val="30"/>
                <w:szCs w:val="30"/>
              </w:rPr>
              <w:t xml:space="preserve">  84,699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AF508B" w:rsidRPr="002D592B" w:rsidTr="003D1BCA">
        <w:tc>
          <w:tcPr>
            <w:tcW w:w="3132" w:type="dxa"/>
            <w:vAlign w:val="bottom"/>
          </w:tcPr>
          <w:p w:rsidR="00AF508B" w:rsidRPr="00027B8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508B" w:rsidRPr="00F65041" w:rsidRDefault="0090210A" w:rsidP="00902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73</w:t>
            </w:r>
            <w:r w:rsidR="00AF508B" w:rsidRPr="00F6504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797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AF508B" w:rsidRPr="00F65041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508B" w:rsidRPr="00F65041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65041">
              <w:rPr>
                <w:rFonts w:asciiTheme="majorBidi" w:hAnsiTheme="majorBidi" w:cstheme="majorBidi" w:hint="cs"/>
                <w:sz w:val="30"/>
                <w:szCs w:val="30"/>
                <w:cs/>
              </w:rPr>
              <w:t>52</w:t>
            </w:r>
            <w:r w:rsidRPr="00F65041">
              <w:rPr>
                <w:rFonts w:asciiTheme="majorBidi" w:hAnsiTheme="majorBidi" w:cstheme="majorBidi"/>
                <w:sz w:val="30"/>
                <w:szCs w:val="30"/>
              </w:rPr>
              <w:t>,919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AF508B" w:rsidRPr="00F65041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508B" w:rsidRPr="00F65041" w:rsidRDefault="0090210A" w:rsidP="00902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AF508B" w:rsidRPr="00F65041">
              <w:rPr>
                <w:rFonts w:asciiTheme="majorBidi" w:hAnsiTheme="majorBidi" w:cstheme="majorBidi"/>
                <w:sz w:val="30"/>
                <w:szCs w:val="30"/>
              </w:rPr>
              <w:t>,0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AF508B" w:rsidRPr="00F65041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9,151</w:t>
            </w:r>
          </w:p>
        </w:tc>
        <w:tc>
          <w:tcPr>
            <w:tcW w:w="236" w:type="dxa"/>
            <w:shd w:val="clear" w:color="auto" w:fill="auto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508B" w:rsidRPr="00E57BEE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57BEE">
              <w:rPr>
                <w:rFonts w:asciiTheme="majorBidi" w:hAnsiTheme="majorBidi" w:cstheme="majorBidi"/>
                <w:sz w:val="30"/>
                <w:szCs w:val="30"/>
              </w:rPr>
              <w:t>75,887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62,070</w:t>
            </w:r>
          </w:p>
        </w:tc>
      </w:tr>
      <w:tr w:rsidR="00AF508B" w:rsidRPr="002D592B" w:rsidTr="003D1BCA">
        <w:tc>
          <w:tcPr>
            <w:tcW w:w="3132" w:type="dxa"/>
            <w:vAlign w:val="bottom"/>
          </w:tcPr>
          <w:p w:rsidR="00AF508B" w:rsidRPr="00027B8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บวก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double" w:sz="4" w:space="0" w:color="auto"/>
            </w:tcBorders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AF508B" w:rsidRPr="00E57BEE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F508B" w:rsidRPr="002D592B" w:rsidTr="003D1BCA">
        <w:tc>
          <w:tcPr>
            <w:tcW w:w="3132" w:type="dxa"/>
            <w:vAlign w:val="bottom"/>
          </w:tcPr>
          <w:p w:rsidR="00AF508B" w:rsidRPr="00027B8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992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AF508B" w:rsidRPr="00E57BEE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57BEE">
              <w:rPr>
                <w:rFonts w:asciiTheme="majorBidi" w:hAnsiTheme="majorBidi" w:cstheme="majorBidi"/>
                <w:sz w:val="30"/>
                <w:szCs w:val="30"/>
              </w:rPr>
              <w:t>3,097</w:t>
            </w:r>
          </w:p>
        </w:tc>
        <w:tc>
          <w:tcPr>
            <w:tcW w:w="237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2,556</w:t>
            </w:r>
          </w:p>
        </w:tc>
      </w:tr>
      <w:tr w:rsidR="00AF508B" w:rsidRPr="002D592B" w:rsidTr="003D1BCA">
        <w:tc>
          <w:tcPr>
            <w:tcW w:w="3132" w:type="dxa"/>
            <w:vAlign w:val="bottom"/>
          </w:tcPr>
          <w:p w:rsidR="00AF508B" w:rsidRPr="00027B8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3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  <w:vAlign w:val="bottom"/>
          </w:tcPr>
          <w:p w:rsidR="00AF508B" w:rsidRPr="00E57BEE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57BEE">
              <w:rPr>
                <w:rFonts w:asciiTheme="majorBidi" w:hAnsiTheme="majorBidi" w:cstheme="majorBidi"/>
                <w:sz w:val="30"/>
                <w:szCs w:val="30"/>
              </w:rPr>
              <w:t>103</w:t>
            </w:r>
          </w:p>
        </w:tc>
        <w:tc>
          <w:tcPr>
            <w:tcW w:w="237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186</w:t>
            </w:r>
          </w:p>
        </w:tc>
      </w:tr>
      <w:tr w:rsidR="00AF508B" w:rsidRPr="002D592B" w:rsidTr="003D1BCA">
        <w:tc>
          <w:tcPr>
            <w:tcW w:w="3132" w:type="dxa"/>
            <w:vAlign w:val="bottom"/>
          </w:tcPr>
          <w:p w:rsidR="00AF508B" w:rsidRPr="00027B8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AF508B" w:rsidRPr="00E57BEE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F508B" w:rsidRPr="002D592B" w:rsidTr="003D1BCA">
        <w:tc>
          <w:tcPr>
            <w:tcW w:w="3132" w:type="dxa"/>
            <w:vAlign w:val="bottom"/>
          </w:tcPr>
          <w:p w:rsidR="00AF508B" w:rsidRPr="00027B8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AF508B" w:rsidRPr="00E57BEE" w:rsidRDefault="00AF508B" w:rsidP="0047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7BEE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E57BEE">
              <w:rPr>
                <w:rFonts w:asciiTheme="majorBidi" w:hAnsiTheme="majorBidi" w:cstheme="majorBidi"/>
                <w:sz w:val="30"/>
                <w:szCs w:val="30"/>
              </w:rPr>
              <w:t xml:space="preserve">   2</w:t>
            </w:r>
            <w:r w:rsidR="00477424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E57BE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477424">
              <w:rPr>
                <w:rFonts w:asciiTheme="majorBidi" w:hAnsiTheme="majorBidi" w:cstheme="majorBidi"/>
                <w:sz w:val="30"/>
                <w:szCs w:val="30"/>
              </w:rPr>
              <w:t>314</w:t>
            </w:r>
            <w:r w:rsidRPr="00E57BEE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6B4A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469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AF508B" w:rsidRPr="002D592B" w:rsidTr="003D1BCA">
        <w:tc>
          <w:tcPr>
            <w:tcW w:w="3132" w:type="dxa"/>
            <w:vAlign w:val="bottom"/>
          </w:tcPr>
          <w:p w:rsidR="00AF508B" w:rsidRPr="00027B8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AF508B" w:rsidRPr="00E57BEE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7BEE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477424">
              <w:rPr>
                <w:rFonts w:asciiTheme="majorBidi" w:hAnsiTheme="majorBidi" w:cstheme="majorBidi"/>
                <w:sz w:val="30"/>
                <w:szCs w:val="30"/>
              </w:rPr>
              <w:t xml:space="preserve">   25,480</w:t>
            </w:r>
            <w:r w:rsidRPr="00E57BEE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21,116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AF508B" w:rsidRPr="002D592B" w:rsidTr="003D1BCA">
        <w:tc>
          <w:tcPr>
            <w:tcW w:w="3132" w:type="dxa"/>
            <w:vAlign w:val="bottom"/>
          </w:tcPr>
          <w:p w:rsidR="00AF508B" w:rsidRPr="00027B8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AF508B" w:rsidRPr="006B4AE8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:rsidR="00AF508B" w:rsidRPr="00E57BEE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7BEE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E57BEE">
              <w:rPr>
                <w:rFonts w:asciiTheme="majorBidi" w:hAnsiTheme="majorBidi" w:cstheme="majorBidi"/>
                <w:sz w:val="30"/>
                <w:szCs w:val="30"/>
              </w:rPr>
              <w:t xml:space="preserve">     1,555</w:t>
            </w:r>
            <w:r w:rsidRPr="00E57BEE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vAlign w:val="bottom"/>
          </w:tcPr>
          <w:p w:rsidR="00AF508B" w:rsidRPr="006B4AE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AF508B" w:rsidRPr="002B5054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5054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2B5054">
              <w:rPr>
                <w:rFonts w:asciiTheme="majorBidi" w:hAnsiTheme="majorBidi" w:cstheme="majorBidi"/>
                <w:sz w:val="30"/>
                <w:szCs w:val="30"/>
              </w:rPr>
              <w:t xml:space="preserve">  1,719</w:t>
            </w:r>
            <w:r w:rsidRPr="002B505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AF508B" w:rsidRPr="002D592B" w:rsidTr="003D1BCA">
        <w:tc>
          <w:tcPr>
            <w:tcW w:w="3132" w:type="dxa"/>
            <w:vAlign w:val="bottom"/>
          </w:tcPr>
          <w:p w:rsidR="00AF508B" w:rsidRPr="00027B8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AF508B" w:rsidRPr="002D592B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7" w:type="dxa"/>
          </w:tcPr>
          <w:p w:rsidR="00AF508B" w:rsidRPr="002D592B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3" w:type="dxa"/>
          </w:tcPr>
          <w:p w:rsidR="00AF508B" w:rsidRPr="002D592B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42" w:type="dxa"/>
            <w:vAlign w:val="bottom"/>
          </w:tcPr>
          <w:p w:rsidR="00AF508B" w:rsidRPr="002D592B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08" w:type="dxa"/>
          </w:tcPr>
          <w:p w:rsidR="00AF508B" w:rsidRPr="002D592B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7" w:type="dxa"/>
          </w:tcPr>
          <w:p w:rsidR="00AF508B" w:rsidRPr="002D592B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13" w:type="dxa"/>
          </w:tcPr>
          <w:p w:rsidR="00AF508B" w:rsidRPr="002D592B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</w:tcPr>
          <w:p w:rsidR="00AF508B" w:rsidRPr="002D592B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:rsidR="00AF508B" w:rsidRPr="00E57BEE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7BE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="00477424">
              <w:rPr>
                <w:rFonts w:asciiTheme="majorBidi" w:hAnsiTheme="majorBidi" w:cstheme="majorBidi"/>
                <w:sz w:val="30"/>
                <w:szCs w:val="30"/>
              </w:rPr>
              <w:t xml:space="preserve">    6,062</w:t>
            </w:r>
            <w:r w:rsidRPr="00E57BEE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vAlign w:val="bottom"/>
          </w:tcPr>
          <w:p w:rsidR="00AF508B" w:rsidRPr="002D592B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08" w:type="dxa"/>
            <w:vAlign w:val="bottom"/>
          </w:tcPr>
          <w:p w:rsidR="00AF508B" w:rsidRPr="002B5054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505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2</w:t>
            </w:r>
            <w:r w:rsidRPr="002B505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340</w:t>
            </w:r>
            <w:r w:rsidRPr="002B505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AF508B" w:rsidRPr="002143AC" w:rsidTr="003D1BCA">
        <w:tc>
          <w:tcPr>
            <w:tcW w:w="3132" w:type="dxa"/>
            <w:vAlign w:val="bottom"/>
          </w:tcPr>
          <w:p w:rsidR="00AF508B" w:rsidRPr="00027B88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AF508B" w:rsidRPr="002D592B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7" w:type="dxa"/>
          </w:tcPr>
          <w:p w:rsidR="00AF508B" w:rsidRPr="002D592B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3" w:type="dxa"/>
          </w:tcPr>
          <w:p w:rsidR="00AF508B" w:rsidRPr="002D592B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42" w:type="dxa"/>
            <w:vAlign w:val="bottom"/>
          </w:tcPr>
          <w:p w:rsidR="00AF508B" w:rsidRPr="002D592B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08" w:type="dxa"/>
          </w:tcPr>
          <w:p w:rsidR="00AF508B" w:rsidRPr="002D592B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7" w:type="dxa"/>
          </w:tcPr>
          <w:p w:rsidR="00AF508B" w:rsidRPr="002D592B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13" w:type="dxa"/>
          </w:tcPr>
          <w:p w:rsidR="00AF508B" w:rsidRPr="002D592B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</w:tcPr>
          <w:p w:rsidR="00AF508B" w:rsidRPr="002D592B" w:rsidRDefault="00AF508B" w:rsidP="003D1BC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508B" w:rsidRPr="00E57BEE" w:rsidRDefault="00477424" w:rsidP="0047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</w:t>
            </w:r>
            <w:r w:rsidR="00AF508B" w:rsidRPr="00E57BE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676</w:t>
            </w:r>
          </w:p>
        </w:tc>
        <w:tc>
          <w:tcPr>
            <w:tcW w:w="237" w:type="dxa"/>
            <w:vAlign w:val="bottom"/>
          </w:tcPr>
          <w:p w:rsidR="00AF508B" w:rsidRPr="002D592B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F508B" w:rsidRPr="002B5054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2B505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168</w:t>
            </w:r>
          </w:p>
        </w:tc>
      </w:tr>
    </w:tbl>
    <w:p w:rsidR="00B133FC" w:rsidRDefault="00B133FC" w:rsidP="0047298E">
      <w:pPr>
        <w:rPr>
          <w:rFonts w:ascii="Angsana New" w:hAnsi="Angsana New"/>
          <w:sz w:val="30"/>
          <w:szCs w:val="30"/>
        </w:rPr>
      </w:pPr>
    </w:p>
    <w:p w:rsidR="00A703BB" w:rsidRDefault="00A703BB" w:rsidP="0047298E">
      <w:pPr>
        <w:rPr>
          <w:rFonts w:ascii="Angsana New" w:hAnsi="Angsana New"/>
          <w:sz w:val="30"/>
          <w:szCs w:val="30"/>
        </w:rPr>
      </w:pPr>
    </w:p>
    <w:p w:rsidR="00A703BB" w:rsidRDefault="00A703BB" w:rsidP="0047298E">
      <w:pPr>
        <w:rPr>
          <w:rFonts w:ascii="Angsana New" w:hAnsi="Angsana New"/>
          <w:sz w:val="30"/>
          <w:szCs w:val="30"/>
        </w:rPr>
      </w:pPr>
    </w:p>
    <w:p w:rsidR="007A12F4" w:rsidRDefault="007A12F4" w:rsidP="00C2082E">
      <w:pPr>
        <w:jc w:val="thaiDistribute"/>
        <w:rPr>
          <w:rFonts w:ascii="Angsana New" w:hAnsi="Angsana New"/>
          <w:sz w:val="30"/>
          <w:szCs w:val="30"/>
        </w:rPr>
      </w:pPr>
      <w:r w:rsidRPr="0007132F">
        <w:rPr>
          <w:rFonts w:ascii="Angsana New" w:hAnsi="Angsana New"/>
          <w:sz w:val="30"/>
          <w:szCs w:val="30"/>
          <w:cs/>
        </w:rPr>
        <w:lastRenderedPageBreak/>
        <w:t>ทั้งนี้ เพื่อเป็นการบริหารจัดการเกี่ยวกับการขายและสินค้าคงเหลือให้ได้ประโยชน์สูงสุดแก่กิจการ ในระหว่าง</w:t>
      </w:r>
      <w:r w:rsidR="00CF570C"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07132F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07132F">
        <w:rPr>
          <w:rFonts w:ascii="Angsana New" w:hAnsi="Angsana New"/>
          <w:sz w:val="30"/>
          <w:szCs w:val="30"/>
        </w:rPr>
        <w:t xml:space="preserve">31 </w:t>
      </w:r>
      <w:r w:rsidRPr="0007132F">
        <w:rPr>
          <w:rFonts w:ascii="Angsana New" w:hAnsi="Angsana New"/>
          <w:sz w:val="30"/>
          <w:szCs w:val="30"/>
          <w:cs/>
        </w:rPr>
        <w:t xml:space="preserve">มีนาคม </w:t>
      </w:r>
      <w:r w:rsidRPr="0007132F">
        <w:rPr>
          <w:rFonts w:ascii="Angsana New" w:hAnsi="Angsana New"/>
          <w:sz w:val="30"/>
          <w:szCs w:val="30"/>
        </w:rPr>
        <w:t xml:space="preserve">2562 </w:t>
      </w:r>
      <w:r w:rsidRPr="0007132F">
        <w:rPr>
          <w:rFonts w:ascii="Angsana New" w:hAnsi="Angsana New"/>
          <w:sz w:val="30"/>
          <w:szCs w:val="30"/>
          <w:cs/>
        </w:rPr>
        <w:t>บริษัทได้ตัดสินใจยกเลิกกลุ่มสินค้าบางรายการที่ซื้อมาจากผู้ขายในต่างประเทศรายหนึ่งและได้ขายสินค้ากลุ่มดังกล่าวทั้งห</w:t>
      </w:r>
      <w:r w:rsidR="003A152D">
        <w:rPr>
          <w:rFonts w:ascii="Angsana New" w:hAnsi="Angsana New"/>
          <w:sz w:val="30"/>
          <w:szCs w:val="30"/>
          <w:cs/>
        </w:rPr>
        <w:t>มดออกไปให้แก่</w:t>
      </w:r>
      <w:r w:rsidR="003A152D">
        <w:rPr>
          <w:rFonts w:ascii="Angsana New" w:hAnsi="Angsana New" w:hint="cs"/>
          <w:sz w:val="30"/>
          <w:szCs w:val="30"/>
          <w:cs/>
        </w:rPr>
        <w:t xml:space="preserve">ตัวแทนในประเทศไทยของผู้ขายสินค้าดังกล่าว </w:t>
      </w:r>
      <w:r w:rsidRPr="0007132F">
        <w:rPr>
          <w:rFonts w:ascii="Angsana New" w:hAnsi="Angsana New"/>
          <w:sz w:val="30"/>
          <w:szCs w:val="30"/>
          <w:cs/>
        </w:rPr>
        <w:t>โดยยอดขาย ต</w:t>
      </w:r>
      <w:r w:rsidR="003A152D">
        <w:rPr>
          <w:rFonts w:ascii="Angsana New" w:hAnsi="Angsana New"/>
          <w:sz w:val="30"/>
          <w:szCs w:val="30"/>
          <w:cs/>
        </w:rPr>
        <w:t>้นทุนขายและกำไรขั้นต้นของสินค้า</w:t>
      </w:r>
      <w:r w:rsidR="003A152D">
        <w:rPr>
          <w:rFonts w:ascii="Angsana New" w:hAnsi="Angsana New" w:hint="cs"/>
          <w:sz w:val="30"/>
          <w:szCs w:val="30"/>
          <w:cs/>
        </w:rPr>
        <w:t>ส่วนที่ขายออกไป</w:t>
      </w:r>
      <w:r w:rsidRPr="0007132F">
        <w:rPr>
          <w:rFonts w:ascii="Angsana New" w:hAnsi="Angsana New"/>
          <w:sz w:val="30"/>
          <w:szCs w:val="30"/>
          <w:cs/>
        </w:rPr>
        <w:t xml:space="preserve">ซึ่งแสดงรายการเป็นส่วนหนึ่งของผลการดำเนินงานตามส่วนงาน </w:t>
      </w:r>
      <w:r w:rsidR="00AE1191">
        <w:rPr>
          <w:rFonts w:ascii="Angsana New" w:hAnsi="Angsana New"/>
          <w:sz w:val="30"/>
          <w:szCs w:val="30"/>
        </w:rPr>
        <w:t>“</w:t>
      </w:r>
      <w:r w:rsidR="00AE1191" w:rsidRPr="007F29D8">
        <w:rPr>
          <w:rFonts w:asciiTheme="majorBidi" w:hAnsiTheme="majorBidi" w:cstheme="majorBidi"/>
          <w:sz w:val="30"/>
          <w:szCs w:val="30"/>
          <w:cs/>
        </w:rPr>
        <w:t>อุปกรณ์และวัสดุสิ้นเปลือง</w:t>
      </w:r>
      <w:r w:rsidR="00AE1191">
        <w:rPr>
          <w:rFonts w:asciiTheme="majorBidi" w:hAnsiTheme="majorBidi" w:cstheme="majorBidi"/>
          <w:sz w:val="30"/>
          <w:szCs w:val="30"/>
        </w:rPr>
        <w:t xml:space="preserve">” </w:t>
      </w:r>
      <w:r w:rsidR="00AE1191">
        <w:rPr>
          <w:rFonts w:asciiTheme="majorBidi" w:hAnsiTheme="majorBidi" w:cstheme="majorBidi" w:hint="cs"/>
          <w:sz w:val="30"/>
          <w:szCs w:val="30"/>
          <w:cs/>
        </w:rPr>
        <w:t xml:space="preserve">และส่วนงาน </w:t>
      </w:r>
      <w:r w:rsidR="00AE1191">
        <w:rPr>
          <w:rFonts w:ascii="Angsana New" w:hAnsi="Angsana New"/>
          <w:sz w:val="30"/>
          <w:szCs w:val="30"/>
        </w:rPr>
        <w:t>“</w:t>
      </w:r>
      <w:r w:rsidR="00C2082E" w:rsidRPr="0007132F">
        <w:rPr>
          <w:rFonts w:ascii="Angsana New" w:hAnsi="Angsana New" w:hint="cs"/>
          <w:sz w:val="30"/>
          <w:szCs w:val="30"/>
          <w:cs/>
        </w:rPr>
        <w:t>อุปกรณ์และเครื่องมือทางการแพทย์</w:t>
      </w:r>
      <w:r w:rsidR="00AE1191">
        <w:rPr>
          <w:rFonts w:ascii="Angsana New" w:hAnsi="Angsana New"/>
          <w:sz w:val="30"/>
          <w:szCs w:val="30"/>
        </w:rPr>
        <w:t>”</w:t>
      </w:r>
      <w:r w:rsidRPr="0007132F">
        <w:rPr>
          <w:rFonts w:ascii="Angsana New" w:hAnsi="Angsana New"/>
          <w:sz w:val="30"/>
          <w:szCs w:val="30"/>
        </w:rPr>
        <w:t xml:space="preserve"> </w:t>
      </w:r>
      <w:r w:rsidRPr="0007132F">
        <w:rPr>
          <w:rFonts w:ascii="Angsana New" w:hAnsi="Angsana New"/>
          <w:sz w:val="30"/>
          <w:szCs w:val="30"/>
          <w:cs/>
        </w:rPr>
        <w:t xml:space="preserve">สำหรับงวดสามเดือนสิ้นสุดวันที่ </w:t>
      </w:r>
      <w:r w:rsidRPr="0007132F">
        <w:rPr>
          <w:rFonts w:ascii="Angsana New" w:hAnsi="Angsana New"/>
          <w:sz w:val="30"/>
          <w:szCs w:val="30"/>
        </w:rPr>
        <w:t xml:space="preserve">31 </w:t>
      </w:r>
      <w:r w:rsidRPr="0007132F">
        <w:rPr>
          <w:rFonts w:ascii="Angsana New" w:hAnsi="Angsana New"/>
          <w:sz w:val="30"/>
          <w:szCs w:val="30"/>
          <w:cs/>
        </w:rPr>
        <w:t xml:space="preserve">มีนาคม </w:t>
      </w:r>
      <w:r w:rsidRPr="0007132F">
        <w:rPr>
          <w:rFonts w:ascii="Angsana New" w:hAnsi="Angsana New"/>
          <w:sz w:val="30"/>
          <w:szCs w:val="30"/>
        </w:rPr>
        <w:t xml:space="preserve">2562 </w:t>
      </w:r>
      <w:r w:rsidRPr="0007132F">
        <w:rPr>
          <w:rFonts w:ascii="Angsana New" w:hAnsi="Angsana New"/>
          <w:sz w:val="30"/>
          <w:szCs w:val="30"/>
          <w:cs/>
        </w:rPr>
        <w:t>มีดังนี้</w:t>
      </w:r>
      <w:r w:rsidR="006D15A9">
        <w:rPr>
          <w:rFonts w:ascii="Angsana New" w:hAnsi="Angsana New"/>
          <w:sz w:val="30"/>
          <w:szCs w:val="30"/>
        </w:rPr>
        <w:t>+</w:t>
      </w:r>
    </w:p>
    <w:p w:rsidR="008E67FA" w:rsidRDefault="008E67FA" w:rsidP="00C2082E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1814"/>
        <w:gridCol w:w="238"/>
        <w:gridCol w:w="1814"/>
        <w:gridCol w:w="236"/>
        <w:gridCol w:w="1814"/>
      </w:tblGrid>
      <w:tr w:rsidR="008E67FA" w:rsidRPr="008E67FA" w:rsidTr="006D15A9">
        <w:tc>
          <w:tcPr>
            <w:tcW w:w="3402" w:type="dxa"/>
          </w:tcPr>
          <w:p w:rsidR="008E67FA" w:rsidRPr="008E67FA" w:rsidRDefault="008E67FA" w:rsidP="00C2082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6" w:type="dxa"/>
            <w:gridSpan w:val="5"/>
          </w:tcPr>
          <w:p w:rsidR="008E67FA" w:rsidRPr="008E67FA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67FA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พันบาท</w:t>
            </w:r>
          </w:p>
        </w:tc>
      </w:tr>
      <w:tr w:rsidR="008E67FA" w:rsidRPr="008E67FA" w:rsidTr="008E67FA">
        <w:tc>
          <w:tcPr>
            <w:tcW w:w="3402" w:type="dxa"/>
          </w:tcPr>
          <w:p w:rsidR="008E67FA" w:rsidRPr="008E67FA" w:rsidRDefault="008E67FA" w:rsidP="00C2082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E67FA" w:rsidRDefault="008E67FA" w:rsidP="008E67F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E67FA" w:rsidRPr="008E67FA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E67FA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อุปกรณ์และวัสดุสิ้นเปลือง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8E67FA" w:rsidRPr="008E67FA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E67FA" w:rsidRPr="008E67FA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67FA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อุปกรณ์และเครื่องมือ</w:t>
            </w:r>
          </w:p>
          <w:p w:rsidR="008E67FA" w:rsidRPr="008E67FA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67FA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E67FA" w:rsidRPr="008E67FA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E67FA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E67FA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E67FA" w:rsidRPr="008E67FA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67FA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8E67FA" w:rsidRPr="008E67FA" w:rsidTr="008E67FA">
        <w:tc>
          <w:tcPr>
            <w:tcW w:w="3402" w:type="dxa"/>
          </w:tcPr>
          <w:p w:rsidR="008E67FA" w:rsidRPr="008E67FA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8E67FA" w:rsidRPr="00F65041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57,000</w:t>
            </w:r>
          </w:p>
        </w:tc>
        <w:tc>
          <w:tcPr>
            <w:tcW w:w="238" w:type="dxa"/>
          </w:tcPr>
          <w:p w:rsidR="008E67FA" w:rsidRPr="008E67FA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8E67FA" w:rsidRPr="00F65041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8,000</w:t>
            </w:r>
          </w:p>
        </w:tc>
        <w:tc>
          <w:tcPr>
            <w:tcW w:w="236" w:type="dxa"/>
          </w:tcPr>
          <w:p w:rsidR="008E67FA" w:rsidRPr="008E67FA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8E67FA" w:rsidRPr="00F65041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65,000</w:t>
            </w:r>
          </w:p>
        </w:tc>
      </w:tr>
      <w:tr w:rsidR="008E67FA" w:rsidRPr="008E67FA" w:rsidTr="008E67FA">
        <w:tc>
          <w:tcPr>
            <w:tcW w:w="3402" w:type="dxa"/>
          </w:tcPr>
          <w:p w:rsidR="008E67FA" w:rsidRPr="008E67FA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8E67FA" w:rsidRPr="00F65041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504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43,089</w:t>
            </w:r>
            <w:r w:rsidRPr="00F6504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8" w:type="dxa"/>
          </w:tcPr>
          <w:p w:rsidR="008E67FA" w:rsidRPr="008E67FA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8E67FA" w:rsidRPr="00F65041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504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6,544</w:t>
            </w:r>
            <w:r w:rsidRPr="00F6504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</w:tcPr>
          <w:p w:rsidR="008E67FA" w:rsidRPr="008E67FA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8E67FA" w:rsidRPr="00F65041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504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49,633</w:t>
            </w:r>
            <w:r w:rsidRPr="00F6504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E67FA" w:rsidRPr="008E67FA" w:rsidTr="008E67FA">
        <w:tc>
          <w:tcPr>
            <w:tcW w:w="3402" w:type="dxa"/>
          </w:tcPr>
          <w:p w:rsidR="008E67FA" w:rsidRPr="008E67FA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E67FA" w:rsidRPr="00F65041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13,911</w:t>
            </w:r>
          </w:p>
        </w:tc>
        <w:tc>
          <w:tcPr>
            <w:tcW w:w="238" w:type="dxa"/>
          </w:tcPr>
          <w:p w:rsidR="008E67FA" w:rsidRPr="008E67FA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E67FA" w:rsidRPr="00F65041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1,456</w:t>
            </w:r>
          </w:p>
        </w:tc>
        <w:tc>
          <w:tcPr>
            <w:tcW w:w="236" w:type="dxa"/>
          </w:tcPr>
          <w:p w:rsidR="008E67FA" w:rsidRPr="008E67FA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E67FA" w:rsidRPr="00F65041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15,367</w:t>
            </w:r>
          </w:p>
        </w:tc>
      </w:tr>
    </w:tbl>
    <w:p w:rsidR="008E67FA" w:rsidRDefault="008E67FA" w:rsidP="00C2082E">
      <w:pPr>
        <w:jc w:val="thaiDistribute"/>
        <w:rPr>
          <w:rFonts w:ascii="Angsana New" w:hAnsi="Angsana New"/>
          <w:sz w:val="30"/>
          <w:szCs w:val="30"/>
        </w:rPr>
      </w:pPr>
    </w:p>
    <w:p w:rsidR="00B133FC" w:rsidRDefault="00B133FC" w:rsidP="00B133F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</w:pP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ข้อมูลเกี่ยวกับส่วนงานดำเนินงานเชิงภูมิศาสตร์สำหรับงวด</w:t>
      </w:r>
      <w:r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สาม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เดือนสิ้นสุดวันที่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3</w:t>
      </w:r>
      <w:r>
        <w:rPr>
          <w:rFonts w:asciiTheme="majorBidi" w:hAnsiTheme="majorBidi" w:cstheme="majorBidi" w:hint="cs"/>
          <w:b w:val="0"/>
          <w:bCs w:val="0"/>
          <w:i/>
          <w:iCs/>
          <w:sz w:val="30"/>
          <w:szCs w:val="30"/>
          <w:cs/>
        </w:rPr>
        <w:t>1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b w:val="0"/>
          <w:bCs w:val="0"/>
          <w:i/>
          <w:iCs/>
          <w:sz w:val="30"/>
          <w:szCs w:val="30"/>
          <w:cs/>
        </w:rPr>
        <w:t>มีนาคม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256</w:t>
      </w:r>
      <w:r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2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และ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25</w:t>
      </w:r>
      <w:r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61</w:t>
      </w:r>
    </w:p>
    <w:p w:rsidR="00B133FC" w:rsidRPr="003854CB" w:rsidRDefault="00B133FC" w:rsidP="00B133FC">
      <w:pPr>
        <w:rPr>
          <w:sz w:val="30"/>
          <w:szCs w:val="30"/>
        </w:rPr>
      </w:pPr>
    </w:p>
    <w:p w:rsidR="00B133FC" w:rsidRPr="00C22979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บริษัทดำเนินธุรกิจในส่วนงาน</w:t>
      </w:r>
      <w:r>
        <w:rPr>
          <w:rFonts w:ascii="Angsana New" w:hAnsi="Angsana New" w:hint="cs"/>
          <w:sz w:val="30"/>
          <w:szCs w:val="30"/>
          <w:cs/>
        </w:rPr>
        <w:t>เชิงภูมิศาสตร์เดียว</w:t>
      </w:r>
      <w:r w:rsidRPr="00C22979">
        <w:rPr>
          <w:rFonts w:ascii="Angsana New" w:hAnsi="Angsana New" w:hint="cs"/>
          <w:sz w:val="30"/>
          <w:szCs w:val="30"/>
          <w:cs/>
        </w:rPr>
        <w:t>คือ ในประเทศไทย จึงไม่มีการนำเสนอข้อมูล</w:t>
      </w:r>
      <w:r>
        <w:rPr>
          <w:rFonts w:ascii="Angsana New" w:hAnsi="Angsana New" w:hint="cs"/>
          <w:sz w:val="30"/>
          <w:szCs w:val="30"/>
          <w:cs/>
        </w:rPr>
        <w:t>เกี่ยวกับ</w:t>
      </w:r>
      <w:r w:rsidRPr="00C22979">
        <w:rPr>
          <w:rFonts w:ascii="Angsana New" w:hAnsi="Angsana New" w:hint="cs"/>
          <w:sz w:val="30"/>
          <w:szCs w:val="30"/>
          <w:cs/>
        </w:rPr>
        <w:t>ส่วนงานดำเนินงาน</w:t>
      </w:r>
      <w:r>
        <w:rPr>
          <w:rFonts w:ascii="Angsana New" w:hAnsi="Angsana New" w:hint="cs"/>
          <w:sz w:val="30"/>
          <w:szCs w:val="30"/>
          <w:cs/>
        </w:rPr>
        <w:t>เชิง</w:t>
      </w:r>
      <w:r w:rsidRPr="00C22979">
        <w:rPr>
          <w:rFonts w:ascii="Angsana New" w:hAnsi="Angsana New" w:hint="cs"/>
          <w:sz w:val="30"/>
          <w:szCs w:val="30"/>
          <w:cs/>
        </w:rPr>
        <w:t>ภูมิศาสตร์ใน</w:t>
      </w:r>
      <w:r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C22979">
        <w:rPr>
          <w:rFonts w:ascii="Angsana New" w:hAnsi="Angsana New" w:hint="cs"/>
          <w:sz w:val="30"/>
          <w:szCs w:val="30"/>
          <w:cs/>
        </w:rPr>
        <w:t>นี้</w:t>
      </w:r>
    </w:p>
    <w:p w:rsidR="00B133FC" w:rsidRPr="002143A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:rsidR="00B133FC" w:rsidRPr="002143AC" w:rsidRDefault="00B133FC" w:rsidP="00B133FC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:rsidR="00B133FC" w:rsidRPr="002143A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:rsidR="00B133FC" w:rsidRPr="002143AC" w:rsidRDefault="00B133FC" w:rsidP="00B133FC">
      <w:pPr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 xml:space="preserve">10 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>ของยอดรายการค้ารวม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>สำหรับงวด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สาม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เดือนสิ้นสุดวันที่ 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E67B73">
        <w:rPr>
          <w:rFonts w:asciiTheme="majorBidi" w:hAnsiTheme="majorBidi" w:cstheme="majorBidi" w:hint="cs"/>
          <w:i/>
          <w:iCs/>
          <w:sz w:val="30"/>
          <w:szCs w:val="30"/>
          <w:cs/>
        </w:rPr>
        <w:t>1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Pr="00E67B73">
        <w:rPr>
          <w:rFonts w:asciiTheme="majorBidi" w:hAnsiTheme="majorBidi" w:cstheme="majorBidi" w:hint="cs"/>
          <w:i/>
          <w:iCs/>
          <w:sz w:val="30"/>
          <w:szCs w:val="30"/>
          <w:cs/>
        </w:rPr>
        <w:t>มีนาคม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>256</w:t>
      </w:r>
      <w:r>
        <w:rPr>
          <w:rFonts w:asciiTheme="majorBidi" w:hAnsiTheme="majorBidi" w:cstheme="majorBidi"/>
          <w:i/>
          <w:iCs/>
          <w:sz w:val="30"/>
          <w:szCs w:val="30"/>
        </w:rPr>
        <w:t>2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และ 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>25</w:t>
      </w:r>
      <w:r w:rsidRPr="00E67B73">
        <w:rPr>
          <w:rFonts w:asciiTheme="majorBidi" w:hAnsiTheme="majorBidi" w:cstheme="majorBidi"/>
          <w:i/>
          <w:iCs/>
          <w:sz w:val="30"/>
          <w:szCs w:val="30"/>
        </w:rPr>
        <w:t>6</w:t>
      </w:r>
      <w:r>
        <w:rPr>
          <w:rFonts w:asciiTheme="majorBidi" w:hAnsiTheme="majorBidi" w:cstheme="majorBidi"/>
          <w:i/>
          <w:iCs/>
          <w:sz w:val="30"/>
          <w:szCs w:val="30"/>
        </w:rPr>
        <w:t>1</w:t>
      </w:r>
    </w:p>
    <w:p w:rsidR="00B133F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B133F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E172C">
        <w:rPr>
          <w:rFonts w:asciiTheme="majorBidi" w:hAnsiTheme="majorBidi" w:cstheme="majorBidi"/>
          <w:sz w:val="30"/>
          <w:szCs w:val="30"/>
          <w:cs/>
        </w:rPr>
        <w:t>บริษัทไม่มีรายการค้ากับลูกค้ารายใหญ่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7A12F4" w:rsidRDefault="007A12F4" w:rsidP="0047298E">
      <w:pPr>
        <w:rPr>
          <w:rFonts w:ascii="Angsana New" w:hAnsi="Angsana New"/>
          <w:sz w:val="30"/>
          <w:szCs w:val="30"/>
        </w:rPr>
      </w:pPr>
    </w:p>
    <w:p w:rsidR="00B133FC" w:rsidRDefault="00B133FC" w:rsidP="0047298E">
      <w:pPr>
        <w:rPr>
          <w:rFonts w:ascii="Angsana New" w:hAnsi="Angsana New"/>
          <w:sz w:val="30"/>
          <w:szCs w:val="30"/>
        </w:rPr>
      </w:pPr>
    </w:p>
    <w:p w:rsidR="00B133FC" w:rsidRDefault="00B133FC" w:rsidP="0047298E">
      <w:pPr>
        <w:rPr>
          <w:rFonts w:ascii="Angsana New" w:hAnsi="Angsana New"/>
          <w:sz w:val="30"/>
          <w:szCs w:val="30"/>
        </w:rPr>
      </w:pPr>
    </w:p>
    <w:p w:rsidR="00B133FC" w:rsidRPr="0047298E" w:rsidRDefault="00B133FC" w:rsidP="0047298E">
      <w:pPr>
        <w:rPr>
          <w:rFonts w:ascii="Angsana New" w:hAnsi="Angsana New"/>
          <w:sz w:val="30"/>
          <w:szCs w:val="30"/>
          <w:cs/>
        </w:rPr>
        <w:sectPr w:rsidR="00B133FC" w:rsidRPr="0047298E" w:rsidSect="00A703BB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0"/>
          <w:cols w:space="720"/>
          <w:titlePg/>
          <w:docGrid w:linePitch="245"/>
        </w:sectPr>
      </w:pPr>
    </w:p>
    <w:p w:rsidR="00890C61" w:rsidRDefault="00890C61" w:rsidP="00707D0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E45D09" w:rsidRPr="00FF7FB4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C3163B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spacing w:val="-4"/>
          <w:sz w:val="30"/>
          <w:szCs w:val="30"/>
          <w:cs/>
        </w:rPr>
        <w:t>ณ วันที่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hAnsi="Angsana New"/>
          <w:spacing w:val="-4"/>
          <w:sz w:val="30"/>
          <w:szCs w:val="30"/>
        </w:rPr>
        <w:t xml:space="preserve">31 </w:t>
      </w:r>
      <w:r w:rsidR="007772F3">
        <w:rPr>
          <w:rFonts w:ascii="Angsana New" w:hAnsi="Angsana New" w:hint="cs"/>
          <w:spacing w:val="-4"/>
          <w:sz w:val="30"/>
          <w:szCs w:val="30"/>
          <w:cs/>
        </w:rPr>
        <w:t>มีนา</w:t>
      </w:r>
      <w:r>
        <w:rPr>
          <w:rFonts w:ascii="Angsana New" w:hAnsi="Angsana New" w:hint="cs"/>
          <w:spacing w:val="-4"/>
          <w:sz w:val="30"/>
          <w:szCs w:val="30"/>
          <w:cs/>
        </w:rPr>
        <w:t>คม</w:t>
      </w:r>
      <w:r w:rsidRPr="005A7BF4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A7BF4">
        <w:rPr>
          <w:rFonts w:ascii="Angsana New" w:hAnsi="Angsana New"/>
          <w:spacing w:val="-4"/>
          <w:sz w:val="30"/>
          <w:szCs w:val="30"/>
        </w:rPr>
        <w:t>25</w:t>
      </w:r>
      <w:r w:rsidR="00230628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3854CB">
        <w:rPr>
          <w:rFonts w:ascii="Angsana New" w:hAnsi="Angsana New" w:hint="cs"/>
          <w:spacing w:val="-4"/>
          <w:sz w:val="30"/>
          <w:szCs w:val="30"/>
          <w:cs/>
        </w:rPr>
        <w:t>2</w:t>
      </w:r>
      <w:r w:rsidRPr="005A7BF4">
        <w:rPr>
          <w:rFonts w:ascii="Angsana New" w:hAnsi="Angsana New" w:hint="cs"/>
          <w:spacing w:val="-4"/>
          <w:sz w:val="30"/>
          <w:szCs w:val="30"/>
          <w:cs/>
        </w:rPr>
        <w:t xml:space="preserve"> บริษัทมี</w:t>
      </w:r>
    </w:p>
    <w:p w:rsidR="00C3163B" w:rsidRPr="00FF7FB4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3163B" w:rsidRPr="00625EB3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625EB3">
        <w:rPr>
          <w:rFonts w:ascii="Angsana New" w:hAnsi="Angsana New" w:hint="cs"/>
          <w:sz w:val="30"/>
          <w:szCs w:val="30"/>
          <w:cs/>
        </w:rPr>
        <w:t>ภาระผูกพันจากสัญญาเช่าและบริการที่เกี่ยวข้องสำหรับการเช่าที่ดินและอาคารคลังเก็บสินค้า</w:t>
      </w:r>
      <w:r w:rsidR="008D07F7" w:rsidRPr="00625EB3">
        <w:rPr>
          <w:rFonts w:ascii="Angsana New" w:hAnsi="Angsana New" w:hint="cs"/>
          <w:sz w:val="30"/>
          <w:szCs w:val="30"/>
          <w:cs/>
        </w:rPr>
        <w:t>ของบริษัท</w:t>
      </w:r>
      <w:r w:rsidRPr="00625EB3">
        <w:rPr>
          <w:rFonts w:ascii="Angsana New" w:hAnsi="Angsana New" w:hint="cs"/>
          <w:sz w:val="30"/>
          <w:szCs w:val="30"/>
          <w:cs/>
        </w:rPr>
        <w:t xml:space="preserve">กับบริษัทในประเทศแห่งหนึ่ง สัญญาดังกล่าวมีกำหนดระยะเวลา </w:t>
      </w:r>
      <w:r w:rsidRPr="00625EB3">
        <w:rPr>
          <w:rFonts w:ascii="Angsana New" w:hAnsi="Angsana New"/>
          <w:sz w:val="30"/>
          <w:szCs w:val="30"/>
        </w:rPr>
        <w:t xml:space="preserve">6 </w:t>
      </w:r>
      <w:r w:rsidRPr="00625EB3">
        <w:rPr>
          <w:rFonts w:ascii="Angsana New" w:hAnsi="Angsana New" w:hint="cs"/>
          <w:sz w:val="30"/>
          <w:szCs w:val="30"/>
          <w:cs/>
        </w:rPr>
        <w:t xml:space="preserve">ปีซึ่งจะสิ้นสุดลงในวันที่ </w:t>
      </w:r>
      <w:r w:rsidRPr="00625EB3">
        <w:rPr>
          <w:rFonts w:ascii="Angsana New" w:hAnsi="Angsana New"/>
          <w:sz w:val="30"/>
          <w:szCs w:val="30"/>
        </w:rPr>
        <w:t xml:space="preserve">31 </w:t>
      </w:r>
      <w:r w:rsidRPr="00625EB3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625EB3">
        <w:rPr>
          <w:rFonts w:ascii="Angsana New" w:hAnsi="Angsana New"/>
          <w:sz w:val="30"/>
          <w:szCs w:val="30"/>
        </w:rPr>
        <w:t xml:space="preserve">2564 </w:t>
      </w:r>
      <w:r w:rsidRPr="00625EB3">
        <w:rPr>
          <w:rFonts w:ascii="Angsana New" w:hAnsi="Angsana New" w:hint="cs"/>
          <w:sz w:val="30"/>
          <w:szCs w:val="30"/>
          <w:cs/>
          <w:lang w:val="th-TH"/>
        </w:rPr>
        <w:t xml:space="preserve">นอกจากนี้ บริษัทได้จ่ายเงินประกันการเช่าและบริการแก่ผู้ให้เช่าเป็นจำนวนเงินประมาณ </w:t>
      </w:r>
      <w:r w:rsidRPr="00625EB3">
        <w:rPr>
          <w:rFonts w:ascii="Angsana New" w:hAnsi="Angsana New"/>
          <w:sz w:val="30"/>
          <w:szCs w:val="30"/>
        </w:rPr>
        <w:t xml:space="preserve">1.1 </w:t>
      </w:r>
      <w:r w:rsidRPr="00625EB3">
        <w:rPr>
          <w:rFonts w:ascii="Angsana New" w:hAnsi="Angsana New" w:hint="cs"/>
          <w:sz w:val="30"/>
          <w:szCs w:val="30"/>
          <w:cs/>
        </w:rPr>
        <w:t xml:space="preserve">ล้านบาทซึ่งแสดงรายการเป็นส่วนหนึ่งของ </w:t>
      </w:r>
      <w:r w:rsidRPr="00625EB3">
        <w:rPr>
          <w:rFonts w:ascii="Angsana New" w:hAnsi="Angsana New"/>
          <w:sz w:val="30"/>
          <w:szCs w:val="30"/>
        </w:rPr>
        <w:t>“</w:t>
      </w:r>
      <w:r w:rsidRPr="00625EB3">
        <w:rPr>
          <w:rFonts w:ascii="Angsana New" w:hAnsi="Angsana New" w:hint="cs"/>
          <w:sz w:val="30"/>
          <w:szCs w:val="30"/>
          <w:cs/>
        </w:rPr>
        <w:t>สินทรัพย์ไม่หมุนเวียนอื่น</w:t>
      </w:r>
      <w:r w:rsidRPr="00625EB3">
        <w:rPr>
          <w:rFonts w:ascii="Angsana New" w:hAnsi="Angsana New"/>
          <w:sz w:val="30"/>
          <w:szCs w:val="30"/>
        </w:rPr>
        <w:t xml:space="preserve">” </w:t>
      </w:r>
      <w:r w:rsidRPr="00625EB3">
        <w:rPr>
          <w:rFonts w:ascii="Angsana New" w:hAnsi="Angsana New" w:hint="cs"/>
          <w:sz w:val="30"/>
          <w:szCs w:val="30"/>
          <w:cs/>
        </w:rPr>
        <w:t>ในงบแสดงฐานะการเงิน</w:t>
      </w:r>
      <w:r w:rsidR="0065301E" w:rsidRPr="00625EB3">
        <w:rPr>
          <w:rFonts w:ascii="Angsana New" w:hAnsi="Angsana New"/>
          <w:sz w:val="30"/>
          <w:szCs w:val="30"/>
        </w:rPr>
        <w:t xml:space="preserve"> </w:t>
      </w:r>
      <w:r w:rsidR="00446C82" w:rsidRPr="00625EB3">
        <w:rPr>
          <w:rFonts w:ascii="Angsana New" w:hAnsi="Angsana New"/>
          <w:sz w:val="30"/>
          <w:szCs w:val="30"/>
          <w:cs/>
          <w:lang w:val="th-TH"/>
        </w:rPr>
        <w:t>บริษัทผูกพันที่จะต้องจ่ายค่าเช่า</w:t>
      </w:r>
      <w:r w:rsidR="00446C82" w:rsidRPr="00625EB3">
        <w:rPr>
          <w:rFonts w:ascii="Angsana New" w:hAnsi="Angsana New" w:hint="cs"/>
          <w:sz w:val="30"/>
          <w:szCs w:val="30"/>
          <w:cs/>
          <w:lang w:val="th-TH"/>
        </w:rPr>
        <w:t>และค่าบริการ</w:t>
      </w:r>
      <w:r w:rsidR="008D07F7" w:rsidRPr="00625EB3">
        <w:rPr>
          <w:rFonts w:ascii="Angsana New" w:hAnsi="Angsana New" w:hint="cs"/>
          <w:sz w:val="30"/>
          <w:szCs w:val="30"/>
          <w:cs/>
        </w:rPr>
        <w:t>ภายใต้สัญญาดังกล่าวดังต่อไปนี้</w:t>
      </w:r>
    </w:p>
    <w:p w:rsidR="00A4764E" w:rsidRPr="00FF7FB4" w:rsidRDefault="00A4764E" w:rsidP="00A47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7679" w:type="dxa"/>
        <w:tblInd w:w="534" w:type="dxa"/>
        <w:tblLayout w:type="fixed"/>
        <w:tblLook w:val="0000"/>
      </w:tblPr>
      <w:tblGrid>
        <w:gridCol w:w="6204"/>
        <w:gridCol w:w="1475"/>
      </w:tblGrid>
      <w:tr w:rsidR="00CA174B" w:rsidRPr="008C0A9C" w:rsidTr="00CA174B">
        <w:trPr>
          <w:cantSplit/>
          <w:trHeight w:val="352"/>
        </w:trPr>
        <w:tc>
          <w:tcPr>
            <w:tcW w:w="6204" w:type="dxa"/>
            <w:vAlign w:val="bottom"/>
          </w:tcPr>
          <w:p w:rsidR="00CA174B" w:rsidRPr="003E74FC" w:rsidRDefault="00CA174B" w:rsidP="00CA174B">
            <w:pPr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CA174B" w:rsidRPr="008C0A9C" w:rsidRDefault="00472ACC" w:rsidP="00CA174B">
            <w:pPr>
              <w:tabs>
                <w:tab w:val="clear" w:pos="227"/>
                <w:tab w:val="clear" w:pos="454"/>
                <w:tab w:val="clear" w:pos="680"/>
                <w:tab w:val="left" w:pos="-251"/>
                <w:tab w:val="left" w:pos="819"/>
              </w:tabs>
              <w:spacing w:line="216" w:lineRule="auto"/>
              <w:ind w:left="-251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CA174B" w:rsidRPr="008C0A9C" w:rsidTr="00526B11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ครบกำหนดชำระภายในหนึ่งปี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174B" w:rsidRPr="00625EB3" w:rsidRDefault="00472AC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625EB3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4</w:t>
            </w:r>
            <w:r w:rsidRPr="00625EB3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,277</w:t>
            </w:r>
          </w:p>
        </w:tc>
      </w:tr>
      <w:tr w:rsidR="00CA174B" w:rsidRPr="008C0A9C" w:rsidTr="00526B11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ครบกำหนดชำระหลังจากหนึ่งปีแต่ไม่เกินห้าปี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A174B" w:rsidRPr="00625EB3" w:rsidRDefault="00625EB3" w:rsidP="00625EB3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625EB3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4</w:t>
            </w:r>
            <w:r w:rsidR="00526B11" w:rsidRPr="00625EB3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 w:rsidRPr="00625EB3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989</w:t>
            </w:r>
          </w:p>
        </w:tc>
      </w:tr>
      <w:tr w:rsidR="00CA174B" w:rsidRPr="003E74FC" w:rsidTr="00526B11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CA174B" w:rsidRPr="00625EB3" w:rsidRDefault="00625EB3" w:rsidP="00625EB3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625EB3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9</w:t>
            </w:r>
            <w:r w:rsidR="00526B11" w:rsidRPr="00625EB3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 w:rsidRPr="00625EB3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266</w:t>
            </w:r>
          </w:p>
        </w:tc>
      </w:tr>
    </w:tbl>
    <w:p w:rsidR="00446C82" w:rsidRPr="00FF7FB4" w:rsidRDefault="00446C82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C3163B" w:rsidRPr="001D78D0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D78D0">
        <w:rPr>
          <w:rFonts w:ascii="Angsana New" w:hAnsi="Angsana New" w:hint="cs"/>
          <w:spacing w:val="-4"/>
          <w:sz w:val="30"/>
          <w:szCs w:val="30"/>
          <w:cs/>
        </w:rPr>
        <w:t>เลตเตอร์ออฟเครดิตที่ยังไม่ได้ใช้กับธนาคารใ</w:t>
      </w:r>
      <w:r w:rsidR="008D07F7" w:rsidRPr="001D78D0">
        <w:rPr>
          <w:rFonts w:ascii="Angsana New" w:hAnsi="Angsana New" w:hint="cs"/>
          <w:spacing w:val="-4"/>
          <w:sz w:val="30"/>
          <w:szCs w:val="30"/>
          <w:cs/>
        </w:rPr>
        <w:t>นประเทศแห่ง</w:t>
      </w:r>
      <w:r w:rsidR="008D07F7" w:rsidRPr="007218C4">
        <w:rPr>
          <w:rFonts w:ascii="Angsana New" w:hAnsi="Angsana New" w:hint="cs"/>
          <w:spacing w:val="-4"/>
          <w:sz w:val="30"/>
          <w:szCs w:val="30"/>
          <w:cs/>
        </w:rPr>
        <w:t>หนึ่งเป็นจำนวน</w:t>
      </w:r>
      <w:r w:rsidR="008D07F7" w:rsidRPr="005E4BEB">
        <w:rPr>
          <w:rFonts w:ascii="Angsana New" w:hAnsi="Angsana New" w:hint="cs"/>
          <w:spacing w:val="-4"/>
          <w:sz w:val="30"/>
          <w:szCs w:val="30"/>
          <w:cs/>
        </w:rPr>
        <w:t>เงิน</w:t>
      </w:r>
      <w:r w:rsidRPr="005E4BEB">
        <w:rPr>
          <w:rFonts w:ascii="Angsana New" w:hAnsi="Angsana New" w:hint="cs"/>
          <w:spacing w:val="-4"/>
          <w:sz w:val="30"/>
          <w:szCs w:val="30"/>
          <w:cs/>
        </w:rPr>
        <w:t>ประมาณ</w:t>
      </w:r>
      <w:r w:rsidR="008F1A83" w:rsidRPr="005E4BEB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5E4BEB" w:rsidRPr="005E4BEB">
        <w:rPr>
          <w:rFonts w:ascii="Angsana New" w:hAnsi="Angsana New"/>
          <w:spacing w:val="-4"/>
          <w:sz w:val="30"/>
          <w:szCs w:val="30"/>
        </w:rPr>
        <w:t>1.1</w:t>
      </w:r>
      <w:r w:rsidR="008F1A83" w:rsidRPr="005E4BEB">
        <w:rPr>
          <w:rFonts w:ascii="Angsana New" w:hAnsi="Angsana New"/>
          <w:spacing w:val="-4"/>
          <w:sz w:val="30"/>
          <w:szCs w:val="30"/>
        </w:rPr>
        <w:t xml:space="preserve"> </w:t>
      </w:r>
      <w:r w:rsidRPr="005E4BEB">
        <w:rPr>
          <w:rFonts w:ascii="Angsana New" w:hAnsi="Angsana New" w:hint="cs"/>
          <w:spacing w:val="-4"/>
          <w:sz w:val="30"/>
          <w:szCs w:val="30"/>
          <w:cs/>
        </w:rPr>
        <w:t>ล้าน</w:t>
      </w:r>
      <w:r w:rsidRPr="001D78D0">
        <w:rPr>
          <w:rFonts w:ascii="Angsana New" w:hAnsi="Angsana New" w:hint="cs"/>
          <w:spacing w:val="-4"/>
          <w:sz w:val="30"/>
          <w:szCs w:val="30"/>
          <w:cs/>
        </w:rPr>
        <w:t>บาท</w:t>
      </w:r>
    </w:p>
    <w:p w:rsidR="00C3163B" w:rsidRPr="00FF7FB4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CA174B" w:rsidRDefault="00C3163B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2975A4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หนังสือค้ำประกันบริษัทซึ่งออกโดยธนาคาร</w:t>
      </w:r>
      <w:r w:rsidRPr="005E4BEB">
        <w:rPr>
          <w:rFonts w:ascii="Angsana New" w:hAnsi="Angsana New" w:hint="cs"/>
          <w:sz w:val="30"/>
          <w:szCs w:val="30"/>
          <w:cs/>
          <w:lang w:val="th-TH"/>
        </w:rPr>
        <w:t>ในประเทศ</w:t>
      </w:r>
      <w:r w:rsidR="005E4BEB" w:rsidRPr="005E4BEB">
        <w:rPr>
          <w:rFonts w:ascii="Angsana New" w:hAnsi="Angsana New" w:hint="cs"/>
          <w:sz w:val="30"/>
          <w:szCs w:val="30"/>
          <w:cs/>
        </w:rPr>
        <w:t>สาม</w:t>
      </w:r>
      <w:r w:rsidRPr="005E4BEB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แห่งให้แก่บริษัทเอกชนและหน่วยงานรัฐบาลหลายแห่ง</w:t>
      </w:r>
      <w:r w:rsidRPr="005E4BEB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Pr="005E4BEB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5E4BEB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5E4BEB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5E4BEB">
        <w:rPr>
          <w:rFonts w:ascii="Angsana New" w:hAnsi="Angsana New" w:hint="cs"/>
          <w:color w:val="000000"/>
          <w:sz w:val="30"/>
          <w:szCs w:val="30"/>
          <w:cs/>
        </w:rPr>
        <w:t>รวมประมาณ</w:t>
      </w:r>
      <w:r w:rsidR="008F1A83" w:rsidRPr="005E4BE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5E4BEB" w:rsidRPr="005E4BEB">
        <w:rPr>
          <w:rFonts w:ascii="Angsana New" w:hAnsi="Angsana New"/>
          <w:color w:val="000000"/>
          <w:sz w:val="30"/>
          <w:szCs w:val="30"/>
        </w:rPr>
        <w:t>32</w:t>
      </w:r>
      <w:r w:rsidR="007218C4" w:rsidRPr="005E4BEB">
        <w:rPr>
          <w:rFonts w:ascii="Angsana New" w:hAnsi="Angsana New"/>
          <w:color w:val="000000"/>
          <w:sz w:val="30"/>
          <w:szCs w:val="30"/>
        </w:rPr>
        <w:t>.</w:t>
      </w:r>
      <w:r w:rsidR="005E4BEB" w:rsidRPr="005E4BEB">
        <w:rPr>
          <w:rFonts w:ascii="Angsana New" w:hAnsi="Angsana New"/>
          <w:color w:val="000000"/>
          <w:sz w:val="30"/>
          <w:szCs w:val="30"/>
        </w:rPr>
        <w:t>6</w:t>
      </w:r>
      <w:r w:rsidR="008F1A83" w:rsidRPr="005E4BEB">
        <w:rPr>
          <w:rFonts w:ascii="Angsana New" w:hAnsi="Angsana New"/>
          <w:color w:val="000000"/>
          <w:sz w:val="30"/>
          <w:szCs w:val="30"/>
        </w:rPr>
        <w:t xml:space="preserve"> </w:t>
      </w:r>
      <w:r w:rsidRPr="005E4BEB">
        <w:rPr>
          <w:rFonts w:ascii="Angsana New" w:hAnsi="Angsana New"/>
          <w:color w:val="000000"/>
          <w:sz w:val="30"/>
          <w:szCs w:val="30"/>
          <w:cs/>
        </w:rPr>
        <w:t>ล้าน</w:t>
      </w:r>
      <w:r w:rsidRPr="002975A4">
        <w:rPr>
          <w:rFonts w:ascii="Angsana New" w:hAnsi="Angsana New"/>
          <w:color w:val="000000"/>
          <w:sz w:val="30"/>
          <w:szCs w:val="30"/>
          <w:cs/>
        </w:rPr>
        <w:t>บาท</w:t>
      </w:r>
    </w:p>
    <w:p w:rsidR="00774989" w:rsidRPr="00FF7FB4" w:rsidRDefault="00774989" w:rsidP="00774989">
      <w:pPr>
        <w:pStyle w:val="ListParagraph"/>
        <w:rPr>
          <w:rFonts w:ascii="Angsana New" w:hAnsi="Angsana New"/>
          <w:sz w:val="30"/>
          <w:szCs w:val="30"/>
        </w:rPr>
      </w:pPr>
    </w:p>
    <w:p w:rsidR="00774989" w:rsidRDefault="00774989" w:rsidP="00774989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color w:val="000000"/>
          <w:sz w:val="30"/>
          <w:szCs w:val="30"/>
          <w:cs/>
        </w:rPr>
        <w:t>สัญญา</w:t>
      </w:r>
      <w:r>
        <w:rPr>
          <w:rFonts w:ascii="Angsana New" w:hAnsi="Angsana New" w:hint="cs"/>
          <w:color w:val="000000"/>
          <w:sz w:val="30"/>
          <w:szCs w:val="30"/>
          <w:cs/>
        </w:rPr>
        <w:t>ซื้อ</w:t>
      </w:r>
      <w:r w:rsidRPr="005A7BF4">
        <w:rPr>
          <w:rFonts w:ascii="Angsana New" w:hAnsi="Angsana New" w:hint="cs"/>
          <w:color w:val="000000"/>
          <w:sz w:val="30"/>
          <w:szCs w:val="30"/>
          <w:cs/>
        </w:rPr>
        <w:t>เงินตราต่างประเทศล่วงหน้ากับธนาคารในประเทศแห่งหนึ่ง</w:t>
      </w:r>
      <w:r>
        <w:rPr>
          <w:rFonts w:ascii="Angsana New" w:hAnsi="Angsana New" w:hint="cs"/>
          <w:color w:val="000000"/>
          <w:sz w:val="30"/>
          <w:szCs w:val="30"/>
          <w:cs/>
        </w:rPr>
        <w:t>ซึ่งมีรายละเอียดดังนี้</w:t>
      </w:r>
    </w:p>
    <w:p w:rsidR="00774989" w:rsidRPr="00FF7FB4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606" w:type="dxa"/>
        <w:tblInd w:w="567" w:type="dxa"/>
        <w:tblLook w:val="04A0"/>
      </w:tblPr>
      <w:tblGrid>
        <w:gridCol w:w="1951"/>
        <w:gridCol w:w="261"/>
        <w:gridCol w:w="1298"/>
        <w:gridCol w:w="284"/>
        <w:gridCol w:w="1276"/>
        <w:gridCol w:w="284"/>
        <w:gridCol w:w="1133"/>
        <w:gridCol w:w="283"/>
        <w:gridCol w:w="2836"/>
      </w:tblGrid>
      <w:tr w:rsidR="00774989" w:rsidRPr="00D350E7" w:rsidTr="00D03868">
        <w:tc>
          <w:tcPr>
            <w:tcW w:w="1951" w:type="dxa"/>
            <w:tcBorders>
              <w:bottom w:val="single" w:sz="4" w:space="0" w:color="auto"/>
            </w:tcBorders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D03868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774989" w:rsidRPr="005E4BEB" w:rsidTr="00D03868">
        <w:tc>
          <w:tcPr>
            <w:tcW w:w="1951" w:type="dxa"/>
          </w:tcPr>
          <w:p w:rsidR="00774989" w:rsidRPr="005E4BEB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5E4BEB">
              <w:rPr>
                <w:rFonts w:ascii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774989" w:rsidRPr="005E4BEB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</w:tcPr>
          <w:p w:rsidR="00774989" w:rsidRPr="005E4BEB" w:rsidRDefault="005E4BEB" w:rsidP="005E4B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4BEB">
              <w:rPr>
                <w:rFonts w:ascii="Angsana New" w:hAnsi="Angsana New" w:hint="cs"/>
                <w:sz w:val="30"/>
                <w:szCs w:val="30"/>
                <w:cs/>
              </w:rPr>
              <w:t>208</w:t>
            </w:r>
            <w:r w:rsidR="00D03868" w:rsidRPr="005E4BEB">
              <w:rPr>
                <w:rFonts w:ascii="Angsana New" w:hAnsi="Angsana New"/>
                <w:sz w:val="30"/>
                <w:szCs w:val="30"/>
              </w:rPr>
              <w:t>,</w:t>
            </w:r>
            <w:r w:rsidRPr="005E4BEB">
              <w:rPr>
                <w:rFonts w:ascii="Angsana New" w:hAnsi="Angsana New"/>
                <w:sz w:val="30"/>
                <w:szCs w:val="30"/>
              </w:rPr>
              <w:t>120</w:t>
            </w:r>
          </w:p>
        </w:tc>
        <w:tc>
          <w:tcPr>
            <w:tcW w:w="284" w:type="dxa"/>
          </w:tcPr>
          <w:p w:rsidR="00774989" w:rsidRPr="005E4BEB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989" w:rsidRPr="005E4BEB" w:rsidRDefault="005E4BEB" w:rsidP="005E4B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4BEB">
              <w:rPr>
                <w:rFonts w:ascii="Angsana New" w:hAnsi="Angsana New"/>
                <w:sz w:val="30"/>
                <w:szCs w:val="30"/>
              </w:rPr>
              <w:t>7</w:t>
            </w:r>
            <w:r w:rsidR="00D03868" w:rsidRPr="005E4BEB">
              <w:rPr>
                <w:rFonts w:ascii="Angsana New" w:hAnsi="Angsana New"/>
                <w:sz w:val="30"/>
                <w:szCs w:val="30"/>
              </w:rPr>
              <w:t>,</w:t>
            </w:r>
            <w:r w:rsidRPr="005E4BEB">
              <w:rPr>
                <w:rFonts w:ascii="Angsana New" w:hAnsi="Angsana New"/>
                <w:sz w:val="30"/>
                <w:szCs w:val="30"/>
              </w:rPr>
              <w:t>842</w:t>
            </w:r>
          </w:p>
        </w:tc>
        <w:tc>
          <w:tcPr>
            <w:tcW w:w="284" w:type="dxa"/>
          </w:tcPr>
          <w:p w:rsidR="00774989" w:rsidRPr="005E4BEB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774989" w:rsidRPr="005E4BEB" w:rsidRDefault="005E4BEB" w:rsidP="005E4B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4BEB">
              <w:rPr>
                <w:rFonts w:ascii="Angsana New" w:hAnsi="Angsana New"/>
                <w:sz w:val="30"/>
                <w:szCs w:val="30"/>
              </w:rPr>
              <w:t>7</w:t>
            </w:r>
            <w:r w:rsidR="00D03868" w:rsidRPr="005E4BEB">
              <w:rPr>
                <w:rFonts w:ascii="Angsana New" w:hAnsi="Angsana New"/>
                <w:sz w:val="30"/>
                <w:szCs w:val="30"/>
              </w:rPr>
              <w:t>,</w:t>
            </w:r>
            <w:r w:rsidRPr="005E4BEB">
              <w:rPr>
                <w:rFonts w:ascii="Angsana New" w:hAnsi="Angsana New"/>
                <w:sz w:val="30"/>
                <w:szCs w:val="30"/>
              </w:rPr>
              <w:t>4</w:t>
            </w:r>
            <w:r w:rsidR="00D03868" w:rsidRPr="005E4BEB">
              <w:rPr>
                <w:rFonts w:ascii="Angsana New" w:hAnsi="Angsana New"/>
                <w:sz w:val="30"/>
                <w:szCs w:val="30"/>
              </w:rPr>
              <w:t>42</w:t>
            </w:r>
          </w:p>
        </w:tc>
        <w:tc>
          <w:tcPr>
            <w:tcW w:w="283" w:type="dxa"/>
          </w:tcPr>
          <w:p w:rsidR="00774989" w:rsidRPr="005E4BEB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</w:tcPr>
          <w:p w:rsidR="00774989" w:rsidRPr="005E4BEB" w:rsidRDefault="00723753" w:rsidP="005E4B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  <w:r w:rsidRPr="005E4BEB">
              <w:rPr>
                <w:rFonts w:ascii="Angsana New" w:hAnsi="Angsana New" w:hint="cs"/>
                <w:sz w:val="30"/>
                <w:szCs w:val="30"/>
                <w:cs/>
              </w:rPr>
              <w:t>เมษายน</w:t>
            </w:r>
            <w:r w:rsidR="00774989" w:rsidRPr="005E4BE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D7FF8" w:rsidRPr="005E4BEB">
              <w:rPr>
                <w:rFonts w:ascii="Angsana New" w:hAnsi="Angsana New"/>
                <w:sz w:val="30"/>
                <w:szCs w:val="30"/>
              </w:rPr>
              <w:t>256</w:t>
            </w:r>
            <w:r w:rsidR="005E4BEB" w:rsidRPr="005E4BEB">
              <w:rPr>
                <w:rFonts w:ascii="Angsana New" w:hAnsi="Angsana New"/>
                <w:sz w:val="30"/>
                <w:szCs w:val="30"/>
              </w:rPr>
              <w:t>2</w:t>
            </w:r>
            <w:r w:rsidR="00774989" w:rsidRPr="005E4BE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A3DCD" w:rsidRPr="005E4BEB">
              <w:rPr>
                <w:rFonts w:ascii="Angsana New" w:hAnsi="Angsana New" w:hint="cs"/>
                <w:sz w:val="30"/>
                <w:szCs w:val="30"/>
                <w:cs/>
              </w:rPr>
              <w:t xml:space="preserve">- </w:t>
            </w:r>
            <w:r w:rsidR="005E4BEB" w:rsidRPr="005E4BEB">
              <w:rPr>
                <w:rFonts w:ascii="Angsana New" w:hAnsi="Angsana New" w:hint="cs"/>
                <w:sz w:val="30"/>
                <w:szCs w:val="30"/>
                <w:cs/>
              </w:rPr>
              <w:t>พฤษภ</w:t>
            </w:r>
            <w:r w:rsidR="009A3DCD" w:rsidRPr="005E4BEB">
              <w:rPr>
                <w:rFonts w:ascii="Angsana New" w:hAnsi="Angsana New" w:hint="cs"/>
                <w:sz w:val="30"/>
                <w:szCs w:val="30"/>
                <w:cs/>
              </w:rPr>
              <w:t>าคม</w:t>
            </w:r>
            <w:r w:rsidR="00774989" w:rsidRPr="005E4BE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74989" w:rsidRPr="005E4BEB">
              <w:rPr>
                <w:rFonts w:ascii="Angsana New" w:hAnsi="Angsana New"/>
                <w:sz w:val="30"/>
                <w:szCs w:val="30"/>
              </w:rPr>
              <w:t>25</w:t>
            </w:r>
            <w:r w:rsidR="00774989" w:rsidRPr="005E4BEB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5E4BEB" w:rsidRPr="005E4BEB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</w:tr>
    </w:tbl>
    <w:p w:rsidR="00774989" w:rsidRPr="00FF7FB4" w:rsidRDefault="00774989" w:rsidP="00A11E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915E75" w:rsidRPr="00E8694B" w:rsidRDefault="00915E75" w:rsidP="00683A3B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pacing w:val="2"/>
          <w:sz w:val="30"/>
          <w:szCs w:val="30"/>
        </w:rPr>
      </w:pPr>
      <w:r w:rsidRPr="00E8694B">
        <w:rPr>
          <w:rFonts w:ascii="Angsana New" w:hAnsi="Angsana New"/>
          <w:color w:val="000000"/>
          <w:spacing w:val="2"/>
          <w:sz w:val="30"/>
          <w:szCs w:val="30"/>
          <w:cs/>
        </w:rPr>
        <w:t>ภาระผูกพันจากการก่อสร้างอาคารสำนักงาน</w:t>
      </w:r>
      <w:r w:rsidR="003A1856" w:rsidRPr="00E8694B">
        <w:rPr>
          <w:rFonts w:ascii="Angsana New" w:hAnsi="Angsana New" w:hint="cs"/>
          <w:color w:val="000000"/>
          <w:spacing w:val="2"/>
          <w:sz w:val="30"/>
          <w:szCs w:val="30"/>
          <w:cs/>
        </w:rPr>
        <w:t>แห่งใหม่</w:t>
      </w:r>
      <w:r w:rsidRPr="00E8694B">
        <w:rPr>
          <w:rFonts w:ascii="Angsana New" w:hAnsi="Angsana New"/>
          <w:color w:val="000000"/>
          <w:spacing w:val="2"/>
          <w:sz w:val="30"/>
          <w:szCs w:val="30"/>
          <w:cs/>
        </w:rPr>
        <w:t xml:space="preserve">เป็นจำนวนเงินรวมประมาณ </w:t>
      </w:r>
      <w:r w:rsidR="005E4BEB" w:rsidRPr="00E8694B">
        <w:rPr>
          <w:rFonts w:ascii="Angsana New" w:hAnsi="Angsana New"/>
          <w:color w:val="000000"/>
          <w:spacing w:val="2"/>
          <w:sz w:val="30"/>
          <w:szCs w:val="30"/>
        </w:rPr>
        <w:t>4</w:t>
      </w:r>
      <w:r w:rsidR="007218C4" w:rsidRPr="00E8694B">
        <w:rPr>
          <w:rFonts w:ascii="Angsana New" w:hAnsi="Angsana New"/>
          <w:color w:val="000000"/>
          <w:spacing w:val="2"/>
          <w:sz w:val="30"/>
          <w:szCs w:val="30"/>
        </w:rPr>
        <w:t>.</w:t>
      </w:r>
      <w:r w:rsidR="005E4BEB" w:rsidRPr="00E8694B">
        <w:rPr>
          <w:rFonts w:ascii="Angsana New" w:hAnsi="Angsana New"/>
          <w:color w:val="000000"/>
          <w:spacing w:val="2"/>
          <w:sz w:val="30"/>
          <w:szCs w:val="30"/>
        </w:rPr>
        <w:t>5</w:t>
      </w:r>
      <w:r w:rsidRPr="00E8694B">
        <w:rPr>
          <w:rFonts w:ascii="Angsana New" w:hAnsi="Angsana New"/>
          <w:color w:val="000000"/>
          <w:spacing w:val="2"/>
          <w:sz w:val="30"/>
          <w:szCs w:val="30"/>
        </w:rPr>
        <w:t xml:space="preserve"> </w:t>
      </w:r>
      <w:r w:rsidRPr="00E8694B">
        <w:rPr>
          <w:rFonts w:ascii="Angsana New" w:hAnsi="Angsana New"/>
          <w:color w:val="000000"/>
          <w:spacing w:val="2"/>
          <w:sz w:val="30"/>
          <w:szCs w:val="30"/>
          <w:cs/>
        </w:rPr>
        <w:t>ล้านบาท</w:t>
      </w:r>
      <w:r w:rsidR="00E8694B" w:rsidRPr="00E8694B">
        <w:rPr>
          <w:rFonts w:ascii="Angsana New" w:hAnsi="Angsana New" w:hint="cs"/>
          <w:color w:val="000000"/>
          <w:spacing w:val="2"/>
          <w:sz w:val="30"/>
          <w:szCs w:val="30"/>
          <w:cs/>
        </w:rPr>
        <w:t xml:space="preserve"> </w:t>
      </w:r>
      <w:r w:rsidR="003A1856" w:rsidRPr="00E8694B">
        <w:rPr>
          <w:rFonts w:ascii="Angsana New" w:hAnsi="Angsana New" w:hint="cs"/>
          <w:color w:val="000000"/>
          <w:spacing w:val="2"/>
          <w:sz w:val="30"/>
          <w:szCs w:val="30"/>
          <w:cs/>
        </w:rPr>
        <w:t>(รวมภาษี</w:t>
      </w:r>
      <w:r w:rsidR="00E8694B" w:rsidRPr="00E8694B">
        <w:rPr>
          <w:rFonts w:ascii="Angsana New" w:hAnsi="Angsana New" w:hint="cs"/>
          <w:color w:val="000000"/>
          <w:spacing w:val="2"/>
          <w:sz w:val="30"/>
          <w:szCs w:val="30"/>
          <w:cs/>
        </w:rPr>
        <w:t xml:space="preserve"> </w:t>
      </w:r>
      <w:r w:rsidR="003A1856" w:rsidRPr="00E8694B">
        <w:rPr>
          <w:rFonts w:ascii="Angsana New" w:hAnsi="Angsana New" w:hint="cs"/>
          <w:color w:val="000000"/>
          <w:spacing w:val="2"/>
          <w:sz w:val="30"/>
          <w:szCs w:val="30"/>
          <w:cs/>
        </w:rPr>
        <w:t>มูลค่าเพิ่ม)</w:t>
      </w:r>
    </w:p>
    <w:p w:rsidR="00304DF5" w:rsidRDefault="00304DF5" w:rsidP="00304D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C6820" w:rsidRDefault="001C6820" w:rsidP="00304D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C6820" w:rsidRDefault="001C6820" w:rsidP="00304D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E21303" w:rsidRDefault="00E21303" w:rsidP="00E2130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bookmarkStart w:id="0" w:name="_GoBack"/>
      <w:bookmarkEnd w:id="0"/>
      <w:r w:rsidRPr="00783875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เหตุการณ์ภายหลังรอบระยะเวลารายงาน</w:t>
      </w:r>
    </w:p>
    <w:p w:rsidR="00E21303" w:rsidRDefault="00E21303" w:rsidP="00E213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E21303" w:rsidRPr="00E21303" w:rsidRDefault="00E21303" w:rsidP="00E21303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A37D08">
        <w:rPr>
          <w:rFonts w:ascii="Angsana New" w:hAnsi="Angsana New" w:hint="cs"/>
          <w:sz w:val="30"/>
          <w:szCs w:val="30"/>
          <w:cs/>
        </w:rPr>
        <w:t>ในที่ประชุม</w:t>
      </w:r>
      <w:r w:rsidR="00D24393" w:rsidRPr="00A37D08">
        <w:rPr>
          <w:rFonts w:ascii="Angsana New" w:hAnsi="Angsana New" w:hint="cs"/>
          <w:sz w:val="30"/>
          <w:szCs w:val="30"/>
          <w:cs/>
        </w:rPr>
        <w:t>สามัญผู้ถือหุ้น</w:t>
      </w:r>
      <w:r w:rsidRPr="00A37D0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A37D08">
        <w:rPr>
          <w:rFonts w:ascii="Angsana New" w:hAnsi="Angsana New"/>
          <w:sz w:val="30"/>
          <w:szCs w:val="30"/>
        </w:rPr>
        <w:t>2</w:t>
      </w:r>
      <w:r w:rsidR="001660CB" w:rsidRPr="00A37D08">
        <w:rPr>
          <w:rFonts w:ascii="Angsana New" w:hAnsi="Angsana New"/>
          <w:sz w:val="30"/>
          <w:szCs w:val="30"/>
        </w:rPr>
        <w:t>4</w:t>
      </w:r>
      <w:r w:rsidRPr="00A37D08">
        <w:rPr>
          <w:rFonts w:ascii="Angsana New" w:hAnsi="Angsana New"/>
          <w:sz w:val="30"/>
          <w:szCs w:val="30"/>
        </w:rPr>
        <w:t xml:space="preserve"> </w:t>
      </w:r>
      <w:r w:rsidRPr="00A37D08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A37D08">
        <w:rPr>
          <w:rFonts w:ascii="Angsana New" w:hAnsi="Angsana New"/>
          <w:sz w:val="30"/>
          <w:szCs w:val="30"/>
        </w:rPr>
        <w:t>256</w:t>
      </w:r>
      <w:r w:rsidR="003854CB" w:rsidRPr="00A37D08">
        <w:rPr>
          <w:rFonts w:ascii="Angsana New" w:hAnsi="Angsana New"/>
          <w:sz w:val="30"/>
          <w:szCs w:val="30"/>
        </w:rPr>
        <w:t>2</w:t>
      </w:r>
      <w:r w:rsidRPr="00A37D08">
        <w:rPr>
          <w:rFonts w:ascii="Angsana New" w:hAnsi="Angsana New"/>
          <w:sz w:val="30"/>
          <w:szCs w:val="30"/>
        </w:rPr>
        <w:t xml:space="preserve"> </w:t>
      </w:r>
      <w:r w:rsidR="00D24393" w:rsidRPr="00A37D08">
        <w:rPr>
          <w:rFonts w:ascii="Angsana New" w:hAnsi="Angsana New" w:hint="cs"/>
          <w:sz w:val="30"/>
          <w:szCs w:val="30"/>
          <w:cs/>
        </w:rPr>
        <w:t>ผู้ถือหุ้น</w:t>
      </w:r>
      <w:r w:rsidRPr="00A37D08">
        <w:rPr>
          <w:rFonts w:ascii="Angsana New" w:hAnsi="Angsana New" w:hint="cs"/>
          <w:sz w:val="30"/>
          <w:szCs w:val="30"/>
          <w:cs/>
        </w:rPr>
        <w:t>ได้</w:t>
      </w:r>
      <w:r w:rsidR="00D24393" w:rsidRPr="00A37D08">
        <w:rPr>
          <w:rFonts w:ascii="Angsana New" w:hAnsi="Angsana New" w:hint="cs"/>
          <w:sz w:val="30"/>
          <w:szCs w:val="30"/>
          <w:cs/>
        </w:rPr>
        <w:t>มีมติเป็นเอกฉันท์</w:t>
      </w:r>
      <w:r w:rsidRPr="00A37D08">
        <w:rPr>
          <w:rFonts w:ascii="Angsana New" w:hAnsi="Angsana New" w:hint="cs"/>
          <w:sz w:val="30"/>
          <w:szCs w:val="30"/>
          <w:cs/>
        </w:rPr>
        <w:t xml:space="preserve">อนุมัติการประกาศจ่ายเงินปันผลจากผลการดำเนินงานปี </w:t>
      </w:r>
      <w:r w:rsidRPr="00A37D08">
        <w:rPr>
          <w:rFonts w:ascii="Angsana New" w:hAnsi="Angsana New"/>
          <w:sz w:val="30"/>
          <w:szCs w:val="30"/>
        </w:rPr>
        <w:t>256</w:t>
      </w:r>
      <w:r w:rsidR="003854CB" w:rsidRPr="00A37D08">
        <w:rPr>
          <w:rFonts w:ascii="Angsana New" w:hAnsi="Angsana New"/>
          <w:sz w:val="30"/>
          <w:szCs w:val="30"/>
        </w:rPr>
        <w:t>1</w:t>
      </w:r>
      <w:r w:rsidRPr="00A37D08">
        <w:rPr>
          <w:rFonts w:ascii="Angsana New" w:hAnsi="Angsana New"/>
          <w:sz w:val="30"/>
          <w:szCs w:val="30"/>
        </w:rPr>
        <w:t xml:space="preserve"> </w:t>
      </w:r>
      <w:r w:rsidR="00802C44" w:rsidRPr="00A37D08">
        <w:rPr>
          <w:rFonts w:ascii="Angsana New" w:hAnsi="Angsana New" w:hint="cs"/>
          <w:sz w:val="30"/>
          <w:szCs w:val="30"/>
          <w:cs/>
        </w:rPr>
        <w:t>ในอัตราหุ้นละประมาณ 0.0974</w:t>
      </w:r>
      <w:r w:rsidRPr="00A37D08">
        <w:rPr>
          <w:rFonts w:ascii="Angsana New" w:hAnsi="Angsana New"/>
          <w:sz w:val="30"/>
          <w:szCs w:val="30"/>
        </w:rPr>
        <w:t xml:space="preserve"> </w:t>
      </w:r>
      <w:r w:rsidRPr="00A37D08">
        <w:rPr>
          <w:rFonts w:ascii="Angsana New" w:hAnsi="Angsana New" w:hint="cs"/>
          <w:sz w:val="30"/>
          <w:szCs w:val="30"/>
          <w:cs/>
        </w:rPr>
        <w:t>บาทเป็นเงินรวมประมาณ</w:t>
      </w:r>
      <w:r w:rsidR="00802C44" w:rsidRPr="00A37D08">
        <w:rPr>
          <w:rFonts w:ascii="Angsana New" w:hAnsi="Angsana New" w:hint="cs"/>
          <w:sz w:val="30"/>
          <w:szCs w:val="30"/>
          <w:cs/>
        </w:rPr>
        <w:t xml:space="preserve"> 30</w:t>
      </w:r>
      <w:r w:rsidRPr="00A37D08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D24393" w:rsidRPr="00A37D08">
        <w:rPr>
          <w:rFonts w:ascii="Angsana New" w:hAnsi="Angsana New" w:hint="cs"/>
          <w:sz w:val="30"/>
          <w:szCs w:val="30"/>
          <w:cs/>
        </w:rPr>
        <w:t>ให้แก่ผู้ถือหุ้น</w:t>
      </w:r>
      <w:r w:rsidRPr="00A37D08">
        <w:rPr>
          <w:rFonts w:ascii="Angsana New" w:hAnsi="Angsana New"/>
          <w:sz w:val="30"/>
          <w:szCs w:val="30"/>
          <w:cs/>
        </w:rPr>
        <w:t>โดย</w:t>
      </w:r>
      <w:r w:rsidRPr="00A37D08">
        <w:rPr>
          <w:rFonts w:ascii="Angsana New" w:hAnsi="Angsana New" w:hint="cs"/>
          <w:sz w:val="30"/>
          <w:szCs w:val="30"/>
          <w:cs/>
        </w:rPr>
        <w:t>กำหนด</w:t>
      </w:r>
      <w:r w:rsidRPr="00A37D08">
        <w:rPr>
          <w:rFonts w:ascii="Angsana New" w:hAnsi="Angsana New"/>
          <w:sz w:val="30"/>
          <w:szCs w:val="30"/>
          <w:cs/>
        </w:rPr>
        <w:t>จ่ายเงินปันผล</w:t>
      </w:r>
      <w:r w:rsidR="00802C44" w:rsidRPr="00A37D08">
        <w:rPr>
          <w:rFonts w:ascii="Angsana New" w:hAnsi="Angsana New" w:hint="cs"/>
          <w:sz w:val="30"/>
          <w:szCs w:val="30"/>
          <w:cs/>
        </w:rPr>
        <w:t>ในวันที่ 1</w:t>
      </w:r>
      <w:r w:rsidR="007301EA">
        <w:rPr>
          <w:rFonts w:ascii="Angsana New" w:hAnsi="Angsana New" w:hint="cs"/>
          <w:sz w:val="30"/>
          <w:szCs w:val="30"/>
          <w:cs/>
        </w:rPr>
        <w:t>6</w:t>
      </w:r>
      <w:r w:rsidR="0047484F" w:rsidRPr="00A37D08">
        <w:rPr>
          <w:rFonts w:ascii="Angsana New" w:hAnsi="Angsana New" w:hint="cs"/>
          <w:sz w:val="30"/>
          <w:szCs w:val="30"/>
          <w:cs/>
        </w:rPr>
        <w:t xml:space="preserve"> </w:t>
      </w:r>
      <w:r w:rsidRPr="00A37D08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A37D08">
        <w:rPr>
          <w:rFonts w:ascii="Angsana New" w:hAnsi="Angsana New"/>
          <w:sz w:val="30"/>
          <w:szCs w:val="30"/>
        </w:rPr>
        <w:t>25</w:t>
      </w:r>
      <w:r w:rsidRPr="00A37D08">
        <w:rPr>
          <w:rFonts w:ascii="Angsana New" w:hAnsi="Angsana New" w:hint="cs"/>
          <w:sz w:val="30"/>
          <w:szCs w:val="30"/>
          <w:cs/>
        </w:rPr>
        <w:t>6</w:t>
      </w:r>
      <w:r w:rsidR="00802C44" w:rsidRPr="00A37D08">
        <w:rPr>
          <w:rFonts w:ascii="Angsana New" w:hAnsi="Angsana New" w:hint="cs"/>
          <w:sz w:val="30"/>
          <w:szCs w:val="30"/>
          <w:cs/>
        </w:rPr>
        <w:t>2</w:t>
      </w:r>
      <w:r w:rsidRPr="00E21303">
        <w:rPr>
          <w:rFonts w:ascii="Angsana New" w:hAnsi="Angsana New" w:hint="cs"/>
          <w:sz w:val="30"/>
          <w:szCs w:val="30"/>
          <w:cs/>
        </w:rPr>
        <w:t xml:space="preserve"> </w:t>
      </w:r>
    </w:p>
    <w:p w:rsidR="00E21303" w:rsidRDefault="00E21303" w:rsidP="00E2130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B177B2" w:rsidRPr="00047F5F" w:rsidRDefault="00B177B2" w:rsidP="00047F5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047F5F">
        <w:rPr>
          <w:rFonts w:ascii="Angsana New" w:hAnsi="Angsana New"/>
          <w:b/>
          <w:bCs/>
          <w:sz w:val="30"/>
          <w:szCs w:val="30"/>
          <w:cs/>
        </w:rPr>
        <w:t>การ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อนุมัติ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774989" w:rsidRPr="00FF7FB4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774989" w:rsidRPr="003854CB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ED59C0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ED59C0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ED59C0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ED59C0">
        <w:rPr>
          <w:rFonts w:ascii="Angsana New" w:hAnsi="Angsana New"/>
          <w:sz w:val="30"/>
          <w:szCs w:val="30"/>
          <w:cs/>
        </w:rPr>
        <w:t>บริษัทเมื่อ</w:t>
      </w:r>
      <w:r w:rsidRPr="00A37D08">
        <w:rPr>
          <w:rFonts w:ascii="Angsana New" w:hAnsi="Angsana New"/>
          <w:sz w:val="30"/>
          <w:szCs w:val="30"/>
          <w:cs/>
        </w:rPr>
        <w:t xml:space="preserve">วันที่ </w:t>
      </w:r>
      <w:r w:rsidR="00230628" w:rsidRPr="00A37D08">
        <w:rPr>
          <w:rFonts w:ascii="Angsana New" w:hAnsi="Angsana New"/>
          <w:sz w:val="30"/>
          <w:szCs w:val="30"/>
        </w:rPr>
        <w:t>1</w:t>
      </w:r>
      <w:r w:rsidR="003854CB" w:rsidRPr="00A37D08">
        <w:rPr>
          <w:rFonts w:ascii="Angsana New" w:hAnsi="Angsana New"/>
          <w:sz w:val="30"/>
          <w:szCs w:val="30"/>
        </w:rPr>
        <w:t>0</w:t>
      </w:r>
      <w:r w:rsidRPr="00A37D08">
        <w:rPr>
          <w:rFonts w:ascii="Angsana New" w:hAnsi="Angsana New" w:hint="cs"/>
          <w:sz w:val="30"/>
          <w:szCs w:val="30"/>
          <w:cs/>
        </w:rPr>
        <w:t xml:space="preserve"> </w:t>
      </w:r>
      <w:r w:rsidR="006D51E6" w:rsidRPr="00A37D08">
        <w:rPr>
          <w:rFonts w:ascii="Angsana New" w:hAnsi="Angsana New" w:hint="cs"/>
          <w:sz w:val="30"/>
          <w:szCs w:val="30"/>
          <w:cs/>
        </w:rPr>
        <w:t>พฤษภาคม</w:t>
      </w:r>
      <w:r w:rsidRPr="00A37D08">
        <w:rPr>
          <w:rFonts w:ascii="Angsana New" w:hAnsi="Angsana New" w:hint="cs"/>
          <w:sz w:val="30"/>
          <w:szCs w:val="30"/>
          <w:cs/>
        </w:rPr>
        <w:t xml:space="preserve"> </w:t>
      </w:r>
      <w:r w:rsidR="00230628" w:rsidRPr="00A37D08">
        <w:rPr>
          <w:rFonts w:ascii="Angsana New" w:hAnsi="Angsana New"/>
          <w:sz w:val="30"/>
          <w:szCs w:val="30"/>
        </w:rPr>
        <w:t>256</w:t>
      </w:r>
      <w:r w:rsidR="003854CB" w:rsidRPr="00A37D08">
        <w:rPr>
          <w:rFonts w:ascii="Angsana New" w:hAnsi="Angsana New"/>
          <w:sz w:val="30"/>
          <w:szCs w:val="30"/>
        </w:rPr>
        <w:t>2</w:t>
      </w:r>
    </w:p>
    <w:p w:rsidR="00E45D09" w:rsidRPr="00774989" w:rsidRDefault="00E45D0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</w:p>
    <w:sectPr w:rsidR="00E45D09" w:rsidRPr="00774989" w:rsidSect="00AB10F8">
      <w:footerReference w:type="first" r:id="rId12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5A9" w:rsidRDefault="006D15A9">
      <w:r>
        <w:separator/>
      </w:r>
    </w:p>
  </w:endnote>
  <w:endnote w:type="continuationSeparator" w:id="0">
    <w:p w:rsidR="006D15A9" w:rsidRDefault="006D1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5A9" w:rsidRPr="00052F48" w:rsidRDefault="00142708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6D15A9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7301EA">
      <w:rPr>
        <w:rFonts w:ascii="Angsana New" w:hAnsi="Angsana New"/>
        <w:noProof/>
        <w:sz w:val="30"/>
        <w:szCs w:val="30"/>
      </w:rPr>
      <w:t>18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5A9" w:rsidRPr="00E0433F" w:rsidRDefault="00142708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6D15A9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7301EA">
      <w:rPr>
        <w:rFonts w:ascii="Angsana New" w:hAnsi="Angsana New"/>
        <w:noProof/>
        <w:sz w:val="30"/>
        <w:szCs w:val="30"/>
      </w:rPr>
      <w:t>10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5A9" w:rsidRPr="002C472B" w:rsidRDefault="00142708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6D15A9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6D15A9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6D15A9" w:rsidRPr="002C472B" w:rsidRDefault="006D15A9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5A9" w:rsidRDefault="006D15A9">
      <w:r>
        <w:separator/>
      </w:r>
    </w:p>
  </w:footnote>
  <w:footnote w:type="continuationSeparator" w:id="0">
    <w:p w:rsidR="006D15A9" w:rsidRDefault="006D15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5A9" w:rsidRDefault="006D15A9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6D15A9" w:rsidRPr="0014722B" w:rsidRDefault="006D15A9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6D15A9" w:rsidRPr="001C29D1" w:rsidRDefault="006D15A9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6D15A9" w:rsidRDefault="006D15A9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2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2561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6D15A9" w:rsidRDefault="006D15A9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 w:hint="cs"/>
        <w:b/>
        <w:bCs/>
        <w:sz w:val="32"/>
        <w:szCs w:val="32"/>
        <w:cs/>
      </w:rPr>
      <w:t>61 (ตรวจสอบแล้ว)</w:t>
    </w:r>
  </w:p>
  <w:p w:rsidR="006D15A9" w:rsidRPr="00626393" w:rsidRDefault="006D15A9" w:rsidP="00626393">
    <w:pPr>
      <w:pStyle w:val="Header"/>
      <w:rPr>
        <w:sz w:val="30"/>
        <w:szCs w:val="3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5A9" w:rsidRDefault="006D15A9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6D15A9" w:rsidRPr="005D45D5" w:rsidRDefault="006D15A9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6D15A9" w:rsidRPr="001C29D1" w:rsidRDefault="006D15A9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6D15A9" w:rsidRDefault="006D15A9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 2562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2561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6D15A9" w:rsidRDefault="006D15A9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2561 (ตรวจสอบแล้ว)</w:t>
    </w:r>
  </w:p>
  <w:p w:rsidR="006D15A9" w:rsidRPr="00D754A8" w:rsidRDefault="006D15A9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4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6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3"/>
  </w:num>
  <w:num w:numId="12">
    <w:abstractNumId w:val="17"/>
  </w:num>
  <w:num w:numId="13">
    <w:abstractNumId w:val="35"/>
  </w:num>
  <w:num w:numId="14">
    <w:abstractNumId w:val="20"/>
  </w:num>
  <w:num w:numId="15">
    <w:abstractNumId w:val="25"/>
  </w:num>
  <w:num w:numId="16">
    <w:abstractNumId w:val="32"/>
  </w:num>
  <w:num w:numId="17">
    <w:abstractNumId w:val="19"/>
  </w:num>
  <w:num w:numId="18">
    <w:abstractNumId w:val="22"/>
  </w:num>
  <w:num w:numId="19">
    <w:abstractNumId w:val="33"/>
  </w:num>
  <w:num w:numId="20">
    <w:abstractNumId w:val="42"/>
  </w:num>
  <w:num w:numId="21">
    <w:abstractNumId w:val="37"/>
  </w:num>
  <w:num w:numId="22">
    <w:abstractNumId w:val="38"/>
  </w:num>
  <w:num w:numId="23">
    <w:abstractNumId w:val="14"/>
  </w:num>
  <w:num w:numId="24">
    <w:abstractNumId w:val="39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</w:num>
  <w:num w:numId="27">
    <w:abstractNumId w:val="34"/>
  </w:num>
  <w:num w:numId="28">
    <w:abstractNumId w:val="29"/>
  </w:num>
  <w:num w:numId="29">
    <w:abstractNumId w:val="11"/>
  </w:num>
  <w:num w:numId="30">
    <w:abstractNumId w:val="16"/>
  </w:num>
  <w:num w:numId="31">
    <w:abstractNumId w:val="30"/>
  </w:num>
  <w:num w:numId="32">
    <w:abstractNumId w:val="15"/>
  </w:num>
  <w:num w:numId="33">
    <w:abstractNumId w:val="27"/>
  </w:num>
  <w:num w:numId="34">
    <w:abstractNumId w:val="41"/>
  </w:num>
  <w:num w:numId="35">
    <w:abstractNumId w:val="10"/>
  </w:num>
  <w:num w:numId="36">
    <w:abstractNumId w:val="13"/>
  </w:num>
  <w:num w:numId="37">
    <w:abstractNumId w:val="24"/>
  </w:num>
  <w:num w:numId="38">
    <w:abstractNumId w:val="26"/>
  </w:num>
  <w:num w:numId="39">
    <w:abstractNumId w:val="21"/>
  </w:num>
  <w:num w:numId="40">
    <w:abstractNumId w:val="12"/>
  </w:num>
  <w:num w:numId="41">
    <w:abstractNumId w:val="28"/>
  </w:num>
  <w:num w:numId="42">
    <w:abstractNumId w:val="18"/>
  </w:num>
  <w:num w:numId="43">
    <w:abstractNumId w:val="31"/>
  </w:num>
  <w:num w:numId="44">
    <w:abstractNumId w:val="3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66561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2004E"/>
    <w:rsid w:val="00020856"/>
    <w:rsid w:val="00020C88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9FE"/>
    <w:rsid w:val="00036AE6"/>
    <w:rsid w:val="000377FC"/>
    <w:rsid w:val="00037C46"/>
    <w:rsid w:val="00037CD6"/>
    <w:rsid w:val="00041221"/>
    <w:rsid w:val="000412BB"/>
    <w:rsid w:val="00041515"/>
    <w:rsid w:val="00042620"/>
    <w:rsid w:val="00043BF7"/>
    <w:rsid w:val="0004469B"/>
    <w:rsid w:val="000452F6"/>
    <w:rsid w:val="0004560A"/>
    <w:rsid w:val="000457E7"/>
    <w:rsid w:val="00045AF2"/>
    <w:rsid w:val="000461DA"/>
    <w:rsid w:val="00046B21"/>
    <w:rsid w:val="00046FBF"/>
    <w:rsid w:val="00047F5F"/>
    <w:rsid w:val="0005054F"/>
    <w:rsid w:val="00050964"/>
    <w:rsid w:val="0005100A"/>
    <w:rsid w:val="0005295D"/>
    <w:rsid w:val="00052E5C"/>
    <w:rsid w:val="00052F48"/>
    <w:rsid w:val="000531B1"/>
    <w:rsid w:val="00056F64"/>
    <w:rsid w:val="00057813"/>
    <w:rsid w:val="000602EC"/>
    <w:rsid w:val="00060AD4"/>
    <w:rsid w:val="0006171C"/>
    <w:rsid w:val="00061853"/>
    <w:rsid w:val="000624A8"/>
    <w:rsid w:val="00062659"/>
    <w:rsid w:val="00062773"/>
    <w:rsid w:val="0006548F"/>
    <w:rsid w:val="000655B5"/>
    <w:rsid w:val="00065B91"/>
    <w:rsid w:val="00067110"/>
    <w:rsid w:val="00070F6A"/>
    <w:rsid w:val="0007132F"/>
    <w:rsid w:val="0007135E"/>
    <w:rsid w:val="00072336"/>
    <w:rsid w:val="00072F17"/>
    <w:rsid w:val="000737CF"/>
    <w:rsid w:val="00073C01"/>
    <w:rsid w:val="00074130"/>
    <w:rsid w:val="0007477D"/>
    <w:rsid w:val="0007532D"/>
    <w:rsid w:val="00077534"/>
    <w:rsid w:val="00077606"/>
    <w:rsid w:val="000801B6"/>
    <w:rsid w:val="00080660"/>
    <w:rsid w:val="000811A5"/>
    <w:rsid w:val="0008172F"/>
    <w:rsid w:val="0008191F"/>
    <w:rsid w:val="000832F1"/>
    <w:rsid w:val="00084564"/>
    <w:rsid w:val="00084730"/>
    <w:rsid w:val="00085996"/>
    <w:rsid w:val="0008667A"/>
    <w:rsid w:val="000877D3"/>
    <w:rsid w:val="00087C73"/>
    <w:rsid w:val="00087C7C"/>
    <w:rsid w:val="00090105"/>
    <w:rsid w:val="0009026F"/>
    <w:rsid w:val="00090340"/>
    <w:rsid w:val="000904CB"/>
    <w:rsid w:val="00090C94"/>
    <w:rsid w:val="00091281"/>
    <w:rsid w:val="0009208F"/>
    <w:rsid w:val="000925EA"/>
    <w:rsid w:val="00092CF1"/>
    <w:rsid w:val="00093B05"/>
    <w:rsid w:val="00093DD8"/>
    <w:rsid w:val="00094A1B"/>
    <w:rsid w:val="00094E58"/>
    <w:rsid w:val="0009604B"/>
    <w:rsid w:val="00097E2E"/>
    <w:rsid w:val="000A1579"/>
    <w:rsid w:val="000A1842"/>
    <w:rsid w:val="000A1D82"/>
    <w:rsid w:val="000A224C"/>
    <w:rsid w:val="000A2B71"/>
    <w:rsid w:val="000A349E"/>
    <w:rsid w:val="000A3AB1"/>
    <w:rsid w:val="000A3ABC"/>
    <w:rsid w:val="000A3CC9"/>
    <w:rsid w:val="000A3D89"/>
    <w:rsid w:val="000A3FCF"/>
    <w:rsid w:val="000A4D99"/>
    <w:rsid w:val="000A5EEE"/>
    <w:rsid w:val="000A617A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DEA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4B4"/>
    <w:rsid w:val="000D6D09"/>
    <w:rsid w:val="000D7362"/>
    <w:rsid w:val="000D7B32"/>
    <w:rsid w:val="000E04AD"/>
    <w:rsid w:val="000E0D40"/>
    <w:rsid w:val="000E102E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5CA"/>
    <w:rsid w:val="000F5A0F"/>
    <w:rsid w:val="000F5F04"/>
    <w:rsid w:val="000F63E8"/>
    <w:rsid w:val="000F68C8"/>
    <w:rsid w:val="000F6D58"/>
    <w:rsid w:val="000F7EB7"/>
    <w:rsid w:val="00100728"/>
    <w:rsid w:val="001009EA"/>
    <w:rsid w:val="00101E57"/>
    <w:rsid w:val="001020B6"/>
    <w:rsid w:val="001024C7"/>
    <w:rsid w:val="00103022"/>
    <w:rsid w:val="00103500"/>
    <w:rsid w:val="001045EA"/>
    <w:rsid w:val="0010499B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250"/>
    <w:rsid w:val="001229A5"/>
    <w:rsid w:val="00123656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4050"/>
    <w:rsid w:val="00134427"/>
    <w:rsid w:val="00134886"/>
    <w:rsid w:val="0013542D"/>
    <w:rsid w:val="00135449"/>
    <w:rsid w:val="00136246"/>
    <w:rsid w:val="001403B1"/>
    <w:rsid w:val="0014123F"/>
    <w:rsid w:val="0014134D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BB1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526"/>
    <w:rsid w:val="00160922"/>
    <w:rsid w:val="00162A39"/>
    <w:rsid w:val="00163529"/>
    <w:rsid w:val="00164051"/>
    <w:rsid w:val="0016405E"/>
    <w:rsid w:val="00164A6C"/>
    <w:rsid w:val="00165018"/>
    <w:rsid w:val="001660CB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98A"/>
    <w:rsid w:val="001809E1"/>
    <w:rsid w:val="00180CB2"/>
    <w:rsid w:val="001813A5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209C"/>
    <w:rsid w:val="00193E09"/>
    <w:rsid w:val="0019411D"/>
    <w:rsid w:val="0019503B"/>
    <w:rsid w:val="00195226"/>
    <w:rsid w:val="00195AE1"/>
    <w:rsid w:val="00197804"/>
    <w:rsid w:val="00197887"/>
    <w:rsid w:val="00197CFE"/>
    <w:rsid w:val="001A0FBC"/>
    <w:rsid w:val="001A0FE8"/>
    <w:rsid w:val="001A1A26"/>
    <w:rsid w:val="001A1A6D"/>
    <w:rsid w:val="001A2288"/>
    <w:rsid w:val="001A36A1"/>
    <w:rsid w:val="001A5556"/>
    <w:rsid w:val="001A5955"/>
    <w:rsid w:val="001A5E41"/>
    <w:rsid w:val="001A6D70"/>
    <w:rsid w:val="001A7257"/>
    <w:rsid w:val="001A72EF"/>
    <w:rsid w:val="001B09ED"/>
    <w:rsid w:val="001B10C4"/>
    <w:rsid w:val="001B1508"/>
    <w:rsid w:val="001B1BAE"/>
    <w:rsid w:val="001B24F8"/>
    <w:rsid w:val="001B2C21"/>
    <w:rsid w:val="001B3277"/>
    <w:rsid w:val="001B37C2"/>
    <w:rsid w:val="001B3F19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9BF"/>
    <w:rsid w:val="001C4A80"/>
    <w:rsid w:val="001C5498"/>
    <w:rsid w:val="001C6086"/>
    <w:rsid w:val="001C6820"/>
    <w:rsid w:val="001C79B9"/>
    <w:rsid w:val="001C7CF1"/>
    <w:rsid w:val="001D0722"/>
    <w:rsid w:val="001D0A2B"/>
    <w:rsid w:val="001D0AC1"/>
    <w:rsid w:val="001D2B07"/>
    <w:rsid w:val="001D2BF6"/>
    <w:rsid w:val="001D520F"/>
    <w:rsid w:val="001D54EF"/>
    <w:rsid w:val="001D607F"/>
    <w:rsid w:val="001D78D0"/>
    <w:rsid w:val="001D78F5"/>
    <w:rsid w:val="001D7C99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5EE5"/>
    <w:rsid w:val="001F6615"/>
    <w:rsid w:val="001F70AA"/>
    <w:rsid w:val="001F7139"/>
    <w:rsid w:val="00200C97"/>
    <w:rsid w:val="00200D8D"/>
    <w:rsid w:val="00201699"/>
    <w:rsid w:val="0020171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5F7"/>
    <w:rsid w:val="00207D8F"/>
    <w:rsid w:val="002115B9"/>
    <w:rsid w:val="00211B08"/>
    <w:rsid w:val="00212124"/>
    <w:rsid w:val="002126DE"/>
    <w:rsid w:val="002128DB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B84"/>
    <w:rsid w:val="002249AB"/>
    <w:rsid w:val="0022516E"/>
    <w:rsid w:val="002251B0"/>
    <w:rsid w:val="00225C4F"/>
    <w:rsid w:val="00225D7E"/>
    <w:rsid w:val="00225F6C"/>
    <w:rsid w:val="002261C9"/>
    <w:rsid w:val="00226453"/>
    <w:rsid w:val="00226AD2"/>
    <w:rsid w:val="00226C2F"/>
    <w:rsid w:val="002271CB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1BC7"/>
    <w:rsid w:val="00241DF3"/>
    <w:rsid w:val="00241F21"/>
    <w:rsid w:val="00244215"/>
    <w:rsid w:val="00244BB4"/>
    <w:rsid w:val="00244BE1"/>
    <w:rsid w:val="00244BE9"/>
    <w:rsid w:val="002458FB"/>
    <w:rsid w:val="0024726C"/>
    <w:rsid w:val="00247642"/>
    <w:rsid w:val="00247755"/>
    <w:rsid w:val="002478EB"/>
    <w:rsid w:val="0025210D"/>
    <w:rsid w:val="002547C3"/>
    <w:rsid w:val="00255280"/>
    <w:rsid w:val="002559A7"/>
    <w:rsid w:val="00256B55"/>
    <w:rsid w:val="00256FF2"/>
    <w:rsid w:val="00257F93"/>
    <w:rsid w:val="002600AF"/>
    <w:rsid w:val="00260547"/>
    <w:rsid w:val="00261B27"/>
    <w:rsid w:val="00262766"/>
    <w:rsid w:val="00262787"/>
    <w:rsid w:val="002642CD"/>
    <w:rsid w:val="002649F2"/>
    <w:rsid w:val="00265C1F"/>
    <w:rsid w:val="00266057"/>
    <w:rsid w:val="00267116"/>
    <w:rsid w:val="00267F5B"/>
    <w:rsid w:val="00270710"/>
    <w:rsid w:val="00271023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A68"/>
    <w:rsid w:val="00276DEE"/>
    <w:rsid w:val="00277166"/>
    <w:rsid w:val="002804A7"/>
    <w:rsid w:val="00281D76"/>
    <w:rsid w:val="00282720"/>
    <w:rsid w:val="00283190"/>
    <w:rsid w:val="002832E5"/>
    <w:rsid w:val="00284029"/>
    <w:rsid w:val="002843BE"/>
    <w:rsid w:val="00284906"/>
    <w:rsid w:val="00284B1B"/>
    <w:rsid w:val="00284C3A"/>
    <w:rsid w:val="00285912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011"/>
    <w:rsid w:val="002A013D"/>
    <w:rsid w:val="002A0977"/>
    <w:rsid w:val="002A3A5F"/>
    <w:rsid w:val="002A4664"/>
    <w:rsid w:val="002A50B3"/>
    <w:rsid w:val="002A6126"/>
    <w:rsid w:val="002A7592"/>
    <w:rsid w:val="002B0B24"/>
    <w:rsid w:val="002B17C3"/>
    <w:rsid w:val="002B1FF9"/>
    <w:rsid w:val="002B2355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90E"/>
    <w:rsid w:val="002C09C9"/>
    <w:rsid w:val="002C0F2C"/>
    <w:rsid w:val="002C13D6"/>
    <w:rsid w:val="002C209D"/>
    <w:rsid w:val="002C2289"/>
    <w:rsid w:val="002C26A2"/>
    <w:rsid w:val="002C2D13"/>
    <w:rsid w:val="002C359F"/>
    <w:rsid w:val="002C472B"/>
    <w:rsid w:val="002C4C05"/>
    <w:rsid w:val="002C6470"/>
    <w:rsid w:val="002C78C5"/>
    <w:rsid w:val="002C79F4"/>
    <w:rsid w:val="002C7A58"/>
    <w:rsid w:val="002C7D83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75E"/>
    <w:rsid w:val="002D4EEB"/>
    <w:rsid w:val="002D592B"/>
    <w:rsid w:val="002D64AA"/>
    <w:rsid w:val="002D6AD4"/>
    <w:rsid w:val="002D77F7"/>
    <w:rsid w:val="002D7968"/>
    <w:rsid w:val="002D79F0"/>
    <w:rsid w:val="002E11CD"/>
    <w:rsid w:val="002E22F6"/>
    <w:rsid w:val="002E305A"/>
    <w:rsid w:val="002E3890"/>
    <w:rsid w:val="002E3A6D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3D2C"/>
    <w:rsid w:val="002F48BE"/>
    <w:rsid w:val="002F58D4"/>
    <w:rsid w:val="002F60DA"/>
    <w:rsid w:val="002F68F9"/>
    <w:rsid w:val="002F75D6"/>
    <w:rsid w:val="00300143"/>
    <w:rsid w:val="00300875"/>
    <w:rsid w:val="00300B8B"/>
    <w:rsid w:val="00300C2E"/>
    <w:rsid w:val="0030188B"/>
    <w:rsid w:val="00301B45"/>
    <w:rsid w:val="003020A2"/>
    <w:rsid w:val="00303E15"/>
    <w:rsid w:val="0030488B"/>
    <w:rsid w:val="00304D32"/>
    <w:rsid w:val="00304DF5"/>
    <w:rsid w:val="00304E7C"/>
    <w:rsid w:val="00305960"/>
    <w:rsid w:val="0030632E"/>
    <w:rsid w:val="003067EF"/>
    <w:rsid w:val="003068BB"/>
    <w:rsid w:val="00306982"/>
    <w:rsid w:val="00306D43"/>
    <w:rsid w:val="0030712D"/>
    <w:rsid w:val="00310816"/>
    <w:rsid w:val="00310AD7"/>
    <w:rsid w:val="00310FFA"/>
    <w:rsid w:val="00311998"/>
    <w:rsid w:val="00311E35"/>
    <w:rsid w:val="00311F29"/>
    <w:rsid w:val="00312549"/>
    <w:rsid w:val="00313DCB"/>
    <w:rsid w:val="00314A3B"/>
    <w:rsid w:val="0031644B"/>
    <w:rsid w:val="00316C27"/>
    <w:rsid w:val="0031740A"/>
    <w:rsid w:val="0031758D"/>
    <w:rsid w:val="00317F7B"/>
    <w:rsid w:val="003201CA"/>
    <w:rsid w:val="00321235"/>
    <w:rsid w:val="00322A7E"/>
    <w:rsid w:val="00322EE3"/>
    <w:rsid w:val="00322FD6"/>
    <w:rsid w:val="00323471"/>
    <w:rsid w:val="0032430F"/>
    <w:rsid w:val="00324C25"/>
    <w:rsid w:val="00325DCE"/>
    <w:rsid w:val="003269FA"/>
    <w:rsid w:val="00326F46"/>
    <w:rsid w:val="00326FCE"/>
    <w:rsid w:val="00327751"/>
    <w:rsid w:val="00327A7C"/>
    <w:rsid w:val="00330518"/>
    <w:rsid w:val="00330D56"/>
    <w:rsid w:val="003310AD"/>
    <w:rsid w:val="003316D8"/>
    <w:rsid w:val="003317D0"/>
    <w:rsid w:val="00332252"/>
    <w:rsid w:val="003327EF"/>
    <w:rsid w:val="0033540A"/>
    <w:rsid w:val="003359A1"/>
    <w:rsid w:val="00336486"/>
    <w:rsid w:val="00336D52"/>
    <w:rsid w:val="00336F3C"/>
    <w:rsid w:val="0033729B"/>
    <w:rsid w:val="0033757C"/>
    <w:rsid w:val="00340344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5144"/>
    <w:rsid w:val="0038544B"/>
    <w:rsid w:val="003854CB"/>
    <w:rsid w:val="003856A8"/>
    <w:rsid w:val="00386787"/>
    <w:rsid w:val="00386BB8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9E5"/>
    <w:rsid w:val="0039633C"/>
    <w:rsid w:val="0039658C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52D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6AE"/>
    <w:rsid w:val="003B2866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6F9D"/>
    <w:rsid w:val="003B71C9"/>
    <w:rsid w:val="003B7B60"/>
    <w:rsid w:val="003C0A5B"/>
    <w:rsid w:val="003C101A"/>
    <w:rsid w:val="003C102B"/>
    <w:rsid w:val="003C1852"/>
    <w:rsid w:val="003C29D6"/>
    <w:rsid w:val="003C30FC"/>
    <w:rsid w:val="003C325B"/>
    <w:rsid w:val="003C3DED"/>
    <w:rsid w:val="003C3DF8"/>
    <w:rsid w:val="003C4078"/>
    <w:rsid w:val="003C5065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3571"/>
    <w:rsid w:val="003D3AA3"/>
    <w:rsid w:val="003D505E"/>
    <w:rsid w:val="003D532A"/>
    <w:rsid w:val="003D6415"/>
    <w:rsid w:val="003D7C7B"/>
    <w:rsid w:val="003E0F00"/>
    <w:rsid w:val="003E15EA"/>
    <w:rsid w:val="003E348E"/>
    <w:rsid w:val="003E34E0"/>
    <w:rsid w:val="003E46C7"/>
    <w:rsid w:val="003E58D8"/>
    <w:rsid w:val="003E671F"/>
    <w:rsid w:val="003E7071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0E31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2BB4"/>
    <w:rsid w:val="00412BDD"/>
    <w:rsid w:val="00413F34"/>
    <w:rsid w:val="004142E4"/>
    <w:rsid w:val="00414424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6D3"/>
    <w:rsid w:val="004237BE"/>
    <w:rsid w:val="00423ED1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251"/>
    <w:rsid w:val="0043177F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7826"/>
    <w:rsid w:val="0044040D"/>
    <w:rsid w:val="0044056B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25B6"/>
    <w:rsid w:val="00452AAD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0583"/>
    <w:rsid w:val="00460600"/>
    <w:rsid w:val="00461A39"/>
    <w:rsid w:val="00461A46"/>
    <w:rsid w:val="00462503"/>
    <w:rsid w:val="0046398D"/>
    <w:rsid w:val="00464152"/>
    <w:rsid w:val="0046423B"/>
    <w:rsid w:val="004650E0"/>
    <w:rsid w:val="0046516A"/>
    <w:rsid w:val="004654F4"/>
    <w:rsid w:val="00466512"/>
    <w:rsid w:val="00466CCE"/>
    <w:rsid w:val="0046701D"/>
    <w:rsid w:val="004709FF"/>
    <w:rsid w:val="00470D78"/>
    <w:rsid w:val="00471F15"/>
    <w:rsid w:val="0047298E"/>
    <w:rsid w:val="00472ACC"/>
    <w:rsid w:val="00472B7A"/>
    <w:rsid w:val="00473E49"/>
    <w:rsid w:val="0047484F"/>
    <w:rsid w:val="00476A56"/>
    <w:rsid w:val="004772DB"/>
    <w:rsid w:val="00477424"/>
    <w:rsid w:val="004809DC"/>
    <w:rsid w:val="004818E8"/>
    <w:rsid w:val="00482EF4"/>
    <w:rsid w:val="00483917"/>
    <w:rsid w:val="00483E1A"/>
    <w:rsid w:val="00484660"/>
    <w:rsid w:val="004854CE"/>
    <w:rsid w:val="004868D5"/>
    <w:rsid w:val="00486C25"/>
    <w:rsid w:val="0049154B"/>
    <w:rsid w:val="00491564"/>
    <w:rsid w:val="00491831"/>
    <w:rsid w:val="00491A2D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560"/>
    <w:rsid w:val="0049797E"/>
    <w:rsid w:val="00497F28"/>
    <w:rsid w:val="004A023A"/>
    <w:rsid w:val="004A0785"/>
    <w:rsid w:val="004A0891"/>
    <w:rsid w:val="004A0E11"/>
    <w:rsid w:val="004A1870"/>
    <w:rsid w:val="004A27AD"/>
    <w:rsid w:val="004A2A1D"/>
    <w:rsid w:val="004A3325"/>
    <w:rsid w:val="004A343C"/>
    <w:rsid w:val="004A3742"/>
    <w:rsid w:val="004A3B1C"/>
    <w:rsid w:val="004A5558"/>
    <w:rsid w:val="004A56E2"/>
    <w:rsid w:val="004A57AE"/>
    <w:rsid w:val="004A586D"/>
    <w:rsid w:val="004A63FE"/>
    <w:rsid w:val="004A7B36"/>
    <w:rsid w:val="004B026C"/>
    <w:rsid w:val="004B0320"/>
    <w:rsid w:val="004B06EF"/>
    <w:rsid w:val="004B157E"/>
    <w:rsid w:val="004B1EBE"/>
    <w:rsid w:val="004B2111"/>
    <w:rsid w:val="004B2D42"/>
    <w:rsid w:val="004B3A4C"/>
    <w:rsid w:val="004B3E4B"/>
    <w:rsid w:val="004B6049"/>
    <w:rsid w:val="004B65F6"/>
    <w:rsid w:val="004B6755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4A1B"/>
    <w:rsid w:val="004C51FE"/>
    <w:rsid w:val="004C69EA"/>
    <w:rsid w:val="004C6CDB"/>
    <w:rsid w:val="004C6D5A"/>
    <w:rsid w:val="004C6F07"/>
    <w:rsid w:val="004C79AC"/>
    <w:rsid w:val="004C7EB5"/>
    <w:rsid w:val="004D05FB"/>
    <w:rsid w:val="004D09D9"/>
    <w:rsid w:val="004D0E96"/>
    <w:rsid w:val="004D153C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4E"/>
    <w:rsid w:val="004D4966"/>
    <w:rsid w:val="004D4C96"/>
    <w:rsid w:val="004D6C63"/>
    <w:rsid w:val="004D6F76"/>
    <w:rsid w:val="004D77B8"/>
    <w:rsid w:val="004D79C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5D5"/>
    <w:rsid w:val="0050063B"/>
    <w:rsid w:val="00500C33"/>
    <w:rsid w:val="00501915"/>
    <w:rsid w:val="00501E7F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055"/>
    <w:rsid w:val="00510395"/>
    <w:rsid w:val="005149A0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30B98"/>
    <w:rsid w:val="00530DDD"/>
    <w:rsid w:val="00531FE3"/>
    <w:rsid w:val="00532084"/>
    <w:rsid w:val="005351A8"/>
    <w:rsid w:val="005365E8"/>
    <w:rsid w:val="00536C6A"/>
    <w:rsid w:val="00536CEC"/>
    <w:rsid w:val="00537CF0"/>
    <w:rsid w:val="00537F8F"/>
    <w:rsid w:val="00540164"/>
    <w:rsid w:val="005407FB"/>
    <w:rsid w:val="005416FF"/>
    <w:rsid w:val="00542079"/>
    <w:rsid w:val="005422DF"/>
    <w:rsid w:val="005425D7"/>
    <w:rsid w:val="00542702"/>
    <w:rsid w:val="00544267"/>
    <w:rsid w:val="00546023"/>
    <w:rsid w:val="0054618A"/>
    <w:rsid w:val="00547DC8"/>
    <w:rsid w:val="00547FCE"/>
    <w:rsid w:val="00550234"/>
    <w:rsid w:val="0055076F"/>
    <w:rsid w:val="005517F6"/>
    <w:rsid w:val="005529AB"/>
    <w:rsid w:val="00553CB1"/>
    <w:rsid w:val="00553CE8"/>
    <w:rsid w:val="0055653D"/>
    <w:rsid w:val="00556BD7"/>
    <w:rsid w:val="0055707C"/>
    <w:rsid w:val="00560DF2"/>
    <w:rsid w:val="00561386"/>
    <w:rsid w:val="00561EED"/>
    <w:rsid w:val="005625FD"/>
    <w:rsid w:val="00562DFC"/>
    <w:rsid w:val="0056313E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AEE"/>
    <w:rsid w:val="005728E8"/>
    <w:rsid w:val="00572A16"/>
    <w:rsid w:val="005733A6"/>
    <w:rsid w:val="00573A13"/>
    <w:rsid w:val="00573F35"/>
    <w:rsid w:val="00575985"/>
    <w:rsid w:val="00577A71"/>
    <w:rsid w:val="00580047"/>
    <w:rsid w:val="0058039B"/>
    <w:rsid w:val="00580732"/>
    <w:rsid w:val="005815DD"/>
    <w:rsid w:val="0058169B"/>
    <w:rsid w:val="00583A8E"/>
    <w:rsid w:val="00583FD4"/>
    <w:rsid w:val="00584849"/>
    <w:rsid w:val="00584D65"/>
    <w:rsid w:val="005860AD"/>
    <w:rsid w:val="005868D8"/>
    <w:rsid w:val="00587087"/>
    <w:rsid w:val="005877D9"/>
    <w:rsid w:val="00590B39"/>
    <w:rsid w:val="005922B4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404E"/>
    <w:rsid w:val="005A4371"/>
    <w:rsid w:val="005A46DC"/>
    <w:rsid w:val="005A5B40"/>
    <w:rsid w:val="005A71C5"/>
    <w:rsid w:val="005A7249"/>
    <w:rsid w:val="005A74CB"/>
    <w:rsid w:val="005A79BE"/>
    <w:rsid w:val="005A7A45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C16"/>
    <w:rsid w:val="005C2D74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1614"/>
    <w:rsid w:val="005D194E"/>
    <w:rsid w:val="005D1C5C"/>
    <w:rsid w:val="005D205B"/>
    <w:rsid w:val="005D2D37"/>
    <w:rsid w:val="005D41BD"/>
    <w:rsid w:val="005D45D5"/>
    <w:rsid w:val="005D54AA"/>
    <w:rsid w:val="005D5543"/>
    <w:rsid w:val="005D57F2"/>
    <w:rsid w:val="005D644F"/>
    <w:rsid w:val="005D6709"/>
    <w:rsid w:val="005E0257"/>
    <w:rsid w:val="005E1FEB"/>
    <w:rsid w:val="005E20A0"/>
    <w:rsid w:val="005E2139"/>
    <w:rsid w:val="005E21EE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3ECA"/>
    <w:rsid w:val="005F54AC"/>
    <w:rsid w:val="005F6BDB"/>
    <w:rsid w:val="005F6C86"/>
    <w:rsid w:val="005F7173"/>
    <w:rsid w:val="005F73C1"/>
    <w:rsid w:val="005F7FCB"/>
    <w:rsid w:val="0060103F"/>
    <w:rsid w:val="006018BE"/>
    <w:rsid w:val="006020ED"/>
    <w:rsid w:val="0060302D"/>
    <w:rsid w:val="00605522"/>
    <w:rsid w:val="00605ACB"/>
    <w:rsid w:val="00606537"/>
    <w:rsid w:val="006066A5"/>
    <w:rsid w:val="006066E6"/>
    <w:rsid w:val="0060673D"/>
    <w:rsid w:val="00610CA5"/>
    <w:rsid w:val="00610EBC"/>
    <w:rsid w:val="00611E47"/>
    <w:rsid w:val="00612156"/>
    <w:rsid w:val="0061334B"/>
    <w:rsid w:val="006136B1"/>
    <w:rsid w:val="0061394D"/>
    <w:rsid w:val="00613D23"/>
    <w:rsid w:val="00614F47"/>
    <w:rsid w:val="0061558F"/>
    <w:rsid w:val="00615F21"/>
    <w:rsid w:val="006165EE"/>
    <w:rsid w:val="006170D4"/>
    <w:rsid w:val="00620599"/>
    <w:rsid w:val="006207E2"/>
    <w:rsid w:val="00620CDF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13C"/>
    <w:rsid w:val="00625751"/>
    <w:rsid w:val="00625EB3"/>
    <w:rsid w:val="00626393"/>
    <w:rsid w:val="006272FB"/>
    <w:rsid w:val="006307E2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7B4"/>
    <w:rsid w:val="00642ED9"/>
    <w:rsid w:val="00642EE2"/>
    <w:rsid w:val="00643B32"/>
    <w:rsid w:val="00644C03"/>
    <w:rsid w:val="00645662"/>
    <w:rsid w:val="006460C4"/>
    <w:rsid w:val="00646F89"/>
    <w:rsid w:val="006475C0"/>
    <w:rsid w:val="006476CE"/>
    <w:rsid w:val="00647BDD"/>
    <w:rsid w:val="00647F19"/>
    <w:rsid w:val="00650485"/>
    <w:rsid w:val="00650E65"/>
    <w:rsid w:val="00650F9B"/>
    <w:rsid w:val="0065135C"/>
    <w:rsid w:val="00651724"/>
    <w:rsid w:val="00652013"/>
    <w:rsid w:val="00652DBE"/>
    <w:rsid w:val="0065301E"/>
    <w:rsid w:val="006537BC"/>
    <w:rsid w:val="006541AA"/>
    <w:rsid w:val="006549E8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7E70"/>
    <w:rsid w:val="006715BD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1504"/>
    <w:rsid w:val="0068189E"/>
    <w:rsid w:val="006823BD"/>
    <w:rsid w:val="00683100"/>
    <w:rsid w:val="00683246"/>
    <w:rsid w:val="00683395"/>
    <w:rsid w:val="00683A3B"/>
    <w:rsid w:val="00684060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E09"/>
    <w:rsid w:val="006A0B34"/>
    <w:rsid w:val="006A2538"/>
    <w:rsid w:val="006A29B8"/>
    <w:rsid w:val="006A3DA1"/>
    <w:rsid w:val="006A4A7E"/>
    <w:rsid w:val="006A5D27"/>
    <w:rsid w:val="006A63EE"/>
    <w:rsid w:val="006A708C"/>
    <w:rsid w:val="006A796E"/>
    <w:rsid w:val="006B0052"/>
    <w:rsid w:val="006B01A5"/>
    <w:rsid w:val="006B179E"/>
    <w:rsid w:val="006B19D7"/>
    <w:rsid w:val="006B1DB9"/>
    <w:rsid w:val="006B3557"/>
    <w:rsid w:val="006B35FC"/>
    <w:rsid w:val="006B3EAB"/>
    <w:rsid w:val="006B4AE8"/>
    <w:rsid w:val="006B7E25"/>
    <w:rsid w:val="006C0383"/>
    <w:rsid w:val="006C0E05"/>
    <w:rsid w:val="006C128C"/>
    <w:rsid w:val="006C12FB"/>
    <w:rsid w:val="006C1902"/>
    <w:rsid w:val="006C1B0E"/>
    <w:rsid w:val="006C20D1"/>
    <w:rsid w:val="006C334D"/>
    <w:rsid w:val="006C4CD6"/>
    <w:rsid w:val="006C5CEB"/>
    <w:rsid w:val="006C5D92"/>
    <w:rsid w:val="006D08D8"/>
    <w:rsid w:val="006D1058"/>
    <w:rsid w:val="006D15A9"/>
    <w:rsid w:val="006D15E5"/>
    <w:rsid w:val="006D181F"/>
    <w:rsid w:val="006D23E3"/>
    <w:rsid w:val="006D3066"/>
    <w:rsid w:val="006D3A9F"/>
    <w:rsid w:val="006D44F5"/>
    <w:rsid w:val="006D4BED"/>
    <w:rsid w:val="006D51E6"/>
    <w:rsid w:val="006D5D75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7DB8"/>
    <w:rsid w:val="006F04FA"/>
    <w:rsid w:val="006F1212"/>
    <w:rsid w:val="006F12DB"/>
    <w:rsid w:val="006F1BF3"/>
    <w:rsid w:val="006F2260"/>
    <w:rsid w:val="006F3B23"/>
    <w:rsid w:val="006F4165"/>
    <w:rsid w:val="006F45AB"/>
    <w:rsid w:val="006F4AAF"/>
    <w:rsid w:val="006F6963"/>
    <w:rsid w:val="006F6CF5"/>
    <w:rsid w:val="006F791B"/>
    <w:rsid w:val="006F7EB9"/>
    <w:rsid w:val="00700320"/>
    <w:rsid w:val="00700901"/>
    <w:rsid w:val="00701D94"/>
    <w:rsid w:val="00701FAB"/>
    <w:rsid w:val="00702D90"/>
    <w:rsid w:val="00703522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526"/>
    <w:rsid w:val="00715F82"/>
    <w:rsid w:val="00720346"/>
    <w:rsid w:val="00720720"/>
    <w:rsid w:val="00721895"/>
    <w:rsid w:val="007218C4"/>
    <w:rsid w:val="00721F55"/>
    <w:rsid w:val="0072348E"/>
    <w:rsid w:val="00723753"/>
    <w:rsid w:val="00724DDD"/>
    <w:rsid w:val="00726053"/>
    <w:rsid w:val="00726918"/>
    <w:rsid w:val="007270F0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E46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297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CD8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CE4"/>
    <w:rsid w:val="00754668"/>
    <w:rsid w:val="00755689"/>
    <w:rsid w:val="00755DE2"/>
    <w:rsid w:val="00756463"/>
    <w:rsid w:val="007573B9"/>
    <w:rsid w:val="00757C99"/>
    <w:rsid w:val="007607F1"/>
    <w:rsid w:val="00760982"/>
    <w:rsid w:val="00761D80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B26"/>
    <w:rsid w:val="00770AB7"/>
    <w:rsid w:val="0077130B"/>
    <w:rsid w:val="0077282E"/>
    <w:rsid w:val="00772A06"/>
    <w:rsid w:val="007730B1"/>
    <w:rsid w:val="00773157"/>
    <w:rsid w:val="007744E9"/>
    <w:rsid w:val="00774989"/>
    <w:rsid w:val="00775980"/>
    <w:rsid w:val="00775B96"/>
    <w:rsid w:val="007772F3"/>
    <w:rsid w:val="007774F8"/>
    <w:rsid w:val="00777A32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51DF"/>
    <w:rsid w:val="0079544A"/>
    <w:rsid w:val="00795828"/>
    <w:rsid w:val="00795C66"/>
    <w:rsid w:val="00796C0E"/>
    <w:rsid w:val="007A01E9"/>
    <w:rsid w:val="007A0CCB"/>
    <w:rsid w:val="007A12F4"/>
    <w:rsid w:val="007A18BB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A5"/>
    <w:rsid w:val="007B4E7A"/>
    <w:rsid w:val="007B5109"/>
    <w:rsid w:val="007B66A6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E05CC"/>
    <w:rsid w:val="007E0F12"/>
    <w:rsid w:val="007E1747"/>
    <w:rsid w:val="007E1BE3"/>
    <w:rsid w:val="007E2136"/>
    <w:rsid w:val="007E2A26"/>
    <w:rsid w:val="007E2AE8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480"/>
    <w:rsid w:val="007F6270"/>
    <w:rsid w:val="007F6DC9"/>
    <w:rsid w:val="007F75D7"/>
    <w:rsid w:val="007F7BEE"/>
    <w:rsid w:val="007F7E60"/>
    <w:rsid w:val="008008D0"/>
    <w:rsid w:val="00800B6F"/>
    <w:rsid w:val="00800EE7"/>
    <w:rsid w:val="0080151C"/>
    <w:rsid w:val="00802C44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0C16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A21"/>
    <w:rsid w:val="00823E9D"/>
    <w:rsid w:val="008242A2"/>
    <w:rsid w:val="00824506"/>
    <w:rsid w:val="008253C6"/>
    <w:rsid w:val="008263CB"/>
    <w:rsid w:val="008263D1"/>
    <w:rsid w:val="0082677A"/>
    <w:rsid w:val="00827DDB"/>
    <w:rsid w:val="00830542"/>
    <w:rsid w:val="00830733"/>
    <w:rsid w:val="00830F4A"/>
    <w:rsid w:val="00831821"/>
    <w:rsid w:val="008329EE"/>
    <w:rsid w:val="00832AC7"/>
    <w:rsid w:val="0083337C"/>
    <w:rsid w:val="0083420A"/>
    <w:rsid w:val="0083424D"/>
    <w:rsid w:val="00834A3E"/>
    <w:rsid w:val="008356BE"/>
    <w:rsid w:val="008358F6"/>
    <w:rsid w:val="00836424"/>
    <w:rsid w:val="00837214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FCD"/>
    <w:rsid w:val="0085142B"/>
    <w:rsid w:val="00853EA0"/>
    <w:rsid w:val="00853EAA"/>
    <w:rsid w:val="008540E2"/>
    <w:rsid w:val="008565E1"/>
    <w:rsid w:val="00856771"/>
    <w:rsid w:val="0085743A"/>
    <w:rsid w:val="0085786B"/>
    <w:rsid w:val="00857974"/>
    <w:rsid w:val="008618BD"/>
    <w:rsid w:val="00862DE4"/>
    <w:rsid w:val="00862F36"/>
    <w:rsid w:val="00864397"/>
    <w:rsid w:val="00864658"/>
    <w:rsid w:val="00864C89"/>
    <w:rsid w:val="008658FA"/>
    <w:rsid w:val="00865E27"/>
    <w:rsid w:val="0086710D"/>
    <w:rsid w:val="00867287"/>
    <w:rsid w:val="0086798D"/>
    <w:rsid w:val="00870C6C"/>
    <w:rsid w:val="00872B24"/>
    <w:rsid w:val="008748AD"/>
    <w:rsid w:val="00874E32"/>
    <w:rsid w:val="00875B1B"/>
    <w:rsid w:val="00875C76"/>
    <w:rsid w:val="00875F78"/>
    <w:rsid w:val="0087662F"/>
    <w:rsid w:val="008770E6"/>
    <w:rsid w:val="0087769A"/>
    <w:rsid w:val="00877D75"/>
    <w:rsid w:val="00880016"/>
    <w:rsid w:val="0088007E"/>
    <w:rsid w:val="008806A9"/>
    <w:rsid w:val="008813D1"/>
    <w:rsid w:val="00882180"/>
    <w:rsid w:val="008827AB"/>
    <w:rsid w:val="00882A92"/>
    <w:rsid w:val="00882BE8"/>
    <w:rsid w:val="00882CCA"/>
    <w:rsid w:val="00882EA7"/>
    <w:rsid w:val="008836E5"/>
    <w:rsid w:val="00883BD1"/>
    <w:rsid w:val="00883C7F"/>
    <w:rsid w:val="0088447D"/>
    <w:rsid w:val="0088468B"/>
    <w:rsid w:val="00885837"/>
    <w:rsid w:val="00885BB9"/>
    <w:rsid w:val="00885D24"/>
    <w:rsid w:val="0088686B"/>
    <w:rsid w:val="00886D58"/>
    <w:rsid w:val="00887386"/>
    <w:rsid w:val="00887951"/>
    <w:rsid w:val="00890C61"/>
    <w:rsid w:val="00890F8C"/>
    <w:rsid w:val="0089189F"/>
    <w:rsid w:val="008943F7"/>
    <w:rsid w:val="00895259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88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D01FE"/>
    <w:rsid w:val="008D03E2"/>
    <w:rsid w:val="008D07F7"/>
    <w:rsid w:val="008D1945"/>
    <w:rsid w:val="008D1BC6"/>
    <w:rsid w:val="008D22F6"/>
    <w:rsid w:val="008D3D81"/>
    <w:rsid w:val="008D4C02"/>
    <w:rsid w:val="008D4CF3"/>
    <w:rsid w:val="008D58B2"/>
    <w:rsid w:val="008D5C63"/>
    <w:rsid w:val="008D5F2B"/>
    <w:rsid w:val="008D61BC"/>
    <w:rsid w:val="008D77A5"/>
    <w:rsid w:val="008D77D4"/>
    <w:rsid w:val="008E085E"/>
    <w:rsid w:val="008E1869"/>
    <w:rsid w:val="008E1F3A"/>
    <w:rsid w:val="008E2A8A"/>
    <w:rsid w:val="008E3A28"/>
    <w:rsid w:val="008E4CCC"/>
    <w:rsid w:val="008E4E38"/>
    <w:rsid w:val="008E53D2"/>
    <w:rsid w:val="008E67B9"/>
    <w:rsid w:val="008E67FA"/>
    <w:rsid w:val="008E6879"/>
    <w:rsid w:val="008E7176"/>
    <w:rsid w:val="008E7546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6536"/>
    <w:rsid w:val="008F6A26"/>
    <w:rsid w:val="008F6E0E"/>
    <w:rsid w:val="008F7C7A"/>
    <w:rsid w:val="00901422"/>
    <w:rsid w:val="00901646"/>
    <w:rsid w:val="0090210A"/>
    <w:rsid w:val="00902156"/>
    <w:rsid w:val="0090444C"/>
    <w:rsid w:val="00904596"/>
    <w:rsid w:val="00904A7B"/>
    <w:rsid w:val="00905294"/>
    <w:rsid w:val="00905C51"/>
    <w:rsid w:val="009070F5"/>
    <w:rsid w:val="0090732B"/>
    <w:rsid w:val="0090741A"/>
    <w:rsid w:val="0091147A"/>
    <w:rsid w:val="0091164B"/>
    <w:rsid w:val="00911BE6"/>
    <w:rsid w:val="00912319"/>
    <w:rsid w:val="009134EB"/>
    <w:rsid w:val="00913ABC"/>
    <w:rsid w:val="00913C60"/>
    <w:rsid w:val="00913E22"/>
    <w:rsid w:val="00914FDB"/>
    <w:rsid w:val="00915E75"/>
    <w:rsid w:val="00916351"/>
    <w:rsid w:val="0091659F"/>
    <w:rsid w:val="00917CFB"/>
    <w:rsid w:val="00920220"/>
    <w:rsid w:val="009205E0"/>
    <w:rsid w:val="00921405"/>
    <w:rsid w:val="0092247F"/>
    <w:rsid w:val="00924414"/>
    <w:rsid w:val="00924799"/>
    <w:rsid w:val="00924FF2"/>
    <w:rsid w:val="009264D2"/>
    <w:rsid w:val="00926B9C"/>
    <w:rsid w:val="00927A15"/>
    <w:rsid w:val="0093004C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47CF6"/>
    <w:rsid w:val="0095026A"/>
    <w:rsid w:val="00950570"/>
    <w:rsid w:val="009505A5"/>
    <w:rsid w:val="009509F1"/>
    <w:rsid w:val="009516CD"/>
    <w:rsid w:val="00951BE6"/>
    <w:rsid w:val="009527A9"/>
    <w:rsid w:val="009530B6"/>
    <w:rsid w:val="00953D98"/>
    <w:rsid w:val="0095470D"/>
    <w:rsid w:val="0095492D"/>
    <w:rsid w:val="00954C0B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77D04"/>
    <w:rsid w:val="00981635"/>
    <w:rsid w:val="00981746"/>
    <w:rsid w:val="009818FB"/>
    <w:rsid w:val="009821F7"/>
    <w:rsid w:val="00983364"/>
    <w:rsid w:val="0098353F"/>
    <w:rsid w:val="00983748"/>
    <w:rsid w:val="009859C9"/>
    <w:rsid w:val="00985A0E"/>
    <w:rsid w:val="009865E0"/>
    <w:rsid w:val="009866B7"/>
    <w:rsid w:val="009872F1"/>
    <w:rsid w:val="00987450"/>
    <w:rsid w:val="009903AA"/>
    <w:rsid w:val="00992237"/>
    <w:rsid w:val="0099285D"/>
    <w:rsid w:val="009928F3"/>
    <w:rsid w:val="00992D1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4EF5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F13"/>
    <w:rsid w:val="009E54B7"/>
    <w:rsid w:val="009E54F4"/>
    <w:rsid w:val="009E59F9"/>
    <w:rsid w:val="009E6CCB"/>
    <w:rsid w:val="009E79AC"/>
    <w:rsid w:val="009E7DE4"/>
    <w:rsid w:val="009F0087"/>
    <w:rsid w:val="009F0696"/>
    <w:rsid w:val="009F0945"/>
    <w:rsid w:val="009F0E90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BB3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10B71"/>
    <w:rsid w:val="00A110A9"/>
    <w:rsid w:val="00A11E51"/>
    <w:rsid w:val="00A120A7"/>
    <w:rsid w:val="00A127A3"/>
    <w:rsid w:val="00A1289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F9F"/>
    <w:rsid w:val="00A21D23"/>
    <w:rsid w:val="00A21ECD"/>
    <w:rsid w:val="00A22C66"/>
    <w:rsid w:val="00A22C98"/>
    <w:rsid w:val="00A245E6"/>
    <w:rsid w:val="00A25ED1"/>
    <w:rsid w:val="00A26087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D08"/>
    <w:rsid w:val="00A37EB3"/>
    <w:rsid w:val="00A4019F"/>
    <w:rsid w:val="00A40319"/>
    <w:rsid w:val="00A40372"/>
    <w:rsid w:val="00A41122"/>
    <w:rsid w:val="00A4184D"/>
    <w:rsid w:val="00A4295A"/>
    <w:rsid w:val="00A429A6"/>
    <w:rsid w:val="00A42C10"/>
    <w:rsid w:val="00A4399A"/>
    <w:rsid w:val="00A446FC"/>
    <w:rsid w:val="00A44905"/>
    <w:rsid w:val="00A44C6B"/>
    <w:rsid w:val="00A45942"/>
    <w:rsid w:val="00A45CCD"/>
    <w:rsid w:val="00A46657"/>
    <w:rsid w:val="00A46D84"/>
    <w:rsid w:val="00A46FED"/>
    <w:rsid w:val="00A4764E"/>
    <w:rsid w:val="00A47847"/>
    <w:rsid w:val="00A50882"/>
    <w:rsid w:val="00A50B76"/>
    <w:rsid w:val="00A51027"/>
    <w:rsid w:val="00A513A0"/>
    <w:rsid w:val="00A51699"/>
    <w:rsid w:val="00A51964"/>
    <w:rsid w:val="00A51E76"/>
    <w:rsid w:val="00A52070"/>
    <w:rsid w:val="00A536CC"/>
    <w:rsid w:val="00A54BDD"/>
    <w:rsid w:val="00A5508F"/>
    <w:rsid w:val="00A55890"/>
    <w:rsid w:val="00A5598E"/>
    <w:rsid w:val="00A5693E"/>
    <w:rsid w:val="00A5707B"/>
    <w:rsid w:val="00A570DD"/>
    <w:rsid w:val="00A57AC5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3BB"/>
    <w:rsid w:val="00A716DB"/>
    <w:rsid w:val="00A71B2C"/>
    <w:rsid w:val="00A71DAE"/>
    <w:rsid w:val="00A73DF1"/>
    <w:rsid w:val="00A748EB"/>
    <w:rsid w:val="00A76226"/>
    <w:rsid w:val="00A76EBC"/>
    <w:rsid w:val="00A77707"/>
    <w:rsid w:val="00A778AE"/>
    <w:rsid w:val="00A77DB9"/>
    <w:rsid w:val="00A8036C"/>
    <w:rsid w:val="00A809AB"/>
    <w:rsid w:val="00A80A77"/>
    <w:rsid w:val="00A813F0"/>
    <w:rsid w:val="00A81E0D"/>
    <w:rsid w:val="00A82C5C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7078"/>
    <w:rsid w:val="00A87789"/>
    <w:rsid w:val="00A8793C"/>
    <w:rsid w:val="00A90158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23D8"/>
    <w:rsid w:val="00AD3702"/>
    <w:rsid w:val="00AD3BC7"/>
    <w:rsid w:val="00AD52B3"/>
    <w:rsid w:val="00AD6054"/>
    <w:rsid w:val="00AD6723"/>
    <w:rsid w:val="00AD7ADE"/>
    <w:rsid w:val="00AD7CC9"/>
    <w:rsid w:val="00AE019A"/>
    <w:rsid w:val="00AE0915"/>
    <w:rsid w:val="00AE109E"/>
    <w:rsid w:val="00AE1191"/>
    <w:rsid w:val="00AE15C4"/>
    <w:rsid w:val="00AE16AE"/>
    <w:rsid w:val="00AE1CBF"/>
    <w:rsid w:val="00AE1EC0"/>
    <w:rsid w:val="00AE2139"/>
    <w:rsid w:val="00AE2197"/>
    <w:rsid w:val="00AE3CDA"/>
    <w:rsid w:val="00AE475F"/>
    <w:rsid w:val="00AE5267"/>
    <w:rsid w:val="00AE67A6"/>
    <w:rsid w:val="00AE6849"/>
    <w:rsid w:val="00AE68C1"/>
    <w:rsid w:val="00AF0731"/>
    <w:rsid w:val="00AF13B2"/>
    <w:rsid w:val="00AF2654"/>
    <w:rsid w:val="00AF2991"/>
    <w:rsid w:val="00AF2F68"/>
    <w:rsid w:val="00AF3443"/>
    <w:rsid w:val="00AF3AA6"/>
    <w:rsid w:val="00AF413F"/>
    <w:rsid w:val="00AF44BD"/>
    <w:rsid w:val="00AF508B"/>
    <w:rsid w:val="00AF60C8"/>
    <w:rsid w:val="00AF6418"/>
    <w:rsid w:val="00AF71DD"/>
    <w:rsid w:val="00AF7443"/>
    <w:rsid w:val="00AF7783"/>
    <w:rsid w:val="00B0123C"/>
    <w:rsid w:val="00B01C59"/>
    <w:rsid w:val="00B022EB"/>
    <w:rsid w:val="00B02361"/>
    <w:rsid w:val="00B02D49"/>
    <w:rsid w:val="00B03266"/>
    <w:rsid w:val="00B03322"/>
    <w:rsid w:val="00B03A81"/>
    <w:rsid w:val="00B03B48"/>
    <w:rsid w:val="00B03CF6"/>
    <w:rsid w:val="00B04C4C"/>
    <w:rsid w:val="00B05B1B"/>
    <w:rsid w:val="00B0656A"/>
    <w:rsid w:val="00B06EAB"/>
    <w:rsid w:val="00B07042"/>
    <w:rsid w:val="00B110DF"/>
    <w:rsid w:val="00B12702"/>
    <w:rsid w:val="00B12936"/>
    <w:rsid w:val="00B12E05"/>
    <w:rsid w:val="00B1302F"/>
    <w:rsid w:val="00B130ED"/>
    <w:rsid w:val="00B133FC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9F4"/>
    <w:rsid w:val="00B20CDE"/>
    <w:rsid w:val="00B239FA"/>
    <w:rsid w:val="00B2404C"/>
    <w:rsid w:val="00B247B0"/>
    <w:rsid w:val="00B251FF"/>
    <w:rsid w:val="00B25991"/>
    <w:rsid w:val="00B25ABD"/>
    <w:rsid w:val="00B25F71"/>
    <w:rsid w:val="00B26906"/>
    <w:rsid w:val="00B26E66"/>
    <w:rsid w:val="00B2795F"/>
    <w:rsid w:val="00B30923"/>
    <w:rsid w:val="00B30CA8"/>
    <w:rsid w:val="00B31594"/>
    <w:rsid w:val="00B32126"/>
    <w:rsid w:val="00B3293F"/>
    <w:rsid w:val="00B32B50"/>
    <w:rsid w:val="00B347BC"/>
    <w:rsid w:val="00B34BC6"/>
    <w:rsid w:val="00B35685"/>
    <w:rsid w:val="00B35E91"/>
    <w:rsid w:val="00B36BDE"/>
    <w:rsid w:val="00B37152"/>
    <w:rsid w:val="00B377B7"/>
    <w:rsid w:val="00B409C2"/>
    <w:rsid w:val="00B4102B"/>
    <w:rsid w:val="00B4186F"/>
    <w:rsid w:val="00B41B41"/>
    <w:rsid w:val="00B41D2C"/>
    <w:rsid w:val="00B41EE6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5C6"/>
    <w:rsid w:val="00B47872"/>
    <w:rsid w:val="00B47D80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3F5A"/>
    <w:rsid w:val="00B659B9"/>
    <w:rsid w:val="00B678F7"/>
    <w:rsid w:val="00B67E3C"/>
    <w:rsid w:val="00B70741"/>
    <w:rsid w:val="00B70C59"/>
    <w:rsid w:val="00B70CF3"/>
    <w:rsid w:val="00B71142"/>
    <w:rsid w:val="00B71AB9"/>
    <w:rsid w:val="00B71E4A"/>
    <w:rsid w:val="00B72072"/>
    <w:rsid w:val="00B72E89"/>
    <w:rsid w:val="00B7319C"/>
    <w:rsid w:val="00B73346"/>
    <w:rsid w:val="00B73E11"/>
    <w:rsid w:val="00B7490D"/>
    <w:rsid w:val="00B75633"/>
    <w:rsid w:val="00B7761A"/>
    <w:rsid w:val="00B77650"/>
    <w:rsid w:val="00B80012"/>
    <w:rsid w:val="00B80B6D"/>
    <w:rsid w:val="00B8133C"/>
    <w:rsid w:val="00B81A9B"/>
    <w:rsid w:val="00B81F5D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EA0"/>
    <w:rsid w:val="00B91614"/>
    <w:rsid w:val="00B917D0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922"/>
    <w:rsid w:val="00B96A09"/>
    <w:rsid w:val="00BA02EE"/>
    <w:rsid w:val="00BA03F8"/>
    <w:rsid w:val="00BA126A"/>
    <w:rsid w:val="00BA1DDA"/>
    <w:rsid w:val="00BA2377"/>
    <w:rsid w:val="00BA2634"/>
    <w:rsid w:val="00BA3086"/>
    <w:rsid w:val="00BA35BD"/>
    <w:rsid w:val="00BA3681"/>
    <w:rsid w:val="00BA3A78"/>
    <w:rsid w:val="00BA3ADF"/>
    <w:rsid w:val="00BA4341"/>
    <w:rsid w:val="00BA4384"/>
    <w:rsid w:val="00BA521A"/>
    <w:rsid w:val="00BA534D"/>
    <w:rsid w:val="00BA53E7"/>
    <w:rsid w:val="00BA77C4"/>
    <w:rsid w:val="00BA7A83"/>
    <w:rsid w:val="00BA7EC7"/>
    <w:rsid w:val="00BB04B1"/>
    <w:rsid w:val="00BB2B4A"/>
    <w:rsid w:val="00BB30DB"/>
    <w:rsid w:val="00BB415D"/>
    <w:rsid w:val="00BB5152"/>
    <w:rsid w:val="00BB616A"/>
    <w:rsid w:val="00BB6585"/>
    <w:rsid w:val="00BC098A"/>
    <w:rsid w:val="00BC1011"/>
    <w:rsid w:val="00BC1690"/>
    <w:rsid w:val="00BC1A55"/>
    <w:rsid w:val="00BC2276"/>
    <w:rsid w:val="00BC3923"/>
    <w:rsid w:val="00BC3D25"/>
    <w:rsid w:val="00BC4901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D08BA"/>
    <w:rsid w:val="00BD0A71"/>
    <w:rsid w:val="00BD0BF2"/>
    <w:rsid w:val="00BD0DE0"/>
    <w:rsid w:val="00BD15BD"/>
    <w:rsid w:val="00BD19E1"/>
    <w:rsid w:val="00BD30C1"/>
    <w:rsid w:val="00BD345D"/>
    <w:rsid w:val="00BD4978"/>
    <w:rsid w:val="00BD5547"/>
    <w:rsid w:val="00BD555D"/>
    <w:rsid w:val="00BD63A7"/>
    <w:rsid w:val="00BD6ADB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0B5"/>
    <w:rsid w:val="00C004D9"/>
    <w:rsid w:val="00C0052E"/>
    <w:rsid w:val="00C00610"/>
    <w:rsid w:val="00C007B5"/>
    <w:rsid w:val="00C00BCC"/>
    <w:rsid w:val="00C00C18"/>
    <w:rsid w:val="00C01A85"/>
    <w:rsid w:val="00C02100"/>
    <w:rsid w:val="00C023C7"/>
    <w:rsid w:val="00C02862"/>
    <w:rsid w:val="00C02C5A"/>
    <w:rsid w:val="00C044FD"/>
    <w:rsid w:val="00C04A62"/>
    <w:rsid w:val="00C04E05"/>
    <w:rsid w:val="00C055D7"/>
    <w:rsid w:val="00C064C6"/>
    <w:rsid w:val="00C06CFA"/>
    <w:rsid w:val="00C076EA"/>
    <w:rsid w:val="00C1014A"/>
    <w:rsid w:val="00C10888"/>
    <w:rsid w:val="00C10B51"/>
    <w:rsid w:val="00C10D84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82E"/>
    <w:rsid w:val="00C20943"/>
    <w:rsid w:val="00C20EC1"/>
    <w:rsid w:val="00C214B9"/>
    <w:rsid w:val="00C22370"/>
    <w:rsid w:val="00C22979"/>
    <w:rsid w:val="00C22C2C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F3C"/>
    <w:rsid w:val="00C4783A"/>
    <w:rsid w:val="00C47A62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B05"/>
    <w:rsid w:val="00C60D13"/>
    <w:rsid w:val="00C61518"/>
    <w:rsid w:val="00C6193B"/>
    <w:rsid w:val="00C63202"/>
    <w:rsid w:val="00C638A1"/>
    <w:rsid w:val="00C6516C"/>
    <w:rsid w:val="00C66101"/>
    <w:rsid w:val="00C670A2"/>
    <w:rsid w:val="00C6763F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ECE"/>
    <w:rsid w:val="00C7442D"/>
    <w:rsid w:val="00C74F3D"/>
    <w:rsid w:val="00C75C6E"/>
    <w:rsid w:val="00C7618D"/>
    <w:rsid w:val="00C77D87"/>
    <w:rsid w:val="00C80283"/>
    <w:rsid w:val="00C80A32"/>
    <w:rsid w:val="00C81CE0"/>
    <w:rsid w:val="00C82347"/>
    <w:rsid w:val="00C83207"/>
    <w:rsid w:val="00C83577"/>
    <w:rsid w:val="00C835E6"/>
    <w:rsid w:val="00C841FA"/>
    <w:rsid w:val="00C8662B"/>
    <w:rsid w:val="00C869AD"/>
    <w:rsid w:val="00C86C31"/>
    <w:rsid w:val="00C90668"/>
    <w:rsid w:val="00C90C6F"/>
    <w:rsid w:val="00C90D18"/>
    <w:rsid w:val="00C90EA2"/>
    <w:rsid w:val="00C9150A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A0857"/>
    <w:rsid w:val="00CA0D71"/>
    <w:rsid w:val="00CA1066"/>
    <w:rsid w:val="00CA16BA"/>
    <w:rsid w:val="00CA174B"/>
    <w:rsid w:val="00CA1A18"/>
    <w:rsid w:val="00CA1BE3"/>
    <w:rsid w:val="00CA1D4D"/>
    <w:rsid w:val="00CA2268"/>
    <w:rsid w:val="00CA2928"/>
    <w:rsid w:val="00CA3161"/>
    <w:rsid w:val="00CA33C9"/>
    <w:rsid w:val="00CA3A79"/>
    <w:rsid w:val="00CA3DA5"/>
    <w:rsid w:val="00CA4415"/>
    <w:rsid w:val="00CA4472"/>
    <w:rsid w:val="00CA5640"/>
    <w:rsid w:val="00CA60CB"/>
    <w:rsid w:val="00CA6417"/>
    <w:rsid w:val="00CA7100"/>
    <w:rsid w:val="00CA7865"/>
    <w:rsid w:val="00CA7E52"/>
    <w:rsid w:val="00CB070E"/>
    <w:rsid w:val="00CB0AC2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CF6"/>
    <w:rsid w:val="00CD2584"/>
    <w:rsid w:val="00CD27AB"/>
    <w:rsid w:val="00CD2941"/>
    <w:rsid w:val="00CD2F9D"/>
    <w:rsid w:val="00CD344F"/>
    <w:rsid w:val="00CD35C7"/>
    <w:rsid w:val="00CD4E2E"/>
    <w:rsid w:val="00CD5034"/>
    <w:rsid w:val="00CD57FF"/>
    <w:rsid w:val="00CD5F46"/>
    <w:rsid w:val="00CD6A6B"/>
    <w:rsid w:val="00CD6B21"/>
    <w:rsid w:val="00CE047C"/>
    <w:rsid w:val="00CE0890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3553"/>
    <w:rsid w:val="00D03868"/>
    <w:rsid w:val="00D04C86"/>
    <w:rsid w:val="00D05BE1"/>
    <w:rsid w:val="00D07C8F"/>
    <w:rsid w:val="00D1016C"/>
    <w:rsid w:val="00D11101"/>
    <w:rsid w:val="00D11202"/>
    <w:rsid w:val="00D114E9"/>
    <w:rsid w:val="00D1186A"/>
    <w:rsid w:val="00D1392A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7F"/>
    <w:rsid w:val="00D272DB"/>
    <w:rsid w:val="00D27BA3"/>
    <w:rsid w:val="00D314A6"/>
    <w:rsid w:val="00D32AAC"/>
    <w:rsid w:val="00D336D9"/>
    <w:rsid w:val="00D34622"/>
    <w:rsid w:val="00D35331"/>
    <w:rsid w:val="00D355B7"/>
    <w:rsid w:val="00D365EB"/>
    <w:rsid w:val="00D36D01"/>
    <w:rsid w:val="00D37DD6"/>
    <w:rsid w:val="00D40F21"/>
    <w:rsid w:val="00D41653"/>
    <w:rsid w:val="00D416AA"/>
    <w:rsid w:val="00D41D76"/>
    <w:rsid w:val="00D4205C"/>
    <w:rsid w:val="00D42B80"/>
    <w:rsid w:val="00D42E0B"/>
    <w:rsid w:val="00D42FDC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AAB"/>
    <w:rsid w:val="00D51B36"/>
    <w:rsid w:val="00D52A1B"/>
    <w:rsid w:val="00D53B5E"/>
    <w:rsid w:val="00D54E72"/>
    <w:rsid w:val="00D56247"/>
    <w:rsid w:val="00D56F15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3EF4"/>
    <w:rsid w:val="00D64A28"/>
    <w:rsid w:val="00D6550C"/>
    <w:rsid w:val="00D659E0"/>
    <w:rsid w:val="00D65E52"/>
    <w:rsid w:val="00D66359"/>
    <w:rsid w:val="00D66706"/>
    <w:rsid w:val="00D67F24"/>
    <w:rsid w:val="00D72B26"/>
    <w:rsid w:val="00D72DB6"/>
    <w:rsid w:val="00D7327F"/>
    <w:rsid w:val="00D74752"/>
    <w:rsid w:val="00D748B6"/>
    <w:rsid w:val="00D74BE8"/>
    <w:rsid w:val="00D74DB3"/>
    <w:rsid w:val="00D7528E"/>
    <w:rsid w:val="00D754A8"/>
    <w:rsid w:val="00D75FD6"/>
    <w:rsid w:val="00D76E67"/>
    <w:rsid w:val="00D80593"/>
    <w:rsid w:val="00D80C2E"/>
    <w:rsid w:val="00D81250"/>
    <w:rsid w:val="00D81896"/>
    <w:rsid w:val="00D818DF"/>
    <w:rsid w:val="00D81A84"/>
    <w:rsid w:val="00D81DEB"/>
    <w:rsid w:val="00D822FA"/>
    <w:rsid w:val="00D836B8"/>
    <w:rsid w:val="00D85136"/>
    <w:rsid w:val="00D853AF"/>
    <w:rsid w:val="00D8545E"/>
    <w:rsid w:val="00D85E19"/>
    <w:rsid w:val="00D862C7"/>
    <w:rsid w:val="00D86FFA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41E0"/>
    <w:rsid w:val="00DA44A1"/>
    <w:rsid w:val="00DA62D6"/>
    <w:rsid w:val="00DA63B4"/>
    <w:rsid w:val="00DA6A1B"/>
    <w:rsid w:val="00DA6EB0"/>
    <w:rsid w:val="00DB007A"/>
    <w:rsid w:val="00DB02C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C0025"/>
    <w:rsid w:val="00DC250F"/>
    <w:rsid w:val="00DC2F6A"/>
    <w:rsid w:val="00DC4281"/>
    <w:rsid w:val="00DC42AD"/>
    <w:rsid w:val="00DC4507"/>
    <w:rsid w:val="00DC4E0E"/>
    <w:rsid w:val="00DC5AB7"/>
    <w:rsid w:val="00DC677E"/>
    <w:rsid w:val="00DC7228"/>
    <w:rsid w:val="00DC76C5"/>
    <w:rsid w:val="00DC7945"/>
    <w:rsid w:val="00DD0054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69C1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425E"/>
    <w:rsid w:val="00DE57E6"/>
    <w:rsid w:val="00DE5950"/>
    <w:rsid w:val="00DE7A13"/>
    <w:rsid w:val="00DE7BA4"/>
    <w:rsid w:val="00DF0A16"/>
    <w:rsid w:val="00DF11A9"/>
    <w:rsid w:val="00DF2ED2"/>
    <w:rsid w:val="00DF485D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433F"/>
    <w:rsid w:val="00E044C0"/>
    <w:rsid w:val="00E04EA6"/>
    <w:rsid w:val="00E062DF"/>
    <w:rsid w:val="00E06581"/>
    <w:rsid w:val="00E07884"/>
    <w:rsid w:val="00E10A6E"/>
    <w:rsid w:val="00E11366"/>
    <w:rsid w:val="00E147A4"/>
    <w:rsid w:val="00E14A95"/>
    <w:rsid w:val="00E14C6C"/>
    <w:rsid w:val="00E15BCC"/>
    <w:rsid w:val="00E17038"/>
    <w:rsid w:val="00E17E3E"/>
    <w:rsid w:val="00E207DA"/>
    <w:rsid w:val="00E21303"/>
    <w:rsid w:val="00E23690"/>
    <w:rsid w:val="00E23FF2"/>
    <w:rsid w:val="00E24DF8"/>
    <w:rsid w:val="00E26326"/>
    <w:rsid w:val="00E269E6"/>
    <w:rsid w:val="00E27383"/>
    <w:rsid w:val="00E27411"/>
    <w:rsid w:val="00E27B6A"/>
    <w:rsid w:val="00E27E15"/>
    <w:rsid w:val="00E31C17"/>
    <w:rsid w:val="00E31D46"/>
    <w:rsid w:val="00E322BF"/>
    <w:rsid w:val="00E32562"/>
    <w:rsid w:val="00E33AFC"/>
    <w:rsid w:val="00E35F64"/>
    <w:rsid w:val="00E36A15"/>
    <w:rsid w:val="00E36D74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3C15"/>
    <w:rsid w:val="00E54922"/>
    <w:rsid w:val="00E54F9D"/>
    <w:rsid w:val="00E5514C"/>
    <w:rsid w:val="00E5545F"/>
    <w:rsid w:val="00E5691D"/>
    <w:rsid w:val="00E57527"/>
    <w:rsid w:val="00E578E2"/>
    <w:rsid w:val="00E57BEE"/>
    <w:rsid w:val="00E600AD"/>
    <w:rsid w:val="00E6080D"/>
    <w:rsid w:val="00E610AE"/>
    <w:rsid w:val="00E61500"/>
    <w:rsid w:val="00E61577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BFA"/>
    <w:rsid w:val="00E6721A"/>
    <w:rsid w:val="00E67B73"/>
    <w:rsid w:val="00E703BA"/>
    <w:rsid w:val="00E70B79"/>
    <w:rsid w:val="00E70ED8"/>
    <w:rsid w:val="00E725C6"/>
    <w:rsid w:val="00E731E8"/>
    <w:rsid w:val="00E74335"/>
    <w:rsid w:val="00E756B5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E75"/>
    <w:rsid w:val="00E85F1A"/>
    <w:rsid w:val="00E86186"/>
    <w:rsid w:val="00E865D5"/>
    <w:rsid w:val="00E8694B"/>
    <w:rsid w:val="00E86BA0"/>
    <w:rsid w:val="00E877AB"/>
    <w:rsid w:val="00E901D4"/>
    <w:rsid w:val="00E9065C"/>
    <w:rsid w:val="00E93038"/>
    <w:rsid w:val="00E9462A"/>
    <w:rsid w:val="00E94BF3"/>
    <w:rsid w:val="00E95811"/>
    <w:rsid w:val="00E96597"/>
    <w:rsid w:val="00E9736B"/>
    <w:rsid w:val="00EA0214"/>
    <w:rsid w:val="00EA0534"/>
    <w:rsid w:val="00EA1314"/>
    <w:rsid w:val="00EA1BBE"/>
    <w:rsid w:val="00EA1C54"/>
    <w:rsid w:val="00EA23D8"/>
    <w:rsid w:val="00EA241C"/>
    <w:rsid w:val="00EA2A4C"/>
    <w:rsid w:val="00EA342D"/>
    <w:rsid w:val="00EA47ED"/>
    <w:rsid w:val="00EA4DB5"/>
    <w:rsid w:val="00EA5745"/>
    <w:rsid w:val="00EA5838"/>
    <w:rsid w:val="00EA59FC"/>
    <w:rsid w:val="00EA66D0"/>
    <w:rsid w:val="00EA6A15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43E0"/>
    <w:rsid w:val="00EB4DDE"/>
    <w:rsid w:val="00EC0C0A"/>
    <w:rsid w:val="00EC13CC"/>
    <w:rsid w:val="00EC1ED9"/>
    <w:rsid w:val="00EC28D3"/>
    <w:rsid w:val="00EC324F"/>
    <w:rsid w:val="00EC35BA"/>
    <w:rsid w:val="00EC380D"/>
    <w:rsid w:val="00EC428F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7FCE"/>
    <w:rsid w:val="00ED06E0"/>
    <w:rsid w:val="00ED187C"/>
    <w:rsid w:val="00ED18F5"/>
    <w:rsid w:val="00ED2353"/>
    <w:rsid w:val="00ED25A5"/>
    <w:rsid w:val="00ED2796"/>
    <w:rsid w:val="00ED2D47"/>
    <w:rsid w:val="00ED2EB7"/>
    <w:rsid w:val="00ED36F5"/>
    <w:rsid w:val="00ED3725"/>
    <w:rsid w:val="00ED435E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4F5"/>
    <w:rsid w:val="00EE76F7"/>
    <w:rsid w:val="00EE789B"/>
    <w:rsid w:val="00EE7A2D"/>
    <w:rsid w:val="00EE7E13"/>
    <w:rsid w:val="00EF074C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BE8"/>
    <w:rsid w:val="00EF4BFF"/>
    <w:rsid w:val="00EF5524"/>
    <w:rsid w:val="00EF6737"/>
    <w:rsid w:val="00EF6872"/>
    <w:rsid w:val="00EF69AC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9D2"/>
    <w:rsid w:val="00F05CA4"/>
    <w:rsid w:val="00F05D5E"/>
    <w:rsid w:val="00F06299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68E"/>
    <w:rsid w:val="00F14133"/>
    <w:rsid w:val="00F143AD"/>
    <w:rsid w:val="00F155B0"/>
    <w:rsid w:val="00F15618"/>
    <w:rsid w:val="00F157DA"/>
    <w:rsid w:val="00F15AD5"/>
    <w:rsid w:val="00F17277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30514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614F"/>
    <w:rsid w:val="00F3654B"/>
    <w:rsid w:val="00F36E01"/>
    <w:rsid w:val="00F37035"/>
    <w:rsid w:val="00F370FA"/>
    <w:rsid w:val="00F378C3"/>
    <w:rsid w:val="00F37C5D"/>
    <w:rsid w:val="00F40015"/>
    <w:rsid w:val="00F40555"/>
    <w:rsid w:val="00F412F8"/>
    <w:rsid w:val="00F41884"/>
    <w:rsid w:val="00F41AC6"/>
    <w:rsid w:val="00F41E59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053E"/>
    <w:rsid w:val="00F50B50"/>
    <w:rsid w:val="00F539D2"/>
    <w:rsid w:val="00F53B26"/>
    <w:rsid w:val="00F53F13"/>
    <w:rsid w:val="00F5457C"/>
    <w:rsid w:val="00F548A7"/>
    <w:rsid w:val="00F55985"/>
    <w:rsid w:val="00F56175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69C"/>
    <w:rsid w:val="00F6799B"/>
    <w:rsid w:val="00F70786"/>
    <w:rsid w:val="00F71813"/>
    <w:rsid w:val="00F718F4"/>
    <w:rsid w:val="00F7228C"/>
    <w:rsid w:val="00F72692"/>
    <w:rsid w:val="00F729BA"/>
    <w:rsid w:val="00F72D07"/>
    <w:rsid w:val="00F72DF1"/>
    <w:rsid w:val="00F73005"/>
    <w:rsid w:val="00F73BB1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DA7"/>
    <w:rsid w:val="00F81F14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AA5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5417"/>
    <w:rsid w:val="00F961CA"/>
    <w:rsid w:val="00F9660A"/>
    <w:rsid w:val="00F96F4F"/>
    <w:rsid w:val="00F97073"/>
    <w:rsid w:val="00F97A76"/>
    <w:rsid w:val="00FA0890"/>
    <w:rsid w:val="00FA2232"/>
    <w:rsid w:val="00FA28B2"/>
    <w:rsid w:val="00FA5E61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3E8C"/>
    <w:rsid w:val="00FB42A7"/>
    <w:rsid w:val="00FB491B"/>
    <w:rsid w:val="00FB6710"/>
    <w:rsid w:val="00FB6DB4"/>
    <w:rsid w:val="00FB7322"/>
    <w:rsid w:val="00FB7E94"/>
    <w:rsid w:val="00FC1C5C"/>
    <w:rsid w:val="00FC1C7B"/>
    <w:rsid w:val="00FC3214"/>
    <w:rsid w:val="00FC3808"/>
    <w:rsid w:val="00FC3BE1"/>
    <w:rsid w:val="00FC544B"/>
    <w:rsid w:val="00FC5BE0"/>
    <w:rsid w:val="00FC6714"/>
    <w:rsid w:val="00FC6F9C"/>
    <w:rsid w:val="00FC7059"/>
    <w:rsid w:val="00FD1184"/>
    <w:rsid w:val="00FD1287"/>
    <w:rsid w:val="00FD1636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DBB"/>
    <w:rsid w:val="00FE2DF9"/>
    <w:rsid w:val="00FE32C8"/>
    <w:rsid w:val="00FE5988"/>
    <w:rsid w:val="00FE66D7"/>
    <w:rsid w:val="00FE7367"/>
    <w:rsid w:val="00FE798F"/>
    <w:rsid w:val="00FE7AD9"/>
    <w:rsid w:val="00FF01AE"/>
    <w:rsid w:val="00FF101E"/>
    <w:rsid w:val="00FF13C4"/>
    <w:rsid w:val="00FF1981"/>
    <w:rsid w:val="00FF1CF5"/>
    <w:rsid w:val="00FF298D"/>
    <w:rsid w:val="00FF2AF7"/>
    <w:rsid w:val="00FF4708"/>
    <w:rsid w:val="00FF5070"/>
    <w:rsid w:val="00FF620D"/>
    <w:rsid w:val="00FF7AD0"/>
    <w:rsid w:val="00FF7E26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FD37D-AF3B-413E-9D23-09B6C800F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962</TotalTime>
  <Pages>9</Pages>
  <Words>2294</Words>
  <Characters>9258</Characters>
  <Application>Microsoft Office Word</Application>
  <DocSecurity>0</DocSecurity>
  <Lines>77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GiFT</cp:lastModifiedBy>
  <cp:revision>62</cp:revision>
  <cp:lastPrinted>2019-05-06T06:30:00Z</cp:lastPrinted>
  <dcterms:created xsi:type="dcterms:W3CDTF">2018-05-13T10:16:00Z</dcterms:created>
  <dcterms:modified xsi:type="dcterms:W3CDTF">2019-05-06T06:34:00Z</dcterms:modified>
</cp:coreProperties>
</file>