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4B6A18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B6A18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B6A18">
        <w:rPr>
          <w:rFonts w:ascii="Angsana New" w:hAnsi="Angsana New"/>
          <w:sz w:val="30"/>
          <w:szCs w:val="30"/>
        </w:rPr>
        <w:t>34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4B6A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1B3F19" w:rsidRPr="004B6A18">
        <w:rPr>
          <w:rFonts w:ascii="Angsana New" w:hAnsi="Angsana New"/>
          <w:spacing w:val="-2"/>
          <w:sz w:val="30"/>
          <w:szCs w:val="30"/>
        </w:rPr>
        <w:t>256</w:t>
      </w:r>
      <w:r w:rsidR="000408A8" w:rsidRPr="004B6A18">
        <w:rPr>
          <w:rFonts w:ascii="Angsana New" w:hAnsi="Angsana New" w:hint="cs"/>
          <w:spacing w:val="-2"/>
          <w:sz w:val="30"/>
          <w:szCs w:val="30"/>
          <w:cs/>
        </w:rPr>
        <w:t>2</w:t>
      </w:r>
      <w:r w:rsidRPr="004B6A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4B6A18">
        <w:rPr>
          <w:rFonts w:ascii="Angsana New" w:hAnsi="Angsana New"/>
          <w:sz w:val="30"/>
          <w:szCs w:val="30"/>
          <w:cs/>
        </w:rPr>
        <w:t>เรื่อง</w:t>
      </w:r>
      <w:r w:rsidR="000408A8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“</w:t>
      </w:r>
      <w:r w:rsidR="006F1212" w:rsidRPr="004B6A18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4B6A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="004237BE" w:rsidRPr="004B6A18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4B6A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B6A18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4B6A18">
        <w:rPr>
          <w:rFonts w:ascii="Angsana New" w:hAnsi="Angsana New"/>
          <w:sz w:val="30"/>
          <w:szCs w:val="30"/>
        </w:rPr>
        <w:t xml:space="preserve">31 </w:t>
      </w:r>
      <w:r w:rsidRPr="004B6A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4B6A18">
        <w:rPr>
          <w:rFonts w:ascii="Angsana New" w:hAnsi="Angsana New"/>
          <w:sz w:val="30"/>
          <w:szCs w:val="30"/>
        </w:rPr>
        <w:t>256</w:t>
      </w:r>
      <w:r w:rsidR="00B4243F" w:rsidRPr="004B6A18">
        <w:rPr>
          <w:rFonts w:ascii="Angsana New" w:hAnsi="Angsana New"/>
          <w:sz w:val="30"/>
          <w:szCs w:val="30"/>
        </w:rPr>
        <w:t>2</w:t>
      </w:r>
      <w:r w:rsidRPr="004B6A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4B6A18">
        <w:rPr>
          <w:rFonts w:ascii="Angsana New" w:hAnsi="Angsana New"/>
          <w:sz w:val="30"/>
          <w:szCs w:val="30"/>
        </w:rPr>
        <w:t xml:space="preserve">31 </w:t>
      </w:r>
      <w:r w:rsidRPr="004B6A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4B6A18">
        <w:rPr>
          <w:rFonts w:ascii="Angsana New" w:hAnsi="Angsana New"/>
          <w:sz w:val="30"/>
          <w:szCs w:val="30"/>
        </w:rPr>
        <w:t>256</w:t>
      </w:r>
      <w:r w:rsidR="00B4243F" w:rsidRPr="004B6A18">
        <w:rPr>
          <w:rFonts w:ascii="Angsana New" w:hAnsi="Angsana New"/>
          <w:sz w:val="30"/>
          <w:szCs w:val="30"/>
        </w:rPr>
        <w:t>2</w:t>
      </w:r>
    </w:p>
    <w:p w:rsidR="00A00A5A" w:rsidRPr="004B6A18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16 </w:t>
      </w:r>
      <w:r w:rsidRPr="004B6A18">
        <w:rPr>
          <w:rFonts w:ascii="Angsana New" w:hAnsi="Angsana New" w:hint="cs"/>
          <w:sz w:val="30"/>
          <w:szCs w:val="30"/>
          <w:cs/>
        </w:rPr>
        <w:t>มกราคม 2563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บริษัทได้จดทะเบียนจัดตั้งบริษัท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ทีเอ็ม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เนิร์สซิ่ง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แคร์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จำกัด ซึ่งเป็นบริษัทย่อยที่บริษัทถือ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หุ้นร้อยละ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80 </w:t>
      </w:r>
      <w:r w:rsidRPr="004B6A18">
        <w:rPr>
          <w:rFonts w:ascii="Angsana New" w:hAnsi="Angsana New" w:hint="cs"/>
          <w:sz w:val="30"/>
          <w:szCs w:val="30"/>
          <w:cs/>
        </w:rPr>
        <w:t>ด้วยทุนจดทะเบียนจำนวน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125 </w:t>
      </w:r>
      <w:r w:rsidRPr="004B6A18">
        <w:rPr>
          <w:rFonts w:ascii="Angsana New" w:hAnsi="Angsana New" w:hint="cs"/>
          <w:sz w:val="30"/>
          <w:szCs w:val="30"/>
          <w:cs/>
        </w:rPr>
        <w:t>ล้านบาท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เพื่อดำเนินธุรกิจเกี่ยวกับโรงพยาบาลขนาดเล็กและสถานดูแล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ผู้สูงอายุ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ทั้งนี้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การจัดตั้งบริษัทย่อยดังกล่าวเป็นไปตามมติที่ประชุมคณะกรรมการบริษัทเมื่อวันที่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22 </w:t>
      </w:r>
      <w:r w:rsidRPr="004B6A18">
        <w:rPr>
          <w:rFonts w:ascii="Angsana New" w:hAnsi="Angsana New" w:hint="cs"/>
          <w:sz w:val="30"/>
          <w:szCs w:val="30"/>
          <w:cs/>
        </w:rPr>
        <w:t>กันยายน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>2562</w:t>
      </w: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highlight w:val="lightGray"/>
        </w:rPr>
      </w:pPr>
    </w:p>
    <w:p w:rsidR="00A00A5A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9556B">
        <w:rPr>
          <w:rFonts w:ascii="Angsana New" w:hAnsi="Angsana New"/>
          <w:sz w:val="30"/>
          <w:szCs w:val="30"/>
          <w:cs/>
        </w:rPr>
        <w:t>งบการเงิน</w:t>
      </w:r>
      <w:r w:rsidRPr="0079556B">
        <w:rPr>
          <w:rFonts w:ascii="Angsana New" w:hAnsi="Angsana New" w:hint="cs"/>
          <w:sz w:val="30"/>
          <w:szCs w:val="30"/>
          <w:cs/>
        </w:rPr>
        <w:t>ระหว่างกาล</w:t>
      </w:r>
      <w:r w:rsidRPr="0079556B">
        <w:rPr>
          <w:rFonts w:ascii="Angsana New" w:hAnsi="Angsana New"/>
          <w:sz w:val="30"/>
          <w:szCs w:val="30"/>
          <w:cs/>
        </w:rPr>
        <w:t>รวม</w:t>
      </w:r>
      <w:r w:rsidR="00A2664A">
        <w:rPr>
          <w:rFonts w:ascii="Angsana New" w:hAnsi="Angsana New" w:hint="cs"/>
          <w:sz w:val="30"/>
          <w:szCs w:val="30"/>
          <w:cs/>
        </w:rPr>
        <w:t>สำหรับงวด</w:t>
      </w:r>
      <w:r w:rsidR="005C29D8" w:rsidRPr="003F7DD5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E33D1B">
        <w:rPr>
          <w:rFonts w:ascii="Angsana New" w:hAnsi="Angsana New" w:hint="cs"/>
          <w:sz w:val="30"/>
          <w:szCs w:val="30"/>
          <w:cs/>
        </w:rPr>
        <w:t>เก้า</w:t>
      </w:r>
      <w:r w:rsidRPr="003F7DD5">
        <w:rPr>
          <w:rFonts w:ascii="Angsana New" w:hAnsi="Angsana New" w:hint="cs"/>
          <w:sz w:val="30"/>
          <w:szCs w:val="30"/>
          <w:cs/>
        </w:rPr>
        <w:t>เดือนสิ้นสุด</w:t>
      </w:r>
      <w:r w:rsidRPr="003F7DD5">
        <w:rPr>
          <w:rFonts w:ascii="Angsana New" w:hAnsi="Angsana New"/>
          <w:sz w:val="30"/>
          <w:szCs w:val="30"/>
          <w:cs/>
        </w:rPr>
        <w:t xml:space="preserve">วันที่ </w:t>
      </w:r>
      <w:r w:rsidR="00E33D1B">
        <w:rPr>
          <w:rFonts w:ascii="Angsana New" w:hAnsi="Angsana New" w:hint="cs"/>
          <w:sz w:val="30"/>
          <w:szCs w:val="30"/>
          <w:cs/>
        </w:rPr>
        <w:t>30 กันยา</w:t>
      </w:r>
      <w:r w:rsidR="00A2664A" w:rsidRPr="003F7DD5">
        <w:rPr>
          <w:rFonts w:ascii="Angsana New" w:hAnsi="Angsana New" w:hint="cs"/>
          <w:sz w:val="30"/>
          <w:szCs w:val="30"/>
          <w:cs/>
        </w:rPr>
        <w:t>ยน</w:t>
      </w:r>
      <w:r w:rsidR="005E235B" w:rsidRPr="003F7DD5">
        <w:rPr>
          <w:rFonts w:ascii="Angsana New" w:hAnsi="Angsana New" w:hint="cs"/>
          <w:sz w:val="30"/>
          <w:szCs w:val="30"/>
          <w:cs/>
        </w:rPr>
        <w:t xml:space="preserve"> 2563</w:t>
      </w:r>
      <w:r w:rsidRPr="003F7DD5">
        <w:rPr>
          <w:rFonts w:ascii="Angsana New" w:hAnsi="Angsana New"/>
          <w:sz w:val="30"/>
          <w:szCs w:val="30"/>
        </w:rPr>
        <w:t xml:space="preserve"> </w:t>
      </w:r>
      <w:r w:rsidRPr="003F7DD5">
        <w:rPr>
          <w:rFonts w:ascii="Angsana New" w:hAnsi="Angsana New"/>
          <w:sz w:val="30"/>
          <w:szCs w:val="30"/>
          <w:cs/>
        </w:rPr>
        <w:t>ได้รวมบัญชีของบริษัท</w:t>
      </w:r>
      <w:r w:rsidRPr="0079556B">
        <w:rPr>
          <w:rFonts w:ascii="Angsana New" w:hAnsi="Angsana New"/>
          <w:sz w:val="30"/>
          <w:szCs w:val="30"/>
          <w:cs/>
        </w:rPr>
        <w:t>แล</w:t>
      </w:r>
      <w:r w:rsidRPr="0079556B">
        <w:rPr>
          <w:rFonts w:ascii="Angsana New" w:hAnsi="Angsana New" w:hint="cs"/>
          <w:sz w:val="30"/>
          <w:szCs w:val="30"/>
          <w:cs/>
        </w:rPr>
        <w:t>ะ</w:t>
      </w:r>
      <w:r w:rsidRPr="0079556B">
        <w:rPr>
          <w:rFonts w:ascii="Angsana New" w:hAnsi="Angsana New"/>
          <w:sz w:val="30"/>
          <w:szCs w:val="30"/>
          <w:cs/>
        </w:rPr>
        <w:t>บริษัทย่อยที่บริษัทมีอำนาจควบคุมหรือถือ</w:t>
      </w:r>
      <w:r w:rsidRPr="004B6A18">
        <w:rPr>
          <w:rFonts w:ascii="Angsana New" w:hAnsi="Angsana New"/>
          <w:sz w:val="30"/>
          <w:szCs w:val="30"/>
          <w:cs/>
        </w:rPr>
        <w:t>หุ้นทั้งทางตรงและทางอ้อมในบริษัทย่อยดังต่อไปนี้</w:t>
      </w:r>
    </w:p>
    <w:p w:rsidR="00DE4EEE" w:rsidRPr="004B6A18" w:rsidRDefault="00DE4EEE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10163" w:type="dxa"/>
        <w:tblLayout w:type="fixed"/>
        <w:tblLook w:val="0000"/>
      </w:tblPr>
      <w:tblGrid>
        <w:gridCol w:w="2376"/>
        <w:gridCol w:w="284"/>
        <w:gridCol w:w="2031"/>
        <w:gridCol w:w="237"/>
        <w:gridCol w:w="1474"/>
        <w:gridCol w:w="236"/>
        <w:gridCol w:w="1550"/>
        <w:gridCol w:w="274"/>
        <w:gridCol w:w="1701"/>
      </w:tblGrid>
      <w:tr w:rsidR="005E235B" w:rsidRPr="004B6A18" w:rsidTr="00A12AE8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ประเทศที่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ทุนจด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5E235B" w:rsidRPr="004B6A18" w:rsidTr="00E03AC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vMerge w:val="restart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จัดตั้งขึ้นและ</w:t>
            </w:r>
          </w:p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ประกอบการ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ทะเบียนที่</w:t>
            </w:r>
          </w:p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ชำระแล้ว</w:t>
            </w:r>
            <w:r>
              <w:rPr>
                <w:rFonts w:hint="cs"/>
                <w:b w:val="0"/>
                <w:bCs w:val="0"/>
                <w:sz w:val="30"/>
                <w:szCs w:val="30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 w:rsidRPr="004B6A18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สัดส่วนการถือหุ้น</w:t>
            </w:r>
          </w:p>
        </w:tc>
      </w:tr>
      <w:tr w:rsidR="005E235B" w:rsidRPr="004B6A18" w:rsidTr="00E03ACB">
        <w:tc>
          <w:tcPr>
            <w:tcW w:w="2376" w:type="dxa"/>
            <w:tcBorders>
              <w:top w:val="nil"/>
              <w:left w:val="nil"/>
              <w:right w:val="nil"/>
            </w:tcBorders>
            <w:vAlign w:val="bottom"/>
          </w:tcPr>
          <w:p w:rsidR="005E235B" w:rsidRPr="004B6A18" w:rsidRDefault="005E235B" w:rsidP="003352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E235B" w:rsidRPr="005E235B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ของบริษัท </w:t>
            </w:r>
            <w:r w:rsidRPr="004B6A1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ร้อยละ</w:t>
            </w:r>
            <w:r w:rsidRPr="004B6A1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A00A5A" w:rsidRPr="004B6A18" w:rsidTr="00A12AE8">
        <w:tc>
          <w:tcPr>
            <w:tcW w:w="2376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0C1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0C1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335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A00A5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sz w:val="30"/>
                <w:szCs w:val="30"/>
              </w:rPr>
              <w:t>125,000,000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335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</w:tbl>
    <w:p w:rsidR="00A00A5A" w:rsidRPr="004B6A18" w:rsidRDefault="00A00A5A" w:rsidP="00A00A5A">
      <w:pPr>
        <w:tabs>
          <w:tab w:val="left" w:pos="540"/>
        </w:tabs>
        <w:jc w:val="both"/>
        <w:rPr>
          <w:rFonts w:ascii="Times New Roman" w:hAnsi="Times New Roman"/>
          <w:sz w:val="30"/>
          <w:szCs w:val="30"/>
        </w:rPr>
      </w:pPr>
    </w:p>
    <w:p w:rsidR="00A00A5A" w:rsidRPr="004B6A18" w:rsidRDefault="00A00A5A" w:rsidP="00A00A5A">
      <w:pPr>
        <w:pStyle w:val="NoSpacing"/>
        <w:jc w:val="thaiDistribute"/>
        <w:rPr>
          <w:szCs w:val="30"/>
        </w:rPr>
      </w:pPr>
      <w:r w:rsidRPr="004B6A18">
        <w:rPr>
          <w:rFonts w:ascii="Angsana New" w:hAnsi="Angsana New" w:hint="cs"/>
          <w:szCs w:val="30"/>
          <w:cs/>
        </w:rPr>
        <w:t>ร</w:t>
      </w:r>
      <w:r w:rsidRPr="004B6A18">
        <w:rPr>
          <w:rFonts w:ascii="Angsana New" w:hAnsi="Angsana New"/>
          <w:szCs w:val="30"/>
          <w:cs/>
        </w:rPr>
        <w:t>ายการบัญชี</w:t>
      </w:r>
      <w:r w:rsidRPr="0079556B">
        <w:rPr>
          <w:rFonts w:ascii="Angsana New" w:hAnsi="Angsana New"/>
          <w:szCs w:val="30"/>
          <w:cs/>
        </w:rPr>
        <w:t>ระหว่างบริษัทกับบริษัทย่อยที่มีนัยสำคัญ</w:t>
      </w:r>
      <w:r w:rsidRPr="004B6A18">
        <w:rPr>
          <w:rFonts w:ascii="Angsana New" w:hAnsi="Angsana New"/>
          <w:szCs w:val="30"/>
          <w:cs/>
        </w:rPr>
        <w:t>ได้ถูกตัดรายการในการทำงบการเงินระหว่างกาลรวมแล้ว</w:t>
      </w:r>
    </w:p>
    <w:p w:rsidR="00A00A5A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Pr="004B6A18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lastRenderedPageBreak/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4B6A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A90158" w:rsidRPr="004B6A18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4B6A18">
        <w:rPr>
          <w:rFonts w:ascii="Angsana New" w:hAnsi="Angsana New"/>
          <w:sz w:val="30"/>
          <w:szCs w:val="30"/>
        </w:rPr>
        <w:t xml:space="preserve">1 </w:t>
      </w:r>
      <w:r w:rsidRPr="004B6A18">
        <w:rPr>
          <w:rFonts w:ascii="Angsana New" w:hAnsi="Angsana New"/>
          <w:sz w:val="30"/>
          <w:szCs w:val="30"/>
          <w:cs/>
        </w:rPr>
        <w:t xml:space="preserve">มกราคม </w:t>
      </w:r>
      <w:r w:rsidRPr="004B6A18">
        <w:rPr>
          <w:rFonts w:ascii="Angsana New" w:hAnsi="Angsana New"/>
          <w:sz w:val="30"/>
          <w:szCs w:val="30"/>
        </w:rPr>
        <w:t>25</w:t>
      </w:r>
      <w:r w:rsidRPr="004B6A18">
        <w:rPr>
          <w:rFonts w:ascii="Angsana New" w:hAnsi="Angsana New"/>
          <w:sz w:val="30"/>
          <w:szCs w:val="30"/>
          <w:cs/>
        </w:rPr>
        <w:t>6</w:t>
      </w:r>
      <w:r w:rsidR="00B4243F" w:rsidRPr="004B6A18">
        <w:rPr>
          <w:rFonts w:ascii="Angsana New" w:hAnsi="Angsana New"/>
          <w:sz w:val="30"/>
          <w:szCs w:val="30"/>
        </w:rPr>
        <w:t>3</w:t>
      </w:r>
      <w:r w:rsidRPr="004B6A18">
        <w:rPr>
          <w:rFonts w:ascii="Angsana New" w:hAnsi="Angsana New"/>
          <w:sz w:val="30"/>
          <w:szCs w:val="30"/>
          <w:cs/>
        </w:rPr>
        <w:t xml:space="preserve"> บริษัท</w:t>
      </w:r>
      <w:r w:rsidR="000408A8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4B6A18">
        <w:rPr>
          <w:rFonts w:ascii="Angsana New" w:hAnsi="Angsana New"/>
          <w:sz w:val="30"/>
          <w:szCs w:val="30"/>
          <w:cs/>
        </w:rPr>
        <w:t>ได้ถือปฏิบัติตามมาตรฐานการบัญชีและมาตรฐานการรายงานทางการเงินร</w:t>
      </w:r>
      <w:r w:rsidR="00E03ACB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E03ACB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E03ACB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4B6A18">
        <w:rPr>
          <w:rFonts w:ascii="Angsana New" w:hAnsi="Angsana New"/>
          <w:sz w:val="30"/>
          <w:szCs w:val="30"/>
          <w:cs/>
        </w:rPr>
        <w:t>ที่</w:t>
      </w:r>
      <w:r w:rsidR="004D494E" w:rsidRPr="004B6A18">
        <w:rPr>
          <w:rFonts w:ascii="Angsana New" w:hAnsi="Angsana New" w:hint="cs"/>
          <w:sz w:val="30"/>
          <w:szCs w:val="30"/>
          <w:cs/>
        </w:rPr>
        <w:t>ออกและ</w:t>
      </w:r>
      <w:r w:rsidR="004D494E" w:rsidRPr="004B6A18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 w:rsidRPr="004B6A18">
        <w:rPr>
          <w:rFonts w:ascii="Angsana New" w:hAnsi="Angsana New"/>
          <w:sz w:val="30"/>
          <w:szCs w:val="30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4B6A18">
        <w:rPr>
          <w:rFonts w:ascii="Angsana New" w:hAnsi="Angsana New"/>
          <w:sz w:val="30"/>
          <w:szCs w:val="30"/>
        </w:rPr>
        <w:t xml:space="preserve">1 </w:t>
      </w:r>
      <w:r w:rsidRPr="004B6A18">
        <w:rPr>
          <w:rFonts w:ascii="Angsana New" w:hAnsi="Angsana New"/>
          <w:sz w:val="30"/>
          <w:szCs w:val="30"/>
          <w:cs/>
        </w:rPr>
        <w:t xml:space="preserve">มกราคม </w:t>
      </w:r>
      <w:r w:rsidRPr="004B6A18">
        <w:rPr>
          <w:rFonts w:ascii="Angsana New" w:hAnsi="Angsana New"/>
          <w:sz w:val="30"/>
          <w:szCs w:val="30"/>
        </w:rPr>
        <w:t>25</w:t>
      </w:r>
      <w:r w:rsidRPr="004B6A18">
        <w:rPr>
          <w:rFonts w:ascii="Angsana New" w:hAnsi="Angsana New"/>
          <w:sz w:val="30"/>
          <w:szCs w:val="30"/>
          <w:cs/>
        </w:rPr>
        <w:t>6</w:t>
      </w:r>
      <w:r w:rsidR="00B4243F" w:rsidRPr="004B6A18">
        <w:rPr>
          <w:rFonts w:ascii="Angsana New" w:hAnsi="Angsana New"/>
          <w:sz w:val="30"/>
          <w:szCs w:val="30"/>
        </w:rPr>
        <w:t>3</w:t>
      </w:r>
      <w:r w:rsidRPr="004B6A18">
        <w:rPr>
          <w:rFonts w:ascii="Angsana New" w:hAnsi="Angsana New"/>
          <w:sz w:val="30"/>
          <w:szCs w:val="30"/>
          <w:cs/>
        </w:rPr>
        <w:t xml:space="preserve"> ทั้งนี้ การนำมาตรฐานการบัญชีและมาตรฐานการรายงานทางการเงินร</w:t>
      </w:r>
      <w:r w:rsidR="00E03ACB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E03ACB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E03ACB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4B6A18">
        <w:rPr>
          <w:rFonts w:ascii="Angsana New" w:hAnsi="Angsana New"/>
          <w:sz w:val="30"/>
          <w:szCs w:val="30"/>
          <w:cs/>
        </w:rPr>
        <w:t>ที่</w:t>
      </w:r>
      <w:r w:rsidR="004D494E" w:rsidRPr="004B6A18">
        <w:rPr>
          <w:rFonts w:ascii="Angsana New" w:hAnsi="Angsana New" w:hint="cs"/>
          <w:sz w:val="30"/>
          <w:szCs w:val="30"/>
          <w:cs/>
        </w:rPr>
        <w:t>ออกและ</w:t>
      </w:r>
      <w:r w:rsidRPr="004B6A18">
        <w:rPr>
          <w:rFonts w:ascii="Angsana New" w:hAnsi="Angsana New"/>
          <w:sz w:val="30"/>
          <w:szCs w:val="30"/>
          <w:cs/>
        </w:rPr>
        <w:t>ปรับปรุงใหม่ดังกล่าวข้างต้นมาเริ่มถือปฏิบัติไม่มีผลกระทบที่เป็นสาระสำคัญต่อ</w:t>
      </w:r>
      <w:r w:rsidR="00E03ACB">
        <w:rPr>
          <w:rFonts w:ascii="Angsana New" w:hAnsi="Angsana New" w:hint="cs"/>
          <w:sz w:val="30"/>
          <w:szCs w:val="30"/>
          <w:cs/>
        </w:rPr>
        <w:t>งบการเงินของ</w:t>
      </w:r>
      <w:r w:rsidRPr="004B6A18">
        <w:rPr>
          <w:rFonts w:ascii="Angsana New" w:hAnsi="Angsana New"/>
          <w:sz w:val="30"/>
          <w:szCs w:val="30"/>
          <w:cs/>
        </w:rPr>
        <w:t>บริษัท</w:t>
      </w:r>
      <w:r w:rsidR="00212EBE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E03ACB">
        <w:rPr>
          <w:rFonts w:ascii="Angsana New" w:hAnsi="Angsana New" w:hint="cs"/>
          <w:sz w:val="30"/>
          <w:szCs w:val="30"/>
          <w:cs/>
        </w:rPr>
        <w:t>ยกเว้น</w:t>
      </w:r>
    </w:p>
    <w:p w:rsidR="002C71E5" w:rsidRPr="004B6A18" w:rsidRDefault="002C71E5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  <w:cs/>
        </w:rPr>
      </w:pPr>
      <w:r w:rsidRPr="004B6A18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i/>
          <w:iCs/>
          <w:szCs w:val="30"/>
          <w:u w:val="single"/>
        </w:rPr>
        <w:t xml:space="preserve"> 9 </w:t>
      </w:r>
      <w:r w:rsidRPr="004B6A18">
        <w:rPr>
          <w:rFonts w:ascii="Angsana New" w:hAnsi="Angsana New" w:hint="cs"/>
          <w:i/>
          <w:iCs/>
          <w:szCs w:val="30"/>
          <w:u w:val="single"/>
          <w:cs/>
        </w:rPr>
        <w:t>และฉบับอื่นๆ ที่เกี่ยวข้อง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9 </w:t>
      </w:r>
      <w:r w:rsidRPr="004B6A18">
        <w:rPr>
          <w:rFonts w:ascii="Angsana New" w:hAnsi="Angsana New"/>
          <w:szCs w:val="30"/>
          <w:cs/>
        </w:rPr>
        <w:t>ระบุวิธีที่กิจการต้องใช้ในการจัดประเภทและวัดมูลค่าสินทรัพย์ทางการเงิน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 xml:space="preserve">และสัญญาที่จะซื้อหรือจะขายรายการที่ไม่ใช่รายการทางการเงิน </w:t>
      </w:r>
      <w:r w:rsidRPr="004B6A18">
        <w:rPr>
          <w:rFonts w:ascii="Angsana New" w:hAnsi="Angsana New" w:hint="cs"/>
          <w:szCs w:val="30"/>
          <w:cs/>
        </w:rPr>
        <w:t xml:space="preserve">ทั้งนี้ </w:t>
      </w:r>
      <w:r w:rsidRPr="004B6A18">
        <w:rPr>
          <w:rFonts w:ascii="Angsana New" w:hAnsi="Angsana New"/>
          <w:szCs w:val="30"/>
          <w:cs/>
        </w:rPr>
        <w:t xml:space="preserve">มาตรฐานการรายงานทางการเงินฉบับที่ </w:t>
      </w:r>
      <w:r w:rsidRPr="004B6A18">
        <w:rPr>
          <w:rFonts w:ascii="Angsana New" w:hAnsi="Angsana New"/>
          <w:szCs w:val="30"/>
        </w:rPr>
        <w:t xml:space="preserve">9 </w:t>
      </w:r>
      <w:r w:rsidRPr="004B6A18">
        <w:rPr>
          <w:rFonts w:ascii="Angsana New" w:hAnsi="Angsana New"/>
          <w:szCs w:val="30"/>
          <w:cs/>
        </w:rPr>
        <w:t>แบ่ง</w:t>
      </w:r>
      <w:r w:rsidRPr="004B6A18">
        <w:rPr>
          <w:rFonts w:ascii="Angsana New" w:hAnsi="Angsana New" w:hint="cs"/>
          <w:szCs w:val="30"/>
          <w:cs/>
        </w:rPr>
        <w:t>ออก</w:t>
      </w:r>
      <w:r w:rsidRPr="004B6A18">
        <w:rPr>
          <w:rFonts w:ascii="Angsana New" w:hAnsi="Angsana New"/>
          <w:szCs w:val="30"/>
          <w:cs/>
        </w:rPr>
        <w:t xml:space="preserve">เป็น </w:t>
      </w:r>
      <w:r w:rsidRPr="004B6A18">
        <w:rPr>
          <w:rFonts w:ascii="Angsana New" w:hAnsi="Angsana New"/>
          <w:szCs w:val="30"/>
        </w:rPr>
        <w:t xml:space="preserve">3 </w:t>
      </w:r>
      <w:r w:rsidRPr="004B6A18">
        <w:rPr>
          <w:rFonts w:ascii="Angsana New" w:hAnsi="Angsana New"/>
          <w:szCs w:val="30"/>
          <w:cs/>
        </w:rPr>
        <w:t>ส่วน</w:t>
      </w:r>
      <w:r w:rsidRPr="004B6A18">
        <w:rPr>
          <w:rFonts w:ascii="Angsana New" w:hAnsi="Angsana New" w:hint="cs"/>
          <w:szCs w:val="30"/>
          <w:cs/>
        </w:rPr>
        <w:t>ดังนี้</w:t>
      </w:r>
    </w:p>
    <w:p w:rsidR="00B10A4B" w:rsidRPr="004B6A18" w:rsidRDefault="00B10A4B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</w:t>
      </w:r>
      <w:r w:rsidRPr="004B6A18">
        <w:rPr>
          <w:rFonts w:ascii="Angsana New" w:hAnsi="Angsana New" w:hint="cs"/>
          <w:szCs w:val="30"/>
          <w:cs/>
        </w:rPr>
        <w:t>จัดประเภท</w:t>
      </w:r>
      <w:r w:rsidRPr="004B6A18">
        <w:rPr>
          <w:rFonts w:ascii="Angsana New" w:hAnsi="Angsana New"/>
          <w:szCs w:val="30"/>
          <w:cs/>
        </w:rPr>
        <w:t>รายการและการวัดมูลค่า</w:t>
      </w: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การด้อยค่า</w:t>
      </w: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การบัญชีป้องกันความเสี่ยง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สินทรัพย์ทางการเงินให้</w:t>
      </w:r>
      <w:r w:rsidRPr="004B6A18">
        <w:rPr>
          <w:rFonts w:ascii="Angsana New" w:hAnsi="Angsana New"/>
          <w:szCs w:val="30"/>
          <w:cs/>
        </w:rPr>
        <w:t>จัดประเภท</w:t>
      </w:r>
      <w:r w:rsidRPr="004B6A18">
        <w:rPr>
          <w:rFonts w:ascii="Angsana New" w:hAnsi="Angsana New" w:hint="cs"/>
          <w:szCs w:val="30"/>
          <w:cs/>
        </w:rPr>
        <w:t>และวัดมูลค่า</w:t>
      </w:r>
      <w:r w:rsidRPr="004B6A18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4B6A18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มูลค่</w:t>
      </w:r>
      <w:r w:rsidRPr="004B6A18">
        <w:rPr>
          <w:rFonts w:ascii="Angsana New" w:hAnsi="Angsana New" w:hint="cs"/>
          <w:szCs w:val="30"/>
          <w:cs/>
        </w:rPr>
        <w:t>า</w:t>
      </w:r>
      <w:r w:rsidRPr="004B6A18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เมื่อ</w:t>
      </w:r>
      <w:r w:rsidRPr="004B6A18">
        <w:rPr>
          <w:rFonts w:ascii="Angsana New" w:hAnsi="Angsana New" w:hint="cs"/>
          <w:szCs w:val="30"/>
          <w:cs/>
        </w:rPr>
        <w:t>มีการ</w:t>
      </w:r>
      <w:r w:rsidRPr="004B6A18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 xml:space="preserve"> จะ</w:t>
      </w:r>
      <w:r w:rsidRPr="004B6A18">
        <w:rPr>
          <w:rFonts w:ascii="Angsana New" w:hAnsi="Angsana New"/>
          <w:szCs w:val="30"/>
          <w:cs/>
        </w:rPr>
        <w:t>ต้อง</w:t>
      </w:r>
      <w:r w:rsidRPr="004B6A18">
        <w:rPr>
          <w:rFonts w:ascii="Angsana New" w:hAnsi="Angsana New" w:hint="cs"/>
          <w:szCs w:val="30"/>
          <w:cs/>
        </w:rPr>
        <w:t>มีการ</w:t>
      </w:r>
      <w:r w:rsidRPr="004B6A18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ใหม่ในส่วน</w:t>
      </w:r>
      <w:r w:rsidRPr="004B6A18">
        <w:rPr>
          <w:rFonts w:ascii="Angsana New" w:hAnsi="Angsana New"/>
          <w:szCs w:val="30"/>
          <w:cs/>
        </w:rPr>
        <w:t>ที่ได้รับผลกระทบ</w:t>
      </w:r>
    </w:p>
    <w:p w:rsidR="00E03ACB" w:rsidRPr="004B6A18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หนี้สินทางการเงินให้</w:t>
      </w:r>
      <w:r w:rsidRPr="004B6A18">
        <w:rPr>
          <w:rFonts w:ascii="Angsana New" w:hAnsi="Angsana New" w:hint="cs"/>
          <w:szCs w:val="30"/>
          <w:cs/>
        </w:rPr>
        <w:t>จัดประเภทและ</w:t>
      </w:r>
      <w:r w:rsidRPr="004B6A18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(โดย</w:t>
      </w:r>
      <w:r w:rsidRPr="004B6A18">
        <w:rPr>
          <w:rFonts w:ascii="Angsana New" w:hAnsi="Angsana New"/>
          <w:szCs w:val="30"/>
          <w:cs/>
        </w:rPr>
        <w:t>หนี้สินดังกล่าว</w:t>
      </w:r>
      <w:r w:rsidRPr="004B6A18">
        <w:rPr>
          <w:rFonts w:ascii="Angsana New" w:hAnsi="Angsana New" w:hint="cs"/>
          <w:szCs w:val="30"/>
          <w:cs/>
        </w:rPr>
        <w:t>ให้</w:t>
      </w:r>
      <w:r w:rsidRPr="004B6A18">
        <w:rPr>
          <w:rFonts w:ascii="Angsana New" w:hAnsi="Angsana New"/>
          <w:szCs w:val="30"/>
          <w:cs/>
        </w:rPr>
        <w:t>รวมถึงหนี้สินอนุพันธ์</w:t>
      </w:r>
      <w:r w:rsidRPr="004B6A18">
        <w:rPr>
          <w:rFonts w:ascii="Angsana New" w:hAnsi="Angsana New" w:hint="cs"/>
          <w:szCs w:val="30"/>
          <w:cs/>
        </w:rPr>
        <w:t>)</w:t>
      </w:r>
      <w:r w:rsidRPr="004B6A18">
        <w:rPr>
          <w:rFonts w:ascii="Angsana New" w:hAnsi="Angsana New"/>
          <w:szCs w:val="30"/>
          <w:cs/>
        </w:rPr>
        <w:t xml:space="preserve"> กิจการไม่สามารถจัดประเภท</w:t>
      </w:r>
      <w:r w:rsidRPr="004B6A18">
        <w:rPr>
          <w:rFonts w:ascii="Angsana New" w:hAnsi="Angsana New" w:hint="cs"/>
          <w:szCs w:val="30"/>
          <w:cs/>
        </w:rPr>
        <w:t>รายการ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>ใหม่</w:t>
      </w:r>
      <w:r w:rsidRPr="004B6A18">
        <w:rPr>
          <w:rFonts w:ascii="Angsana New" w:hAnsi="Angsana New"/>
          <w:szCs w:val="30"/>
          <w:cs/>
        </w:rPr>
        <w:t>ได้</w:t>
      </w:r>
    </w:p>
    <w:p w:rsidR="00E03ACB" w:rsidRPr="00E03ACB" w:rsidRDefault="00E03ACB" w:rsidP="002C71E5">
      <w:pPr>
        <w:pStyle w:val="NoSpacing"/>
        <w:rPr>
          <w:rFonts w:ascii="Angsana New" w:hAnsi="Angsana New"/>
          <w:szCs w:val="30"/>
        </w:rPr>
      </w:pPr>
    </w:p>
    <w:p w:rsidR="00DE4EEE" w:rsidRDefault="00DE4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Cs w:val="30"/>
          <w:cs/>
        </w:rPr>
        <w:br w:type="page"/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lastRenderedPageBreak/>
        <w:t>ขาดทุนจา</w:t>
      </w:r>
      <w:r w:rsidRPr="004B6A18">
        <w:rPr>
          <w:rFonts w:ascii="Angsana New" w:hAnsi="Angsana New"/>
          <w:szCs w:val="30"/>
          <w:cs/>
        </w:rPr>
        <w:t>ก</w:t>
      </w:r>
      <w:r w:rsidR="004B274B">
        <w:rPr>
          <w:rFonts w:ascii="Angsana New" w:hAnsi="Angsana New" w:hint="cs"/>
          <w:szCs w:val="30"/>
          <w:cs/>
        </w:rPr>
        <w:t>ก</w:t>
      </w:r>
      <w:r w:rsidRPr="004B6A18">
        <w:rPr>
          <w:rFonts w:ascii="Angsana New" w:hAnsi="Angsana New"/>
          <w:szCs w:val="30"/>
          <w:cs/>
        </w:rPr>
        <w:t>ารด้อยค่า</w:t>
      </w:r>
      <w:r w:rsidRPr="004B6A18">
        <w:rPr>
          <w:rFonts w:ascii="Angsana New" w:hAnsi="Angsana New"/>
          <w:szCs w:val="30"/>
        </w:rPr>
        <w:t xml:space="preserve"> (</w:t>
      </w:r>
      <w:r w:rsidRPr="004B6A18">
        <w:rPr>
          <w:rFonts w:ascii="Angsana New" w:hAnsi="Angsana New" w:hint="cs"/>
          <w:szCs w:val="30"/>
          <w:cs/>
        </w:rPr>
        <w:t>ซึ่งเดิมบางรายการในงบการเงินหมายถึง หนี้สงสัยจะสูญ</w:t>
      </w:r>
      <w:r w:rsidRPr="004B6A18">
        <w:rPr>
          <w:rFonts w:ascii="Angsana New" w:hAnsi="Angsana New"/>
          <w:szCs w:val="30"/>
        </w:rPr>
        <w:t xml:space="preserve">) </w:t>
      </w:r>
      <w:r w:rsidRPr="004B6A18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4B6A18">
        <w:rPr>
          <w:rFonts w:ascii="Angsana New" w:hAnsi="Angsana New"/>
          <w:szCs w:val="30"/>
        </w:rPr>
        <w:t xml:space="preserve">(Expected credit loss) </w:t>
      </w:r>
      <w:r w:rsidRPr="004B6A18">
        <w:rPr>
          <w:rFonts w:ascii="Angsana New" w:hAnsi="Angsana New"/>
          <w:szCs w:val="30"/>
          <w:cs/>
        </w:rPr>
        <w:t>ของสินทรัพย์ทางการเงินให้รับรู้เป็นขั้น</w:t>
      </w:r>
      <w:r w:rsidRPr="004B6A18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4B6A18">
        <w:rPr>
          <w:rFonts w:ascii="Angsana New" w:hAnsi="Angsana New"/>
          <w:szCs w:val="30"/>
        </w:rPr>
        <w:t xml:space="preserve">(General approach) </w:t>
      </w:r>
      <w:r w:rsidRPr="004B6A18">
        <w:rPr>
          <w:rFonts w:ascii="Angsana New" w:hAnsi="Angsana New" w:hint="cs"/>
          <w:szCs w:val="30"/>
          <w:cs/>
        </w:rPr>
        <w:t>ดังนี้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1 </w:t>
      </w:r>
      <w:r w:rsidRPr="004B6A18">
        <w:rPr>
          <w:rFonts w:ascii="Angsana New" w:hAnsi="Angsana New" w:hint="cs"/>
          <w:szCs w:val="30"/>
          <w:cs/>
        </w:rPr>
        <w:t>(</w:t>
      </w:r>
      <w:r w:rsidRPr="004B6A18">
        <w:rPr>
          <w:rFonts w:ascii="Angsana New" w:hAnsi="Angsana New"/>
          <w:szCs w:val="30"/>
        </w:rPr>
        <w:t xml:space="preserve">performing) </w:t>
      </w:r>
      <w:r w:rsidRPr="004B6A18">
        <w:rPr>
          <w:rFonts w:ascii="Angsana New" w:hAnsi="Angsana New"/>
          <w:szCs w:val="30"/>
          <w:cs/>
        </w:rPr>
        <w:t xml:space="preserve">กิจการต้องรับรู้ผลขาดทุนด้านเครดิตที่คาดว่าจะเกิดขึ้นใน </w:t>
      </w:r>
      <w:r w:rsidRPr="004B6A18">
        <w:rPr>
          <w:rFonts w:ascii="Angsana New" w:hAnsi="Angsana New"/>
          <w:szCs w:val="30"/>
        </w:rPr>
        <w:t xml:space="preserve">12 </w:t>
      </w:r>
      <w:r w:rsidRPr="004B6A18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2 (under-performing) </w:t>
      </w:r>
      <w:r w:rsidRPr="004B6A18">
        <w:rPr>
          <w:rFonts w:ascii="Angsana New" w:hAnsi="Angsana New"/>
          <w:szCs w:val="30"/>
          <w:cs/>
        </w:rPr>
        <w:t>เมื่อความเสี่ยงด้านเครดิตเพิ่มขึ้นอย่างมีนัยสำคัญและไม่ได้พิจารณาว่าอยู่ในระดับต่ำ กิจการต้องรับรู้ผลขาดทุนด้านเครดิตที่คาดว่าจะเกิดขึ้นตลอดอายุในกำไรหรือขาดทุน 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4B6A18">
        <w:rPr>
          <w:rFonts w:ascii="Angsana New" w:hAnsi="Angsana New"/>
          <w:szCs w:val="30"/>
        </w:rPr>
        <w:t>1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3 (credit-impaired) </w:t>
      </w:r>
      <w:r w:rsidRPr="004B6A18">
        <w:rPr>
          <w:rFonts w:ascii="Angsana New" w:hAnsi="Angsana New"/>
          <w:szCs w:val="30"/>
          <w:cs/>
        </w:rPr>
        <w:t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กิจการต้องรับรู้ผลขาดทุนด้านเครดิตที่คาดว่าจะเกิดขึ้นตลอดอายุในกำไรหรือขาดทุน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4B6A18">
        <w:rPr>
          <w:rFonts w:ascii="Angsana New" w:hAnsi="Angsana New" w:hint="cs"/>
          <w:szCs w:val="30"/>
          <w:cs/>
        </w:rPr>
        <w:t>จากการด้อยค่า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สำหรับลูกหนี้การค้า</w:t>
      </w:r>
      <w:r w:rsidR="008F5F24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 w:hint="cs"/>
          <w:szCs w:val="30"/>
          <w:cs/>
        </w:rPr>
        <w:t>สินทรัพย์ที่เกิดจากสัญญา กิจการสามารถใช้วิธีการอย่างง่าย</w:t>
      </w:r>
      <w:r w:rsidRPr="004B6A18">
        <w:rPr>
          <w:rFonts w:ascii="Angsana New" w:hAnsi="Angsana New"/>
          <w:szCs w:val="30"/>
        </w:rPr>
        <w:t xml:space="preserve"> (Simplified approach) </w:t>
      </w:r>
      <w:r w:rsidRPr="004B6A18">
        <w:rPr>
          <w:rFonts w:ascii="Angsana New" w:hAnsi="Angsana New" w:hint="cs"/>
          <w:szCs w:val="30"/>
          <w:cs/>
        </w:rPr>
        <w:t>โดย</w:t>
      </w:r>
      <w:r w:rsidRPr="004B6A18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4B6A18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สำหรับสินทรัพย์ทางการเงินที่ถูกพิจารณาในขั้นที่ 1 ขั้นที่ 2 และขั้นที่ 3 ตามที่กล่าวถึงข้างต้น ทั้งนี้ ในการพิจารณาและวัดมูลค่า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4B6A18">
        <w:rPr>
          <w:rFonts w:ascii="Angsana New" w:hAnsi="Angsana New" w:hint="cs"/>
          <w:szCs w:val="30"/>
          <w:cs/>
        </w:rPr>
        <w:t>สำหรับทั้งวิธีการทั่วไปและวิธีการอย่างง่าย กิจการต้องนำข้อมูล</w:t>
      </w:r>
      <w:r w:rsidRPr="004B6A18">
        <w:rPr>
          <w:rFonts w:ascii="Angsana New" w:hAnsi="Angsana New"/>
          <w:szCs w:val="30"/>
          <w:cs/>
        </w:rPr>
        <w:t>ผลขาดทุนด้านเครดิต</w:t>
      </w:r>
      <w:r w:rsidRPr="004B6A18">
        <w:rPr>
          <w:rFonts w:ascii="Angsana New" w:hAnsi="Angsana New" w:hint="cs"/>
          <w:szCs w:val="30"/>
          <w:cs/>
        </w:rPr>
        <w:t>ในอดีต (</w:t>
      </w:r>
      <w:r w:rsidRPr="004B6A18">
        <w:rPr>
          <w:rFonts w:ascii="Angsana New" w:hAnsi="Angsana New"/>
          <w:szCs w:val="30"/>
        </w:rPr>
        <w:t>Historical credit loss</w:t>
      </w:r>
      <w:r w:rsidRPr="004B6A18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</w:t>
      </w:r>
      <w:r w:rsidR="005716AC">
        <w:rPr>
          <w:rFonts w:ascii="Angsana New" w:hAnsi="Angsana New" w:hint="cs"/>
          <w:szCs w:val="30"/>
          <w:cs/>
        </w:rPr>
        <w:t>ใน</w:t>
      </w:r>
      <w:r w:rsidRPr="004B6A18">
        <w:rPr>
          <w:rFonts w:ascii="Angsana New" w:hAnsi="Angsana New" w:hint="cs"/>
          <w:szCs w:val="30"/>
          <w:cs/>
        </w:rPr>
        <w:t>อนาคต</w:t>
      </w:r>
      <w:r w:rsidRPr="004B6A18">
        <w:rPr>
          <w:rFonts w:ascii="Angsana New" w:hAnsi="Angsana New"/>
          <w:szCs w:val="30"/>
        </w:rPr>
        <w:t xml:space="preserve"> (Forward-looking information)</w:t>
      </w:r>
      <w:r w:rsidRPr="004B6A18">
        <w:rPr>
          <w:rFonts w:ascii="Angsana New" w:hAnsi="Angsana New" w:hint="cs"/>
          <w:szCs w:val="30"/>
          <w:cs/>
        </w:rPr>
        <w:t xml:space="preserve"> 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4B6A18">
        <w:rPr>
          <w:rFonts w:ascii="Angsana New" w:hAnsi="Angsana New" w:hint="cs"/>
          <w:szCs w:val="30"/>
          <w:cs/>
        </w:rPr>
        <w:t xml:space="preserve"> ทั้งนี้ 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</w:rPr>
        <w:t xml:space="preserve">9 </w:t>
      </w:r>
      <w:r w:rsidRPr="004B6A18">
        <w:rPr>
          <w:rFonts w:ascii="Angsana New" w:hAnsi="Angsana New"/>
          <w:szCs w:val="30"/>
          <w:cs/>
        </w:rPr>
        <w:t>ได้ระบุความสัมพันธ์ของการป้องกันความเสี่ยง</w:t>
      </w:r>
      <w:r w:rsidRPr="004B6A18">
        <w:rPr>
          <w:rFonts w:ascii="Angsana New" w:hAnsi="Angsana New" w:hint="cs"/>
          <w:szCs w:val="30"/>
          <w:cs/>
        </w:rPr>
        <w:t>และวิธีการทางบัญชีที่เกี่ยวข้องออก</w:t>
      </w:r>
      <w:r w:rsidRPr="004B6A18">
        <w:rPr>
          <w:rFonts w:ascii="Angsana New" w:hAnsi="Angsana New"/>
          <w:szCs w:val="30"/>
          <w:cs/>
        </w:rPr>
        <w:t xml:space="preserve">เป็น </w:t>
      </w:r>
      <w:r w:rsidRPr="004B6A18">
        <w:rPr>
          <w:rFonts w:ascii="Angsana New" w:hAnsi="Angsana New"/>
          <w:szCs w:val="30"/>
        </w:rPr>
        <w:t xml:space="preserve">3 </w:t>
      </w:r>
      <w:r w:rsidRPr="004B6A18">
        <w:rPr>
          <w:rFonts w:ascii="Angsana New" w:hAnsi="Angsana New"/>
          <w:szCs w:val="30"/>
          <w:cs/>
        </w:rPr>
        <w:t>ประเภท</w:t>
      </w:r>
      <w:r w:rsidRPr="004B6A18">
        <w:rPr>
          <w:rFonts w:ascii="Angsana New" w:hAnsi="Angsana New" w:hint="cs"/>
          <w:szCs w:val="30"/>
          <w:cs/>
        </w:rPr>
        <w:t xml:space="preserve">ได้แก่ </w:t>
      </w:r>
      <w:r w:rsidRPr="004B6A18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4B6A18">
        <w:rPr>
          <w:rFonts w:ascii="Angsana New" w:hAnsi="Angsana New"/>
          <w:szCs w:val="30"/>
        </w:rPr>
        <w:t> </w:t>
      </w:r>
      <w:r w:rsidRPr="004B6A18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  <w:r w:rsidRPr="004B6A18">
        <w:rPr>
          <w:rFonts w:ascii="Angsana New" w:hAnsi="Angsana New" w:hint="cs"/>
          <w:szCs w:val="30"/>
          <w:cs/>
        </w:rPr>
        <w:t xml:space="preserve"> ซึ่งในส่วนของ</w:t>
      </w:r>
      <w:r w:rsidRPr="004B6A18">
        <w:rPr>
          <w:rFonts w:ascii="Angsana New" w:hAnsi="Angsana New"/>
          <w:szCs w:val="30"/>
          <w:cs/>
        </w:rPr>
        <w:t>การบัญชีป้องกันความเสี่ยง</w:t>
      </w:r>
      <w:r w:rsidRPr="004B6A18">
        <w:rPr>
          <w:rFonts w:ascii="Angsana New" w:hAnsi="Angsana New" w:hint="cs"/>
          <w:szCs w:val="30"/>
          <w:cs/>
        </w:rPr>
        <w:t>นี้ไม่มีผลกระทบที่เป็นสาระสำคัญต่อบริษัท</w:t>
      </w:r>
    </w:p>
    <w:p w:rsidR="002C71E5" w:rsidRPr="002C71E5" w:rsidRDefault="002C71E5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DE4EEE" w:rsidRDefault="00DE4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Cs w:val="30"/>
          <w:cs/>
        </w:rPr>
        <w:br w:type="page"/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lastRenderedPageBreak/>
        <w:t xml:space="preserve">ทั้งนี้ 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9</w:t>
      </w:r>
      <w:r w:rsidRPr="004B6A18">
        <w:rPr>
          <w:rFonts w:ascii="Angsana New" w:hAnsi="Angsana New" w:hint="cs"/>
          <w:szCs w:val="30"/>
          <w:cs/>
        </w:rPr>
        <w:t xml:space="preserve"> ส่งผลกระทบให้บริษัท</w:t>
      </w:r>
      <w:r w:rsidR="00E03ACB">
        <w:rPr>
          <w:rFonts w:ascii="Angsana New" w:hAnsi="Angsana New" w:hint="cs"/>
          <w:szCs w:val="30"/>
          <w:cs/>
        </w:rPr>
        <w:t>และบริษัทย่อย</w:t>
      </w:r>
      <w:r w:rsidRPr="004B6A18">
        <w:rPr>
          <w:rFonts w:ascii="Angsana New" w:hAnsi="Angsana New" w:hint="cs"/>
          <w:szCs w:val="30"/>
          <w:cs/>
        </w:rPr>
        <w:t>ต้อง</w:t>
      </w:r>
      <w:r w:rsidRPr="004B6A18">
        <w:rPr>
          <w:rFonts w:ascii="Angsana New" w:hAnsi="Angsana New"/>
          <w:szCs w:val="30"/>
          <w:cs/>
        </w:rPr>
        <w:t>จัดประเภท</w:t>
      </w:r>
      <w:r w:rsidRPr="004B6A18">
        <w:rPr>
          <w:rFonts w:ascii="Angsana New" w:hAnsi="Angsana New" w:hint="cs"/>
          <w:szCs w:val="30"/>
          <w:cs/>
        </w:rPr>
        <w:t>รายการ</w:t>
      </w:r>
      <w:r w:rsidRPr="004B6A18">
        <w:rPr>
          <w:rFonts w:ascii="Angsana New" w:hAnsi="Angsana New"/>
          <w:szCs w:val="30"/>
          <w:cs/>
        </w:rPr>
        <w:t>และวัดมูลค่าสินทรัพย์ทางการเงิน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>ในงบแสดงฐานะการเงินสำหรับแต่ละสิ้นงวดในปี 2563 ใหม่ รวมถึงต้องรับรู้การด้อยค่าสำหรับผลขาดทุนด้านเครดิตที่คาดว่าจะเกิดขึ้น</w:t>
      </w:r>
      <w:r w:rsidRPr="004B6A18">
        <w:rPr>
          <w:rFonts w:ascii="Angsana New" w:hAnsi="Angsana New"/>
          <w:szCs w:val="30"/>
          <w:cs/>
        </w:rPr>
        <w:t>ของสินทรัพย์ทางการเงิน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ตามแนวทางที่กล่าวข้างต้น ซึ่งสรุปโดยสังเขปได้ดังนี้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4B6A18">
        <w:rPr>
          <w:rFonts w:ascii="Angsana New" w:hAnsi="Angsana New"/>
          <w:i/>
          <w:iCs/>
          <w:szCs w:val="30"/>
          <w:cs/>
        </w:rPr>
        <w:t>การ</w:t>
      </w:r>
      <w:r w:rsidRPr="004B6A18">
        <w:rPr>
          <w:rFonts w:ascii="Angsana New" w:hAnsi="Angsana New" w:hint="cs"/>
          <w:i/>
          <w:iCs/>
          <w:szCs w:val="30"/>
          <w:cs/>
        </w:rPr>
        <w:t>จัดประเภท</w:t>
      </w:r>
      <w:r w:rsidRPr="004B6A18">
        <w:rPr>
          <w:rFonts w:ascii="Angsana New" w:hAnsi="Angsana New"/>
          <w:i/>
          <w:iCs/>
          <w:szCs w:val="30"/>
          <w:cs/>
        </w:rPr>
        <w:t>รายการและการวัดมูลค่า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830B08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08663D" w:rsidRPr="004B6A18" w:rsidRDefault="0008663D" w:rsidP="0008663D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:rsidR="0008663D" w:rsidRPr="004B6A18" w:rsidRDefault="0008663D" w:rsidP="0008663D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:rsidR="002C71E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</w:t>
      </w:r>
      <w:r w:rsidR="00830B08">
        <w:rPr>
          <w:rFonts w:ascii="Angsana New" w:hAnsi="Angsana New" w:hint="cs"/>
          <w:szCs w:val="30"/>
          <w:cs/>
        </w:rPr>
        <w:t>การค้า</w:t>
      </w:r>
    </w:p>
    <w:p w:rsidR="00830B08" w:rsidRPr="00830B08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ลูกหนี้อื่น</w:t>
      </w:r>
      <w:r>
        <w:rPr>
          <w:rFonts w:ascii="Angsana New" w:hAnsi="Angsana New" w:hint="cs"/>
          <w:szCs w:val="30"/>
          <w:cs/>
        </w:rPr>
        <w:t>ๆ (รวมถึงเงินทดรองจ่ายและเงินมัดจำหรือเงินประกันที่ขอคืนได้)</w:t>
      </w:r>
    </w:p>
    <w:p w:rsidR="005305D0" w:rsidRDefault="005305D0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5305D0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>
        <w:rPr>
          <w:rFonts w:ascii="Angsana New" w:hAnsi="Angsana New" w:hint="cs"/>
          <w:szCs w:val="30"/>
          <w:cs/>
        </w:rPr>
        <w:t xml:space="preserve"> - ไม่มี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4B6A18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2C71E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เงินลงทุนชั่วคราว</w:t>
      </w:r>
    </w:p>
    <w:p w:rsidR="00C114E3" w:rsidRPr="00C114E3" w:rsidRDefault="00C114E3" w:rsidP="00C114E3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เงินลงทุน</w:t>
      </w:r>
      <w:r w:rsidRPr="0008663D">
        <w:rPr>
          <w:rFonts w:ascii="Angsana New" w:hAnsi="Angsana New"/>
          <w:szCs w:val="30"/>
          <w:cs/>
        </w:rPr>
        <w:t>ในกองทุนรวมที่อยู่ระหว่างการชำระบัญชี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830B08" w:rsidRPr="003F7DD5" w:rsidRDefault="002C71E5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:rsidR="00830B08" w:rsidRPr="003F7DD5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เจ้าหนี้การค้า</w:t>
      </w:r>
    </w:p>
    <w:p w:rsidR="00830B08" w:rsidRPr="003F7DD5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เจ้าหนี้อื่นๆ (รวมถึง</w:t>
      </w:r>
      <w:r w:rsidR="005A5FA4" w:rsidRPr="003F7DD5">
        <w:rPr>
          <w:rFonts w:ascii="Angsana New" w:hAnsi="Angsana New" w:hint="cs"/>
          <w:szCs w:val="30"/>
          <w:cs/>
        </w:rPr>
        <w:t>รายการ</w:t>
      </w:r>
      <w:r w:rsidRPr="003F7DD5">
        <w:rPr>
          <w:rFonts w:ascii="Angsana New" w:hAnsi="Angsana New" w:hint="cs"/>
          <w:szCs w:val="30"/>
          <w:cs/>
        </w:rPr>
        <w:t>ค้างจ่าย</w:t>
      </w:r>
      <w:r w:rsidR="005A5FA4" w:rsidRPr="003F7DD5">
        <w:rPr>
          <w:rFonts w:ascii="Angsana New" w:hAnsi="Angsana New" w:hint="cs"/>
          <w:szCs w:val="30"/>
          <w:cs/>
        </w:rPr>
        <w:t>ต่างๆ</w:t>
      </w:r>
      <w:r w:rsidRPr="003F7DD5">
        <w:rPr>
          <w:rFonts w:ascii="Angsana New" w:hAnsi="Angsana New" w:hint="cs"/>
          <w:szCs w:val="30"/>
          <w:cs/>
        </w:rPr>
        <w:t>)</w:t>
      </w:r>
    </w:p>
    <w:p w:rsidR="002C71E5" w:rsidRPr="003F7DD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เงินกู้ยืมระยะ</w:t>
      </w:r>
      <w:r w:rsidRPr="003F7DD5">
        <w:rPr>
          <w:rFonts w:ascii="Angsana New" w:hAnsi="Angsana New" w:hint="cs"/>
          <w:szCs w:val="30"/>
          <w:cs/>
        </w:rPr>
        <w:t>ยาว</w:t>
      </w:r>
    </w:p>
    <w:p w:rsidR="002C71E5" w:rsidRPr="003F7DD5" w:rsidRDefault="00830B08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หนี้สิน</w:t>
      </w:r>
      <w:r w:rsidRPr="003F7DD5">
        <w:rPr>
          <w:rFonts w:ascii="Angsana New" w:hAnsi="Angsana New" w:hint="cs"/>
          <w:szCs w:val="30"/>
          <w:cs/>
        </w:rPr>
        <w:t>ตาม</w:t>
      </w:r>
      <w:r w:rsidRPr="003F7DD5">
        <w:rPr>
          <w:rFonts w:ascii="Angsana New" w:hAnsi="Angsana New"/>
          <w:szCs w:val="30"/>
          <w:cs/>
        </w:rPr>
        <w:t>สัญญาเช่า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3F7DD5">
        <w:rPr>
          <w:rFonts w:ascii="Angsana New" w:hAnsi="Angsana New"/>
          <w:szCs w:val="30"/>
          <w:cs/>
        </w:rPr>
        <w:t>ยุติธรรมผ่านกำไรหรือขาดทุน</w:t>
      </w:r>
      <w:r w:rsidR="00830B08" w:rsidRPr="003F7DD5">
        <w:rPr>
          <w:rFonts w:ascii="Angsana New" w:hAnsi="Angsana New" w:hint="cs"/>
          <w:szCs w:val="30"/>
          <w:cs/>
        </w:rPr>
        <w:t xml:space="preserve"> </w:t>
      </w:r>
      <w:r w:rsidR="005305D0" w:rsidRPr="003F7DD5">
        <w:rPr>
          <w:rFonts w:ascii="Angsana New" w:hAnsi="Angsana New" w:hint="cs"/>
          <w:szCs w:val="30"/>
          <w:cs/>
        </w:rPr>
        <w:t>-</w:t>
      </w:r>
      <w:r w:rsidR="00830B08" w:rsidRPr="003F7DD5">
        <w:rPr>
          <w:rFonts w:ascii="Angsana New" w:hAnsi="Angsana New" w:hint="cs"/>
          <w:szCs w:val="30"/>
          <w:cs/>
        </w:rPr>
        <w:t xml:space="preserve"> ไม่มี</w:t>
      </w:r>
    </w:p>
    <w:p w:rsidR="00830B08" w:rsidRDefault="00830B08" w:rsidP="00B31D4F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 xml:space="preserve">ณ วันที่ 31 ธันวาคม 2562 ไม่มีผลกระทบที่เป็นสาระสำคัญจากการวัดมูลค่าสินทรัพย์ทางการเงินและหนี้สินทางการเงินตามแนวทางข้างต้น นอกจากนี้ </w:t>
      </w:r>
      <w:r w:rsidRPr="004B6A18">
        <w:rPr>
          <w:rFonts w:ascii="Angsana New" w:hAnsi="Angsana New"/>
          <w:szCs w:val="30"/>
          <w:cs/>
        </w:rPr>
        <w:t>ไม่มีการปรับตัวเลขของข้อมูลเปรียบเทียบงวดก่อนๆ ใหม่</w:t>
      </w:r>
      <w:r w:rsidRPr="004B6A18">
        <w:rPr>
          <w:rFonts w:ascii="Angsana New" w:hAnsi="Angsana New" w:hint="cs"/>
          <w:szCs w:val="30"/>
          <w:cs/>
        </w:rPr>
        <w:t>ในส่วนของ</w:t>
      </w:r>
      <w:r w:rsidRPr="004B6A18">
        <w:rPr>
          <w:rFonts w:ascii="Angsana New" w:hAnsi="Angsana New"/>
          <w:szCs w:val="30"/>
          <w:cs/>
        </w:rPr>
        <w:t>การจัดประเภทรายการและการวัดมูลค่าเนื่องจากบริษัทใช้ทางเลือกการปรับปรุงย้อนหลังโดยรับรู้ผลกระทบสะสมจากการนำ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>9</w:t>
      </w:r>
      <w:r w:rsidRPr="004B6A18">
        <w:rPr>
          <w:rFonts w:ascii="Angsana New" w:hAnsi="Angsana New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Default="00A44D19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9F3773" w:rsidRDefault="009F37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Cs w:val="30"/>
          <w:cs/>
        </w:rPr>
        <w:br w:type="page"/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4B6A18">
        <w:rPr>
          <w:rFonts w:ascii="Angsana New" w:hAnsi="Angsana New" w:hint="cs"/>
          <w:i/>
          <w:iCs/>
          <w:szCs w:val="30"/>
          <w:cs/>
        </w:rPr>
        <w:lastRenderedPageBreak/>
        <w:t>การด้อยค่า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ในส่วนของลูกหนี้ต่างๆ</w:t>
      </w:r>
      <w:r w:rsidR="00D61322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 xml:space="preserve">บริษัทมีการจัดกลุ่มประชากรโดยให้ความสำคัญไปที่ข้อมูลยอดคงค้างตามอายุหนี้ </w:t>
      </w:r>
      <w:r w:rsidRPr="004B6A18">
        <w:rPr>
          <w:rFonts w:ascii="Angsana New" w:hAnsi="Angsana New"/>
          <w:szCs w:val="30"/>
        </w:rPr>
        <w:t>(Aging balance information)</w:t>
      </w:r>
      <w:r w:rsidRPr="004B6A18">
        <w:rPr>
          <w:rFonts w:ascii="Angsana New" w:hAnsi="Angsana New" w:hint="cs"/>
          <w:szCs w:val="30"/>
          <w:cs/>
        </w:rPr>
        <w:t xml:space="preserve"> โดยมีการจัดเก็บข้อมูลย้อนหลังสำหรับ </w:t>
      </w:r>
      <w:r w:rsidRPr="004B6A18">
        <w:rPr>
          <w:rFonts w:ascii="Angsana New" w:hAnsi="Angsana New"/>
          <w:szCs w:val="30"/>
        </w:rPr>
        <w:t xml:space="preserve">Historical credit loss </w:t>
      </w:r>
      <w:r w:rsidRPr="004B6A18">
        <w:rPr>
          <w:rFonts w:ascii="Angsana New" w:hAnsi="Angsana New" w:hint="cs"/>
          <w:szCs w:val="30"/>
          <w:cs/>
        </w:rPr>
        <w:t>อย่างไรก็ดี บริษัทใช้ข้อผ่อนปรนบางประการของ</w:t>
      </w:r>
      <w:r w:rsidRPr="004B6A18">
        <w:rPr>
          <w:rFonts w:ascii="Angsana New" w:hAnsi="Angsana New"/>
          <w:szCs w:val="30"/>
          <w:cs/>
        </w:rPr>
        <w:t xml:space="preserve">แนวปฏิบัติทางการบัญชีเรื่อง </w:t>
      </w:r>
      <w:r w:rsidRPr="004B6A18">
        <w:rPr>
          <w:rFonts w:ascii="Angsana New" w:hAnsi="Angsana New"/>
          <w:szCs w:val="30"/>
        </w:rPr>
        <w:t>“</w:t>
      </w:r>
      <w:r w:rsidRPr="004B6A18">
        <w:rPr>
          <w:rFonts w:ascii="Angsana New" w:hAnsi="Angsana New"/>
          <w:szCs w:val="30"/>
          <w:cs/>
        </w:rPr>
        <w:t>มาตรการผ่อนปรนชั่วคราวส</w:t>
      </w:r>
      <w:r w:rsidRPr="004B6A18">
        <w:rPr>
          <w:rFonts w:ascii="Angsana New" w:hAnsi="Angsana New" w:hint="cs"/>
          <w:szCs w:val="30"/>
          <w:cs/>
        </w:rPr>
        <w:t>ำ</w:t>
      </w:r>
      <w:r w:rsidRPr="004B6A18">
        <w:rPr>
          <w:rFonts w:ascii="Angsana New" w:hAnsi="Angsana New"/>
          <w:szCs w:val="30"/>
          <w:cs/>
        </w:rPr>
        <w:t>หรับทางเลือกเพิ่มเติมทางบัญชีเพื่อรองรับผลกระทบจากสถานการณ์การแพร่ระบาดของโรคติดเชื้อไวรัสโ</w:t>
      </w:r>
      <w:r w:rsidRPr="004B6A18">
        <w:rPr>
          <w:rFonts w:ascii="Angsana New" w:hAnsi="Angsana New" w:hint="cs"/>
          <w:szCs w:val="30"/>
          <w:cs/>
        </w:rPr>
        <w:t>ค</w:t>
      </w:r>
      <w:r w:rsidRPr="004B6A18">
        <w:rPr>
          <w:rFonts w:ascii="Angsana New" w:hAnsi="Angsana New"/>
          <w:szCs w:val="30"/>
          <w:cs/>
        </w:rPr>
        <w:t xml:space="preserve">โรนา </w:t>
      </w:r>
      <w:r w:rsidRPr="004B6A18">
        <w:rPr>
          <w:rFonts w:ascii="Angsana New" w:hAnsi="Angsana New"/>
          <w:szCs w:val="30"/>
        </w:rPr>
        <w:t>2019 (COVID-19)”</w:t>
      </w:r>
      <w:r w:rsidRPr="004B6A18">
        <w:rPr>
          <w:rFonts w:ascii="Angsana New" w:hAnsi="Angsana New" w:hint="cs"/>
          <w:szCs w:val="30"/>
          <w:cs/>
        </w:rPr>
        <w:t xml:space="preserve"> ซึ่งออกโดย</w:t>
      </w:r>
      <w:r w:rsidR="00761FC3">
        <w:rPr>
          <w:rFonts w:ascii="Angsana New" w:hAnsi="Angsana New" w:hint="cs"/>
          <w:szCs w:val="30"/>
          <w:cs/>
        </w:rPr>
        <w:t>สภาวิชาชีพ</w:t>
      </w:r>
      <w:r w:rsidR="0071512D">
        <w:rPr>
          <w:rFonts w:ascii="Angsana New" w:hAnsi="Angsana New" w:hint="cs"/>
          <w:szCs w:val="30"/>
          <w:cs/>
        </w:rPr>
        <w:t>บัญชี</w:t>
      </w:r>
      <w:r w:rsidRPr="004B6A18">
        <w:rPr>
          <w:rFonts w:ascii="Angsana New" w:hAnsi="Angsana New"/>
          <w:szCs w:val="30"/>
          <w:cs/>
        </w:rPr>
        <w:t xml:space="preserve">ในเดือนเมษายน </w:t>
      </w:r>
      <w:r w:rsidRPr="004B6A18">
        <w:rPr>
          <w:rFonts w:ascii="Angsana New" w:hAnsi="Angsana New"/>
          <w:szCs w:val="30"/>
        </w:rPr>
        <w:t xml:space="preserve">2563 </w:t>
      </w:r>
      <w:r w:rsidRPr="004B6A18">
        <w:rPr>
          <w:rFonts w:ascii="Angsana New" w:hAnsi="Angsana New" w:hint="cs"/>
          <w:szCs w:val="30"/>
          <w:cs/>
        </w:rPr>
        <w:t>ในส่วนของการไม่ต้องนำ</w:t>
      </w:r>
      <w:r w:rsidRPr="004B6A18">
        <w:rPr>
          <w:rFonts w:ascii="Angsana New" w:hAnsi="Angsana New"/>
          <w:szCs w:val="30"/>
        </w:rPr>
        <w:t xml:space="preserve"> Forward-looking information </w:t>
      </w:r>
      <w:r w:rsidRPr="004B6A18">
        <w:rPr>
          <w:rFonts w:ascii="Angsana New" w:hAnsi="Angsana New"/>
          <w:szCs w:val="30"/>
          <w:cs/>
        </w:rPr>
        <w:t>มาประกอบ</w:t>
      </w:r>
      <w:r w:rsidR="003D3CCB">
        <w:rPr>
          <w:rFonts w:ascii="Angsana New" w:hAnsi="Angsana New" w:hint="cs"/>
          <w:szCs w:val="30"/>
          <w:cs/>
        </w:rPr>
        <w:t>สำหรับสินทรัพย์ที่ใช้วิธีการอย่างง่าย</w:t>
      </w:r>
      <w:r w:rsidRPr="004B6A18">
        <w:rPr>
          <w:rFonts w:ascii="Angsana New" w:hAnsi="Angsana New" w:hint="cs"/>
          <w:szCs w:val="30"/>
          <w:cs/>
        </w:rPr>
        <w:t>ใน</w:t>
      </w:r>
      <w:r w:rsidRPr="004B6A18">
        <w:rPr>
          <w:rFonts w:ascii="Angsana New" w:hAnsi="Angsana New"/>
          <w:szCs w:val="30"/>
          <w:cs/>
        </w:rPr>
        <w:t>การพิจารณาและ</w:t>
      </w:r>
      <w:r w:rsidRPr="004B6A18">
        <w:rPr>
          <w:rFonts w:ascii="Angsana New" w:hAnsi="Angsana New" w:hint="cs"/>
          <w:szCs w:val="30"/>
          <w:cs/>
        </w:rPr>
        <w:t>วัดมูลค่า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</w:p>
    <w:p w:rsidR="00A44D19" w:rsidRDefault="00A44D19" w:rsidP="00A44D19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Default="00A44D19" w:rsidP="00A44D19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ในส่วนของเงินลงทุน</w:t>
      </w:r>
      <w:r w:rsidR="00C505F1">
        <w:rPr>
          <w:rFonts w:ascii="Angsana New" w:hAnsi="Angsana New" w:hint="cs"/>
          <w:szCs w:val="30"/>
          <w:cs/>
        </w:rPr>
        <w:t>ชั่วคราว</w:t>
      </w:r>
      <w:r>
        <w:rPr>
          <w:rFonts w:ascii="Angsana New" w:hAnsi="Angsana New"/>
          <w:szCs w:val="30"/>
          <w:cs/>
        </w:rPr>
        <w:t>ในกองทุนรวมที่อยู่ระหว่างการชำระบัญชีซึ่งไม่อยู่</w:t>
      </w:r>
      <w:r w:rsidR="008D66AC">
        <w:rPr>
          <w:rFonts w:ascii="Angsana New" w:hAnsi="Angsana New"/>
          <w:szCs w:val="30"/>
          <w:cs/>
        </w:rPr>
        <w:t>ในความต้องการของตลาด ณ วันที่ 3</w:t>
      </w:r>
      <w:r w:rsidR="008D66AC">
        <w:rPr>
          <w:rFonts w:ascii="Angsana New" w:hAnsi="Angsana New"/>
          <w:szCs w:val="30"/>
        </w:rPr>
        <w:t>0</w:t>
      </w:r>
      <w:r w:rsidR="008D66AC">
        <w:rPr>
          <w:rFonts w:ascii="Angsana New" w:hAnsi="Angsana New"/>
          <w:szCs w:val="30"/>
          <w:cs/>
        </w:rPr>
        <w:t xml:space="preserve"> </w:t>
      </w:r>
      <w:r w:rsidR="00164ED7" w:rsidRPr="00164ED7">
        <w:rPr>
          <w:rFonts w:ascii="Angsana New" w:hAnsi="Angsana New" w:hint="cs"/>
          <w:szCs w:val="30"/>
          <w:cs/>
        </w:rPr>
        <w:t>กันยา</w:t>
      </w:r>
      <w:r w:rsidR="008D66AC" w:rsidRPr="00164ED7">
        <w:rPr>
          <w:rFonts w:ascii="Angsana New" w:hAnsi="Angsana New" w:hint="cs"/>
          <w:szCs w:val="30"/>
          <w:cs/>
        </w:rPr>
        <w:t>ยน</w:t>
      </w:r>
      <w:r>
        <w:rPr>
          <w:rFonts w:ascii="Angsana New" w:hAnsi="Angsana New"/>
          <w:szCs w:val="30"/>
          <w:cs/>
        </w:rPr>
        <w:t xml:space="preserve"> 2563 บริษัทใช้ข้อผ่อนปรนบางประการของแนวปฏิบัติทางการบัญชีเรื่อง 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>
        <w:rPr>
          <w:rFonts w:ascii="Angsana New" w:hAnsi="Angsana New"/>
          <w:szCs w:val="30"/>
        </w:rPr>
        <w:t>2019 (COVID-19)”</w:t>
      </w:r>
      <w:r>
        <w:rPr>
          <w:rFonts w:ascii="Angsana New" w:hAnsi="Angsana New" w:hint="cs"/>
          <w:szCs w:val="30"/>
          <w:cs/>
        </w:rPr>
        <w:t xml:space="preserve"> ซึ่งออกโดยสภาวิชาชีพบัญชีในเดือนเมษายน </w:t>
      </w:r>
      <w:r>
        <w:rPr>
          <w:rFonts w:ascii="Angsana New" w:hAnsi="Angsana New"/>
          <w:szCs w:val="30"/>
        </w:rPr>
        <w:t xml:space="preserve">2563 </w:t>
      </w:r>
      <w:r>
        <w:rPr>
          <w:rFonts w:ascii="Angsana New" w:hAnsi="Angsana New" w:hint="cs"/>
          <w:szCs w:val="30"/>
          <w:cs/>
        </w:rPr>
        <w:t>ในส่วนของการที่บริษัทสามารถวัดมูลค่าเงินลงทุนดังกล่าวด้วยมูลค่ายุติธรรม ณ วันที่ 1 มกราคม 2563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  <w:cs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4B6A18">
        <w:rPr>
          <w:rFonts w:ascii="Angsana New" w:hAnsi="Angsana New" w:hint="cs"/>
          <w:szCs w:val="30"/>
          <w:cs/>
        </w:rPr>
        <w:t>ณ วันที่ 31 ธันวาคม 2562 ผลกระทบจากการด้อยค่าสำหรับ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4B6A18">
        <w:rPr>
          <w:rFonts w:ascii="Angsana New" w:hAnsi="Angsana New" w:hint="cs"/>
          <w:szCs w:val="30"/>
          <w:cs/>
        </w:rPr>
        <w:t xml:space="preserve">ของบัญชี </w:t>
      </w:r>
      <w:r w:rsidRPr="00B31D4F">
        <w:rPr>
          <w:rFonts w:ascii="Angsana New" w:hAnsi="Angsana New"/>
          <w:szCs w:val="30"/>
        </w:rPr>
        <w:t>“</w:t>
      </w:r>
      <w:r w:rsidR="00854C9C">
        <w:rPr>
          <w:rFonts w:ascii="Angsana New" w:hAnsi="Angsana New" w:hint="cs"/>
          <w:szCs w:val="30"/>
          <w:cs/>
        </w:rPr>
        <w:t>ลูกหนี้การค้า</w:t>
      </w:r>
      <w:r w:rsidRPr="00B31D4F">
        <w:rPr>
          <w:rFonts w:ascii="Angsana New" w:hAnsi="Angsana New"/>
          <w:szCs w:val="30"/>
        </w:rPr>
        <w:t>”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>เพิ่มขึ้น</w:t>
      </w:r>
      <w:r w:rsidR="00761FC3">
        <w:rPr>
          <w:rFonts w:ascii="Angsana New" w:hAnsi="Angsana New" w:hint="cs"/>
          <w:szCs w:val="30"/>
          <w:cs/>
        </w:rPr>
        <w:t xml:space="preserve">เป็นจำนวนเงินประมาณ 1.1 </w:t>
      </w:r>
      <w:proofErr w:type="gramStart"/>
      <w:r w:rsidR="00761FC3">
        <w:rPr>
          <w:rFonts w:ascii="Angsana New" w:hAnsi="Angsana New" w:hint="cs"/>
          <w:szCs w:val="30"/>
          <w:cs/>
        </w:rPr>
        <w:t>ล้านบาท</w:t>
      </w:r>
      <w:r w:rsidR="00CA608A">
        <w:rPr>
          <w:rFonts w:ascii="Angsana New" w:hAnsi="Angsana New" w:hint="cs"/>
          <w:szCs w:val="30"/>
          <w:cs/>
        </w:rPr>
        <w:t>จากยอดเดิมที่เคย</w:t>
      </w:r>
      <w:r w:rsidRPr="004B6A18">
        <w:rPr>
          <w:rFonts w:ascii="Angsana New" w:hAnsi="Angsana New" w:hint="cs"/>
          <w:szCs w:val="30"/>
          <w:cs/>
        </w:rPr>
        <w:t>รายงานไว้</w:t>
      </w:r>
      <w:r w:rsidR="00B31D4F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 xml:space="preserve"> ซึ่ง</w:t>
      </w:r>
      <w:r w:rsidRPr="004B6A18">
        <w:rPr>
          <w:rFonts w:ascii="Angsana New" w:hAnsi="Angsana New" w:hint="cs"/>
          <w:szCs w:val="30"/>
          <w:cs/>
        </w:rPr>
        <w:t>ไม่มีการปรับตัวเลขของข้อมูลเปรียบเทียบงวดก่อนๆ</w:t>
      </w:r>
      <w:proofErr w:type="gramEnd"/>
      <w:r w:rsidRPr="004B6A18">
        <w:rPr>
          <w:rFonts w:ascii="Angsana New" w:hAnsi="Angsana New" w:hint="cs"/>
          <w:szCs w:val="30"/>
          <w:cs/>
        </w:rPr>
        <w:t xml:space="preserve"> ใหม่เนื่องจากบริษัทใช้ทางเลือกการปรับปรุงย้อนหลังโดยรับรู้ผลกระทบสะสมจากการนำ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 xml:space="preserve">9 มาใช้ครั้งแรก ณ วันที่นำมาถือปฏิบัติใช้ครั้งแรก (วันที่ 1 มกราคม 2563) </w:t>
      </w:r>
      <w:r w:rsidR="00761FC3">
        <w:rPr>
          <w:rFonts w:ascii="Angsana New" w:hAnsi="Angsana New" w:hint="cs"/>
          <w:szCs w:val="30"/>
          <w:cs/>
        </w:rPr>
        <w:t>โดยบริษัทรับรู้</w:t>
      </w:r>
      <w:r w:rsidRPr="004B6A18">
        <w:rPr>
          <w:rFonts w:ascii="Angsana New" w:hAnsi="Angsana New" w:hint="cs"/>
          <w:szCs w:val="30"/>
          <w:cs/>
        </w:rPr>
        <w:t>ผลกระทบดังกล่าว</w:t>
      </w:r>
      <w:r w:rsidR="00761FC3">
        <w:rPr>
          <w:rFonts w:ascii="Angsana New" w:hAnsi="Angsana New" w:hint="cs"/>
          <w:szCs w:val="30"/>
          <w:cs/>
        </w:rPr>
        <w:t>ในกำไร</w:t>
      </w:r>
      <w:r w:rsidR="0024322C">
        <w:rPr>
          <w:rFonts w:ascii="Angsana New" w:hAnsi="Angsana New" w:hint="cs"/>
          <w:szCs w:val="30"/>
          <w:cs/>
        </w:rPr>
        <w:t>หรือ</w:t>
      </w:r>
      <w:r w:rsidR="00761FC3">
        <w:rPr>
          <w:rFonts w:ascii="Angsana New" w:hAnsi="Angsana New" w:hint="cs"/>
          <w:szCs w:val="30"/>
          <w:cs/>
        </w:rPr>
        <w:t>ขาดทุนทันที</w:t>
      </w:r>
    </w:p>
    <w:p w:rsidR="0040097C" w:rsidRPr="00DE4EEE" w:rsidRDefault="0040097C" w:rsidP="00DE4EEE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Pr="004B6A18" w:rsidRDefault="00D76007" w:rsidP="00D76007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4B6A18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i/>
          <w:iCs/>
          <w:szCs w:val="30"/>
          <w:u w:val="single"/>
        </w:rPr>
        <w:t xml:space="preserve"> 16</w:t>
      </w:r>
    </w:p>
    <w:p w:rsidR="00D76007" w:rsidRPr="004B6A18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16 </w:t>
      </w:r>
      <w:r w:rsidRPr="004B6A18">
        <w:rPr>
          <w:rFonts w:ascii="Angsana New" w:hAnsi="Angsana New" w:hint="cs"/>
          <w:szCs w:val="30"/>
          <w:cs/>
        </w:rPr>
        <w:t>กำหนดให้ผู้เช่ารับรู้สินทรัพย์สิทธิการใช้และหนี้สินตามสัญญาเช่าสำหรับสัญญาเช่าทุกสัญญาด้วยมูลค่าปัจจุบันหรือกระแสเงินสดคิดลดของจำนวนเงินที่จ่ายตลอดอายุของสัญญาเช่าโดยใช้อัตราคิดลดที่เหมาะสมกับสถานการณ์และกิจการ อย่างไรก็ดี มีข้อยกเว้นให้สำหรับสัญญาเช่าระยะสั้นที่มีระยะเวลาไม่เกิน 12 เดือนหรือสัญญาเช่าซึ่งสินทรัพย์อ้างอิงมีมูลค่าต่ำซึ่งสามารถบันทึกรายจ่ายตามสัญญาเช่าเป็นค่าใช้จ่ายได้ สินทรัพย์สิทธิการใช้ต้องมีการคิดค่าเสื่อมราคาตามวิธีเส้นตรงไปตลอดอายุของสัญญาเช่า ดอกเบี้ยจ่ายรอการตัดบัญชีซึ่งถูกนำไปแสดงยอดสุทธิกับหนี้สินตามสัญญาเช่าจะถูกทยอยตัดจ่ายเป็นต้นทุนทางการเงินตลอดอายุของสัญญาเช่าด้วยวิธีอัตราดอกเบี้ยที่แท้จริง ส่วนการจ่ายชำระหนี้สินตามสัญญาเช่าในแต่ละงวดจะจำแนกออกเป็นส่วนที่เป็นเงินต้นและดอกเบี้ย</w:t>
      </w:r>
    </w:p>
    <w:p w:rsidR="00D76007" w:rsidRPr="007E0FE8" w:rsidRDefault="00D76007" w:rsidP="00D76007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lastRenderedPageBreak/>
        <w:t>ในฝั่งผู้ให้เช่ายังคงต้องจัดประเภทและบันทึกบัญชีเกี่ยวกับสัญญาเช่าโดยจำแนกออกเป็นสัญญาเช่าดำเนินงานและสัญญาเช่าเงินทุน (สัญญาเช่าการเงิน) เช่นเดิม จึงไม่มีการเปลี่ยนแปลงหรือผลกระทบที่เป็นสาระสำคัญในฝั่งผู้ให้เช่า</w:t>
      </w:r>
    </w:p>
    <w:p w:rsidR="00D76007" w:rsidRPr="00C44966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  <w:r w:rsidRPr="00C44966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D87525">
        <w:rPr>
          <w:rFonts w:ascii="Angsana New" w:hAnsi="Angsana New"/>
          <w:szCs w:val="30"/>
        </w:rPr>
        <w:t xml:space="preserve"> 16 </w:t>
      </w:r>
      <w:r w:rsidRPr="00D87525">
        <w:rPr>
          <w:rFonts w:ascii="Angsana New" w:hAnsi="Angsana New" w:hint="cs"/>
          <w:szCs w:val="30"/>
          <w:cs/>
        </w:rPr>
        <w:t>ส่งผลกระทบให้บริษัทต้องบันทึกรับรู้รายการ</w:t>
      </w:r>
      <w:r>
        <w:rPr>
          <w:rFonts w:ascii="Angsana New" w:hAnsi="Angsana New" w:hint="cs"/>
          <w:szCs w:val="30"/>
          <w:cs/>
        </w:rPr>
        <w:t xml:space="preserve">สินทรัพย์สิทธิการใช้ (สินทรัพย์ไม่หมุนเวียน) </w:t>
      </w:r>
      <w:r w:rsidRPr="00D87525">
        <w:rPr>
          <w:rFonts w:ascii="Angsana New" w:hAnsi="Angsana New" w:hint="cs"/>
          <w:szCs w:val="30"/>
          <w:cs/>
        </w:rPr>
        <w:t>และหนี้สินตามสัญญาเช่า</w:t>
      </w:r>
      <w:r w:rsidR="00CA608A">
        <w:rPr>
          <w:rFonts w:ascii="Angsana New" w:hAnsi="Angsana New" w:hint="cs"/>
          <w:szCs w:val="30"/>
          <w:cs/>
        </w:rPr>
        <w:t>พื้นที่และคลังเก็บสินค้า</w:t>
      </w:r>
      <w:r>
        <w:rPr>
          <w:rFonts w:ascii="Angsana New" w:hAnsi="Angsana New" w:hint="cs"/>
          <w:szCs w:val="30"/>
          <w:cs/>
        </w:rPr>
        <w:t xml:space="preserve"> (หนี้สินไม่หมุนเวียน) ซึ่งมีอายุของสัญญาเช่าคงเหลือ ณ </w:t>
      </w:r>
      <w:r w:rsidRPr="00CA608A">
        <w:rPr>
          <w:rFonts w:ascii="Angsana New" w:hAnsi="Angsana New" w:hint="cs"/>
          <w:szCs w:val="30"/>
          <w:cs/>
        </w:rPr>
        <w:t xml:space="preserve">วันที่ 31 ธันวาคม 2562 จำนวน </w:t>
      </w:r>
      <w:r w:rsidR="00CA608A" w:rsidRPr="00CA608A">
        <w:rPr>
          <w:rFonts w:ascii="Angsana New" w:hAnsi="Angsana New" w:hint="cs"/>
          <w:szCs w:val="30"/>
          <w:cs/>
        </w:rPr>
        <w:t>1</w:t>
      </w:r>
      <w:r w:rsidRPr="00CA608A">
        <w:rPr>
          <w:rFonts w:ascii="Angsana New" w:hAnsi="Angsana New"/>
          <w:szCs w:val="30"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 xml:space="preserve">ปี </w:t>
      </w:r>
      <w:r w:rsidR="00CA608A" w:rsidRPr="00CA608A">
        <w:rPr>
          <w:rFonts w:ascii="Angsana New" w:hAnsi="Angsana New" w:hint="cs"/>
          <w:szCs w:val="30"/>
          <w:cs/>
        </w:rPr>
        <w:t>5</w:t>
      </w:r>
      <w:r w:rsidRPr="00CA608A">
        <w:rPr>
          <w:rFonts w:ascii="Angsana New" w:hAnsi="Angsana New"/>
          <w:szCs w:val="30"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>เดือน</w:t>
      </w:r>
      <w:r w:rsidR="00CA608A" w:rsidRPr="00CA608A">
        <w:rPr>
          <w:rFonts w:ascii="Angsana New" w:hAnsi="Angsana New" w:hint="cs"/>
          <w:szCs w:val="30"/>
          <w:cs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>โดยยอดคงเหลือของสินทรัพย์</w:t>
      </w:r>
      <w:r>
        <w:rPr>
          <w:rFonts w:ascii="Angsana New" w:hAnsi="Angsana New" w:hint="cs"/>
          <w:szCs w:val="30"/>
          <w:cs/>
        </w:rPr>
        <w:t>ไม่หมุนเวียนและหนี้สินไม่หมุนเวียนในงบแสดงฐานะการเงิน ณ วันที่ 31 ธันวาคม 2562 เพิ่มขึ้นจากที่เคยรายงาน</w:t>
      </w:r>
      <w:r w:rsidRPr="00CA608A">
        <w:rPr>
          <w:rFonts w:ascii="Angsana New" w:hAnsi="Angsana New" w:hint="cs"/>
          <w:szCs w:val="30"/>
          <w:cs/>
        </w:rPr>
        <w:t xml:space="preserve">ไว้ประมาณ </w:t>
      </w:r>
      <w:r w:rsidR="00CA608A" w:rsidRPr="00CA608A">
        <w:rPr>
          <w:rFonts w:ascii="Angsana New" w:hAnsi="Angsana New" w:hint="cs"/>
          <w:szCs w:val="30"/>
          <w:cs/>
        </w:rPr>
        <w:t>3.5</w:t>
      </w:r>
      <w:r w:rsidRPr="00CA608A">
        <w:rPr>
          <w:rFonts w:ascii="Angsana New" w:hAnsi="Angsana New" w:hint="cs"/>
          <w:szCs w:val="30"/>
          <w:cs/>
        </w:rPr>
        <w:t xml:space="preserve"> </w:t>
      </w:r>
      <w:r w:rsidR="00854C9C">
        <w:rPr>
          <w:rFonts w:ascii="Angsana New" w:hAnsi="Angsana New" w:hint="cs"/>
          <w:szCs w:val="30"/>
          <w:cs/>
        </w:rPr>
        <w:t>ล้าน</w:t>
      </w:r>
      <w:r w:rsidRPr="00CA608A">
        <w:rPr>
          <w:rFonts w:ascii="Angsana New" w:hAnsi="Angsana New" w:hint="cs"/>
          <w:szCs w:val="30"/>
          <w:cs/>
        </w:rPr>
        <w:t xml:space="preserve">บาท </w:t>
      </w:r>
      <w:r w:rsidR="006321A4">
        <w:rPr>
          <w:rFonts w:ascii="Angsana New" w:hAnsi="Angsana New"/>
          <w:szCs w:val="30"/>
          <w:cs/>
        </w:rPr>
        <w:br/>
      </w:r>
      <w:r w:rsidR="001C4638">
        <w:rPr>
          <w:rFonts w:ascii="Angsana New" w:hAnsi="Angsana New" w:hint="cs"/>
          <w:szCs w:val="30"/>
          <w:cs/>
        </w:rPr>
        <w:t xml:space="preserve">(สุทธิจากดอกเบี้ยรอตัดบัญชีประมาณ 0.2 ล้านบาท) </w:t>
      </w:r>
      <w:r w:rsidRPr="00CA608A">
        <w:rPr>
          <w:rFonts w:ascii="Angsana New" w:hAnsi="Angsana New" w:hint="cs"/>
          <w:szCs w:val="30"/>
          <w:cs/>
        </w:rPr>
        <w:t>ส่วน</w:t>
      </w:r>
      <w:r>
        <w:rPr>
          <w:rFonts w:ascii="Angsana New" w:hAnsi="Angsana New" w:hint="cs"/>
          <w:szCs w:val="30"/>
          <w:cs/>
        </w:rPr>
        <w:t>ผลกระทบที่มีต่องบกำไรขาดทุนเบ็ดเสร็จไม่เป็นสาระสำคัญ</w:t>
      </w: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>ทั้งนี้ อัตราดอกเบี้ยเงินกู้ยืมส่วนเพิ่มถัวเฉลี่ยถ่วงน้ำหนักที่บริษัทนำมาใช้การคิดลดกระแสเงินสดเท่ากับร้อย</w:t>
      </w:r>
      <w:r w:rsidRPr="00F404AC">
        <w:rPr>
          <w:rFonts w:ascii="Angsana New" w:hAnsi="Angsana New" w:hint="cs"/>
          <w:szCs w:val="30"/>
          <w:cs/>
        </w:rPr>
        <w:t xml:space="preserve">ละ </w:t>
      </w:r>
      <w:r w:rsidR="00D747AF">
        <w:rPr>
          <w:rFonts w:ascii="Angsana New" w:hAnsi="Angsana New"/>
          <w:szCs w:val="30"/>
        </w:rPr>
        <w:t xml:space="preserve">         </w:t>
      </w:r>
      <w:r w:rsidR="00F404AC" w:rsidRPr="00F404AC">
        <w:rPr>
          <w:rFonts w:ascii="Angsana New" w:hAnsi="Angsana New" w:hint="cs"/>
          <w:szCs w:val="30"/>
          <w:cs/>
        </w:rPr>
        <w:t>6.025</w:t>
      </w:r>
      <w:r w:rsidR="00D747AF">
        <w:rPr>
          <w:rFonts w:ascii="Angsana New" w:hAnsi="Angsana New"/>
          <w:szCs w:val="30"/>
        </w:rPr>
        <w:t>%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 xml:space="preserve">ต่อปี </w:t>
      </w:r>
      <w:r>
        <w:rPr>
          <w:rFonts w:ascii="Angsana New" w:hAnsi="Angsana New" w:hint="cs"/>
          <w:szCs w:val="30"/>
          <w:cs/>
        </w:rPr>
        <w:t>นอกจากนี้ ไม่มีการปรับตัวเลขของข้อมูลเปรียบเทียบงวดก่อนๆ ใหม่เนื่องจากบริษัทใช้ทางเลือกการปรับปรุงย้อนหลังโดยรับรู้ผลกระทบสะสมจากการนำ</w:t>
      </w:r>
      <w:r w:rsidRPr="00C44966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D87525">
        <w:rPr>
          <w:rFonts w:ascii="Angsana New" w:hAnsi="Angsana New"/>
          <w:szCs w:val="30"/>
        </w:rPr>
        <w:t xml:space="preserve"> 16</w:t>
      </w:r>
      <w:r>
        <w:rPr>
          <w:rFonts w:ascii="Angsana New" w:hAnsi="Angsana New" w:hint="cs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40097C" w:rsidRPr="000C17B3" w:rsidRDefault="0040097C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  <w:highlight w:val="yellow"/>
        </w:rPr>
      </w:pPr>
    </w:p>
    <w:p w:rsidR="009D0AD5" w:rsidRPr="00E401C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401CC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0C17B3" w:rsidRPr="00E401CC" w:rsidRDefault="000C17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00A5A" w:rsidRPr="00424177" w:rsidRDefault="000C17B3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CA608A">
        <w:rPr>
          <w:rFonts w:ascii="Angsana New" w:hAnsi="Angsana New"/>
          <w:sz w:val="30"/>
          <w:szCs w:val="30"/>
          <w:cs/>
        </w:rPr>
        <w:t>บริษัท</w:t>
      </w:r>
      <w:r w:rsidR="00EF6BE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CA608A">
        <w:rPr>
          <w:rFonts w:ascii="Angsana New" w:hAnsi="Angsana New"/>
          <w:sz w:val="30"/>
          <w:szCs w:val="30"/>
          <w:cs/>
        </w:rPr>
        <w:t>ได้ใช้นโยบายการบัญชีที่สำคัญ</w:t>
      </w:r>
      <w:r w:rsidRPr="00CA608A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CA608A">
        <w:rPr>
          <w:rFonts w:ascii="Angsana New" w:hAnsi="Angsana New"/>
          <w:sz w:val="30"/>
          <w:szCs w:val="30"/>
          <w:cs/>
        </w:rPr>
        <w:t>ใน</w:t>
      </w:r>
      <w:r w:rsidRPr="00CA608A">
        <w:rPr>
          <w:rFonts w:ascii="Angsana New" w:hAnsi="Angsana New" w:hint="cs"/>
          <w:sz w:val="30"/>
          <w:szCs w:val="30"/>
          <w:cs/>
        </w:rPr>
        <w:t>การจัดทำ</w:t>
      </w:r>
      <w:r w:rsidRPr="00CA608A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3F7DD5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E33D1B">
        <w:rPr>
          <w:rFonts w:ascii="Angsana New" w:hAnsi="Angsana New" w:hint="cs"/>
          <w:sz w:val="30"/>
          <w:szCs w:val="30"/>
          <w:cs/>
        </w:rPr>
        <w:t>และเก้า</w:t>
      </w:r>
      <w:r w:rsidR="00086CF7" w:rsidRPr="003F7DD5">
        <w:rPr>
          <w:rFonts w:ascii="Angsana New" w:hAnsi="Angsana New" w:hint="cs"/>
          <w:sz w:val="30"/>
          <w:szCs w:val="30"/>
          <w:cs/>
        </w:rPr>
        <w:t>เดือน</w:t>
      </w:r>
      <w:r w:rsidRPr="003F7DD5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F7DD5">
        <w:rPr>
          <w:rFonts w:ascii="Angsana New" w:hAnsi="Angsana New" w:hint="cs"/>
          <w:sz w:val="30"/>
          <w:szCs w:val="30"/>
          <w:cs/>
        </w:rPr>
        <w:t>3</w:t>
      </w:r>
      <w:r w:rsidR="00086CF7" w:rsidRPr="003F7DD5">
        <w:rPr>
          <w:rFonts w:ascii="Angsana New" w:hAnsi="Angsana New"/>
          <w:sz w:val="30"/>
          <w:szCs w:val="30"/>
        </w:rPr>
        <w:t>0</w:t>
      </w:r>
      <w:r w:rsidRPr="003F7DD5">
        <w:rPr>
          <w:rFonts w:ascii="Angsana New" w:hAnsi="Angsana New" w:hint="cs"/>
          <w:sz w:val="30"/>
          <w:szCs w:val="30"/>
          <w:cs/>
        </w:rPr>
        <w:t xml:space="preserve"> </w:t>
      </w:r>
      <w:r w:rsidR="00E33D1B">
        <w:rPr>
          <w:rFonts w:ascii="Angsana New" w:hAnsi="Angsana New" w:hint="cs"/>
          <w:sz w:val="30"/>
          <w:szCs w:val="30"/>
          <w:cs/>
        </w:rPr>
        <w:t>กันย</w:t>
      </w:r>
      <w:r w:rsidR="00086CF7" w:rsidRPr="003F7DD5">
        <w:rPr>
          <w:rFonts w:ascii="Angsana New" w:hAnsi="Angsana New" w:hint="cs"/>
          <w:sz w:val="30"/>
          <w:szCs w:val="30"/>
          <w:cs/>
        </w:rPr>
        <w:t>ายน</w:t>
      </w:r>
      <w:r w:rsidRPr="003F7DD5">
        <w:rPr>
          <w:rFonts w:ascii="Angsana New" w:hAnsi="Angsana New" w:hint="cs"/>
          <w:sz w:val="30"/>
          <w:szCs w:val="30"/>
          <w:cs/>
        </w:rPr>
        <w:t xml:space="preserve"> 25</w:t>
      </w:r>
      <w:r w:rsidRPr="003F7DD5">
        <w:rPr>
          <w:rFonts w:ascii="Angsana New" w:hAnsi="Angsana New"/>
          <w:sz w:val="30"/>
          <w:szCs w:val="30"/>
        </w:rPr>
        <w:t>6</w:t>
      </w:r>
      <w:r w:rsidRPr="003F7DD5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 xml:space="preserve">และ </w:t>
      </w:r>
      <w:r w:rsidRPr="00CA608A">
        <w:rPr>
          <w:rFonts w:ascii="Angsana New" w:hAnsi="Angsana New"/>
          <w:sz w:val="30"/>
          <w:szCs w:val="30"/>
        </w:rPr>
        <w:t>256</w:t>
      </w:r>
      <w:r w:rsidRPr="00CA608A">
        <w:rPr>
          <w:rFonts w:ascii="Angsana New" w:hAnsi="Angsana New" w:hint="cs"/>
          <w:sz w:val="30"/>
          <w:szCs w:val="30"/>
          <w:cs/>
        </w:rPr>
        <w:t>2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CA608A">
        <w:rPr>
          <w:rFonts w:ascii="Angsana New" w:hAnsi="Angsana New" w:hint="cs"/>
          <w:sz w:val="30"/>
          <w:szCs w:val="30"/>
          <w:cs/>
        </w:rPr>
        <w:t>ในการจัดทำ</w:t>
      </w:r>
      <w:r w:rsidRPr="00CA608A">
        <w:rPr>
          <w:rFonts w:ascii="Angsana New" w:hAnsi="Angsana New"/>
          <w:sz w:val="30"/>
          <w:szCs w:val="30"/>
          <w:cs/>
        </w:rPr>
        <w:t>งบการเงิน</w:t>
      </w:r>
      <w:r w:rsidRPr="00CA608A">
        <w:rPr>
          <w:rFonts w:ascii="Angsana New" w:hAnsi="Angsana New" w:hint="cs"/>
          <w:sz w:val="30"/>
          <w:szCs w:val="30"/>
          <w:cs/>
        </w:rPr>
        <w:t>สำหรับปี</w:t>
      </w:r>
      <w:r w:rsidRPr="00CA608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A608A">
        <w:rPr>
          <w:rFonts w:ascii="Angsana New" w:hAnsi="Angsana New"/>
          <w:sz w:val="30"/>
          <w:szCs w:val="30"/>
        </w:rPr>
        <w:t xml:space="preserve">31 </w:t>
      </w:r>
      <w:r w:rsidRPr="00CA608A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A608A">
        <w:rPr>
          <w:rFonts w:ascii="Angsana New" w:hAnsi="Angsana New"/>
          <w:sz w:val="30"/>
          <w:szCs w:val="30"/>
        </w:rPr>
        <w:t>256</w:t>
      </w:r>
      <w:r w:rsidRPr="00CA608A">
        <w:rPr>
          <w:rFonts w:ascii="Angsana New" w:hAnsi="Angsana New" w:hint="cs"/>
          <w:sz w:val="30"/>
          <w:szCs w:val="30"/>
          <w:cs/>
        </w:rPr>
        <w:t>2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ยกเว้น</w:t>
      </w:r>
      <w:r w:rsidR="00CA608A">
        <w:rPr>
          <w:rFonts w:ascii="Angsana New" w:hAnsi="Angsana New" w:hint="cs"/>
          <w:sz w:val="30"/>
          <w:szCs w:val="30"/>
          <w:cs/>
        </w:rPr>
        <w:t xml:space="preserve"> (1) </w:t>
      </w:r>
      <w:r w:rsidR="00424177">
        <w:rPr>
          <w:rFonts w:ascii="Angsana New" w:hAnsi="Angsana New" w:hint="cs"/>
          <w:sz w:val="30"/>
          <w:szCs w:val="30"/>
          <w:cs/>
        </w:rPr>
        <w:t>เรื่องที่เกี่ยวข้องกับ</w:t>
      </w:r>
      <w:r w:rsidRPr="00CA608A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</w:t>
      </w:r>
      <w:r w:rsidR="00424177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424177">
        <w:rPr>
          <w:rFonts w:ascii="Angsana New" w:hAnsi="Angsana New" w:hint="cs"/>
          <w:sz w:val="30"/>
          <w:szCs w:val="30"/>
          <w:cs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424177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CA608A">
        <w:rPr>
          <w:rFonts w:ascii="Angsana New" w:hAnsi="Angsana New"/>
          <w:sz w:val="30"/>
          <w:szCs w:val="30"/>
          <w:cs/>
        </w:rPr>
        <w:t>ที่</w:t>
      </w:r>
      <w:r w:rsidRPr="00CA608A">
        <w:rPr>
          <w:rFonts w:ascii="Angsana New" w:hAnsi="Angsana New" w:hint="cs"/>
          <w:sz w:val="30"/>
          <w:szCs w:val="30"/>
          <w:cs/>
        </w:rPr>
        <w:t>ออกและ</w:t>
      </w:r>
      <w:r w:rsidRPr="00CA608A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</w:t>
      </w:r>
      <w:r w:rsidR="00424177">
        <w:rPr>
          <w:rFonts w:ascii="Angsana New" w:hAnsi="Angsana New"/>
          <w:sz w:val="30"/>
          <w:szCs w:val="30"/>
          <w:cs/>
        </w:rPr>
        <w:t>หตุ 1 มาเริ่มถือปฏิบัติซึ่ง</w:t>
      </w:r>
      <w:r w:rsidRPr="00CA608A">
        <w:rPr>
          <w:rFonts w:ascii="Angsana New" w:hAnsi="Angsana New"/>
          <w:sz w:val="30"/>
          <w:szCs w:val="30"/>
          <w:cs/>
        </w:rPr>
        <w:t>ผลกระทบ</w:t>
      </w:r>
      <w:r w:rsidR="00424177">
        <w:rPr>
          <w:rFonts w:ascii="Angsana New" w:hAnsi="Angsana New" w:hint="cs"/>
          <w:sz w:val="30"/>
          <w:szCs w:val="30"/>
          <w:cs/>
        </w:rPr>
        <w:t>ได</w:t>
      </w:r>
      <w:r w:rsidR="00E33D1B">
        <w:rPr>
          <w:rFonts w:ascii="Angsana New" w:hAnsi="Angsana New" w:hint="cs"/>
          <w:sz w:val="30"/>
          <w:szCs w:val="30"/>
          <w:cs/>
        </w:rPr>
        <w:t>้กล่าวถึงไว้แล้วในหมายเหตุ 1</w:t>
      </w:r>
      <w:r w:rsidR="00424177">
        <w:rPr>
          <w:rFonts w:ascii="Angsana New" w:hAnsi="Angsana New" w:hint="cs"/>
          <w:sz w:val="30"/>
          <w:szCs w:val="30"/>
          <w:cs/>
        </w:rPr>
        <w:t xml:space="preserve"> </w:t>
      </w:r>
      <w:r w:rsidR="00424177" w:rsidRPr="00424177">
        <w:rPr>
          <w:rFonts w:ascii="Angsana New" w:hAnsi="Angsana New" w:hint="cs"/>
          <w:sz w:val="30"/>
          <w:szCs w:val="30"/>
          <w:cs/>
        </w:rPr>
        <w:t>(2)</w:t>
      </w:r>
      <w:r w:rsidR="00424177">
        <w:rPr>
          <w:rFonts w:ascii="Angsana New" w:hAnsi="Angsana New" w:hint="cs"/>
          <w:sz w:val="30"/>
          <w:szCs w:val="30"/>
          <w:cs/>
        </w:rPr>
        <w:t xml:space="preserve"> นโยบายบัญชีส่วนเพิ่มเติมเกี่ยวกับ</w:t>
      </w:r>
      <w:r w:rsidR="00424177" w:rsidRPr="00EF6BE8">
        <w:rPr>
          <w:rFonts w:ascii="Angsana New" w:hAnsi="Angsana New"/>
          <w:sz w:val="30"/>
          <w:szCs w:val="30"/>
          <w:cs/>
        </w:rPr>
        <w:t>กำไรต่อหุ้นขั้นพื้นฐาน</w:t>
      </w:r>
      <w:r w:rsidR="00424177">
        <w:rPr>
          <w:rFonts w:ascii="Angsana New" w:hAnsi="Angsana New" w:hint="cs"/>
          <w:sz w:val="30"/>
          <w:szCs w:val="30"/>
          <w:cs/>
        </w:rPr>
        <w:t>ในงบการเงินรวม</w:t>
      </w:r>
      <w:r w:rsidR="0071512D">
        <w:rPr>
          <w:rFonts w:ascii="Angsana New" w:hAnsi="Angsana New" w:hint="cs"/>
          <w:sz w:val="30"/>
          <w:szCs w:val="30"/>
          <w:cs/>
        </w:rPr>
        <w:t>ซึ่ง</w:t>
      </w:r>
      <w:r w:rsidR="00424177" w:rsidRPr="00EF6BE8">
        <w:rPr>
          <w:rFonts w:ascii="Angsana New" w:hAnsi="Angsana New"/>
          <w:sz w:val="30"/>
          <w:szCs w:val="30"/>
          <w:cs/>
        </w:rPr>
        <w:t>คำนวณโดยการหารกำไรสำหรับ</w:t>
      </w:r>
      <w:r w:rsidR="005A5FA4">
        <w:rPr>
          <w:rFonts w:ascii="Angsana New" w:hAnsi="Angsana New" w:hint="cs"/>
          <w:sz w:val="30"/>
          <w:szCs w:val="30"/>
          <w:cs/>
        </w:rPr>
        <w:t>งวด</w:t>
      </w:r>
      <w:r w:rsidR="00424177" w:rsidRPr="00EF6BE8">
        <w:rPr>
          <w:rFonts w:ascii="Angsana New" w:hAnsi="Angsana New"/>
          <w:sz w:val="30"/>
          <w:szCs w:val="30"/>
          <w:cs/>
        </w:rPr>
        <w:t>ส่วนที่เป็นของบริษัทใหญ่ด้วยจำนวนหุ้นสามัญถัวเฉลี่ยถ่วงน้ำหนักที่ออกในระหว่าง</w:t>
      </w:r>
      <w:r w:rsidR="005A5FA4">
        <w:rPr>
          <w:rFonts w:ascii="Angsana New" w:hAnsi="Angsana New" w:hint="cs"/>
          <w:sz w:val="30"/>
          <w:szCs w:val="30"/>
          <w:cs/>
        </w:rPr>
        <w:t>งวด</w:t>
      </w:r>
      <w:r w:rsidR="00424177">
        <w:rPr>
          <w:rFonts w:ascii="Angsana New" w:hAnsi="Angsana New" w:hint="cs"/>
          <w:sz w:val="30"/>
          <w:szCs w:val="30"/>
          <w:cs/>
        </w:rPr>
        <w:t>และ (3</w:t>
      </w:r>
      <w:r w:rsidR="00CA608A">
        <w:rPr>
          <w:rFonts w:ascii="Angsana New" w:hAnsi="Angsana New" w:hint="cs"/>
          <w:sz w:val="30"/>
          <w:szCs w:val="30"/>
          <w:cs/>
        </w:rPr>
        <w:t>) นโยบายบัญชีส่วนเพิ่มเติมเกี่ยวกับเกณฑ์การจัดทำงบการเงินรวม ซึ่ง</w:t>
      </w:r>
      <w:r w:rsidR="0042417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C17B3" w:rsidRPr="00CA608A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E03ACB" w:rsidRPr="00424177" w:rsidRDefault="00E03ACB" w:rsidP="0071512D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71512D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71512D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71512D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:rsidR="0079556B" w:rsidRPr="00424177" w:rsidRDefault="0079556B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CA608A" w:rsidRPr="00424177" w:rsidRDefault="00424177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424177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424177">
        <w:rPr>
          <w:rFonts w:ascii="Angsana New" w:hAnsi="Angsana New" w:hint="cs"/>
          <w:sz w:val="30"/>
          <w:szCs w:val="30"/>
          <w:cs/>
        </w:rPr>
        <w:t xml:space="preserve"> โดย</w:t>
      </w:r>
      <w:r w:rsidRPr="00424177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รายการบัญชีที่มีนัยสำคัญระหว่างบริษัทกับบริษัทย่อยได้ถูกตัดรายการในการจัดทำงบการเงินรวมแล้ว</w:t>
      </w:r>
    </w:p>
    <w:p w:rsidR="00A00A5A" w:rsidRDefault="00A00A5A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CA608A">
        <w:rPr>
          <w:rFonts w:ascii="Angsana New" w:hAnsi="Angsana New"/>
          <w:sz w:val="30"/>
          <w:szCs w:val="30"/>
          <w:cs/>
        </w:rPr>
        <w:lastRenderedPageBreak/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:rsidR="00BA01EF" w:rsidRDefault="00BA01EF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BA01EF" w:rsidRPr="00164FB0" w:rsidRDefault="00671787" w:rsidP="00BA01EF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ในกรณีที่มี</w:t>
      </w:r>
      <w:r w:rsidR="00BA01EF" w:rsidRPr="00303158">
        <w:rPr>
          <w:rFonts w:ascii="Angsana New" w:hAnsi="Angsana New"/>
          <w:sz w:val="30"/>
          <w:szCs w:val="30"/>
          <w:cs/>
        </w:rPr>
        <w:t>การเปล</w:t>
      </w:r>
      <w:r>
        <w:rPr>
          <w:rFonts w:ascii="Angsana New" w:hAnsi="Angsana New"/>
          <w:sz w:val="30"/>
          <w:szCs w:val="30"/>
          <w:cs/>
        </w:rPr>
        <w:t>ี่ยนแปลงส่วนได้เสียของ</w:t>
      </w:r>
      <w:r w:rsidR="00BA01EF" w:rsidRPr="00303158">
        <w:rPr>
          <w:rFonts w:ascii="Angsana New" w:hAnsi="Angsana New"/>
          <w:sz w:val="30"/>
          <w:szCs w:val="30"/>
          <w:cs/>
        </w:rPr>
        <w:t>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:rsidR="00A00A5A" w:rsidRPr="000C17B3" w:rsidRDefault="00A00A5A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BA534D" w:rsidRPr="004B6A18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4B6A18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4B6A18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Pr="004B6A18" w:rsidRDefault="00641223" w:rsidP="00641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 w:hint="cs"/>
          <w:spacing w:val="-6"/>
          <w:sz w:val="30"/>
          <w:szCs w:val="30"/>
          <w:cs/>
        </w:rPr>
        <w:t>ในระหว่างงวดสามเดือน</w:t>
      </w:r>
      <w:r w:rsidR="00E33D1B">
        <w:rPr>
          <w:rFonts w:ascii="Angsana New" w:hAnsi="Angsana New" w:hint="cs"/>
          <w:spacing w:val="-6"/>
          <w:sz w:val="30"/>
          <w:szCs w:val="30"/>
          <w:cs/>
        </w:rPr>
        <w:t>และเก้า</w:t>
      </w:r>
      <w:r w:rsidR="00C6367D">
        <w:rPr>
          <w:rFonts w:ascii="Angsana New" w:hAnsi="Angsana New" w:hint="cs"/>
          <w:spacing w:val="-6"/>
          <w:sz w:val="30"/>
          <w:szCs w:val="30"/>
          <w:cs/>
        </w:rPr>
        <w:t>เดือน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 xml:space="preserve">สิ้นสุดวันที่ </w:t>
      </w:r>
      <w:r w:rsidRPr="004B6A18">
        <w:rPr>
          <w:rFonts w:ascii="Angsana New" w:hAnsi="Angsana New"/>
          <w:spacing w:val="-6"/>
          <w:sz w:val="30"/>
          <w:szCs w:val="30"/>
        </w:rPr>
        <w:t>3</w:t>
      </w:r>
      <w:r w:rsidR="00C6367D">
        <w:rPr>
          <w:rFonts w:ascii="Angsana New" w:hAnsi="Angsana New" w:hint="cs"/>
          <w:spacing w:val="-6"/>
          <w:sz w:val="30"/>
          <w:szCs w:val="30"/>
          <w:cs/>
        </w:rPr>
        <w:t>0</w:t>
      </w:r>
      <w:r w:rsidRPr="004B6A18">
        <w:rPr>
          <w:rFonts w:ascii="Angsana New" w:hAnsi="Angsana New"/>
          <w:spacing w:val="-6"/>
          <w:sz w:val="30"/>
          <w:szCs w:val="30"/>
        </w:rPr>
        <w:t xml:space="preserve"> </w:t>
      </w:r>
      <w:r w:rsidR="00E33D1B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="00C6367D">
        <w:rPr>
          <w:rFonts w:ascii="Angsana New" w:hAnsi="Angsana New" w:hint="cs"/>
          <w:spacing w:val="-6"/>
          <w:sz w:val="30"/>
          <w:szCs w:val="30"/>
          <w:cs/>
        </w:rPr>
        <w:t>ยน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pacing w:val="-6"/>
          <w:sz w:val="30"/>
          <w:szCs w:val="30"/>
        </w:rPr>
        <w:t>256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3</w:t>
      </w:r>
      <w:r w:rsidRPr="004B6A18">
        <w:rPr>
          <w:rFonts w:ascii="Angsana New" w:hAnsi="Angsana New"/>
          <w:spacing w:val="-6"/>
          <w:sz w:val="30"/>
          <w:szCs w:val="30"/>
        </w:rPr>
        <w:t xml:space="preserve"> </w:t>
      </w:r>
      <w:r w:rsidR="00CA608A">
        <w:rPr>
          <w:rFonts w:ascii="Angsana New" w:hAnsi="Angsana New" w:hint="cs"/>
          <w:spacing w:val="-6"/>
          <w:sz w:val="30"/>
          <w:szCs w:val="30"/>
          <w:cs/>
        </w:rPr>
        <w:t>บริษัท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มีบริษัทที่เกี่ยวข้องกัน</w:t>
      </w:r>
      <w:r w:rsidRPr="004B6A18">
        <w:rPr>
          <w:rFonts w:ascii="Angsana New" w:hAnsi="Angsana New" w:hint="cs"/>
          <w:sz w:val="30"/>
          <w:szCs w:val="30"/>
          <w:cs/>
        </w:rPr>
        <w:t>เพิ่มเติมซึ่งมีรายละเอียดดังนี้</w:t>
      </w:r>
    </w:p>
    <w:p w:rsidR="00641223" w:rsidRPr="004B6A18" w:rsidRDefault="0064122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747" w:type="dxa"/>
        <w:tblLayout w:type="fixed"/>
        <w:tblLook w:val="01E0"/>
      </w:tblPr>
      <w:tblGrid>
        <w:gridCol w:w="3510"/>
        <w:gridCol w:w="252"/>
        <w:gridCol w:w="3119"/>
        <w:gridCol w:w="284"/>
        <w:gridCol w:w="2582"/>
      </w:tblGrid>
      <w:tr w:rsidR="00641223" w:rsidRPr="004B6A18" w:rsidTr="00335274">
        <w:trPr>
          <w:tblHeader/>
        </w:trPr>
        <w:tc>
          <w:tcPr>
            <w:tcW w:w="3510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</w:p>
        </w:tc>
        <w:tc>
          <w:tcPr>
            <w:tcW w:w="252" w:type="dxa"/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641223" w:rsidRPr="004B6A18" w:rsidTr="00335274">
        <w:tc>
          <w:tcPr>
            <w:tcW w:w="3510" w:type="dxa"/>
          </w:tcPr>
          <w:p w:rsidR="00641223" w:rsidRPr="004B6A18" w:rsidRDefault="00641223" w:rsidP="00335274">
            <w:pPr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3119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ผู้สูงอายุ</w:t>
            </w:r>
            <w:r w:rsidR="00671787">
              <w:rPr>
                <w:rFonts w:ascii="Angsana New" w:hAnsi="Angsana New" w:hint="cs"/>
                <w:sz w:val="30"/>
                <w:szCs w:val="30"/>
                <w:cs/>
              </w:rPr>
              <w:t xml:space="preserve"> (ในประเทศไทย)</w:t>
            </w:r>
          </w:p>
        </w:tc>
        <w:tc>
          <w:tcPr>
            <w:tcW w:w="284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82" w:type="dxa"/>
          </w:tcPr>
          <w:p w:rsidR="00641223" w:rsidRPr="004B6A18" w:rsidRDefault="00641223" w:rsidP="006412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</w:tr>
    </w:tbl>
    <w:p w:rsidR="00641223" w:rsidRPr="004B6A18" w:rsidRDefault="00641223" w:rsidP="00641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รายการบัญชีที่มีสาระสำคัญที่เกิดขึ้นกับบุคคลที่เกี่ยวข้องกัน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>สำหรับงวดสามเดือน</w:t>
      </w:r>
      <w:r w:rsidR="00E33D1B">
        <w:rPr>
          <w:rFonts w:ascii="Angsana New" w:hAnsi="Angsana New" w:hint="cs"/>
          <w:color w:val="000000"/>
          <w:sz w:val="30"/>
          <w:szCs w:val="30"/>
          <w:cs/>
        </w:rPr>
        <w:t>และเก้า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>เดือน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EF533C">
        <w:rPr>
          <w:rFonts w:ascii="Angsana New" w:hAnsi="Angsana New"/>
          <w:color w:val="000000"/>
          <w:sz w:val="30"/>
          <w:szCs w:val="30"/>
        </w:rPr>
        <w:t xml:space="preserve">0 </w:t>
      </w:r>
      <w:proofErr w:type="gramStart"/>
      <w:r w:rsidR="00E33D1B">
        <w:rPr>
          <w:rFonts w:ascii="Angsana New" w:hAnsi="Angsana New" w:hint="cs"/>
          <w:color w:val="000000"/>
          <w:sz w:val="30"/>
          <w:szCs w:val="30"/>
          <w:cs/>
        </w:rPr>
        <w:t>กันย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>ายน  256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proofErr w:type="gramEnd"/>
      <w:r w:rsidR="00641223" w:rsidRPr="008E2900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641223" w:rsidRPr="008E2900">
        <w:rPr>
          <w:rFonts w:ascii="Angsana New" w:hAnsi="Angsana New"/>
          <w:color w:val="000000"/>
          <w:sz w:val="30"/>
          <w:szCs w:val="30"/>
        </w:rPr>
        <w:t>256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2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EF533C" w:rsidRDefault="00EF533C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B06F5E" w:rsidRPr="00E37D10" w:rsidTr="00B06F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B06F5E" w:rsidRPr="00E37D10" w:rsidRDefault="00B06F5E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06F5E" w:rsidRDefault="00B06F5E" w:rsidP="00B06F5E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งบการเงินรวมและงบการเงินเฉพาะกิจ (พันบาท)</w:t>
            </w:r>
          </w:p>
        </w:tc>
      </w:tr>
      <w:tr w:rsidR="00EF533C" w:rsidRPr="00E37D10" w:rsidTr="00B06F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33D1B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งวดเก้า</w:t>
            </w:r>
            <w:r w:rsidR="00EF533C" w:rsidRPr="00E37D10">
              <w:rPr>
                <w:rFonts w:ascii="Angsana New" w:hAnsi="Angsana New" w:hint="cs"/>
                <w:sz w:val="30"/>
                <w:szCs w:val="30"/>
                <w:cs/>
              </w:rPr>
              <w:t>เดือน (พันบาท)</w:t>
            </w:r>
          </w:p>
        </w:tc>
      </w:tr>
      <w:tr w:rsidR="00EF533C" w:rsidRPr="00E37D10" w:rsidTr="00B06F5E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9F746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</w:tr>
      <w:tr w:rsidR="00EF533C" w:rsidRPr="00E37D10" w:rsidTr="00B06F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7F08EE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EF533C" w:rsidRPr="00E37D10" w:rsidTr="00B06F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7F08EE" w:rsidRDefault="00EF533C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F08EE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EF533C" w:rsidRPr="007F08EE" w:rsidRDefault="002F7EAC" w:rsidP="002F7EA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EF533C" w:rsidRPr="007F08E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7F08EE" w:rsidRPr="007F08E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065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F533C" w:rsidRPr="007F08EE" w:rsidRDefault="00E33D1B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7,021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F533C" w:rsidRPr="007F08EE" w:rsidRDefault="007F08EE" w:rsidP="002F7EA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23</w:t>
            </w: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,462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EF533C" w:rsidRPr="00E37D10" w:rsidRDefault="00E33D1B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21,305</w:t>
            </w:r>
          </w:p>
        </w:tc>
      </w:tr>
      <w:tr w:rsidR="00EF533C" w:rsidRPr="00E37D10" w:rsidTr="00B06F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7F08EE" w:rsidRDefault="00EF533C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F08EE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7F08EE" w:rsidRDefault="007F08EE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734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7F08EE" w:rsidRDefault="00E33D1B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7F08EE" w:rsidRDefault="007F08EE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2,172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33D1B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2,535</w:t>
            </w:r>
          </w:p>
        </w:tc>
      </w:tr>
      <w:tr w:rsidR="00EF533C" w:rsidRPr="00E37D10" w:rsidTr="00B06F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F08E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8,</w:t>
            </w:r>
            <w:r w:rsidR="007F08EE" w:rsidRPr="007F08E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7F08EE" w:rsidRDefault="00E33D1B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7,680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F08EE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7F08EE" w:rsidRDefault="007F08EE" w:rsidP="002F7EA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F08EE">
              <w:rPr>
                <w:rFonts w:ascii="Angsana New" w:hAnsi="Angsana New"/>
                <w:sz w:val="30"/>
                <w:szCs w:val="30"/>
                <w:lang w:eastAsia="en-US"/>
              </w:rPr>
              <w:t>25,634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E37D10" w:rsidRDefault="00E33D1B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23,840</w:t>
            </w:r>
          </w:p>
        </w:tc>
      </w:tr>
    </w:tbl>
    <w:p w:rsidR="00864031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535755" w:rsidRDefault="00535755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62372A" w:rsidRPr="00DE4EEE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E4EEE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:rsidR="0062372A" w:rsidRPr="00DE4EEE" w:rsidRDefault="0062372A" w:rsidP="00DE4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:rsidR="006351AC" w:rsidRPr="00DE4EE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DE4EE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="009F7466" w:rsidRPr="00DE4EEE">
        <w:rPr>
          <w:rFonts w:ascii="Angsana New" w:hAnsi="Angsana New"/>
          <w:sz w:val="30"/>
          <w:szCs w:val="30"/>
        </w:rPr>
        <w:t>30</w:t>
      </w:r>
      <w:r w:rsidRPr="00DE4EEE">
        <w:rPr>
          <w:rFonts w:ascii="Angsana New" w:hAnsi="Angsana New"/>
          <w:sz w:val="30"/>
          <w:szCs w:val="30"/>
        </w:rPr>
        <w:t xml:space="preserve"> </w:t>
      </w:r>
      <w:r w:rsidR="00E33D1B" w:rsidRPr="00DE4EEE">
        <w:rPr>
          <w:rFonts w:ascii="Angsana New" w:hAnsi="Angsana New" w:hint="cs"/>
          <w:sz w:val="30"/>
          <w:szCs w:val="30"/>
          <w:cs/>
        </w:rPr>
        <w:t>กันยา</w:t>
      </w:r>
      <w:r w:rsidR="009F7466" w:rsidRPr="00DE4EEE">
        <w:rPr>
          <w:rFonts w:ascii="Angsana New" w:hAnsi="Angsana New" w:hint="cs"/>
          <w:sz w:val="30"/>
          <w:szCs w:val="30"/>
          <w:cs/>
        </w:rPr>
        <w:t>ยน</w:t>
      </w:r>
      <w:r w:rsidRPr="00DE4EEE">
        <w:rPr>
          <w:rFonts w:ascii="Angsana New" w:hAnsi="Angsana New"/>
          <w:sz w:val="30"/>
          <w:szCs w:val="30"/>
          <w:cs/>
        </w:rPr>
        <w:t xml:space="preserve"> </w:t>
      </w:r>
      <w:r w:rsidRPr="00DE4EEE">
        <w:rPr>
          <w:rFonts w:ascii="Angsana New" w:hAnsi="Angsana New"/>
          <w:sz w:val="30"/>
          <w:szCs w:val="30"/>
        </w:rPr>
        <w:t>25</w:t>
      </w:r>
      <w:r w:rsidR="00F73FE2" w:rsidRPr="00DE4EEE">
        <w:rPr>
          <w:rFonts w:ascii="Angsana New" w:hAnsi="Angsana New"/>
          <w:sz w:val="30"/>
          <w:szCs w:val="30"/>
        </w:rPr>
        <w:t>6</w:t>
      </w:r>
      <w:r w:rsidR="00B4243F" w:rsidRPr="00DE4EEE">
        <w:rPr>
          <w:rFonts w:ascii="Angsana New" w:hAnsi="Angsana New"/>
          <w:sz w:val="30"/>
          <w:szCs w:val="30"/>
        </w:rPr>
        <w:t>3</w:t>
      </w:r>
      <w:r w:rsidRPr="00DE4EEE">
        <w:rPr>
          <w:rFonts w:ascii="Angsana New" w:hAnsi="Angsana New"/>
          <w:sz w:val="30"/>
          <w:szCs w:val="30"/>
        </w:rPr>
        <w:t xml:space="preserve"> </w:t>
      </w:r>
      <w:r w:rsidRPr="00DE4EEE">
        <w:rPr>
          <w:rFonts w:ascii="Angsana New" w:hAnsi="Angsana New" w:hint="cs"/>
          <w:sz w:val="30"/>
          <w:szCs w:val="30"/>
          <w:cs/>
        </w:rPr>
        <w:t>และ</w:t>
      </w:r>
      <w:r w:rsidR="00F73FE2" w:rsidRPr="00DE4EEE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DE4EEE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DE4EEE">
        <w:rPr>
          <w:rFonts w:ascii="Angsana New" w:hAnsi="Angsana New"/>
          <w:sz w:val="30"/>
          <w:szCs w:val="30"/>
        </w:rPr>
        <w:t>25</w:t>
      </w:r>
      <w:r w:rsidR="00AD52B3" w:rsidRPr="00DE4EEE">
        <w:rPr>
          <w:rFonts w:ascii="Angsana New" w:hAnsi="Angsana New"/>
          <w:sz w:val="30"/>
          <w:szCs w:val="30"/>
        </w:rPr>
        <w:t>6</w:t>
      </w:r>
      <w:r w:rsidR="00B4243F" w:rsidRPr="00DE4EEE">
        <w:rPr>
          <w:rFonts w:ascii="Angsana New" w:hAnsi="Angsana New"/>
          <w:sz w:val="30"/>
          <w:szCs w:val="30"/>
        </w:rPr>
        <w:t>2</w:t>
      </w:r>
      <w:r w:rsidRPr="00DE4EE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2C0CFB" w:rsidRPr="00DE4EEE" w:rsidRDefault="002C0C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9328" w:type="dxa"/>
        <w:tblLayout w:type="fixed"/>
        <w:tblLook w:val="04A0"/>
      </w:tblPr>
      <w:tblGrid>
        <w:gridCol w:w="5637"/>
        <w:gridCol w:w="271"/>
        <w:gridCol w:w="1531"/>
        <w:gridCol w:w="270"/>
        <w:gridCol w:w="1619"/>
      </w:tblGrid>
      <w:tr w:rsidR="0028571A" w:rsidRPr="00DE4EEE" w:rsidTr="00DE4EEE">
        <w:trPr>
          <w:trHeight w:val="368"/>
          <w:tblHeader/>
        </w:trPr>
        <w:tc>
          <w:tcPr>
            <w:tcW w:w="5908" w:type="dxa"/>
            <w:gridSpan w:val="2"/>
            <w:vAlign w:val="bottom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42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28571A" w:rsidRPr="00DE4EEE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28571A" w:rsidRPr="00DE4EEE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firstLine="1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28571A" w:rsidRPr="00DE4EEE" w:rsidTr="00DE4EEE">
        <w:trPr>
          <w:trHeight w:val="368"/>
          <w:tblHeader/>
        </w:trPr>
        <w:tc>
          <w:tcPr>
            <w:tcW w:w="5637" w:type="dxa"/>
            <w:vAlign w:val="bottom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1" w:type="dxa"/>
            <w:vAlign w:val="bottom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28571A" w:rsidRPr="00DE4EEE" w:rsidRDefault="00545FA8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0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กันยายน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</w:t>
            </w: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>63</w:t>
            </w:r>
          </w:p>
        </w:tc>
        <w:tc>
          <w:tcPr>
            <w:tcW w:w="270" w:type="dxa"/>
            <w:vAlign w:val="bottom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vAlign w:val="bottom"/>
          </w:tcPr>
          <w:p w:rsidR="0028571A" w:rsidRPr="00DE4EEE" w:rsidRDefault="00545FA8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F6770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2562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F35F94" w:rsidRPr="00DE4EEE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7F08EE" w:rsidRPr="00DE4EEE">
              <w:rPr>
                <w:rFonts w:ascii="Angsana New" w:hAnsi="Angsana New"/>
                <w:sz w:val="30"/>
                <w:szCs w:val="30"/>
                <w:lang w:eastAsia="en-US"/>
              </w:rPr>
              <w:t>6,145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</w:t>
            </w: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,330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DE4EE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DE4EEE">
              <w:rPr>
                <w:rFonts w:ascii="Angsana New" w:hAnsi="Angsana New"/>
                <w:sz w:val="30"/>
                <w:szCs w:val="30"/>
              </w:rPr>
              <w:t>3</w:t>
            </w: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335274" w:rsidRPr="00DE4EEE" w:rsidRDefault="007F08EE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60,036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55,841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DE4EEE">
              <w:rPr>
                <w:rFonts w:ascii="Angsana New" w:hAnsi="Angsana New"/>
                <w:sz w:val="30"/>
                <w:szCs w:val="30"/>
              </w:rPr>
              <w:t>3</w:t>
            </w: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DE4EEE">
              <w:rPr>
                <w:rFonts w:ascii="Angsana New" w:hAnsi="Angsana New"/>
                <w:sz w:val="30"/>
                <w:szCs w:val="30"/>
              </w:rPr>
              <w:t>6</w:t>
            </w: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7F08EE" w:rsidRPr="00DE4EEE">
              <w:rPr>
                <w:rFonts w:ascii="Angsana New" w:hAnsi="Angsana New"/>
                <w:sz w:val="30"/>
                <w:szCs w:val="30"/>
                <w:lang w:eastAsia="en-US"/>
              </w:rPr>
              <w:t>6,123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15,911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DE4EEE">
              <w:rPr>
                <w:rFonts w:ascii="Angsana New" w:hAnsi="Angsana New"/>
                <w:sz w:val="30"/>
                <w:szCs w:val="30"/>
              </w:rPr>
              <w:t>6</w:t>
            </w: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DE4EEE">
              <w:rPr>
                <w:rFonts w:ascii="Angsana New" w:hAnsi="Angsana New"/>
                <w:sz w:val="30"/>
                <w:szCs w:val="30"/>
              </w:rPr>
              <w:t>12</w:t>
            </w:r>
            <w:r w:rsidRPr="00DE4EE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335274" w:rsidRPr="00DE4EEE" w:rsidRDefault="007F08EE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5,744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8,645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DE4EE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F35F94" w:rsidRPr="00DE4EEE" w:rsidRDefault="007F08EE" w:rsidP="00F35F9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986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7,777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335274" w:rsidRPr="00DE4EEE" w:rsidRDefault="00F35F9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19</w:t>
            </w:r>
            <w:r w:rsidR="007F08EE" w:rsidRPr="00DE4EEE">
              <w:rPr>
                <w:rFonts w:ascii="Angsana New" w:hAnsi="Angsana New"/>
                <w:sz w:val="30"/>
                <w:szCs w:val="30"/>
                <w:lang w:eastAsia="en-US"/>
              </w:rPr>
              <w:t>9,034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  <w:vAlign w:val="bottom"/>
          </w:tcPr>
          <w:p w:rsidR="00335274" w:rsidRPr="00DE4EEE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207,504</w:t>
            </w:r>
          </w:p>
        </w:tc>
      </w:tr>
      <w:tr w:rsidR="00335274" w:rsidRPr="00DE4EEE" w:rsidTr="00DE4EEE">
        <w:trPr>
          <w:trHeight w:val="368"/>
        </w:trPr>
        <w:tc>
          <w:tcPr>
            <w:tcW w:w="5637" w:type="dxa"/>
          </w:tcPr>
          <w:p w:rsidR="00335274" w:rsidRPr="00DE4EEE" w:rsidRDefault="00335274" w:rsidP="009E6C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</w:t>
            </w:r>
            <w:r w:rsidR="00F41146" w:rsidRPr="00DE4E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การด้อยค่า</w:t>
            </w:r>
            <w:r w:rsidR="008975B7" w:rsidRPr="00DE4E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สำหรับผลขาดทุน</w:t>
            </w:r>
            <w:r w:rsidR="009E6C42" w:rsidRPr="00DE4E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271" w:type="dxa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E4EEE">
              <w:rPr>
                <w:rFonts w:ascii="Angsana New" w:hAnsi="Angsana New" w:hint="cs"/>
                <w:sz w:val="30"/>
                <w:szCs w:val="30"/>
                <w:cs/>
              </w:rPr>
              <w:t xml:space="preserve"> (      </w:t>
            </w:r>
            <w:r w:rsidR="007F08EE" w:rsidRPr="00DE4EEE">
              <w:rPr>
                <w:rFonts w:ascii="Angsana New" w:hAnsi="Angsana New"/>
                <w:sz w:val="30"/>
                <w:szCs w:val="30"/>
              </w:rPr>
              <w:t>974</w:t>
            </w:r>
            <w:r w:rsidRPr="00DE4EE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DE4EEE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E4EEE">
              <w:rPr>
                <w:rFonts w:ascii="Angsana New" w:hAnsi="Angsana New" w:hint="cs"/>
                <w:sz w:val="30"/>
                <w:szCs w:val="30"/>
                <w:cs/>
              </w:rPr>
              <w:t xml:space="preserve"> (      </w:t>
            </w:r>
            <w:r w:rsidRPr="00DE4EEE">
              <w:rPr>
                <w:rFonts w:ascii="Angsana New" w:hAnsi="Angsana New"/>
                <w:sz w:val="30"/>
                <w:szCs w:val="30"/>
              </w:rPr>
              <w:t>7,777</w:t>
            </w:r>
            <w:r w:rsidRPr="00DE4EE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28571A" w:rsidRPr="00DE4EEE" w:rsidTr="00DE4EEE">
        <w:trPr>
          <w:trHeight w:val="368"/>
        </w:trPr>
        <w:tc>
          <w:tcPr>
            <w:tcW w:w="5637" w:type="dxa"/>
            <w:vAlign w:val="bottom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E4EE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1" w:type="dxa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8571A" w:rsidRPr="00DE4EEE" w:rsidRDefault="00F35F9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7F08EE" w:rsidRPr="00DE4EEE">
              <w:rPr>
                <w:rFonts w:ascii="Angsana New" w:hAnsi="Angsana New"/>
                <w:sz w:val="30"/>
                <w:szCs w:val="30"/>
                <w:lang w:eastAsia="en-US"/>
              </w:rPr>
              <w:t>98,060</w:t>
            </w:r>
          </w:p>
        </w:tc>
        <w:tc>
          <w:tcPr>
            <w:tcW w:w="270" w:type="dxa"/>
            <w:vAlign w:val="bottom"/>
          </w:tcPr>
          <w:p w:rsidR="0028571A" w:rsidRPr="00DE4EEE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8571A" w:rsidRPr="00DE4EEE" w:rsidRDefault="00335274" w:rsidP="00330CC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E4EEE">
              <w:rPr>
                <w:rFonts w:ascii="Angsana New" w:hAnsi="Angsana New"/>
                <w:sz w:val="30"/>
                <w:szCs w:val="30"/>
                <w:lang w:eastAsia="en-US"/>
              </w:rPr>
              <w:t>199,727</w:t>
            </w:r>
          </w:p>
        </w:tc>
      </w:tr>
    </w:tbl>
    <w:p w:rsidR="00C7618D" w:rsidRPr="00DE4EEE" w:rsidRDefault="00C7618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8571A" w:rsidRPr="00DE4EEE" w:rsidRDefault="009E6C42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E4EEE">
        <w:rPr>
          <w:rFonts w:ascii="Angsana New" w:hAnsi="Angsana New" w:hint="cs"/>
          <w:sz w:val="30"/>
          <w:szCs w:val="30"/>
          <w:cs/>
        </w:rPr>
        <w:t>ทั้งนี้ ค่าเผื่อกา</w:t>
      </w:r>
      <w:r w:rsidR="00073981" w:rsidRPr="00DE4EEE">
        <w:rPr>
          <w:rFonts w:ascii="Angsana New" w:hAnsi="Angsana New" w:hint="cs"/>
          <w:sz w:val="30"/>
          <w:szCs w:val="30"/>
          <w:cs/>
        </w:rPr>
        <w:t>รด้อยค่าลดลงในระหว่างงวด</w:t>
      </w:r>
      <w:r w:rsidR="00E33D1B" w:rsidRPr="00DE4EEE">
        <w:rPr>
          <w:rFonts w:ascii="Angsana New" w:hAnsi="Angsana New" w:hint="cs"/>
          <w:sz w:val="30"/>
          <w:szCs w:val="30"/>
          <w:cs/>
        </w:rPr>
        <w:t>เก้า</w:t>
      </w:r>
      <w:r w:rsidR="009F7466" w:rsidRPr="00DE4EEE">
        <w:rPr>
          <w:rFonts w:ascii="Angsana New" w:hAnsi="Angsana New" w:hint="cs"/>
          <w:sz w:val="30"/>
          <w:szCs w:val="30"/>
          <w:cs/>
        </w:rPr>
        <w:t>เดือนสิ้นสุดวันที่ 30</w:t>
      </w:r>
      <w:r w:rsidRPr="00DE4EEE">
        <w:rPr>
          <w:rFonts w:ascii="Angsana New" w:hAnsi="Angsana New" w:hint="cs"/>
          <w:sz w:val="30"/>
          <w:szCs w:val="30"/>
          <w:cs/>
        </w:rPr>
        <w:t xml:space="preserve"> </w:t>
      </w:r>
      <w:r w:rsidR="00E33D1B" w:rsidRPr="00DE4EEE">
        <w:rPr>
          <w:rFonts w:ascii="Angsana New" w:hAnsi="Angsana New" w:hint="cs"/>
          <w:sz w:val="30"/>
          <w:szCs w:val="30"/>
          <w:cs/>
        </w:rPr>
        <w:t>กันย</w:t>
      </w:r>
      <w:r w:rsidR="009F7466" w:rsidRPr="00DE4EEE">
        <w:rPr>
          <w:rFonts w:ascii="Angsana New" w:hAnsi="Angsana New" w:hint="cs"/>
          <w:sz w:val="30"/>
          <w:szCs w:val="30"/>
          <w:cs/>
        </w:rPr>
        <w:t>ายน</w:t>
      </w:r>
      <w:r w:rsidRPr="00DE4EEE">
        <w:rPr>
          <w:rFonts w:ascii="Angsana New" w:hAnsi="Angsana New" w:hint="cs"/>
          <w:sz w:val="30"/>
          <w:szCs w:val="30"/>
          <w:cs/>
        </w:rPr>
        <w:t xml:space="preserve"> 2563 เนื่องจากบริษัทสามารถเรียกเก็บชำระหนี้จากลูกหนี้การค้าที่ค้างชำระเกินกว่า 1</w:t>
      </w:r>
      <w:r w:rsidR="00567B22">
        <w:rPr>
          <w:rFonts w:ascii="Angsana New" w:hAnsi="Angsana New" w:hint="cs"/>
          <w:sz w:val="30"/>
          <w:szCs w:val="30"/>
          <w:cs/>
        </w:rPr>
        <w:t>2 เดือน ณ สิ้นปี 2562 ได้</w:t>
      </w:r>
      <w:r w:rsidRPr="00DE4EEE">
        <w:rPr>
          <w:rFonts w:ascii="Angsana New" w:hAnsi="Angsana New" w:hint="cs"/>
          <w:sz w:val="30"/>
          <w:szCs w:val="30"/>
          <w:cs/>
        </w:rPr>
        <w:t xml:space="preserve">เป็นจำนวนเงินประมาณ </w:t>
      </w:r>
      <w:r w:rsidR="00164ED7" w:rsidRPr="00DE4EEE">
        <w:rPr>
          <w:rFonts w:ascii="Angsana New" w:hAnsi="Angsana New" w:hint="cs"/>
          <w:sz w:val="30"/>
          <w:szCs w:val="30"/>
          <w:cs/>
        </w:rPr>
        <w:t>7.7</w:t>
      </w:r>
      <w:r w:rsidRPr="00DE4EEE">
        <w:rPr>
          <w:rFonts w:ascii="Angsana New" w:hAnsi="Angsana New"/>
          <w:sz w:val="30"/>
          <w:szCs w:val="30"/>
        </w:rPr>
        <w:t xml:space="preserve"> </w:t>
      </w:r>
      <w:r w:rsidR="0024322C" w:rsidRPr="00DE4EEE">
        <w:rPr>
          <w:rFonts w:ascii="Angsana New" w:hAnsi="Angsana New" w:hint="cs"/>
          <w:sz w:val="30"/>
          <w:szCs w:val="30"/>
          <w:cs/>
        </w:rPr>
        <w:t>ล้าน</w:t>
      </w:r>
      <w:r w:rsidRPr="00DE4EEE">
        <w:rPr>
          <w:rFonts w:ascii="Angsana New" w:hAnsi="Angsana New" w:hint="cs"/>
          <w:sz w:val="30"/>
          <w:szCs w:val="30"/>
          <w:cs/>
        </w:rPr>
        <w:t>บาท</w:t>
      </w:r>
    </w:p>
    <w:p w:rsidR="009F7466" w:rsidRPr="00DE4EEE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9F7466" w:rsidRPr="00E33D1B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  <w:cs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3D2AB4" w:rsidRDefault="003D2AB4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E939A5" w:rsidRDefault="004A2A1D" w:rsidP="000D1151">
      <w:pPr>
        <w:spacing w:line="200" w:lineRule="atLeast"/>
        <w:jc w:val="thaiDistribute"/>
        <w:rPr>
          <w:rFonts w:ascii="Angsana New" w:hAnsi="Angsana New"/>
          <w:sz w:val="16"/>
          <w:szCs w:val="16"/>
        </w:rPr>
      </w:pPr>
    </w:p>
    <w:p w:rsidR="007165D6" w:rsidRDefault="00D81250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Cs w:val="30"/>
        </w:rPr>
      </w:pPr>
      <w:r w:rsidRPr="0088007E">
        <w:rPr>
          <w:rFonts w:ascii="Angsana New" w:hAnsi="Angsana New" w:hint="cs"/>
          <w:szCs w:val="30"/>
          <w:cs/>
        </w:rPr>
        <w:t>ค่า</w:t>
      </w:r>
      <w:r w:rsidRPr="00D81250">
        <w:rPr>
          <w:rFonts w:ascii="Angsana New" w:hAnsi="Angsana New"/>
          <w:szCs w:val="30"/>
          <w:cs/>
        </w:rPr>
        <w:t>ใช้จ่ายค้างจ่ายและหนี้สินหมุนเ</w:t>
      </w:r>
      <w:r w:rsidR="009F7466">
        <w:rPr>
          <w:rFonts w:ascii="Angsana New" w:hAnsi="Angsana New"/>
          <w:szCs w:val="30"/>
          <w:cs/>
        </w:rPr>
        <w:t>วียนอื่น ณ วันที่ 3</w:t>
      </w:r>
      <w:r w:rsidR="009F7466">
        <w:rPr>
          <w:rFonts w:ascii="Angsana New" w:hAnsi="Angsana New" w:hint="cs"/>
          <w:szCs w:val="30"/>
          <w:cs/>
        </w:rPr>
        <w:t>0</w:t>
      </w:r>
      <w:r w:rsidR="00B4243F">
        <w:rPr>
          <w:rFonts w:ascii="Angsana New" w:hAnsi="Angsana New"/>
          <w:szCs w:val="30"/>
          <w:cs/>
        </w:rPr>
        <w:t xml:space="preserve"> </w:t>
      </w:r>
      <w:r w:rsidR="00E33D1B">
        <w:rPr>
          <w:rFonts w:ascii="Angsana New" w:hAnsi="Angsana New" w:hint="cs"/>
          <w:szCs w:val="30"/>
          <w:cs/>
        </w:rPr>
        <w:t>กันย</w:t>
      </w:r>
      <w:r w:rsidR="009F7466">
        <w:rPr>
          <w:rFonts w:ascii="Angsana New" w:hAnsi="Angsana New" w:hint="cs"/>
          <w:szCs w:val="30"/>
          <w:cs/>
        </w:rPr>
        <w:t>ายน</w:t>
      </w:r>
      <w:r w:rsidR="00B4243F">
        <w:rPr>
          <w:rFonts w:ascii="Angsana New" w:hAnsi="Angsana New"/>
          <w:szCs w:val="30"/>
          <w:cs/>
        </w:rPr>
        <w:t xml:space="preserve"> 256</w:t>
      </w:r>
      <w:r w:rsidR="00B4243F">
        <w:rPr>
          <w:rFonts w:ascii="Angsana New" w:hAnsi="Angsana New"/>
          <w:szCs w:val="30"/>
        </w:rPr>
        <w:t>3</w:t>
      </w:r>
      <w:r w:rsidR="00B4243F">
        <w:rPr>
          <w:rFonts w:ascii="Angsana New" w:hAnsi="Angsana New"/>
          <w:szCs w:val="30"/>
          <w:cs/>
        </w:rPr>
        <w:t xml:space="preserve"> และวันที่ 31 ธันวาคม 256</w:t>
      </w:r>
      <w:r w:rsidR="00B4243F">
        <w:rPr>
          <w:rFonts w:ascii="Angsana New" w:hAnsi="Angsana New"/>
          <w:szCs w:val="30"/>
        </w:rPr>
        <w:t>2</w:t>
      </w:r>
      <w:r w:rsidRPr="00D81250">
        <w:rPr>
          <w:rFonts w:ascii="Angsana New" w:hAnsi="Angsana New"/>
          <w:szCs w:val="30"/>
          <w:cs/>
        </w:rPr>
        <w:t xml:space="preserve"> มีดังนี้</w:t>
      </w:r>
    </w:p>
    <w:p w:rsidR="007165D6" w:rsidRPr="00E939A5" w:rsidRDefault="007165D6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 w:val="16"/>
          <w:szCs w:val="16"/>
        </w:rPr>
      </w:pPr>
    </w:p>
    <w:tbl>
      <w:tblPr>
        <w:tblW w:w="9648" w:type="dxa"/>
        <w:tblLayout w:type="fixed"/>
        <w:tblLook w:val="04A0"/>
      </w:tblPr>
      <w:tblGrid>
        <w:gridCol w:w="4428"/>
        <w:gridCol w:w="1492"/>
        <w:gridCol w:w="308"/>
        <w:gridCol w:w="1530"/>
        <w:gridCol w:w="270"/>
        <w:gridCol w:w="1620"/>
      </w:tblGrid>
      <w:tr w:rsidR="007165D6" w:rsidRPr="004F5042" w:rsidTr="00330CC6">
        <w:trPr>
          <w:trHeight w:val="368"/>
          <w:tblHeader/>
        </w:trPr>
        <w:tc>
          <w:tcPr>
            <w:tcW w:w="4428" w:type="dxa"/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220" w:type="dxa"/>
            <w:gridSpan w:val="5"/>
            <w:tcBorders>
              <w:bottom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7165D6" w:rsidRPr="004F5042" w:rsidTr="007F5015">
        <w:trPr>
          <w:trHeight w:val="368"/>
          <w:tblHeader/>
        </w:trPr>
        <w:tc>
          <w:tcPr>
            <w:tcW w:w="4428" w:type="dxa"/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0F329C" w:rsidRPr="004F5042" w:rsidTr="007F5015">
        <w:trPr>
          <w:trHeight w:val="368"/>
          <w:tblHeader/>
        </w:trPr>
        <w:tc>
          <w:tcPr>
            <w:tcW w:w="4428" w:type="dxa"/>
            <w:vAlign w:val="bottom"/>
          </w:tcPr>
          <w:p w:rsidR="000F329C" w:rsidRPr="004F5042" w:rsidRDefault="000F329C" w:rsidP="000F3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329C" w:rsidRPr="00DE4EEE" w:rsidRDefault="000F329C" w:rsidP="000F3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0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กันยายน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</w:t>
            </w: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>63</w:t>
            </w:r>
          </w:p>
        </w:tc>
        <w:tc>
          <w:tcPr>
            <w:tcW w:w="308" w:type="dxa"/>
            <w:vAlign w:val="bottom"/>
          </w:tcPr>
          <w:p w:rsidR="000F329C" w:rsidRPr="007F08EE" w:rsidRDefault="000F329C" w:rsidP="000F3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329C" w:rsidRPr="00DE4EEE" w:rsidRDefault="000F329C" w:rsidP="000F3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0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กันยายน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</w:t>
            </w: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>63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0F329C" w:rsidRPr="004F5042" w:rsidRDefault="000F329C" w:rsidP="000F3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329C" w:rsidRPr="00DE4EEE" w:rsidRDefault="000F329C" w:rsidP="000F3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F6770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2562</w:t>
            </w:r>
          </w:p>
        </w:tc>
      </w:tr>
      <w:tr w:rsidR="007F08EE" w:rsidRPr="004F5042" w:rsidTr="007F5015">
        <w:trPr>
          <w:trHeight w:val="368"/>
        </w:trPr>
        <w:tc>
          <w:tcPr>
            <w:tcW w:w="4428" w:type="dxa"/>
            <w:vAlign w:val="center"/>
          </w:tcPr>
          <w:p w:rsidR="007F08EE" w:rsidRPr="0030378D" w:rsidRDefault="007F08EE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:rsidR="007F08EE" w:rsidRPr="007F08EE" w:rsidRDefault="007F08EE" w:rsidP="007F0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7,693</w:t>
            </w:r>
          </w:p>
        </w:tc>
        <w:tc>
          <w:tcPr>
            <w:tcW w:w="308" w:type="dxa"/>
          </w:tcPr>
          <w:p w:rsidR="007F08EE" w:rsidRPr="00E33D1B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08EE" w:rsidRPr="007F08EE" w:rsidRDefault="007F08EE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7,693</w:t>
            </w:r>
          </w:p>
        </w:tc>
        <w:tc>
          <w:tcPr>
            <w:tcW w:w="270" w:type="dxa"/>
            <w:vAlign w:val="bottom"/>
          </w:tcPr>
          <w:p w:rsidR="007F08EE" w:rsidRPr="004F5042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08EE" w:rsidRPr="0030378D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6,259</w:t>
            </w:r>
          </w:p>
        </w:tc>
      </w:tr>
      <w:tr w:rsidR="007F08EE" w:rsidRPr="004F5042" w:rsidTr="00887579">
        <w:trPr>
          <w:trHeight w:val="368"/>
        </w:trPr>
        <w:tc>
          <w:tcPr>
            <w:tcW w:w="4428" w:type="dxa"/>
          </w:tcPr>
          <w:p w:rsidR="007F08EE" w:rsidRPr="0030378D" w:rsidRDefault="007F08EE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92" w:type="dxa"/>
            <w:vAlign w:val="bottom"/>
          </w:tcPr>
          <w:p w:rsidR="007F08EE" w:rsidRPr="004E0F8B" w:rsidRDefault="00867FB0" w:rsidP="007F0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</w:t>
            </w:r>
            <w:r w:rsidR="004E0F8B" w:rsidRPr="004E0F8B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436</w:t>
            </w:r>
          </w:p>
        </w:tc>
        <w:tc>
          <w:tcPr>
            <w:tcW w:w="308" w:type="dxa"/>
          </w:tcPr>
          <w:p w:rsidR="007F08EE" w:rsidRPr="00E33D1B" w:rsidRDefault="007F08EE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08EE" w:rsidRPr="007F08EE" w:rsidRDefault="00867FB0" w:rsidP="00867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  <w:r w:rsidR="007F08EE" w:rsidRPr="007F08EE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840</w:t>
            </w:r>
          </w:p>
        </w:tc>
        <w:tc>
          <w:tcPr>
            <w:tcW w:w="270" w:type="dxa"/>
            <w:vAlign w:val="bottom"/>
          </w:tcPr>
          <w:p w:rsidR="007F08EE" w:rsidRPr="004F5042" w:rsidRDefault="007F08EE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08EE" w:rsidRPr="0030378D" w:rsidRDefault="00867FB0" w:rsidP="00867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</w:pP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6</w:t>
            </w:r>
            <w:r w:rsidR="007F08EE" w:rsidRPr="0030378D"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  <w:t>,</w:t>
            </w:r>
            <w:r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  <w:t>320</w:t>
            </w:r>
          </w:p>
        </w:tc>
      </w:tr>
      <w:tr w:rsidR="007F08EE" w:rsidRPr="004F5042" w:rsidTr="007F5015">
        <w:trPr>
          <w:trHeight w:val="342"/>
        </w:trPr>
        <w:tc>
          <w:tcPr>
            <w:tcW w:w="4428" w:type="dxa"/>
          </w:tcPr>
          <w:p w:rsidR="007F08EE" w:rsidRPr="0030378D" w:rsidRDefault="007F08EE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492" w:type="dxa"/>
            <w:vAlign w:val="bottom"/>
          </w:tcPr>
          <w:p w:rsidR="007F08EE" w:rsidRPr="004E0F8B" w:rsidRDefault="007F08EE" w:rsidP="007F0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3,101</w:t>
            </w:r>
          </w:p>
        </w:tc>
        <w:tc>
          <w:tcPr>
            <w:tcW w:w="308" w:type="dxa"/>
          </w:tcPr>
          <w:p w:rsidR="007F08EE" w:rsidRPr="00E33D1B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08EE" w:rsidRPr="007F08EE" w:rsidRDefault="007F08EE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3,101</w:t>
            </w:r>
          </w:p>
        </w:tc>
        <w:tc>
          <w:tcPr>
            <w:tcW w:w="270" w:type="dxa"/>
            <w:vAlign w:val="bottom"/>
          </w:tcPr>
          <w:p w:rsidR="007F08EE" w:rsidRPr="004F5042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08EE" w:rsidRPr="0030378D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3,357</w:t>
            </w:r>
          </w:p>
        </w:tc>
      </w:tr>
      <w:tr w:rsidR="007F08EE" w:rsidRPr="004F5042" w:rsidTr="00887579">
        <w:trPr>
          <w:trHeight w:val="368"/>
        </w:trPr>
        <w:tc>
          <w:tcPr>
            <w:tcW w:w="4428" w:type="dxa"/>
            <w:vAlign w:val="center"/>
          </w:tcPr>
          <w:p w:rsidR="007F08EE" w:rsidRPr="0030378D" w:rsidRDefault="007F08EE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492" w:type="dxa"/>
            <w:vAlign w:val="bottom"/>
          </w:tcPr>
          <w:p w:rsidR="007F08EE" w:rsidRPr="004E0F8B" w:rsidRDefault="007F08EE" w:rsidP="007F0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3,424</w:t>
            </w:r>
          </w:p>
        </w:tc>
        <w:tc>
          <w:tcPr>
            <w:tcW w:w="308" w:type="dxa"/>
          </w:tcPr>
          <w:p w:rsidR="007F08EE" w:rsidRPr="00E33D1B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08EE" w:rsidRPr="007F08EE" w:rsidRDefault="007F08EE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3,424</w:t>
            </w:r>
          </w:p>
        </w:tc>
        <w:tc>
          <w:tcPr>
            <w:tcW w:w="270" w:type="dxa"/>
            <w:vAlign w:val="bottom"/>
          </w:tcPr>
          <w:p w:rsidR="007F08EE" w:rsidRPr="004F5042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08EE" w:rsidRPr="0030378D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2,964</w:t>
            </w:r>
          </w:p>
        </w:tc>
      </w:tr>
      <w:tr w:rsidR="007F08EE" w:rsidRPr="004F5042" w:rsidTr="00887579">
        <w:trPr>
          <w:trHeight w:val="368"/>
        </w:trPr>
        <w:tc>
          <w:tcPr>
            <w:tcW w:w="4428" w:type="dxa"/>
          </w:tcPr>
          <w:p w:rsidR="007F08EE" w:rsidRPr="0030378D" w:rsidRDefault="007F08EE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492" w:type="dxa"/>
            <w:vAlign w:val="bottom"/>
          </w:tcPr>
          <w:p w:rsidR="007F08EE" w:rsidRPr="004E0F8B" w:rsidRDefault="007F08EE" w:rsidP="007F0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893</w:t>
            </w:r>
          </w:p>
        </w:tc>
        <w:tc>
          <w:tcPr>
            <w:tcW w:w="308" w:type="dxa"/>
          </w:tcPr>
          <w:p w:rsidR="007F08EE" w:rsidRPr="00E33D1B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08EE" w:rsidRPr="007F08EE" w:rsidRDefault="007F08EE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893</w:t>
            </w:r>
          </w:p>
        </w:tc>
        <w:tc>
          <w:tcPr>
            <w:tcW w:w="270" w:type="dxa"/>
            <w:vAlign w:val="bottom"/>
          </w:tcPr>
          <w:p w:rsidR="007F08EE" w:rsidRPr="004F5042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08EE" w:rsidRPr="0030378D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515</w:t>
            </w:r>
          </w:p>
        </w:tc>
      </w:tr>
      <w:tr w:rsidR="007F08EE" w:rsidRPr="004F5042" w:rsidTr="00887579">
        <w:trPr>
          <w:trHeight w:val="368"/>
        </w:trPr>
        <w:tc>
          <w:tcPr>
            <w:tcW w:w="4428" w:type="dxa"/>
          </w:tcPr>
          <w:p w:rsidR="007F08EE" w:rsidRPr="0030378D" w:rsidRDefault="007F08EE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จ้าหนี้กรมสรรพากร</w:t>
            </w:r>
          </w:p>
        </w:tc>
        <w:tc>
          <w:tcPr>
            <w:tcW w:w="1492" w:type="dxa"/>
            <w:vAlign w:val="bottom"/>
          </w:tcPr>
          <w:p w:rsidR="007F08EE" w:rsidRPr="004E0F8B" w:rsidRDefault="007F08EE" w:rsidP="007F0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800</w:t>
            </w:r>
          </w:p>
        </w:tc>
        <w:tc>
          <w:tcPr>
            <w:tcW w:w="308" w:type="dxa"/>
          </w:tcPr>
          <w:p w:rsidR="007F08EE" w:rsidRPr="00E33D1B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08EE" w:rsidRPr="007F08EE" w:rsidRDefault="007F08EE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800</w:t>
            </w:r>
          </w:p>
        </w:tc>
        <w:tc>
          <w:tcPr>
            <w:tcW w:w="270" w:type="dxa"/>
            <w:vAlign w:val="bottom"/>
          </w:tcPr>
          <w:p w:rsidR="007F08EE" w:rsidRPr="004F5042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08EE" w:rsidRPr="0030378D" w:rsidRDefault="007F08EE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899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492" w:type="dxa"/>
            <w:shd w:val="clear" w:color="auto" w:fill="auto"/>
            <w:vAlign w:val="bottom"/>
          </w:tcPr>
          <w:p w:rsidR="007F5015" w:rsidRPr="004E0F8B" w:rsidRDefault="00867FB0" w:rsidP="00867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7F5015" w:rsidRPr="004E0F8B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484</w:t>
            </w:r>
          </w:p>
        </w:tc>
        <w:tc>
          <w:tcPr>
            <w:tcW w:w="308" w:type="dxa"/>
          </w:tcPr>
          <w:p w:rsidR="007F5015" w:rsidRPr="00E33D1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7F08EE" w:rsidRDefault="00867FB0" w:rsidP="00867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7F08EE" w:rsidRPr="007F08EE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380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867FB0" w:rsidP="00867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7F5015" w:rsidRPr="0030378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603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4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5015" w:rsidRPr="004E0F8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E0F8B" w:rsidRPr="004E0F8B">
              <w:rPr>
                <w:rFonts w:ascii="Angsana New" w:hAnsi="Angsana New"/>
                <w:color w:val="000000"/>
                <w:sz w:val="30"/>
                <w:szCs w:val="30"/>
              </w:rPr>
              <w:t>3,831</w:t>
            </w:r>
          </w:p>
        </w:tc>
        <w:tc>
          <w:tcPr>
            <w:tcW w:w="308" w:type="dxa"/>
          </w:tcPr>
          <w:p w:rsidR="007F5015" w:rsidRPr="00E33D1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5015" w:rsidRPr="007F08EE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08EE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7F08EE" w:rsidRPr="007F08EE">
              <w:rPr>
                <w:rFonts w:ascii="Angsana New" w:hAnsi="Angsana New"/>
                <w:color w:val="000000"/>
                <w:sz w:val="30"/>
                <w:szCs w:val="30"/>
              </w:rPr>
              <w:t>3,131</w:t>
            </w:r>
          </w:p>
        </w:tc>
        <w:tc>
          <w:tcPr>
            <w:tcW w:w="270" w:type="dxa"/>
            <w:vAlign w:val="bottom"/>
          </w:tcPr>
          <w:p w:rsidR="007F5015" w:rsidRPr="0088128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22,917</w:t>
            </w:r>
          </w:p>
        </w:tc>
      </w:tr>
    </w:tbl>
    <w:p w:rsidR="007165D6" w:rsidRPr="00E939A5" w:rsidRDefault="007165D6" w:rsidP="007165D6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E939A5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015BB7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E33D1B">
        <w:rPr>
          <w:rFonts w:ascii="Angsana New" w:hAnsi="Angsana New" w:hint="cs"/>
          <w:spacing w:val="-10"/>
          <w:szCs w:val="30"/>
          <w:cs/>
        </w:rPr>
        <w:t>งวดเก้า</w:t>
      </w:r>
      <w:r>
        <w:rPr>
          <w:rFonts w:ascii="Angsana New" w:hAnsi="Angsana New" w:hint="cs"/>
          <w:spacing w:val="-10"/>
          <w:szCs w:val="30"/>
          <w:cs/>
        </w:rPr>
        <w:t>เดือน</w:t>
      </w:r>
      <w:r w:rsidRPr="00297680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proofErr w:type="gramStart"/>
      <w:r w:rsidR="009F7466">
        <w:rPr>
          <w:rFonts w:ascii="Angsana New" w:hAnsi="Angsana New"/>
          <w:spacing w:val="-10"/>
          <w:szCs w:val="30"/>
        </w:rPr>
        <w:t xml:space="preserve">30 </w:t>
      </w:r>
      <w:r w:rsidR="00E33D1B">
        <w:rPr>
          <w:rFonts w:ascii="Angsana New" w:hAnsi="Angsana New" w:hint="cs"/>
          <w:spacing w:val="-10"/>
          <w:szCs w:val="30"/>
          <w:cs/>
        </w:rPr>
        <w:t xml:space="preserve"> กันยา</w:t>
      </w:r>
      <w:r w:rsidR="009F7466">
        <w:rPr>
          <w:rFonts w:ascii="Angsana New" w:hAnsi="Angsana New" w:hint="cs"/>
          <w:spacing w:val="-10"/>
          <w:szCs w:val="30"/>
          <w:cs/>
        </w:rPr>
        <w:t>ยน</w:t>
      </w:r>
      <w:proofErr w:type="gramEnd"/>
      <w:r w:rsidRPr="00297680">
        <w:rPr>
          <w:rFonts w:ascii="Angsana New" w:hAnsi="Angsana New"/>
          <w:spacing w:val="-10"/>
          <w:szCs w:val="30"/>
          <w:cs/>
        </w:rPr>
        <w:t xml:space="preserve"> </w:t>
      </w:r>
      <w:r w:rsidRPr="00297680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 w:hint="cs"/>
          <w:spacing w:val="-10"/>
          <w:szCs w:val="30"/>
          <w:cs/>
        </w:rPr>
        <w:t>6</w:t>
      </w:r>
      <w:r w:rsidR="00B4243F">
        <w:rPr>
          <w:rFonts w:ascii="Angsana New" w:hAnsi="Angsana New"/>
          <w:spacing w:val="-10"/>
          <w:szCs w:val="30"/>
        </w:rPr>
        <w:t>3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B458BE">
        <w:rPr>
          <w:rFonts w:ascii="Angsana New" w:hAnsi="Angsana New"/>
          <w:spacing w:val="-10"/>
          <w:szCs w:val="30"/>
        </w:rPr>
        <w:t>256</w:t>
      </w:r>
      <w:r w:rsidR="00B4243F">
        <w:rPr>
          <w:rFonts w:ascii="Angsana New" w:hAnsi="Angsana New"/>
          <w:spacing w:val="-10"/>
          <w:szCs w:val="30"/>
        </w:rPr>
        <w:t>2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E939A5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6"/>
          <w:szCs w:val="16"/>
        </w:rPr>
      </w:pPr>
    </w:p>
    <w:tbl>
      <w:tblPr>
        <w:tblW w:w="9918" w:type="dxa"/>
        <w:tblLook w:val="04A0"/>
      </w:tblPr>
      <w:tblGrid>
        <w:gridCol w:w="6204"/>
        <w:gridCol w:w="1734"/>
        <w:gridCol w:w="270"/>
        <w:gridCol w:w="1710"/>
      </w:tblGrid>
      <w:tr w:rsidR="00015BB7" w:rsidRPr="00297680" w:rsidTr="000A02C0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714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8D6154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297680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Cs w:val="30"/>
                <w:cs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C02C5A" w:rsidRPr="00297680" w:rsidTr="000A02C0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bottom"/>
          </w:tcPr>
          <w:p w:rsidR="00C02C5A" w:rsidRPr="00297680" w:rsidRDefault="00C02C5A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B4243F">
              <w:rPr>
                <w:rFonts w:ascii="Angsana New" w:hAnsi="Angsana New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C02C5A" w:rsidRPr="00297680" w:rsidRDefault="00C02C5A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297680" w:rsidRDefault="00C02C5A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B4243F">
              <w:rPr>
                <w:rFonts w:ascii="Angsana New" w:hAnsi="Angsana New"/>
                <w:szCs w:val="30"/>
              </w:rPr>
              <w:t>2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4E0F8B" w:rsidRDefault="00225CDB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6C1902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  <w:r w:rsidRPr="006C1902">
              <w:rPr>
                <w:rFonts w:ascii="Angsana New" w:hAnsi="Angsana New"/>
                <w:sz w:val="30"/>
                <w:szCs w:val="30"/>
              </w:rPr>
              <w:t>,313</w:t>
            </w:r>
          </w:p>
        </w:tc>
      </w:tr>
      <w:tr w:rsidR="00B4243F" w:rsidRPr="00297680" w:rsidTr="00E939A5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4243F" w:rsidRPr="004E0F8B" w:rsidRDefault="004E0F8B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754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B4243F" w:rsidRPr="00FE66D7" w:rsidRDefault="00E33D1B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,021</w:t>
            </w:r>
          </w:p>
        </w:tc>
      </w:tr>
      <w:tr w:rsidR="00B4243F" w:rsidRPr="00297680" w:rsidTr="00E939A5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B4243F" w:rsidRPr="004E0F8B" w:rsidRDefault="005864EC" w:rsidP="00FE6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</w:t>
            </w:r>
            <w:r w:rsidR="004E0F8B" w:rsidRPr="004E0F8B">
              <w:rPr>
                <w:rFonts w:ascii="Angsana New" w:hAnsi="Angsana New"/>
                <w:sz w:val="30"/>
                <w:szCs w:val="30"/>
              </w:rPr>
              <w:t>81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B4243F" w:rsidRPr="00FE66D7" w:rsidRDefault="00E33D1B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E939A5" w:rsidRPr="00297680" w:rsidTr="00E939A5">
        <w:tc>
          <w:tcPr>
            <w:tcW w:w="6204" w:type="dxa"/>
            <w:vAlign w:val="bottom"/>
          </w:tcPr>
          <w:p w:rsidR="00E939A5" w:rsidRPr="00297680" w:rsidRDefault="00E939A5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ต้นทุนบริการในอดีต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9A5" w:rsidRPr="004E0F8B" w:rsidRDefault="00E939A5" w:rsidP="00E939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E939A5" w:rsidRPr="00297680" w:rsidRDefault="00E939A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E939A5" w:rsidRDefault="00E939A5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1,687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4E0F8B" w:rsidRDefault="00B4243F" w:rsidP="003A1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4E0F8B" w:rsidRPr="004E0F8B">
              <w:rPr>
                <w:rFonts w:ascii="Angsana New" w:hAnsi="Angsana New"/>
                <w:sz w:val="30"/>
                <w:szCs w:val="30"/>
              </w:rPr>
              <w:t>935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FE66D7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E939A5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E939A5">
              <w:rPr>
                <w:rFonts w:ascii="Angsana New" w:hAnsi="Angsana New"/>
                <w:sz w:val="30"/>
                <w:szCs w:val="30"/>
              </w:rPr>
              <w:t>,</w:t>
            </w:r>
            <w:r w:rsidR="00E33D1B">
              <w:rPr>
                <w:rFonts w:ascii="Angsana New" w:hAnsi="Angsana New"/>
                <w:sz w:val="30"/>
                <w:szCs w:val="30"/>
              </w:rPr>
              <w:t>966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47298E" w:rsidRDefault="00B4243F" w:rsidP="006D15A9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243F" w:rsidRPr="004E0F8B" w:rsidRDefault="00327A69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0F8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6D15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B4243F" w:rsidRPr="009D732C" w:rsidRDefault="00B4243F" w:rsidP="004B6A1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30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32C">
              <w:rPr>
                <w:rFonts w:ascii="Angsana New" w:hAnsi="Angsana New" w:hint="cs"/>
                <w:sz w:val="30"/>
                <w:szCs w:val="30"/>
                <w:cs/>
              </w:rPr>
              <w:t xml:space="preserve"> (      2,377)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4E0F8B" w:rsidRDefault="00327A69" w:rsidP="00FE66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 w:hint="cs"/>
                <w:sz w:val="30"/>
                <w:szCs w:val="30"/>
                <w:cs/>
              </w:rPr>
              <w:t xml:space="preserve"> (         </w:t>
            </w:r>
            <w:r w:rsidRPr="004E0F8B">
              <w:rPr>
                <w:rFonts w:ascii="Angsana New" w:hAnsi="Angsana New"/>
                <w:sz w:val="30"/>
                <w:szCs w:val="30"/>
              </w:rPr>
              <w:t>150</w:t>
            </w:r>
            <w:r w:rsidR="00B4243F" w:rsidRPr="004E0F8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B4243F" w:rsidRPr="00E83DA5" w:rsidRDefault="00B4243F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9D732C" w:rsidRDefault="00E33D1B" w:rsidP="007165D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      </w:t>
            </w:r>
            <w:r>
              <w:rPr>
                <w:rFonts w:ascii="Angsana New" w:hAnsi="Angsana New"/>
                <w:sz w:val="30"/>
                <w:szCs w:val="30"/>
              </w:rPr>
              <w:t>5,808</w:t>
            </w:r>
            <w:r w:rsidR="00B4243F" w:rsidRPr="009D732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B4243F" w:rsidRPr="00297680" w:rsidTr="000A02C0">
        <w:trPr>
          <w:trHeight w:val="215"/>
        </w:trPr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</w:t>
            </w:r>
            <w:r w:rsidR="00B20697">
              <w:rPr>
                <w:rFonts w:ascii="Angsana New" w:hAnsi="Angsana New"/>
                <w:szCs w:val="30"/>
              </w:rPr>
              <w:t xml:space="preserve">0 </w:t>
            </w:r>
            <w:r w:rsidR="00E33D1B">
              <w:rPr>
                <w:rFonts w:ascii="Angsana New" w:hAnsi="Angsana New" w:hint="cs"/>
                <w:szCs w:val="30"/>
                <w:cs/>
              </w:rPr>
              <w:t>กันยา</w:t>
            </w:r>
            <w:r w:rsidR="00B20697">
              <w:rPr>
                <w:rFonts w:ascii="Angsana New" w:hAnsi="Angsana New" w:hint="cs"/>
                <w:szCs w:val="30"/>
                <w:cs/>
              </w:rPr>
              <w:t>ยน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243F" w:rsidRPr="004E0F8B" w:rsidRDefault="005864EC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9,</w:t>
            </w:r>
            <w:r w:rsidR="004E0F8B" w:rsidRPr="004E0F8B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70" w:type="dxa"/>
            <w:vAlign w:val="bottom"/>
          </w:tcPr>
          <w:p w:rsidR="00B4243F" w:rsidRPr="00E83DA5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43F" w:rsidRPr="00FE66D7" w:rsidRDefault="00E33D1B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9,094</w:t>
            </w:r>
          </w:p>
        </w:tc>
      </w:tr>
    </w:tbl>
    <w:p w:rsidR="00420D8D" w:rsidRPr="00A80A77" w:rsidRDefault="00420D8D" w:rsidP="00420D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  <w:cs/>
        </w:rPr>
      </w:pPr>
      <w:r w:rsidRPr="00625EB3">
        <w:rPr>
          <w:rFonts w:ascii="Angsana New" w:hAnsi="Angsana New" w:hint="cs"/>
          <w:sz w:val="30"/>
          <w:szCs w:val="30"/>
          <w:cs/>
        </w:rPr>
        <w:lastRenderedPageBreak/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625EB3">
        <w:rPr>
          <w:rFonts w:ascii="Angsana New" w:hAnsi="Angsana New"/>
          <w:sz w:val="30"/>
          <w:szCs w:val="30"/>
        </w:rPr>
        <w:t xml:space="preserve">(1) </w:t>
      </w:r>
      <w:r w:rsidRPr="00625EB3">
        <w:rPr>
          <w:rFonts w:ascii="Angsana New" w:hAnsi="Angsana New" w:hint="cs"/>
          <w:sz w:val="30"/>
          <w:szCs w:val="30"/>
          <w:cs/>
        </w:rPr>
        <w:t>กำไรจากการปรับปรุง</w:t>
      </w:r>
      <w:r w:rsidR="007B4E7A" w:rsidRPr="00625EB3">
        <w:rPr>
          <w:rFonts w:ascii="Angsana New" w:hAnsi="Angsana New" w:hint="cs"/>
          <w:sz w:val="30"/>
          <w:szCs w:val="30"/>
          <w:cs/>
        </w:rPr>
        <w:t>ประสบการณ์เป็นจำนวนเงิน</w:t>
      </w:r>
      <w:r w:rsidR="007B4E7A" w:rsidRPr="00137FB8">
        <w:rPr>
          <w:rFonts w:ascii="Angsana New" w:hAnsi="Angsana New" w:hint="cs"/>
          <w:sz w:val="30"/>
          <w:szCs w:val="30"/>
          <w:cs/>
        </w:rPr>
        <w:t>ประมาณ 4,727</w:t>
      </w:r>
      <w:r w:rsidRPr="00137FB8">
        <w:rPr>
          <w:rFonts w:ascii="Angsana New" w:hAnsi="Angsana New"/>
          <w:sz w:val="30"/>
          <w:szCs w:val="30"/>
        </w:rPr>
        <w:t xml:space="preserve"> </w:t>
      </w:r>
      <w:r w:rsidRPr="00137FB8">
        <w:rPr>
          <w:rFonts w:ascii="Angsana New" w:hAnsi="Angsana New" w:hint="cs"/>
          <w:sz w:val="30"/>
          <w:szCs w:val="30"/>
          <w:cs/>
        </w:rPr>
        <w:t>พันบาท</w:t>
      </w:r>
      <w:r w:rsidRPr="00137FB8">
        <w:rPr>
          <w:rFonts w:ascii="Angsana New" w:hAnsi="Angsana New"/>
          <w:sz w:val="30"/>
          <w:szCs w:val="30"/>
        </w:rPr>
        <w:t xml:space="preserve"> (2) </w:t>
      </w:r>
      <w:r w:rsidRPr="00137FB8">
        <w:rPr>
          <w:rFonts w:ascii="Angsana New" w:hAnsi="Angsana New" w:hint="cs"/>
          <w:sz w:val="30"/>
          <w:szCs w:val="30"/>
          <w:cs/>
        </w:rPr>
        <w:t>กำไร</w:t>
      </w:r>
      <w:r w:rsidR="007B4E7A" w:rsidRPr="00137FB8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จากการเปลี่ยนแปลงของสมมติฐานทางการเงินเป็นจำนวนเงินประมาณ </w:t>
      </w:r>
      <w:r w:rsidR="007B4E7A" w:rsidRPr="00137FB8">
        <w:rPr>
          <w:rFonts w:ascii="Angsana New" w:hAnsi="Angsana New"/>
          <w:sz w:val="30"/>
          <w:szCs w:val="30"/>
        </w:rPr>
        <w:t xml:space="preserve">430 </w:t>
      </w:r>
      <w:r w:rsidR="007B4E7A" w:rsidRPr="00137FB8">
        <w:rPr>
          <w:rFonts w:ascii="Angsana New" w:hAnsi="Angsana New" w:hint="cs"/>
          <w:sz w:val="30"/>
          <w:szCs w:val="30"/>
          <w:cs/>
        </w:rPr>
        <w:t>พันบาท</w:t>
      </w:r>
      <w:r w:rsidRPr="00137FB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137FB8">
        <w:rPr>
          <w:rFonts w:ascii="Angsana New" w:hAnsi="Angsana New"/>
          <w:sz w:val="30"/>
          <w:szCs w:val="30"/>
        </w:rPr>
        <w:t xml:space="preserve">(3) </w:t>
      </w:r>
      <w:r w:rsidRPr="00137FB8">
        <w:rPr>
          <w:rFonts w:ascii="Angsana New" w:hAnsi="Angsana New" w:hint="cs"/>
          <w:sz w:val="30"/>
          <w:szCs w:val="30"/>
          <w:cs/>
        </w:rPr>
        <w:t>ขาดทุน</w:t>
      </w:r>
      <w:r w:rsidR="007B4E7A" w:rsidRPr="00137FB8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จากการเปลี่ยนแปลงของสมมติฐานเชิงประชากรศาสตร์เป็นจำนวนเงินประมาณ </w:t>
      </w:r>
      <w:r w:rsidR="007B4E7A" w:rsidRPr="00137FB8">
        <w:rPr>
          <w:rFonts w:ascii="Angsana New" w:hAnsi="Angsana New"/>
          <w:sz w:val="30"/>
          <w:szCs w:val="30"/>
        </w:rPr>
        <w:t xml:space="preserve">2,780 </w:t>
      </w:r>
      <w:r w:rsidR="007B4E7A" w:rsidRPr="00137FB8">
        <w:rPr>
          <w:rFonts w:ascii="Angsana New" w:hAnsi="Angsana New" w:hint="cs"/>
          <w:sz w:val="30"/>
          <w:szCs w:val="30"/>
          <w:cs/>
        </w:rPr>
        <w:t>พันบาท</w:t>
      </w:r>
    </w:p>
    <w:p w:rsidR="00420D8D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A51027">
        <w:rPr>
          <w:rFonts w:ascii="Angsana New" w:hAnsi="Angsana New"/>
          <w:color w:val="000000"/>
          <w:sz w:val="30"/>
          <w:szCs w:val="30"/>
        </w:rPr>
        <w:t>25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B4243F">
        <w:rPr>
          <w:rFonts w:ascii="Angsana New" w:hAnsi="Angsana New"/>
          <w:color w:val="000000"/>
          <w:sz w:val="30"/>
          <w:szCs w:val="30"/>
        </w:rPr>
        <w:t>3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Pr="00A51027">
        <w:rPr>
          <w:rFonts w:ascii="Angsana New" w:hAnsi="Angsana New"/>
          <w:color w:val="000000"/>
          <w:sz w:val="30"/>
          <w:szCs w:val="30"/>
        </w:rPr>
        <w:t>256</w:t>
      </w:r>
      <w:r w:rsidR="00B4243F">
        <w:rPr>
          <w:rFonts w:ascii="Angsana New" w:hAnsi="Angsana New"/>
          <w:color w:val="000000"/>
          <w:sz w:val="30"/>
          <w:szCs w:val="30"/>
        </w:rPr>
        <w:t>2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อัตราคิดลด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</w:t>
      </w:r>
      <w:r w:rsidR="003B6F9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/>
          <w:sz w:val="30"/>
          <w:szCs w:val="30"/>
        </w:rPr>
        <w:t xml:space="preserve">2.92 </w:t>
      </w:r>
      <w:r>
        <w:rPr>
          <w:rFonts w:ascii="Angsana New" w:hAnsi="Angsana New" w:hint="cs"/>
          <w:sz w:val="30"/>
          <w:szCs w:val="30"/>
          <w:cs/>
        </w:rPr>
        <w:t xml:space="preserve">และร้อยละ 2.47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 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 w:hint="cs"/>
          <w:sz w:val="30"/>
          <w:szCs w:val="30"/>
          <w:cs/>
        </w:rPr>
        <w:t>ร้อยละ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F423A8">
        <w:rPr>
          <w:rFonts w:ascii="Angsana New" w:hAnsi="Angsana New" w:hint="cs"/>
          <w:sz w:val="30"/>
          <w:szCs w:val="30"/>
          <w:cs/>
        </w:rPr>
        <w:t xml:space="preserve">5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420D8D" w:rsidRPr="00A80A77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อัตราการหมุนเวียนของพนักงาน           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 w:hint="cs"/>
          <w:sz w:val="30"/>
          <w:szCs w:val="30"/>
          <w:cs/>
        </w:rPr>
        <w:t>2.87 - 34.38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A703BB" w:rsidRPr="00A80A77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015BB7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24737F" w:rsidTr="00EF1065">
        <w:tc>
          <w:tcPr>
            <w:tcW w:w="5058" w:type="dxa"/>
            <w:vAlign w:val="bottom"/>
          </w:tcPr>
          <w:p w:rsidR="00420D8D" w:rsidRPr="00A51027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24737F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420D8D" w:rsidRPr="0024737F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0D8D" w:rsidRPr="00137FB8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 xml:space="preserve"> (4</w:t>
            </w:r>
            <w:r w:rsidRPr="00137FB8">
              <w:rPr>
                <w:rFonts w:ascii="Angsana New" w:hAnsi="Angsana New"/>
                <w:sz w:val="30"/>
                <w:szCs w:val="30"/>
              </w:rPr>
              <w:t>47</w:t>
            </w:r>
            <w:r w:rsidR="00420D8D" w:rsidRPr="00137F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420D8D" w:rsidRPr="00137FB8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420D8D" w:rsidRPr="00137FB8" w:rsidRDefault="006B01A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247075" w:rsidRPr="00137FB8">
              <w:rPr>
                <w:rFonts w:ascii="Angsana New" w:hAnsi="Angsana New"/>
                <w:sz w:val="30"/>
                <w:szCs w:val="30"/>
              </w:rPr>
              <w:t>84</w:t>
            </w:r>
          </w:p>
        </w:tc>
      </w:tr>
      <w:tr w:rsidR="00420D8D" w:rsidRPr="0024737F" w:rsidTr="00EF1065">
        <w:tc>
          <w:tcPr>
            <w:tcW w:w="5058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137FB8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/>
                <w:sz w:val="30"/>
                <w:szCs w:val="30"/>
              </w:rPr>
              <w:t>964</w:t>
            </w:r>
          </w:p>
        </w:tc>
        <w:tc>
          <w:tcPr>
            <w:tcW w:w="261" w:type="dxa"/>
          </w:tcPr>
          <w:p w:rsidR="00420D8D" w:rsidRPr="00137FB8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137FB8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247075" w:rsidRPr="00137FB8">
              <w:rPr>
                <w:rFonts w:ascii="Angsana New" w:hAnsi="Angsana New"/>
                <w:sz w:val="30"/>
                <w:szCs w:val="30"/>
              </w:rPr>
              <w:t>834</w:t>
            </w:r>
            <w:r w:rsidR="00420D8D" w:rsidRPr="00137F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420D8D" w:rsidRPr="0024737F" w:rsidTr="00EF1065">
        <w:tc>
          <w:tcPr>
            <w:tcW w:w="5058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625EB3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625EB3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137FB8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247075" w:rsidRPr="00137FB8">
              <w:rPr>
                <w:rFonts w:ascii="Angsana New" w:hAnsi="Angsana New"/>
                <w:sz w:val="30"/>
                <w:szCs w:val="30"/>
              </w:rPr>
              <w:t>868</w:t>
            </w:r>
            <w:r w:rsidR="00420D8D" w:rsidRPr="00137F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420D8D" w:rsidRPr="00137FB8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137FB8" w:rsidRDefault="00247075" w:rsidP="006764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/>
                <w:sz w:val="30"/>
                <w:szCs w:val="30"/>
              </w:rPr>
              <w:t>1,053</w:t>
            </w:r>
          </w:p>
        </w:tc>
      </w:tr>
    </w:tbl>
    <w:p w:rsidR="00676440" w:rsidRDefault="00676440" w:rsidP="00420D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A24A6" w:rsidRPr="009865E0" w:rsidRDefault="00AA25D7" w:rsidP="00AA25D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2375F7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2375F7">
        <w:rPr>
          <w:rFonts w:ascii="Angsana New" w:hAnsi="Angsana New"/>
          <w:sz w:val="30"/>
          <w:szCs w:val="30"/>
        </w:rPr>
        <w:t xml:space="preserve">2561 </w:t>
      </w:r>
      <w:r w:rsidRPr="002375F7"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สภานิติบัญญัติแห่งชาติได้อนุมัติและเห็นชอบให้มีการแก้ไขพระราชบัญญัติคุ้มครองแรงงาน พ.ศ. </w:t>
      </w:r>
      <w:r w:rsidRPr="002375F7">
        <w:rPr>
          <w:rFonts w:ascii="Angsana New" w:hAnsi="Angsana New"/>
          <w:sz w:val="30"/>
          <w:szCs w:val="30"/>
        </w:rPr>
        <w:t xml:space="preserve">2541 </w:t>
      </w:r>
      <w:r w:rsidRPr="002375F7">
        <w:rPr>
          <w:rFonts w:ascii="Angsana New" w:hAnsi="Angsana New" w:hint="cs"/>
          <w:sz w:val="30"/>
          <w:szCs w:val="30"/>
          <w:cs/>
        </w:rPr>
        <w:t xml:space="preserve">ในบางเรื่องซึ่งรวมถึงการเพิ่มค่าชดเชยให้แก่ลูกจ้างที่ทำงานมาเป็นระยะเวลาตั้งแต่ </w:t>
      </w:r>
      <w:r w:rsidRPr="002375F7">
        <w:rPr>
          <w:rFonts w:ascii="Angsana New" w:hAnsi="Angsana New"/>
          <w:sz w:val="30"/>
          <w:szCs w:val="30"/>
        </w:rPr>
        <w:t xml:space="preserve">20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ปีขึ้นไปจากเดิมเท่ากับอัตราค่าจ้างจำนวน </w:t>
      </w:r>
      <w:r w:rsidRPr="002375F7">
        <w:rPr>
          <w:rFonts w:ascii="Angsana New" w:hAnsi="Angsana New"/>
          <w:sz w:val="30"/>
          <w:szCs w:val="30"/>
        </w:rPr>
        <w:t xml:space="preserve">300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วันเป็นอัตราใหม่เท่ากับ </w:t>
      </w:r>
      <w:r w:rsidRPr="002375F7">
        <w:rPr>
          <w:rFonts w:ascii="Angsana New" w:hAnsi="Angsana New"/>
          <w:sz w:val="30"/>
          <w:szCs w:val="30"/>
        </w:rPr>
        <w:t xml:space="preserve">400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วันซึ่งต่อมาได้ถูกประกาศกำหนดเป็นกฎหมายในช่วงต้นเดือนเมษายน </w:t>
      </w:r>
      <w:r w:rsidRPr="002375F7">
        <w:rPr>
          <w:rFonts w:ascii="Angsana New" w:hAnsi="Angsana New"/>
          <w:sz w:val="30"/>
          <w:szCs w:val="30"/>
        </w:rPr>
        <w:t xml:space="preserve">2562 </w:t>
      </w:r>
      <w:r w:rsidRPr="002375F7">
        <w:rPr>
          <w:rFonts w:ascii="Angsana New" w:hAnsi="Angsana New" w:hint="cs"/>
          <w:sz w:val="30"/>
          <w:szCs w:val="30"/>
          <w:cs/>
        </w:rPr>
        <w:t xml:space="preserve">และมีผลบังคับใช้ในช่วงต้นเดือนพฤษภาคม </w:t>
      </w:r>
      <w:r w:rsidRPr="002375F7">
        <w:rPr>
          <w:rFonts w:ascii="Angsana New" w:hAnsi="Angsana New"/>
          <w:sz w:val="30"/>
          <w:szCs w:val="30"/>
        </w:rPr>
        <w:t>2562</w:t>
      </w:r>
      <w:r w:rsidRPr="002375F7">
        <w:rPr>
          <w:rFonts w:ascii="Angsana New" w:hAnsi="Angsana New" w:hint="cs"/>
          <w:sz w:val="30"/>
          <w:szCs w:val="30"/>
          <w:cs/>
        </w:rPr>
        <w:t xml:space="preserve"> ทั้งนี้ ฝ่ายบริหารของบริษัทได้ใช้ดุลยพินิจพิจารณาแล้วว่าการแก้ไขโครงการผลประโยชน์ของพนักงานดังกล่าว (การแก้ไขกฏหมาย) ได้เกิดขึ้นและมีผลบังคับใช้ใน </w:t>
      </w:r>
      <w:r>
        <w:rPr>
          <w:rFonts w:ascii="Angsana New" w:hAnsi="Angsana New"/>
          <w:sz w:val="30"/>
          <w:szCs w:val="30"/>
          <w:cs/>
        </w:rPr>
        <w:br/>
      </w:r>
      <w:r w:rsidRPr="002375F7">
        <w:rPr>
          <w:rFonts w:ascii="Angsana New" w:hAnsi="Angsana New" w:hint="cs"/>
          <w:sz w:val="30"/>
          <w:szCs w:val="30"/>
          <w:cs/>
        </w:rPr>
        <w:t xml:space="preserve">ไตรมาสที่ 2 ของปี 2562 บริษัทจึงบันทึกต้นทุนบริการในอดีตส่วนที่เป็นผลจากการแก้ไขโครงการซึ่งมีจำนวนประมาณ 1.7 ล้านบาทในไตรมาสที่ 2 ของปี 2562 </w:t>
      </w:r>
      <w:r>
        <w:rPr>
          <w:rFonts w:ascii="Angsana New" w:hAnsi="Angsana New" w:hint="cs"/>
          <w:sz w:val="30"/>
          <w:szCs w:val="30"/>
          <w:cs/>
        </w:rPr>
        <w:t>โดยแสดง</w:t>
      </w:r>
      <w:r w:rsidRPr="00832537">
        <w:rPr>
          <w:rFonts w:ascii="Angsana New" w:hAnsi="Angsana New" w:hint="cs"/>
          <w:sz w:val="30"/>
          <w:szCs w:val="30"/>
          <w:cs/>
        </w:rPr>
        <w:t>รายการเป็นส่วนหนึ่งของต้นทุนในการจัดจำหน่ายและค่าใช้จ่ายในการบริหารเป็นจำนวนเงินประมาณ 1.3 ล้านบาทและ 0.4 ล้านบาท ตามลำดับ</w:t>
      </w:r>
      <w:r>
        <w:rPr>
          <w:rFonts w:ascii="Angsana New" w:hAnsi="Angsana New" w:hint="cs"/>
          <w:sz w:val="30"/>
          <w:szCs w:val="30"/>
          <w:cs/>
        </w:rPr>
        <w:t xml:space="preserve"> ในงบกำไรขาดทุนเบ็ดเสร็จ</w:t>
      </w:r>
      <w:r w:rsidR="00E33D1B">
        <w:rPr>
          <w:rFonts w:ascii="Angsana New" w:hAnsi="Angsana New" w:hint="cs"/>
          <w:sz w:val="30"/>
          <w:szCs w:val="30"/>
          <w:cs/>
        </w:rPr>
        <w:t>สำหรับงวดเก้า</w:t>
      </w:r>
      <w:r w:rsidRPr="00832537">
        <w:rPr>
          <w:rFonts w:ascii="Angsana New" w:hAnsi="Angsana New" w:hint="cs"/>
          <w:sz w:val="30"/>
          <w:szCs w:val="30"/>
          <w:cs/>
        </w:rPr>
        <w:t>เดื</w:t>
      </w:r>
      <w:r w:rsidR="00E33D1B">
        <w:rPr>
          <w:rFonts w:ascii="Angsana New" w:hAnsi="Angsana New" w:hint="cs"/>
          <w:sz w:val="30"/>
          <w:szCs w:val="30"/>
          <w:cs/>
        </w:rPr>
        <w:t>อนสิ้นสุดวันที่ 30 กันยา</w:t>
      </w:r>
      <w:r w:rsidR="009555EC">
        <w:rPr>
          <w:rFonts w:ascii="Angsana New" w:hAnsi="Angsana New" w:hint="cs"/>
          <w:sz w:val="30"/>
          <w:szCs w:val="30"/>
          <w:cs/>
        </w:rPr>
        <w:t>ยน 2562</w:t>
      </w:r>
    </w:p>
    <w:p w:rsidR="0009604B" w:rsidRPr="00A849C9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A849C9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14612C" w:rsidRPr="00A849C9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</w:rPr>
      </w:pPr>
    </w:p>
    <w:p w:rsidR="00396819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A849C9">
        <w:rPr>
          <w:rFonts w:ascii="Angsana New" w:hAnsi="Angsana New"/>
          <w:sz w:val="30"/>
          <w:szCs w:val="30"/>
          <w:cs/>
        </w:rPr>
        <w:t>ภาษีเงินได้</w:t>
      </w:r>
      <w:r w:rsidRPr="00A849C9">
        <w:rPr>
          <w:rFonts w:ascii="Angsana New" w:hAnsi="Angsana New" w:hint="cs"/>
          <w:sz w:val="30"/>
          <w:szCs w:val="30"/>
          <w:cs/>
        </w:rPr>
        <w:t>นิติบุคคล</w:t>
      </w:r>
      <w:r w:rsidRPr="00A849C9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A849C9">
        <w:rPr>
          <w:rFonts w:ascii="Angsana New" w:hAnsi="Angsana New" w:hint="cs"/>
          <w:sz w:val="30"/>
          <w:szCs w:val="30"/>
          <w:cs/>
        </w:rPr>
        <w:t xml:space="preserve"> (รายได้) สำหรับงวดสาม</w:t>
      </w:r>
      <w:r w:rsidR="006A1E21" w:rsidRPr="00A849C9">
        <w:rPr>
          <w:rFonts w:ascii="Angsana New" w:hAnsi="Angsana New" w:hint="cs"/>
          <w:sz w:val="30"/>
          <w:szCs w:val="30"/>
          <w:cs/>
        </w:rPr>
        <w:t>เดือน</w:t>
      </w:r>
      <w:r w:rsidR="00E33D1B" w:rsidRPr="00A849C9">
        <w:rPr>
          <w:rFonts w:ascii="Angsana New" w:hAnsi="Angsana New" w:hint="cs"/>
          <w:sz w:val="30"/>
          <w:szCs w:val="30"/>
          <w:cs/>
        </w:rPr>
        <w:t>และเก้า</w:t>
      </w:r>
      <w:r w:rsidR="00334F7E" w:rsidRPr="00A849C9">
        <w:rPr>
          <w:rFonts w:ascii="Angsana New" w:hAnsi="Angsana New" w:hint="cs"/>
          <w:sz w:val="30"/>
          <w:szCs w:val="30"/>
          <w:cs/>
        </w:rPr>
        <w:t>เดือน</w:t>
      </w:r>
      <w:r w:rsidRPr="00A849C9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334F7E" w:rsidRPr="00A849C9">
        <w:rPr>
          <w:rFonts w:ascii="Angsana New" w:hAnsi="Angsana New"/>
          <w:sz w:val="30"/>
          <w:szCs w:val="30"/>
        </w:rPr>
        <w:t xml:space="preserve">30 </w:t>
      </w:r>
      <w:r w:rsidR="00E33D1B" w:rsidRPr="00A849C9">
        <w:rPr>
          <w:rFonts w:ascii="Angsana New" w:hAnsi="Angsana New" w:hint="cs"/>
          <w:sz w:val="30"/>
          <w:szCs w:val="30"/>
          <w:cs/>
        </w:rPr>
        <w:t>กันย</w:t>
      </w:r>
      <w:r w:rsidR="00334F7E" w:rsidRPr="00A849C9">
        <w:rPr>
          <w:rFonts w:ascii="Angsana New" w:hAnsi="Angsana New" w:hint="cs"/>
          <w:sz w:val="30"/>
          <w:szCs w:val="30"/>
          <w:cs/>
        </w:rPr>
        <w:t>ายน</w:t>
      </w:r>
      <w:r w:rsidRPr="00A849C9">
        <w:rPr>
          <w:rFonts w:ascii="Angsana New" w:hAnsi="Angsana New" w:hint="cs"/>
          <w:sz w:val="30"/>
          <w:szCs w:val="30"/>
          <w:cs/>
        </w:rPr>
        <w:t xml:space="preserve"> </w:t>
      </w:r>
      <w:r w:rsidRPr="00A849C9">
        <w:rPr>
          <w:rFonts w:ascii="Angsana New" w:hAnsi="Angsana New"/>
          <w:sz w:val="30"/>
          <w:szCs w:val="30"/>
        </w:rPr>
        <w:t>25</w:t>
      </w:r>
      <w:r w:rsidR="00B4243F" w:rsidRPr="00A849C9">
        <w:rPr>
          <w:rFonts w:ascii="Angsana New" w:hAnsi="Angsana New"/>
          <w:sz w:val="30"/>
          <w:szCs w:val="30"/>
        </w:rPr>
        <w:t>63</w:t>
      </w:r>
      <w:r w:rsidRPr="00A849C9">
        <w:rPr>
          <w:rFonts w:ascii="Angsana New" w:hAnsi="Angsana New" w:hint="cs"/>
          <w:sz w:val="30"/>
          <w:szCs w:val="30"/>
          <w:cs/>
        </w:rPr>
        <w:t xml:space="preserve"> และ </w:t>
      </w:r>
      <w:r w:rsidR="00B4243F" w:rsidRPr="00A849C9">
        <w:rPr>
          <w:rFonts w:ascii="Angsana New" w:hAnsi="Angsana New"/>
          <w:sz w:val="30"/>
          <w:szCs w:val="30"/>
        </w:rPr>
        <w:t>2562</w:t>
      </w:r>
      <w:r w:rsidRPr="00A849C9">
        <w:rPr>
          <w:rFonts w:ascii="Angsana New" w:hAnsi="Angsana New" w:hint="cs"/>
          <w:sz w:val="30"/>
          <w:szCs w:val="30"/>
          <w:cs/>
        </w:rPr>
        <w:t xml:space="preserve"> </w:t>
      </w:r>
      <w:r w:rsidRPr="00A849C9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A849C9" w:rsidRPr="00A849C9" w:rsidRDefault="00A849C9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</w:rPr>
      </w:pPr>
    </w:p>
    <w:tbl>
      <w:tblPr>
        <w:tblpPr w:leftFromText="180" w:rightFromText="180" w:vertAnchor="text" w:horzAnchor="margin" w:tblpY="151"/>
        <w:tblOverlap w:val="never"/>
        <w:tblW w:w="9606" w:type="dxa"/>
        <w:tblLayout w:type="fixed"/>
        <w:tblLook w:val="04A0"/>
      </w:tblPr>
      <w:tblGrid>
        <w:gridCol w:w="4960"/>
        <w:gridCol w:w="1440"/>
        <w:gridCol w:w="271"/>
        <w:gridCol w:w="16"/>
        <w:gridCol w:w="1359"/>
        <w:gridCol w:w="249"/>
        <w:gridCol w:w="1311"/>
      </w:tblGrid>
      <w:tr w:rsidR="00E612F9" w:rsidRPr="00A849C9" w:rsidTr="00BC2601">
        <w:trPr>
          <w:trHeight w:val="270"/>
          <w:tblHeader/>
        </w:trPr>
        <w:tc>
          <w:tcPr>
            <w:tcW w:w="4960" w:type="dxa"/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646" w:type="dxa"/>
            <w:gridSpan w:val="6"/>
          </w:tcPr>
          <w:p w:rsidR="00E612F9" w:rsidRPr="00A849C9" w:rsidRDefault="0014612C" w:rsidP="001461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งวดสามเดือน </w:t>
            </w: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E612F9" w:rsidRPr="00A849C9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29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12F9" w:rsidRPr="00A849C9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7" w:type="dxa"/>
            <w:gridSpan w:val="2"/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49" w:type="dxa"/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2F9" w:rsidRPr="00A849C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4E0F8B" w:rsidRPr="00A849C9" w:rsidTr="008F7136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DD5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3,0</w:t>
            </w:r>
            <w:r w:rsidR="00DD5796">
              <w:rPr>
                <w:rFonts w:asciiTheme="majorBidi" w:hAnsiTheme="majorBidi" w:cstheme="majorBidi"/>
                <w:sz w:val="30"/>
                <w:szCs w:val="30"/>
              </w:rPr>
              <w:t>37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3,066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Pr="00A849C9">
              <w:rPr>
                <w:rFonts w:asciiTheme="majorBidi" w:hAnsiTheme="majorBidi" w:cstheme="majorBidi"/>
                <w:sz w:val="30"/>
                <w:szCs w:val="30"/>
              </w:rPr>
              <w:t>,004</w:t>
            </w:r>
          </w:p>
        </w:tc>
      </w:tr>
      <w:tr w:rsidR="004E0F8B" w:rsidRPr="00A849C9" w:rsidTr="008F7136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1440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D5796">
              <w:rPr>
                <w:rFonts w:asciiTheme="majorBidi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253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vAlign w:val="center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1,030</w:t>
            </w:r>
          </w:p>
        </w:tc>
      </w:tr>
      <w:tr w:rsidR="004E0F8B" w:rsidRPr="00A849C9" w:rsidTr="008F7136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>(     195)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>(     195)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>(   1,092)</w:t>
            </w:r>
          </w:p>
        </w:tc>
      </w:tr>
      <w:tr w:rsidR="004E0F8B" w:rsidRPr="00A849C9" w:rsidTr="008F7136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3,124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3,124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3,942</w:t>
            </w:r>
          </w:p>
        </w:tc>
      </w:tr>
      <w:tr w:rsidR="004E0F8B" w:rsidRPr="00A849C9" w:rsidTr="008F7136">
        <w:trPr>
          <w:trHeight w:val="368"/>
        </w:trPr>
        <w:tc>
          <w:tcPr>
            <w:tcW w:w="4960" w:type="dxa"/>
          </w:tcPr>
          <w:p w:rsidR="004E0F8B" w:rsidRPr="00A849C9" w:rsidRDefault="004E0F8B" w:rsidP="007E5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</w:tr>
      <w:tr w:rsidR="004E0F8B" w:rsidRPr="00A849C9" w:rsidTr="008F7136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3,184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3,184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4,151</w:t>
            </w:r>
          </w:p>
        </w:tc>
      </w:tr>
      <w:tr w:rsidR="00386E06" w:rsidRPr="00A849C9" w:rsidTr="008F7136">
        <w:trPr>
          <w:trHeight w:val="368"/>
        </w:trPr>
        <w:tc>
          <w:tcPr>
            <w:tcW w:w="4960" w:type="dxa"/>
          </w:tcPr>
          <w:p w:rsidR="00386E06" w:rsidRPr="00A849C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386E06" w:rsidRPr="00A849C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1" w:type="dxa"/>
            <w:vAlign w:val="bottom"/>
          </w:tcPr>
          <w:p w:rsidR="00386E06" w:rsidRPr="00A849C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75" w:type="dxa"/>
            <w:gridSpan w:val="2"/>
          </w:tcPr>
          <w:p w:rsidR="00386E06" w:rsidRPr="00A849C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9" w:type="dxa"/>
          </w:tcPr>
          <w:p w:rsidR="00386E06" w:rsidRPr="00A849C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dxa"/>
            <w:tcBorders>
              <w:top w:val="double" w:sz="4" w:space="0" w:color="auto"/>
            </w:tcBorders>
          </w:tcPr>
          <w:p w:rsidR="00386E06" w:rsidRPr="00A849C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4612C" w:rsidRPr="00A849C9" w:rsidTr="00BA71BB">
        <w:trPr>
          <w:trHeight w:val="368"/>
          <w:tblHeader/>
        </w:trPr>
        <w:tc>
          <w:tcPr>
            <w:tcW w:w="4960" w:type="dxa"/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646" w:type="dxa"/>
            <w:gridSpan w:val="6"/>
          </w:tcPr>
          <w:p w:rsidR="0014612C" w:rsidRPr="00A849C9" w:rsidRDefault="00E33D1B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งวดเก้า</w:t>
            </w:r>
            <w:r w:rsidR="0014612C"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เดือน </w:t>
            </w:r>
            <w:r w:rsidR="0014612C" w:rsidRPr="00A849C9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14612C"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="0014612C" w:rsidRPr="00A849C9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14612C" w:rsidRPr="00A849C9" w:rsidTr="00BA71BB">
        <w:trPr>
          <w:trHeight w:val="368"/>
          <w:tblHeader/>
        </w:trPr>
        <w:tc>
          <w:tcPr>
            <w:tcW w:w="4960" w:type="dxa"/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29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4612C" w:rsidRPr="00A849C9" w:rsidTr="00BA71BB">
        <w:trPr>
          <w:trHeight w:val="368"/>
          <w:tblHeader/>
        </w:trPr>
        <w:tc>
          <w:tcPr>
            <w:tcW w:w="4960" w:type="dxa"/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7" w:type="dxa"/>
            <w:gridSpan w:val="2"/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49" w:type="dxa"/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 w:rsidRPr="00A849C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4E0F8B" w:rsidRPr="00A849C9" w:rsidTr="00BA71BB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E0F8B" w:rsidRPr="00A849C9" w:rsidRDefault="00DD5796" w:rsidP="00DD5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7,728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7,766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12,707</w:t>
            </w:r>
          </w:p>
        </w:tc>
      </w:tr>
      <w:tr w:rsidR="004E0F8B" w:rsidRPr="00A849C9" w:rsidTr="00BA71BB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1440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 w:rsidR="00DD5796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1,314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vAlign w:val="center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2,949</w:t>
            </w:r>
          </w:p>
        </w:tc>
      </w:tr>
      <w:tr w:rsidR="004E0F8B" w:rsidRPr="00A849C9" w:rsidTr="00BA71BB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>(   2,101)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>(   2,101)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>(   1,223)</w:t>
            </w:r>
          </w:p>
        </w:tc>
      </w:tr>
      <w:tr w:rsidR="004E0F8B" w:rsidRPr="00A849C9" w:rsidTr="00BA71BB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6,979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6,979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A849C9">
              <w:rPr>
                <w:rFonts w:asciiTheme="majorBidi" w:hAnsiTheme="majorBidi" w:cstheme="majorBidi"/>
                <w:sz w:val="30"/>
                <w:szCs w:val="30"/>
              </w:rPr>
              <w:t>4,433</w:t>
            </w:r>
          </w:p>
        </w:tc>
      </w:tr>
      <w:tr w:rsidR="004E0F8B" w:rsidRPr="00A849C9" w:rsidTr="00BA71BB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1,320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1,320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49C9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7E517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849C9">
              <w:rPr>
                <w:rFonts w:ascii="Angsana New" w:hAnsi="Angsana New"/>
                <w:sz w:val="30"/>
                <w:szCs w:val="30"/>
              </w:rPr>
              <w:t xml:space="preserve">   771)</w:t>
            </w:r>
          </w:p>
        </w:tc>
      </w:tr>
      <w:tr w:rsidR="004E0F8B" w:rsidRPr="00A849C9" w:rsidTr="00BA71BB">
        <w:trPr>
          <w:trHeight w:val="368"/>
        </w:trPr>
        <w:tc>
          <w:tcPr>
            <w:tcW w:w="4960" w:type="dxa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A849C9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8,299</w:t>
            </w:r>
          </w:p>
        </w:tc>
        <w:tc>
          <w:tcPr>
            <w:tcW w:w="287" w:type="dxa"/>
            <w:gridSpan w:val="2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8,299</w:t>
            </w:r>
          </w:p>
        </w:tc>
        <w:tc>
          <w:tcPr>
            <w:tcW w:w="249" w:type="dxa"/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A849C9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849C9">
              <w:rPr>
                <w:rFonts w:asciiTheme="majorBidi" w:hAnsiTheme="majorBidi" w:cstheme="majorBidi"/>
                <w:sz w:val="30"/>
                <w:szCs w:val="30"/>
              </w:rPr>
              <w:t>13,662</w:t>
            </w:r>
          </w:p>
        </w:tc>
      </w:tr>
      <w:tr w:rsidR="0014612C" w:rsidRPr="00A849C9" w:rsidTr="00BA71BB">
        <w:trPr>
          <w:trHeight w:val="368"/>
        </w:trPr>
        <w:tc>
          <w:tcPr>
            <w:tcW w:w="4960" w:type="dxa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75" w:type="dxa"/>
            <w:gridSpan w:val="2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dxa"/>
            <w:tcBorders>
              <w:top w:val="double" w:sz="4" w:space="0" w:color="auto"/>
            </w:tcBorders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4612C" w:rsidRPr="00A849C9" w:rsidTr="00BA71BB">
        <w:trPr>
          <w:trHeight w:val="368"/>
        </w:trPr>
        <w:tc>
          <w:tcPr>
            <w:tcW w:w="4960" w:type="dxa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A849C9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ลดลงในส่วนของกำไรเบ็ดเสร็จอื่น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1" w:type="dxa"/>
            <w:tcBorders>
              <w:bottom w:val="nil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75" w:type="dxa"/>
            <w:gridSpan w:val="2"/>
            <w:tcBorders>
              <w:bottom w:val="double" w:sz="4" w:space="0" w:color="auto"/>
            </w:tcBorders>
            <w:vAlign w:val="bottom"/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849C9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9" w:type="dxa"/>
            <w:tcBorders>
              <w:bottom w:val="nil"/>
            </w:tcBorders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14612C" w:rsidRPr="00A849C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49C9">
              <w:rPr>
                <w:rFonts w:asciiTheme="majorBidi" w:hAnsiTheme="majorBidi" w:cstheme="majorBidi" w:hint="cs"/>
                <w:sz w:val="30"/>
                <w:szCs w:val="30"/>
                <w:cs/>
              </w:rPr>
              <w:t>475</w:t>
            </w:r>
          </w:p>
        </w:tc>
      </w:tr>
    </w:tbl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334F7E">
        <w:rPr>
          <w:rFonts w:ascii="Angsana New" w:hAnsi="Angsana New"/>
          <w:sz w:val="30"/>
          <w:szCs w:val="30"/>
        </w:rPr>
        <w:t xml:space="preserve">30 </w:t>
      </w:r>
      <w:r w:rsidR="0073479F">
        <w:rPr>
          <w:rFonts w:ascii="Angsana New" w:hAnsi="Angsana New" w:hint="cs"/>
          <w:sz w:val="30"/>
          <w:szCs w:val="30"/>
          <w:cs/>
        </w:rPr>
        <w:t>กันย</w:t>
      </w:r>
      <w:r w:rsidR="00334F7E">
        <w:rPr>
          <w:rFonts w:ascii="Angsana New" w:hAnsi="Angsana New" w:hint="cs"/>
          <w:sz w:val="30"/>
          <w:szCs w:val="30"/>
          <w:cs/>
        </w:rPr>
        <w:t>ายน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</w:rPr>
        <w:t>25</w:t>
      </w:r>
      <w:r w:rsidR="00B4243F">
        <w:rPr>
          <w:rFonts w:ascii="Angsana New" w:hAnsi="Angsana New"/>
          <w:sz w:val="30"/>
          <w:szCs w:val="30"/>
        </w:rPr>
        <w:t>63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="00B4243F">
        <w:rPr>
          <w:rFonts w:ascii="Angsana New" w:hAnsi="Angsana New"/>
          <w:sz w:val="30"/>
          <w:szCs w:val="30"/>
        </w:rPr>
        <w:t>2562</w:t>
      </w:r>
      <w:r w:rsidRPr="00BA4384">
        <w:rPr>
          <w:rFonts w:ascii="Angsana New" w:hAnsi="Angsana New"/>
          <w:sz w:val="30"/>
          <w:szCs w:val="30"/>
        </w:rPr>
        <w:t xml:space="preserve"> </w:t>
      </w:r>
      <w:r w:rsidRPr="00BA4384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889" w:type="dxa"/>
        <w:tblLayout w:type="fixed"/>
        <w:tblLook w:val="04A0"/>
      </w:tblPr>
      <w:tblGrid>
        <w:gridCol w:w="4968"/>
        <w:gridCol w:w="1442"/>
        <w:gridCol w:w="219"/>
        <w:gridCol w:w="17"/>
        <w:gridCol w:w="1493"/>
        <w:gridCol w:w="288"/>
        <w:gridCol w:w="1462"/>
      </w:tblGrid>
      <w:tr w:rsidR="0024094C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921" w:type="dxa"/>
            <w:gridSpan w:val="6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24094C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</w:tcBorders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C366CA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C366CA" w:rsidRPr="004F5042" w:rsidRDefault="00C366CA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C366CA" w:rsidRPr="00DE4EEE" w:rsidRDefault="00C366CA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0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กันยายน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</w:t>
            </w: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>63</w:t>
            </w:r>
          </w:p>
        </w:tc>
        <w:tc>
          <w:tcPr>
            <w:tcW w:w="236" w:type="dxa"/>
            <w:gridSpan w:val="2"/>
            <w:vAlign w:val="bottom"/>
          </w:tcPr>
          <w:p w:rsidR="00C366CA" w:rsidRPr="004F5042" w:rsidRDefault="00C366CA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:rsidR="00C366CA" w:rsidRPr="00DE4EEE" w:rsidRDefault="00C366CA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0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กันยายน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</w:t>
            </w: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>63</w:t>
            </w:r>
          </w:p>
        </w:tc>
        <w:tc>
          <w:tcPr>
            <w:tcW w:w="288" w:type="dxa"/>
            <w:vAlign w:val="bottom"/>
          </w:tcPr>
          <w:p w:rsidR="00C366CA" w:rsidRPr="004F5042" w:rsidRDefault="00C366CA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66CA" w:rsidRPr="00DE4EEE" w:rsidRDefault="00C366CA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6770E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F6770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F677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2562</w:t>
            </w:r>
          </w:p>
        </w:tc>
      </w:tr>
      <w:tr w:rsidR="00EB34CB" w:rsidRPr="004F5042" w:rsidTr="008F7136">
        <w:trPr>
          <w:trHeight w:val="368"/>
        </w:trPr>
        <w:tc>
          <w:tcPr>
            <w:tcW w:w="4968" w:type="dxa"/>
          </w:tcPr>
          <w:p w:rsidR="00EB34CB" w:rsidRPr="00537F8F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EB34CB" w:rsidRPr="00F1011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:rsidR="00EB34CB" w:rsidRPr="00F1011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EB34CB" w:rsidRPr="00A80A7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E0F8B" w:rsidRPr="004F5042" w:rsidTr="008F7136">
        <w:trPr>
          <w:trHeight w:val="368"/>
        </w:trPr>
        <w:tc>
          <w:tcPr>
            <w:tcW w:w="4968" w:type="dxa"/>
          </w:tcPr>
          <w:p w:rsidR="004E0F8B" w:rsidRPr="00E24E3C" w:rsidRDefault="004E0F8B" w:rsidP="004E0F8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442" w:type="dxa"/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195</w:t>
            </w:r>
          </w:p>
        </w:tc>
        <w:tc>
          <w:tcPr>
            <w:tcW w:w="236" w:type="dxa"/>
            <w:gridSpan w:val="2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195</w:t>
            </w:r>
          </w:p>
        </w:tc>
        <w:tc>
          <w:tcPr>
            <w:tcW w:w="288" w:type="dxa"/>
            <w:vAlign w:val="bottom"/>
          </w:tcPr>
          <w:p w:rsidR="004E0F8B" w:rsidRPr="004F5042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vAlign w:val="center"/>
          </w:tcPr>
          <w:p w:rsidR="004E0F8B" w:rsidRPr="002E305A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1,555</w:t>
            </w:r>
          </w:p>
        </w:tc>
      </w:tr>
      <w:tr w:rsidR="004E0F8B" w:rsidRPr="004F5042" w:rsidTr="008F7136">
        <w:trPr>
          <w:trHeight w:val="368"/>
        </w:trPr>
        <w:tc>
          <w:tcPr>
            <w:tcW w:w="4968" w:type="dxa"/>
          </w:tcPr>
          <w:p w:rsidR="004E0F8B" w:rsidRPr="00537F8F" w:rsidRDefault="004E0F8B" w:rsidP="004E0F8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1442" w:type="dxa"/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1,048</w:t>
            </w:r>
          </w:p>
        </w:tc>
        <w:tc>
          <w:tcPr>
            <w:tcW w:w="236" w:type="dxa"/>
            <w:gridSpan w:val="2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1,048</w:t>
            </w:r>
          </w:p>
        </w:tc>
        <w:tc>
          <w:tcPr>
            <w:tcW w:w="288" w:type="dxa"/>
            <w:vAlign w:val="bottom"/>
          </w:tcPr>
          <w:p w:rsidR="004E0F8B" w:rsidRPr="004F5042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vAlign w:val="center"/>
          </w:tcPr>
          <w:p w:rsidR="004E0F8B" w:rsidRPr="002E305A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1,165</w:t>
            </w:r>
          </w:p>
        </w:tc>
      </w:tr>
      <w:tr w:rsidR="004E0F8B" w:rsidRPr="004F5042" w:rsidTr="008F7136">
        <w:trPr>
          <w:trHeight w:val="368"/>
        </w:trPr>
        <w:tc>
          <w:tcPr>
            <w:tcW w:w="4968" w:type="dxa"/>
          </w:tcPr>
          <w:p w:rsidR="004E0F8B" w:rsidRPr="00537F8F" w:rsidRDefault="004E0F8B" w:rsidP="004E0F8B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1,888</w:t>
            </w:r>
          </w:p>
        </w:tc>
        <w:tc>
          <w:tcPr>
            <w:tcW w:w="236" w:type="dxa"/>
            <w:gridSpan w:val="2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1,888</w:t>
            </w:r>
          </w:p>
        </w:tc>
        <w:tc>
          <w:tcPr>
            <w:tcW w:w="288" w:type="dxa"/>
            <w:vAlign w:val="bottom"/>
          </w:tcPr>
          <w:p w:rsidR="004E0F8B" w:rsidRPr="004F5042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:rsidR="004E0F8B" w:rsidRPr="002E305A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1,731</w:t>
            </w:r>
          </w:p>
        </w:tc>
      </w:tr>
      <w:tr w:rsidR="004E0F8B" w:rsidRPr="004F5042" w:rsidTr="008F7136">
        <w:trPr>
          <w:trHeight w:val="368"/>
        </w:trPr>
        <w:tc>
          <w:tcPr>
            <w:tcW w:w="4968" w:type="dxa"/>
          </w:tcPr>
          <w:p w:rsidR="004E0F8B" w:rsidRPr="00537F8F" w:rsidRDefault="004E0F8B" w:rsidP="004E0F8B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3,131</w:t>
            </w:r>
          </w:p>
        </w:tc>
        <w:tc>
          <w:tcPr>
            <w:tcW w:w="236" w:type="dxa"/>
            <w:gridSpan w:val="2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E0F8B" w:rsidRPr="004E0F8B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0F8B">
              <w:rPr>
                <w:rFonts w:ascii="Angsana New" w:hAnsi="Angsana New"/>
                <w:sz w:val="30"/>
                <w:szCs w:val="30"/>
              </w:rPr>
              <w:t>3,131</w:t>
            </w:r>
          </w:p>
        </w:tc>
        <w:tc>
          <w:tcPr>
            <w:tcW w:w="288" w:type="dxa"/>
            <w:vAlign w:val="bottom"/>
          </w:tcPr>
          <w:p w:rsidR="004E0F8B" w:rsidRPr="004F5042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E0F8B" w:rsidRPr="002E305A" w:rsidRDefault="004E0F8B" w:rsidP="004E0F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2E30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451</w:t>
            </w:r>
          </w:p>
        </w:tc>
      </w:tr>
    </w:tbl>
    <w:p w:rsidR="0014612C" w:rsidRDefault="0014612C" w:rsidP="0055173A">
      <w:pPr>
        <w:pStyle w:val="BodyText2"/>
        <w:ind w:left="0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24722" w:rsidRPr="009D732C" w:rsidRDefault="001D7C99" w:rsidP="000C17B3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>
        <w:rPr>
          <w:rFonts w:ascii="Angsana New" w:hAnsi="Angsana New" w:hint="cs"/>
          <w:sz w:val="30"/>
          <w:szCs w:val="30"/>
          <w:cs/>
        </w:rPr>
        <w:t>โดย</w:t>
      </w:r>
      <w:r w:rsidR="001A24A6" w:rsidRPr="00164ED7">
        <w:rPr>
          <w:rFonts w:ascii="Angsana New" w:hAnsi="Angsana New" w:hint="cs"/>
          <w:sz w:val="30"/>
          <w:szCs w:val="30"/>
          <w:cs/>
        </w:rPr>
        <w:t>บริษัทย่อยยังไม่ได้เริ่มดำเนินกิจกร</w:t>
      </w:r>
      <w:r w:rsidR="00334F7E" w:rsidRPr="00164ED7">
        <w:rPr>
          <w:rFonts w:ascii="Angsana New" w:hAnsi="Angsana New" w:hint="cs"/>
          <w:sz w:val="30"/>
          <w:szCs w:val="30"/>
          <w:cs/>
        </w:rPr>
        <w:t>ร</w:t>
      </w:r>
      <w:r w:rsidR="00164ED7" w:rsidRPr="00164ED7">
        <w:rPr>
          <w:rFonts w:ascii="Angsana New" w:hAnsi="Angsana New" w:hint="cs"/>
          <w:sz w:val="30"/>
          <w:szCs w:val="30"/>
          <w:cs/>
        </w:rPr>
        <w:t>มทางธุรกิจใดๆ ณ วันที่ 30 กันยา</w:t>
      </w:r>
      <w:r w:rsidR="00334F7E" w:rsidRPr="00164ED7">
        <w:rPr>
          <w:rFonts w:ascii="Angsana New" w:hAnsi="Angsana New" w:hint="cs"/>
          <w:sz w:val="30"/>
          <w:szCs w:val="30"/>
          <w:cs/>
        </w:rPr>
        <w:t>ยน</w:t>
      </w:r>
      <w:r w:rsidR="001A24A6" w:rsidRPr="00164ED7">
        <w:rPr>
          <w:rFonts w:ascii="Angsana New" w:hAnsi="Angsana New" w:hint="cs"/>
          <w:sz w:val="30"/>
          <w:szCs w:val="30"/>
          <w:cs/>
        </w:rPr>
        <w:t xml:space="preserve"> 2563</w:t>
      </w:r>
      <w:r w:rsidRPr="00164ED7">
        <w:rPr>
          <w:rFonts w:ascii="Angsana New" w:hAnsi="Angsana New"/>
          <w:sz w:val="30"/>
          <w:szCs w:val="30"/>
          <w:cs/>
        </w:rPr>
        <w:t xml:space="preserve"> บริษัท</w:t>
      </w:r>
      <w:r w:rsidR="001A24A6" w:rsidRPr="00164ED7">
        <w:rPr>
          <w:rFonts w:ascii="Angsana New" w:hAnsi="Angsana New" w:hint="cs"/>
          <w:sz w:val="30"/>
          <w:szCs w:val="30"/>
          <w:cs/>
        </w:rPr>
        <w:t>และบริษัท</w:t>
      </w:r>
      <w:r w:rsidR="001A24A6">
        <w:rPr>
          <w:rFonts w:ascii="Angsana New" w:hAnsi="Angsana New" w:hint="cs"/>
          <w:sz w:val="30"/>
          <w:szCs w:val="30"/>
          <w:cs/>
        </w:rPr>
        <w:t>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 นอกจากนี้ 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4094C" w:rsidRDefault="0024094C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2C4750" w:rsidRPr="00BE1905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:rsidR="00AF508B" w:rsidRPr="0085237D" w:rsidRDefault="00AF508B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ข้อมูลเกี่ยวกับส่วนงานดำ</w:t>
      </w:r>
      <w:r w:rsidR="00BE1905">
        <w:rPr>
          <w:rFonts w:asciiTheme="majorBidi" w:hAnsiTheme="majorBidi" w:cstheme="majorBidi"/>
          <w:i/>
          <w:iCs/>
          <w:sz w:val="28"/>
          <w:szCs w:val="28"/>
          <w:cs/>
        </w:rPr>
        <w:t>เนินงานเชิงผลิตภัณฑ์สำหรับงว</w:t>
      </w:r>
      <w:r w:rsidR="00BE1905">
        <w:rPr>
          <w:rFonts w:asciiTheme="majorBidi" w:hAnsiTheme="majorBidi" w:cstheme="majorBidi" w:hint="cs"/>
          <w:i/>
          <w:iCs/>
          <w:sz w:val="28"/>
          <w:szCs w:val="28"/>
          <w:cs/>
        </w:rPr>
        <w:t>ดเก้า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เดือนสิ้นสุดวันที่ </w:t>
      </w:r>
      <w:r w:rsidR="00334F7E">
        <w:rPr>
          <w:rFonts w:asciiTheme="majorBidi" w:hAnsiTheme="majorBidi" w:cstheme="majorBidi"/>
          <w:i/>
          <w:iCs/>
          <w:sz w:val="28"/>
          <w:szCs w:val="28"/>
        </w:rPr>
        <w:t>30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BE1905">
        <w:rPr>
          <w:rFonts w:asciiTheme="majorBidi" w:hAnsiTheme="majorBidi" w:cstheme="majorBidi" w:hint="cs"/>
          <w:i/>
          <w:iCs/>
          <w:sz w:val="28"/>
          <w:szCs w:val="28"/>
          <w:cs/>
        </w:rPr>
        <w:t>กันย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ายน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Pr="0085237D">
        <w:rPr>
          <w:rFonts w:asciiTheme="majorBidi" w:hAnsiTheme="majorBidi" w:cstheme="majorBidi"/>
          <w:i/>
          <w:iCs/>
          <w:sz w:val="28"/>
          <w:szCs w:val="28"/>
        </w:rPr>
        <w:t>25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6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3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2562</w:t>
      </w:r>
      <w:r w:rsidR="0085237D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9E7D85" w:rsidRPr="0085237D">
        <w:rPr>
          <w:rFonts w:asciiTheme="majorBidi" w:hAnsiTheme="majorBidi" w:cstheme="majorBidi"/>
          <w:i/>
          <w:iCs/>
          <w:sz w:val="28"/>
          <w:szCs w:val="28"/>
          <w:cs/>
        </w:rPr>
        <w:br/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AF508B" w:rsidRDefault="00AF508B" w:rsidP="0047298E">
      <w:pPr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472" w:type="dxa"/>
        <w:tblLayout w:type="fixed"/>
        <w:tblLook w:val="0000"/>
      </w:tblPr>
      <w:tblGrid>
        <w:gridCol w:w="3227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85237D" w:rsidTr="00A9113C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85237D" w:rsidTr="00A9113C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F508B" w:rsidRPr="0085237D" w:rsidTr="00A9113C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42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6" w:type="dxa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4645CB" w:rsidRPr="0085237D" w:rsidTr="00A9113C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164ED7" w:rsidRDefault="00164ED7" w:rsidP="00164E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4ED7">
              <w:rPr>
                <w:rFonts w:ascii="Angsana New" w:hAnsi="Angsana New" w:hint="cs"/>
                <w:sz w:val="28"/>
                <w:szCs w:val="28"/>
                <w:cs/>
              </w:rPr>
              <w:t>428</w:t>
            </w:r>
            <w:r w:rsidRPr="00164ED7">
              <w:rPr>
                <w:rFonts w:ascii="Angsana New" w:hAnsi="Angsana New"/>
                <w:sz w:val="28"/>
                <w:szCs w:val="28"/>
              </w:rPr>
              <w:t>,053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BE1905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487</w:t>
            </w:r>
            <w:r>
              <w:rPr>
                <w:rFonts w:ascii="Angsana New" w:hAnsi="Angsana New"/>
                <w:sz w:val="28"/>
                <w:szCs w:val="28"/>
              </w:rPr>
              <w:t>,571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B36078" w:rsidRDefault="00B36078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49,104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6047A9" w:rsidRDefault="00BE1905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48,573</w:t>
            </w:r>
          </w:p>
        </w:tc>
        <w:tc>
          <w:tcPr>
            <w:tcW w:w="236" w:type="dxa"/>
            <w:shd w:val="clear" w:color="auto" w:fill="auto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164ED7" w:rsidRDefault="00B36078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477,157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BE1905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536,144</w:t>
            </w:r>
          </w:p>
        </w:tc>
      </w:tr>
      <w:tr w:rsidR="004645CB" w:rsidRPr="0085237D" w:rsidTr="00A9113C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85237D">
              <w:rPr>
                <w:rFonts w:ascii="Angsana New" w:hAnsi="Angsana New"/>
                <w:sz w:val="28"/>
                <w:szCs w:val="28"/>
              </w:rPr>
              <w:t>-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164ED7" w:rsidRDefault="004645CB" w:rsidP="00164E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64ED7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="00B36078">
              <w:rPr>
                <w:rFonts w:ascii="Angsana New" w:hAnsi="Angsana New"/>
                <w:sz w:val="28"/>
                <w:szCs w:val="28"/>
              </w:rPr>
              <w:t>252,513</w:t>
            </w:r>
            <w:r w:rsidRPr="00164ED7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C366C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366C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BE1905">
              <w:rPr>
                <w:rFonts w:ascii="Angsana New" w:hAnsi="Angsana New"/>
                <w:sz w:val="28"/>
                <w:szCs w:val="28"/>
              </w:rPr>
              <w:t>290,417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B36078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36078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C366CA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B36078">
              <w:rPr>
                <w:rFonts w:ascii="Angsana New" w:hAnsi="Angsana New"/>
                <w:sz w:val="28"/>
                <w:szCs w:val="28"/>
              </w:rPr>
              <w:t>40,050</w:t>
            </w:r>
            <w:r w:rsidRPr="00B3607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6047A9" w:rsidRDefault="004645CB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BE1905">
              <w:rPr>
                <w:rFonts w:ascii="Angsana New" w:hAnsi="Angsana New"/>
                <w:sz w:val="28"/>
                <w:szCs w:val="28"/>
              </w:rPr>
              <w:t>40,431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164ED7" w:rsidRDefault="004645CB" w:rsidP="00164E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64ED7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36078">
              <w:rPr>
                <w:rFonts w:ascii="Angsana New" w:hAnsi="Angsana New"/>
                <w:sz w:val="28"/>
                <w:szCs w:val="28"/>
              </w:rPr>
              <w:t xml:space="preserve">  292,563</w:t>
            </w:r>
            <w:r w:rsidRPr="00164ED7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 330,848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645CB" w:rsidRPr="0085237D" w:rsidTr="00A9113C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164ED7" w:rsidRDefault="006047A9" w:rsidP="00164E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64ED7">
              <w:rPr>
                <w:rFonts w:ascii="Angsana New" w:hAnsi="Angsana New"/>
                <w:sz w:val="28"/>
                <w:szCs w:val="28"/>
              </w:rPr>
              <w:t>1</w:t>
            </w:r>
            <w:r w:rsidR="00B36078">
              <w:rPr>
                <w:rFonts w:ascii="Angsana New" w:hAnsi="Angsana New"/>
                <w:sz w:val="28"/>
                <w:szCs w:val="28"/>
              </w:rPr>
              <w:t>75,540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6B385C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BE1905">
              <w:rPr>
                <w:rFonts w:ascii="Angsana New" w:hAnsi="Angsana New"/>
                <w:sz w:val="28"/>
                <w:szCs w:val="28"/>
              </w:rPr>
              <w:t>97,154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B36078" w:rsidRDefault="00B36078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9,054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6047A9" w:rsidRDefault="00BE1905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8,142</w:t>
            </w:r>
          </w:p>
        </w:tc>
        <w:tc>
          <w:tcPr>
            <w:tcW w:w="236" w:type="dxa"/>
            <w:shd w:val="clear" w:color="auto" w:fill="auto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164ED7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64ED7">
              <w:rPr>
                <w:rFonts w:ascii="Angsana New" w:hAnsi="Angsana New"/>
                <w:sz w:val="28"/>
                <w:szCs w:val="28"/>
              </w:rPr>
              <w:t>1</w:t>
            </w:r>
            <w:r w:rsidR="00B36078">
              <w:rPr>
                <w:rFonts w:ascii="Angsana New" w:hAnsi="Angsana New"/>
                <w:sz w:val="28"/>
                <w:szCs w:val="28"/>
              </w:rPr>
              <w:t>84,594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BE1905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205,296</w:t>
            </w:r>
          </w:p>
        </w:tc>
      </w:tr>
      <w:tr w:rsidR="004645CB" w:rsidRPr="0085237D" w:rsidTr="00A9113C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645CB" w:rsidRPr="00BE1905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B385C" w:rsidRPr="0085237D" w:rsidTr="00A9113C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6B385C" w:rsidRPr="00B36078" w:rsidRDefault="00B36078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6078">
              <w:rPr>
                <w:rFonts w:ascii="Angsana New" w:hAnsi="Angsana New"/>
                <w:sz w:val="28"/>
                <w:szCs w:val="28"/>
              </w:rPr>
              <w:t>295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BE1905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,390</w:t>
            </w:r>
          </w:p>
        </w:tc>
      </w:tr>
      <w:tr w:rsidR="006B385C" w:rsidRPr="0085237D" w:rsidTr="00A9113C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B36078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B385C" w:rsidRPr="0085237D" w:rsidTr="00A9113C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B36078" w:rsidRDefault="006B385C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36078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68,809</w:t>
            </w:r>
            <w:r w:rsidRPr="00B3607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75,941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F23D55" w:rsidRPr="00A9113C" w:rsidTr="00A9113C">
        <w:tc>
          <w:tcPr>
            <w:tcW w:w="3227" w:type="dxa"/>
            <w:vAlign w:val="bottom"/>
          </w:tcPr>
          <w:p w:rsidR="00F23D55" w:rsidRPr="0085237D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F23D55" w:rsidRPr="0085237D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F23D55" w:rsidRPr="0085237D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23D55" w:rsidRPr="0085237D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F23D55" w:rsidRPr="0085237D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F23D55" w:rsidRPr="0085237D" w:rsidRDefault="00F23D55" w:rsidP="00F23D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F23D55" w:rsidRPr="0085237D" w:rsidRDefault="00F23D55" w:rsidP="00F23D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F23D55" w:rsidRPr="0085237D" w:rsidRDefault="00F23D55" w:rsidP="00F23D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F23D55" w:rsidRPr="0085237D" w:rsidRDefault="00F23D55" w:rsidP="00F23D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F23D55" w:rsidRPr="00B36078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36078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71,475</w:t>
            </w:r>
            <w:r w:rsidRPr="00B3607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F23D55" w:rsidRPr="0085237D" w:rsidRDefault="00F23D55" w:rsidP="00F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F23D55" w:rsidRPr="0085237D" w:rsidRDefault="00F23D55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 70,</w:t>
            </w:r>
            <w:r w:rsidR="00C366CA">
              <w:rPr>
                <w:rFonts w:ascii="Angsana New" w:hAnsi="Angsana New"/>
                <w:sz w:val="28"/>
                <w:szCs w:val="28"/>
              </w:rPr>
              <w:t>498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B385C" w:rsidRPr="0085237D" w:rsidTr="00A9113C">
        <w:tc>
          <w:tcPr>
            <w:tcW w:w="3227" w:type="dxa"/>
            <w:vAlign w:val="bottom"/>
          </w:tcPr>
          <w:p w:rsidR="006B385C" w:rsidRPr="0085237D" w:rsidRDefault="006B385C" w:rsidP="00D71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="00D71FF3">
              <w:rPr>
                <w:rFonts w:ascii="Angsana New" w:hAnsi="Angsana New" w:hint="cs"/>
                <w:sz w:val="28"/>
                <w:szCs w:val="28"/>
                <w:cs/>
              </w:rPr>
              <w:t xml:space="preserve"> (ขาดทุน)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จากอัตราแลกเปลี่ยน</w:t>
            </w:r>
          </w:p>
        </w:tc>
        <w:tc>
          <w:tcPr>
            <w:tcW w:w="99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B36078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6078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 6,481</w:t>
            </w:r>
            <w:r w:rsidRPr="00B3607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BE1905" w:rsidP="006321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7,013</w:t>
            </w:r>
            <w:r w:rsidR="006B385C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</w:tr>
      <w:tr w:rsidR="006B385C" w:rsidRPr="0085237D" w:rsidTr="00A9113C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6B385C" w:rsidRPr="00B36078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36078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6,095</w:t>
            </w:r>
            <w:r w:rsidRPr="00B3607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  4,559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D32F1" w:rsidRPr="0085237D" w:rsidTr="00A9113C">
        <w:tc>
          <w:tcPr>
            <w:tcW w:w="3227" w:type="dxa"/>
            <w:vAlign w:val="bottom"/>
          </w:tcPr>
          <w:p w:rsidR="00445301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จาก</w:t>
            </w:r>
            <w:r w:rsidR="00445301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</w:p>
          <w:p w:rsidR="00DD32F1" w:rsidRPr="0085237D" w:rsidRDefault="0044530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DD32F1">
              <w:rPr>
                <w:rFonts w:ascii="Angsana New" w:hAnsi="Angsana New" w:hint="cs"/>
                <w:sz w:val="28"/>
                <w:szCs w:val="28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99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DD32F1" w:rsidRPr="00B36078" w:rsidRDefault="00B36078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6078">
              <w:rPr>
                <w:rFonts w:ascii="Angsana New" w:hAnsi="Angsana New"/>
                <w:sz w:val="28"/>
                <w:szCs w:val="28"/>
              </w:rPr>
              <w:t>6,803</w:t>
            </w:r>
          </w:p>
        </w:tc>
        <w:tc>
          <w:tcPr>
            <w:tcW w:w="261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DD32F1" w:rsidRPr="00F23D55" w:rsidRDefault="00DD32F1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23D55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764D2A" w:rsidRPr="00F23D55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F23D55" w:rsidRPr="00F23D5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23D55" w:rsidRPr="00F23D55">
              <w:rPr>
                <w:rFonts w:ascii="Angsana New" w:hAnsi="Angsana New"/>
                <w:sz w:val="28"/>
                <w:szCs w:val="28"/>
              </w:rPr>
              <w:t xml:space="preserve"> 1,</w:t>
            </w:r>
            <w:r w:rsidR="00C366CA">
              <w:rPr>
                <w:rFonts w:ascii="Angsana New" w:hAnsi="Angsana New"/>
                <w:sz w:val="28"/>
                <w:szCs w:val="28"/>
              </w:rPr>
              <w:t>16</w:t>
            </w:r>
            <w:r w:rsidR="00F23D55" w:rsidRPr="00F23D55">
              <w:rPr>
                <w:rFonts w:ascii="Angsana New" w:hAnsi="Angsana New"/>
                <w:sz w:val="28"/>
                <w:szCs w:val="28"/>
              </w:rPr>
              <w:t>5</w:t>
            </w:r>
            <w:r w:rsidRPr="00F23D55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D32F1" w:rsidRPr="0085237D" w:rsidTr="00A9113C">
        <w:tc>
          <w:tcPr>
            <w:tcW w:w="3227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DD32F1" w:rsidRPr="00B36078" w:rsidRDefault="00DD32F1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36078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6078" w:rsidRPr="00B36078">
              <w:rPr>
                <w:rFonts w:ascii="Angsana New" w:hAnsi="Angsana New"/>
                <w:sz w:val="28"/>
                <w:szCs w:val="28"/>
              </w:rPr>
              <w:t xml:space="preserve">  8,299</w:t>
            </w:r>
            <w:r w:rsidRPr="00B3607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:rsidR="00DD32F1" w:rsidRPr="0085237D" w:rsidRDefault="00DD32F1" w:rsidP="00C36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6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66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E1905">
              <w:rPr>
                <w:rFonts w:ascii="Angsana New" w:hAnsi="Angsana New"/>
                <w:sz w:val="28"/>
                <w:szCs w:val="28"/>
              </w:rPr>
              <w:t xml:space="preserve"> 13,662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D32F1" w:rsidRPr="0085237D" w:rsidTr="00A9113C">
        <w:tc>
          <w:tcPr>
            <w:tcW w:w="3227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32F1" w:rsidRPr="00B36078" w:rsidRDefault="00B36078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36078">
              <w:rPr>
                <w:rFonts w:ascii="Angsana New" w:hAnsi="Angsana New"/>
                <w:sz w:val="28"/>
                <w:szCs w:val="28"/>
              </w:rPr>
              <w:t>30,533</w:t>
            </w:r>
          </w:p>
        </w:tc>
        <w:tc>
          <w:tcPr>
            <w:tcW w:w="261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32F1" w:rsidRPr="0085237D" w:rsidRDefault="00A9113C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49,874</w:t>
            </w:r>
          </w:p>
        </w:tc>
      </w:tr>
    </w:tbl>
    <w:p w:rsidR="008E67FA" w:rsidRPr="0055173A" w:rsidRDefault="002C4750" w:rsidP="003D3D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highlight w:val="yellow"/>
        </w:rPr>
      </w:pPr>
      <w:r>
        <w:rPr>
          <w:rFonts w:ascii="Angsana New" w:hAnsi="Angsana New"/>
          <w:sz w:val="30"/>
          <w:szCs w:val="30"/>
          <w:highlight w:val="yellow"/>
          <w:cs/>
        </w:rPr>
        <w:br w:type="page"/>
      </w:r>
      <w:r w:rsidR="007A12F4" w:rsidRPr="006E6F7A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="00CF570C" w:rsidRPr="006E6F7A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7A12F4" w:rsidRPr="006E6F7A">
        <w:rPr>
          <w:rFonts w:ascii="Angsana New" w:hAnsi="Angsana New"/>
          <w:sz w:val="30"/>
          <w:szCs w:val="30"/>
          <w:cs/>
        </w:rPr>
        <w:t>สิ้นสุด</w:t>
      </w:r>
      <w:r w:rsidR="007A12F4" w:rsidRPr="003F7DD5">
        <w:rPr>
          <w:rFonts w:ascii="Angsana New" w:hAnsi="Angsana New"/>
          <w:sz w:val="30"/>
          <w:szCs w:val="30"/>
          <w:cs/>
        </w:rPr>
        <w:t xml:space="preserve">วันที่ </w:t>
      </w:r>
      <w:r w:rsidR="007A12F4" w:rsidRPr="003F7DD5">
        <w:rPr>
          <w:rFonts w:ascii="Angsana New" w:hAnsi="Angsana New"/>
          <w:sz w:val="30"/>
          <w:szCs w:val="30"/>
        </w:rPr>
        <w:t xml:space="preserve">31 </w:t>
      </w:r>
      <w:r w:rsidR="007A12F4" w:rsidRPr="003F7DD5">
        <w:rPr>
          <w:rFonts w:ascii="Angsana New" w:hAnsi="Angsana New"/>
          <w:sz w:val="30"/>
          <w:szCs w:val="30"/>
          <w:cs/>
        </w:rPr>
        <w:t xml:space="preserve">มีนาคม </w:t>
      </w:r>
      <w:r w:rsidR="004645CB" w:rsidRPr="003F7DD5">
        <w:rPr>
          <w:rFonts w:ascii="Angsana New" w:hAnsi="Angsana New"/>
          <w:sz w:val="30"/>
          <w:szCs w:val="30"/>
        </w:rPr>
        <w:t>256</w:t>
      </w:r>
      <w:r w:rsidR="00542045" w:rsidRPr="003F7DD5">
        <w:rPr>
          <w:rFonts w:ascii="Angsana New" w:hAnsi="Angsana New"/>
          <w:sz w:val="30"/>
          <w:szCs w:val="30"/>
        </w:rPr>
        <w:t>2</w:t>
      </w:r>
      <w:r w:rsidR="007A12F4" w:rsidRPr="003F7DD5">
        <w:rPr>
          <w:rFonts w:ascii="Angsana New" w:hAnsi="Angsana New"/>
          <w:sz w:val="30"/>
          <w:szCs w:val="30"/>
        </w:rPr>
        <w:t xml:space="preserve"> </w:t>
      </w:r>
      <w:r w:rsidR="007A12F4" w:rsidRPr="003F7DD5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</w:t>
      </w:r>
      <w:r w:rsidR="003A152D" w:rsidRPr="003F7DD5">
        <w:rPr>
          <w:rFonts w:ascii="Angsana New" w:hAnsi="Angsana New"/>
          <w:sz w:val="30"/>
          <w:szCs w:val="30"/>
          <w:cs/>
        </w:rPr>
        <w:t>มดออกไปให้แก่</w:t>
      </w:r>
      <w:r w:rsidR="003A152D" w:rsidRPr="003F7DD5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="007A12F4" w:rsidRPr="003F7DD5">
        <w:rPr>
          <w:rFonts w:ascii="Angsana New" w:hAnsi="Angsana New"/>
          <w:sz w:val="30"/>
          <w:szCs w:val="30"/>
          <w:cs/>
        </w:rPr>
        <w:t>โดยยอดขาย ต</w:t>
      </w:r>
      <w:r w:rsidR="003A152D" w:rsidRPr="003F7DD5">
        <w:rPr>
          <w:rFonts w:ascii="Angsana New" w:hAnsi="Angsana New"/>
          <w:sz w:val="30"/>
          <w:szCs w:val="30"/>
          <w:cs/>
        </w:rPr>
        <w:t>้นทุนขายและกำไรขั้นต้นของสินค้า</w:t>
      </w:r>
      <w:r w:rsidR="003A152D" w:rsidRPr="003F7DD5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="007A12F4" w:rsidRPr="003F7DD5">
        <w:rPr>
          <w:rFonts w:ascii="Angsana New" w:hAnsi="Angsana New"/>
          <w:sz w:val="30"/>
          <w:szCs w:val="30"/>
          <w:cs/>
        </w:rPr>
        <w:t xml:space="preserve">ซึ่งแสดงรายการเป็นส่วนหนึ่งของผลการดำเนินงานตามส่วนงาน </w:t>
      </w:r>
      <w:r w:rsidR="00AE1191" w:rsidRPr="003F7DD5">
        <w:rPr>
          <w:rFonts w:ascii="Angsana New" w:hAnsi="Angsana New"/>
          <w:sz w:val="30"/>
          <w:szCs w:val="30"/>
        </w:rPr>
        <w:t>“</w:t>
      </w:r>
      <w:r w:rsidR="00AE1191" w:rsidRPr="003F7DD5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="00AE1191" w:rsidRPr="003F7DD5">
        <w:rPr>
          <w:rFonts w:asciiTheme="majorBidi" w:hAnsiTheme="majorBidi" w:cstheme="majorBidi"/>
          <w:sz w:val="30"/>
          <w:szCs w:val="30"/>
        </w:rPr>
        <w:t xml:space="preserve">” </w:t>
      </w:r>
      <w:r w:rsidR="00AE1191" w:rsidRPr="003F7DD5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="00AE1191" w:rsidRPr="003F7DD5">
        <w:rPr>
          <w:rFonts w:ascii="Angsana New" w:hAnsi="Angsana New"/>
          <w:sz w:val="30"/>
          <w:szCs w:val="30"/>
        </w:rPr>
        <w:t>“</w:t>
      </w:r>
      <w:r w:rsidR="00C2082E" w:rsidRPr="003F7DD5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="00AE1191" w:rsidRPr="003F7DD5">
        <w:rPr>
          <w:rFonts w:ascii="Angsana New" w:hAnsi="Angsana New"/>
          <w:sz w:val="30"/>
          <w:szCs w:val="30"/>
        </w:rPr>
        <w:t>”</w:t>
      </w:r>
      <w:r w:rsidR="007A12F4" w:rsidRPr="003F7DD5">
        <w:rPr>
          <w:rFonts w:ascii="Angsana New" w:hAnsi="Angsana New"/>
          <w:sz w:val="30"/>
          <w:szCs w:val="30"/>
        </w:rPr>
        <w:t xml:space="preserve"> </w:t>
      </w:r>
      <w:r w:rsidR="008E773E" w:rsidRPr="003F7DD5">
        <w:rPr>
          <w:rFonts w:ascii="Angsana New" w:hAnsi="Angsana New"/>
          <w:sz w:val="30"/>
          <w:szCs w:val="30"/>
          <w:cs/>
        </w:rPr>
        <w:t>สำหรับงวด</w:t>
      </w:r>
      <w:r w:rsidR="00342006">
        <w:rPr>
          <w:rFonts w:ascii="Angsana New" w:hAnsi="Angsana New" w:hint="cs"/>
          <w:sz w:val="30"/>
          <w:szCs w:val="30"/>
          <w:cs/>
        </w:rPr>
        <w:t>เก้า</w:t>
      </w:r>
      <w:r w:rsidR="007A12F4" w:rsidRPr="003F7DD5">
        <w:rPr>
          <w:rFonts w:ascii="Angsana New" w:hAnsi="Angsana New"/>
          <w:sz w:val="30"/>
          <w:szCs w:val="30"/>
          <w:cs/>
        </w:rPr>
        <w:t>เดือน</w:t>
      </w:r>
      <w:r w:rsidR="007A12F4" w:rsidRPr="006E6F7A">
        <w:rPr>
          <w:rFonts w:ascii="Angsana New" w:hAnsi="Angsana New"/>
          <w:sz w:val="30"/>
          <w:szCs w:val="30"/>
          <w:cs/>
        </w:rPr>
        <w:t>สิ้นสุด</w:t>
      </w:r>
      <w:r w:rsidR="007A12F4" w:rsidRPr="003D5A16">
        <w:rPr>
          <w:rFonts w:ascii="Angsana New" w:hAnsi="Angsana New"/>
          <w:sz w:val="30"/>
          <w:szCs w:val="30"/>
          <w:cs/>
        </w:rPr>
        <w:t xml:space="preserve">วันที่ </w:t>
      </w:r>
      <w:r w:rsidR="007A12F4" w:rsidRPr="003D5A16">
        <w:rPr>
          <w:rFonts w:ascii="Angsana New" w:hAnsi="Angsana New"/>
          <w:sz w:val="30"/>
          <w:szCs w:val="30"/>
        </w:rPr>
        <w:t>3</w:t>
      </w:r>
      <w:r w:rsidR="008E773E" w:rsidRPr="003D5A16">
        <w:rPr>
          <w:rFonts w:ascii="Angsana New" w:hAnsi="Angsana New"/>
          <w:sz w:val="30"/>
          <w:szCs w:val="30"/>
        </w:rPr>
        <w:t>0</w:t>
      </w:r>
      <w:r w:rsidR="007A12F4" w:rsidRPr="003D5A16">
        <w:rPr>
          <w:rFonts w:ascii="Angsana New" w:hAnsi="Angsana New"/>
          <w:sz w:val="30"/>
          <w:szCs w:val="30"/>
        </w:rPr>
        <w:t xml:space="preserve"> </w:t>
      </w:r>
      <w:r w:rsidR="00342006">
        <w:rPr>
          <w:rFonts w:ascii="Angsana New" w:hAnsi="Angsana New" w:hint="cs"/>
          <w:sz w:val="30"/>
          <w:szCs w:val="30"/>
          <w:cs/>
        </w:rPr>
        <w:t>กันยา</w:t>
      </w:r>
      <w:r w:rsidR="008E773E" w:rsidRPr="003D5A16">
        <w:rPr>
          <w:rFonts w:ascii="Angsana New" w:hAnsi="Angsana New" w:hint="cs"/>
          <w:sz w:val="30"/>
          <w:szCs w:val="30"/>
          <w:cs/>
        </w:rPr>
        <w:t>ยน</w:t>
      </w:r>
      <w:r w:rsidR="007A12F4" w:rsidRPr="003D5A16">
        <w:rPr>
          <w:rFonts w:ascii="Angsana New" w:hAnsi="Angsana New"/>
          <w:sz w:val="30"/>
          <w:szCs w:val="30"/>
          <w:cs/>
        </w:rPr>
        <w:t xml:space="preserve"> </w:t>
      </w:r>
      <w:r w:rsidR="004645CB" w:rsidRPr="003D5A16">
        <w:rPr>
          <w:rFonts w:ascii="Angsana New" w:hAnsi="Angsana New"/>
          <w:sz w:val="30"/>
          <w:szCs w:val="30"/>
        </w:rPr>
        <w:t>256</w:t>
      </w:r>
      <w:r w:rsidR="00704F19" w:rsidRPr="003D5A16">
        <w:rPr>
          <w:rFonts w:ascii="Angsana New" w:hAnsi="Angsana New"/>
          <w:sz w:val="30"/>
          <w:szCs w:val="30"/>
        </w:rPr>
        <w:t>2</w:t>
      </w:r>
      <w:r w:rsidR="007A12F4" w:rsidRPr="006E6F7A">
        <w:rPr>
          <w:rFonts w:ascii="Angsana New" w:hAnsi="Angsana New"/>
          <w:sz w:val="30"/>
          <w:szCs w:val="30"/>
        </w:rPr>
        <w:t xml:space="preserve"> </w:t>
      </w:r>
      <w:r w:rsidR="007A12F4" w:rsidRPr="006E6F7A">
        <w:rPr>
          <w:rFonts w:ascii="Angsana New" w:hAnsi="Angsana New"/>
          <w:sz w:val="30"/>
          <w:szCs w:val="30"/>
          <w:cs/>
        </w:rPr>
        <w:t>มีดังนี้</w:t>
      </w:r>
    </w:p>
    <w:p w:rsidR="000C17B3" w:rsidRPr="00542045" w:rsidRDefault="000C17B3" w:rsidP="000C17B3">
      <w:pPr>
        <w:jc w:val="thaiDistribute"/>
        <w:rPr>
          <w:rFonts w:ascii="Angsana New" w:hAnsi="Angsana New"/>
          <w:sz w:val="30"/>
          <w:szCs w:val="30"/>
          <w:highlight w:val="yellow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8E67FA" w:rsidRPr="00542045" w:rsidTr="006D15A9">
        <w:tc>
          <w:tcPr>
            <w:tcW w:w="3402" w:type="dxa"/>
          </w:tcPr>
          <w:p w:rsidR="008E67FA" w:rsidRPr="00542045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542045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6C0CC6"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6C0CC6"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6C0CC6" w:rsidRDefault="008E67FA" w:rsidP="009D7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6C0CC6"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8E67FA" w:rsidRDefault="008E67FA" w:rsidP="00C2082E">
      <w:pPr>
        <w:jc w:val="thaiDistribute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34200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เก้า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34200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กันย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ายน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4645CB"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62</w:t>
      </w:r>
    </w:p>
    <w:p w:rsidR="00B133FC" w:rsidRPr="001A24A6" w:rsidRDefault="00B133FC" w:rsidP="00B133FC">
      <w:pPr>
        <w:rPr>
          <w:rFonts w:ascii="Angsana New" w:hAnsi="Angsana New"/>
          <w:i/>
          <w:iCs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342006">
        <w:rPr>
          <w:rFonts w:ascii="Angsana New" w:hAnsi="Angsana New" w:hint="cs"/>
          <w:i/>
          <w:iCs/>
          <w:sz w:val="30"/>
          <w:szCs w:val="30"/>
          <w:cs/>
        </w:rPr>
        <w:t>เก้า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Pr="001A24A6">
        <w:rPr>
          <w:rFonts w:ascii="Angsana New" w:hAnsi="Angsana New"/>
          <w:i/>
          <w:iCs/>
          <w:sz w:val="30"/>
          <w:szCs w:val="30"/>
        </w:rPr>
        <w:t>3</w:t>
      </w:r>
      <w:r w:rsidR="005D17FB">
        <w:rPr>
          <w:rFonts w:ascii="Angsana New" w:hAnsi="Angsana New" w:hint="cs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342006">
        <w:rPr>
          <w:rFonts w:ascii="Angsana New" w:hAnsi="Angsana New" w:hint="cs"/>
          <w:i/>
          <w:iCs/>
          <w:sz w:val="30"/>
          <w:szCs w:val="30"/>
          <w:cs/>
        </w:rPr>
        <w:t>กันย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ายน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i/>
          <w:iCs/>
          <w:sz w:val="30"/>
          <w:szCs w:val="30"/>
        </w:rPr>
        <w:t>3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i/>
          <w:iCs/>
          <w:sz w:val="30"/>
          <w:szCs w:val="30"/>
        </w:rPr>
        <w:t>2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7A12F4" w:rsidRDefault="007A12F4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Pr="0047298E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7298E" w:rsidSect="004C36D8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2"/>
          <w:cols w:space="720"/>
          <w:titlePg/>
          <w:docGrid w:linePitch="245"/>
        </w:sectPr>
      </w:pPr>
    </w:p>
    <w:p w:rsidR="00890C61" w:rsidRPr="00AF0226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AF0226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Pr="00AF0226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8E773E">
        <w:rPr>
          <w:rFonts w:ascii="Angsana New" w:hAnsi="Angsana New"/>
          <w:spacing w:val="-4"/>
          <w:sz w:val="30"/>
          <w:szCs w:val="30"/>
        </w:rPr>
        <w:t>30</w:t>
      </w:r>
      <w:r w:rsidRPr="00AF0226">
        <w:rPr>
          <w:rFonts w:ascii="Angsana New" w:hAnsi="Angsana New"/>
          <w:spacing w:val="-4"/>
          <w:sz w:val="30"/>
          <w:szCs w:val="30"/>
        </w:rPr>
        <w:t xml:space="preserve"> </w:t>
      </w:r>
      <w:r w:rsidR="00075321"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 w:rsidR="008E773E">
        <w:rPr>
          <w:rFonts w:ascii="Angsana New" w:hAnsi="Angsana New" w:hint="cs"/>
          <w:spacing w:val="-4"/>
          <w:sz w:val="30"/>
          <w:szCs w:val="30"/>
          <w:cs/>
        </w:rPr>
        <w:t>ายน</w:t>
      </w:r>
      <w:r w:rsidRPr="00AF022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AF0226">
        <w:rPr>
          <w:rFonts w:ascii="Angsana New" w:hAnsi="Angsana New"/>
          <w:spacing w:val="-4"/>
          <w:sz w:val="30"/>
          <w:szCs w:val="30"/>
        </w:rPr>
        <w:t>25</w:t>
      </w:r>
      <w:r w:rsidR="00230628" w:rsidRPr="00AF0226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4645CB" w:rsidRPr="00AF0226">
        <w:rPr>
          <w:rFonts w:ascii="Angsana New" w:hAnsi="Angsana New"/>
          <w:spacing w:val="-4"/>
          <w:sz w:val="30"/>
          <w:szCs w:val="30"/>
        </w:rPr>
        <w:t>3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C3163B" w:rsidRPr="00AF0226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A174B" w:rsidRPr="00B36078" w:rsidRDefault="00DD32F1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="00C3163B" w:rsidRPr="00AF0226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5E4BEB" w:rsidRPr="00AF0226">
        <w:rPr>
          <w:rFonts w:ascii="Angsana New" w:hAnsi="Angsana New" w:hint="cs"/>
          <w:sz w:val="30"/>
          <w:szCs w:val="30"/>
          <w:cs/>
        </w:rPr>
        <w:t>สาม</w:t>
      </w:r>
      <w:r w:rsidR="00C3163B" w:rsidRPr="00AF0226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="00C3163B" w:rsidRPr="00AF0226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="00C3163B" w:rsidRPr="00AF0226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="00C3163B" w:rsidRPr="00AF0226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="00C3163B" w:rsidRPr="00AF0226">
        <w:rPr>
          <w:rFonts w:ascii="Angsana New" w:hAnsi="Angsana New"/>
          <w:color w:val="000000"/>
          <w:sz w:val="30"/>
          <w:szCs w:val="30"/>
          <w:cs/>
        </w:rPr>
        <w:t>เงิน</w:t>
      </w:r>
      <w:r w:rsidR="00C3163B" w:rsidRPr="00AF0226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="00C3163B" w:rsidRPr="00B36078">
        <w:rPr>
          <w:rFonts w:ascii="Angsana New" w:hAnsi="Angsana New" w:hint="cs"/>
          <w:color w:val="000000"/>
          <w:sz w:val="30"/>
          <w:szCs w:val="30"/>
          <w:cs/>
        </w:rPr>
        <w:t>ประมาณ</w:t>
      </w:r>
      <w:r w:rsidR="008F1A83" w:rsidRPr="00B3607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36078" w:rsidRPr="00B36078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B36078" w:rsidRPr="00B36078">
        <w:rPr>
          <w:rFonts w:ascii="Angsana New" w:hAnsi="Angsana New"/>
          <w:color w:val="000000"/>
          <w:sz w:val="30"/>
          <w:szCs w:val="30"/>
        </w:rPr>
        <w:t>1.5</w:t>
      </w:r>
      <w:r w:rsidR="008F1A83" w:rsidRPr="00B36078">
        <w:rPr>
          <w:rFonts w:ascii="Angsana New" w:hAnsi="Angsana New"/>
          <w:color w:val="000000"/>
          <w:sz w:val="30"/>
          <w:szCs w:val="30"/>
        </w:rPr>
        <w:t xml:space="preserve"> </w:t>
      </w:r>
      <w:r w:rsidR="00C3163B" w:rsidRPr="00B36078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BA01EF" w:rsidRPr="00AF0226" w:rsidRDefault="00BA01EF" w:rsidP="006F75AF">
      <w:pPr>
        <w:rPr>
          <w:rFonts w:ascii="Angsana New" w:hAnsi="Angsana New"/>
          <w:color w:val="000000"/>
          <w:sz w:val="30"/>
          <w:szCs w:val="30"/>
          <w:cs/>
        </w:rPr>
      </w:pPr>
    </w:p>
    <w:p w:rsidR="00774989" w:rsidRPr="0025052C" w:rsidRDefault="00DD32F1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="00774989" w:rsidRPr="00AF0226">
        <w:rPr>
          <w:rFonts w:ascii="Angsana New" w:hAnsi="Angsana New" w:hint="cs"/>
          <w:color w:val="000000"/>
          <w:sz w:val="30"/>
          <w:szCs w:val="30"/>
          <w:cs/>
        </w:rPr>
        <w:t>สัญญาซื้อเงินตราต่างประเทศล่</w:t>
      </w:r>
      <w:r w:rsidR="00867FB0">
        <w:rPr>
          <w:rFonts w:ascii="Angsana New" w:hAnsi="Angsana New" w:hint="cs"/>
          <w:color w:val="000000"/>
          <w:sz w:val="30"/>
          <w:szCs w:val="30"/>
          <w:cs/>
        </w:rPr>
        <w:t>วงหน้ากับธนาคารในประเทศสอง</w:t>
      </w:r>
      <w:r w:rsidR="001A24A6" w:rsidRPr="00AF0226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="00774989" w:rsidRPr="00AF0226"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25052C" w:rsidRDefault="0025052C" w:rsidP="0025052C">
      <w:pPr>
        <w:pStyle w:val="ListParagraph"/>
        <w:rPr>
          <w:rFonts w:ascii="Angsana New" w:hAnsi="Angsana New"/>
          <w:sz w:val="30"/>
          <w:szCs w:val="30"/>
          <w:cs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25052C" w:rsidRPr="00AF0226" w:rsidTr="00E33D1B">
        <w:tc>
          <w:tcPr>
            <w:tcW w:w="1951" w:type="dxa"/>
            <w:tcBorders>
              <w:bottom w:val="single" w:sz="4" w:space="0" w:color="auto"/>
            </w:tcBorders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AF022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5052C" w:rsidRPr="00AF0226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25052C" w:rsidRPr="00655A54" w:rsidTr="00E33D1B">
        <w:tc>
          <w:tcPr>
            <w:tcW w:w="1951" w:type="dxa"/>
          </w:tcPr>
          <w:p w:rsidR="0025052C" w:rsidRPr="00655A54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5A54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25052C" w:rsidRPr="00655A54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25052C" w:rsidRPr="00655A54" w:rsidRDefault="00A849C9" w:rsidP="00A84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5A54">
              <w:rPr>
                <w:rFonts w:ascii="Angsana New" w:hAnsi="Angsana New" w:hint="cs"/>
                <w:sz w:val="30"/>
                <w:szCs w:val="30"/>
                <w:cs/>
              </w:rPr>
              <w:t>673</w:t>
            </w:r>
            <w:r w:rsidR="0025052C" w:rsidRPr="00655A54">
              <w:rPr>
                <w:rFonts w:ascii="Angsana New" w:hAnsi="Angsana New"/>
                <w:sz w:val="30"/>
                <w:szCs w:val="30"/>
              </w:rPr>
              <w:t>,</w:t>
            </w:r>
            <w:r w:rsidRPr="00655A54">
              <w:rPr>
                <w:rFonts w:ascii="Angsana New" w:hAnsi="Angsana New"/>
                <w:sz w:val="30"/>
                <w:szCs w:val="30"/>
              </w:rPr>
              <w:t>816</w:t>
            </w:r>
          </w:p>
        </w:tc>
        <w:tc>
          <w:tcPr>
            <w:tcW w:w="284" w:type="dxa"/>
          </w:tcPr>
          <w:p w:rsidR="0025052C" w:rsidRPr="00655A54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052C" w:rsidRPr="00655A54" w:rsidRDefault="00A849C9" w:rsidP="00A84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5A54">
              <w:rPr>
                <w:rFonts w:ascii="Angsana New" w:hAnsi="Angsana New"/>
                <w:sz w:val="30"/>
                <w:szCs w:val="30"/>
              </w:rPr>
              <w:t>24</w:t>
            </w:r>
            <w:r w:rsidR="0025052C" w:rsidRPr="00655A54">
              <w:rPr>
                <w:rFonts w:ascii="Angsana New" w:hAnsi="Angsana New"/>
                <w:sz w:val="30"/>
                <w:szCs w:val="30"/>
              </w:rPr>
              <w:t>,</w:t>
            </w:r>
            <w:r w:rsidRPr="00655A54">
              <w:rPr>
                <w:rFonts w:ascii="Angsana New" w:hAnsi="Angsana New"/>
                <w:sz w:val="30"/>
                <w:szCs w:val="30"/>
              </w:rPr>
              <w:t>334</w:t>
            </w:r>
          </w:p>
        </w:tc>
        <w:tc>
          <w:tcPr>
            <w:tcW w:w="284" w:type="dxa"/>
          </w:tcPr>
          <w:p w:rsidR="0025052C" w:rsidRPr="00655A54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5052C" w:rsidRPr="00655A54" w:rsidRDefault="0025052C" w:rsidP="00A84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5A54">
              <w:rPr>
                <w:rFonts w:ascii="Angsana New" w:hAnsi="Angsana New"/>
                <w:sz w:val="30"/>
                <w:szCs w:val="30"/>
              </w:rPr>
              <w:t>2</w:t>
            </w:r>
            <w:r w:rsidR="00A849C9" w:rsidRPr="00655A54">
              <w:rPr>
                <w:rFonts w:ascii="Angsana New" w:hAnsi="Angsana New"/>
                <w:sz w:val="30"/>
                <w:szCs w:val="30"/>
              </w:rPr>
              <w:t>5</w:t>
            </w:r>
            <w:r w:rsidRPr="00655A54">
              <w:rPr>
                <w:rFonts w:ascii="Angsana New" w:hAnsi="Angsana New"/>
                <w:sz w:val="30"/>
                <w:szCs w:val="30"/>
              </w:rPr>
              <w:t>,</w:t>
            </w:r>
            <w:r w:rsidR="00A849C9" w:rsidRPr="00655A54">
              <w:rPr>
                <w:rFonts w:ascii="Angsana New" w:hAnsi="Angsana New"/>
                <w:sz w:val="30"/>
                <w:szCs w:val="30"/>
              </w:rPr>
              <w:t>101</w:t>
            </w:r>
          </w:p>
        </w:tc>
        <w:tc>
          <w:tcPr>
            <w:tcW w:w="283" w:type="dxa"/>
          </w:tcPr>
          <w:p w:rsidR="0025052C" w:rsidRPr="00655A54" w:rsidRDefault="0025052C" w:rsidP="00E33D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25052C" w:rsidRPr="00655A54" w:rsidRDefault="00655A54" w:rsidP="00867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55A54">
              <w:rPr>
                <w:rFonts w:ascii="Angsana New" w:hAnsi="Angsana New" w:hint="cs"/>
                <w:sz w:val="30"/>
                <w:szCs w:val="30"/>
                <w:cs/>
              </w:rPr>
              <w:t>ตุล</w:t>
            </w:r>
            <w:r w:rsidR="0025052C" w:rsidRPr="00655A54">
              <w:rPr>
                <w:rFonts w:ascii="Angsana New" w:hAnsi="Angsana New" w:hint="cs"/>
                <w:sz w:val="30"/>
                <w:szCs w:val="30"/>
                <w:cs/>
              </w:rPr>
              <w:t>าคม</w:t>
            </w:r>
            <w:r w:rsidRPr="00655A54">
              <w:rPr>
                <w:rFonts w:ascii="Angsana New" w:hAnsi="Angsana New" w:hint="cs"/>
                <w:sz w:val="30"/>
                <w:szCs w:val="30"/>
                <w:cs/>
              </w:rPr>
              <w:t xml:space="preserve"> 2563</w:t>
            </w:r>
            <w:r w:rsidR="0025052C" w:rsidRPr="00655A5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55BE6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="0025052C" w:rsidRPr="00655A5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67FB0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25052C" w:rsidRPr="00655A5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5052C" w:rsidRPr="00655A54">
              <w:rPr>
                <w:rFonts w:ascii="Angsana New" w:hAnsi="Angsana New"/>
                <w:sz w:val="30"/>
                <w:szCs w:val="30"/>
              </w:rPr>
              <w:t>25</w:t>
            </w:r>
            <w:r w:rsidR="0025052C" w:rsidRPr="00655A5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655A54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</w:tbl>
    <w:p w:rsidR="0025052C" w:rsidRPr="0025052C" w:rsidRDefault="0025052C" w:rsidP="0025052C">
      <w:pPr>
        <w:rPr>
          <w:rFonts w:ascii="Angsana New" w:hAnsi="Angsana New"/>
          <w:sz w:val="30"/>
          <w:szCs w:val="30"/>
          <w:cs/>
        </w:rPr>
      </w:pPr>
    </w:p>
    <w:p w:rsidR="00E21303" w:rsidRPr="0025052C" w:rsidRDefault="0025052C" w:rsidP="0025052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บริษัทย่อยมีภาระผูกพันจากการออกแบบ ตกแต่งและต่อเติมสินทรัพย์ถาวรเพื่องานโครงการโรงเรียนสอนการพยาบาลเพื่อดูแลผู</w:t>
      </w:r>
      <w:r w:rsidR="00A849C9">
        <w:rPr>
          <w:rFonts w:ascii="Angsana New" w:hAnsi="Angsana New" w:hint="cs"/>
          <w:sz w:val="30"/>
          <w:szCs w:val="30"/>
          <w:cs/>
        </w:rPr>
        <w:t>้สูงอายุเป็นจำนวนเงินรวมประมาณ 3</w:t>
      </w:r>
      <w:r>
        <w:rPr>
          <w:rFonts w:ascii="Angsana New" w:hAnsi="Angsana New" w:hint="cs"/>
          <w:sz w:val="30"/>
          <w:szCs w:val="30"/>
          <w:cs/>
        </w:rPr>
        <w:t>.3 ล้านบาท</w:t>
      </w:r>
      <w:bookmarkStart w:id="0" w:name="_GoBack"/>
      <w:bookmarkEnd w:id="0"/>
    </w:p>
    <w:p w:rsidR="00DD32F1" w:rsidRPr="00C10887" w:rsidRDefault="00DD32F1" w:rsidP="00C108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B177B2" w:rsidRPr="006122EE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6122EE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1A24A6" w:rsidRPr="006122EE">
        <w:rPr>
          <w:rFonts w:ascii="Angsana New" w:hAnsi="Angsana New" w:hint="cs"/>
          <w:b/>
          <w:bCs/>
          <w:sz w:val="30"/>
          <w:szCs w:val="30"/>
          <w:cs/>
        </w:rPr>
        <w:t>จัดประเภทรายการบัญชีใหม่</w:t>
      </w:r>
    </w:p>
    <w:p w:rsidR="003015C9" w:rsidRPr="006122EE" w:rsidRDefault="003015C9" w:rsidP="003015C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3015C9" w:rsidRPr="006122EE" w:rsidRDefault="003015C9" w:rsidP="003015C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</w:rPr>
      </w:pPr>
      <w:r w:rsidRPr="006122EE">
        <w:rPr>
          <w:rFonts w:ascii="Angsana New" w:hAnsi="Angsana New"/>
          <w:szCs w:val="30"/>
          <w:cs/>
        </w:rPr>
        <w:t>บริษัทได้จัดประเภทรายการบัญชีบางรายการในงบกำไรขาดทุนเบ็ดเสร็จสำหรับ</w:t>
      </w:r>
      <w:r w:rsidRPr="006122EE">
        <w:rPr>
          <w:rFonts w:ascii="Angsana New" w:hAnsi="Angsana New" w:hint="cs"/>
          <w:szCs w:val="30"/>
          <w:cs/>
        </w:rPr>
        <w:t>งวดสามเดือน</w:t>
      </w:r>
      <w:r w:rsidR="00075321">
        <w:rPr>
          <w:rFonts w:ascii="Angsana New" w:hAnsi="Angsana New" w:hint="cs"/>
          <w:szCs w:val="30"/>
          <w:cs/>
        </w:rPr>
        <w:t>และเก้า</w:t>
      </w:r>
      <w:r w:rsidR="00704F19" w:rsidRPr="006122EE">
        <w:rPr>
          <w:rFonts w:ascii="Angsana New" w:hAnsi="Angsana New" w:hint="cs"/>
          <w:szCs w:val="30"/>
          <w:cs/>
        </w:rPr>
        <w:t>เดือน</w:t>
      </w:r>
      <w:r w:rsidRPr="006122EE">
        <w:rPr>
          <w:rFonts w:ascii="Angsana New" w:hAnsi="Angsana New" w:hint="cs"/>
          <w:szCs w:val="30"/>
          <w:cs/>
        </w:rPr>
        <w:t xml:space="preserve">สิ้นสุดวันที่ </w:t>
      </w:r>
      <w:r w:rsidR="00075321">
        <w:rPr>
          <w:rFonts w:ascii="Angsana New" w:hAnsi="Angsana New" w:hint="cs"/>
          <w:szCs w:val="30"/>
          <w:cs/>
        </w:rPr>
        <w:t>30 กันย</w:t>
      </w:r>
      <w:r w:rsidR="00704F19" w:rsidRPr="006122EE">
        <w:rPr>
          <w:rFonts w:ascii="Angsana New" w:hAnsi="Angsana New" w:hint="cs"/>
          <w:szCs w:val="30"/>
          <w:cs/>
        </w:rPr>
        <w:t xml:space="preserve">ายน </w:t>
      </w:r>
      <w:r w:rsidRPr="006122EE">
        <w:rPr>
          <w:rFonts w:ascii="Angsana New" w:hAnsi="Angsana New"/>
          <w:szCs w:val="30"/>
          <w:cs/>
        </w:rPr>
        <w:t>25</w:t>
      </w:r>
      <w:r w:rsidRPr="006122EE">
        <w:rPr>
          <w:rFonts w:ascii="Angsana New" w:hAnsi="Angsana New"/>
          <w:szCs w:val="30"/>
        </w:rPr>
        <w:t>6</w:t>
      </w:r>
      <w:r w:rsidR="00704F19" w:rsidRPr="006122EE">
        <w:rPr>
          <w:rFonts w:ascii="Angsana New" w:hAnsi="Angsana New" w:hint="cs"/>
          <w:szCs w:val="30"/>
          <w:cs/>
        </w:rPr>
        <w:t>2</w:t>
      </w:r>
      <w:r w:rsidRPr="006122EE">
        <w:rPr>
          <w:rFonts w:ascii="Angsana New" w:hAnsi="Angsana New"/>
          <w:szCs w:val="30"/>
          <w:cs/>
        </w:rPr>
        <w:t xml:space="preserve"> ใหม่เพื่อให้สอดคล้องและสามารถเปรียบเทียบได้กับการแสดงรายการในงบกำไรขาดทุนเบ็ดเสร็จสำหรับ</w:t>
      </w:r>
      <w:r w:rsidRPr="006122EE">
        <w:rPr>
          <w:rFonts w:ascii="Angsana New" w:hAnsi="Angsana New" w:hint="cs"/>
          <w:szCs w:val="30"/>
          <w:cs/>
        </w:rPr>
        <w:t>งวดสามเดือน</w:t>
      </w:r>
      <w:r w:rsidR="00075321">
        <w:rPr>
          <w:rFonts w:ascii="Angsana New" w:hAnsi="Angsana New" w:hint="cs"/>
          <w:szCs w:val="30"/>
          <w:cs/>
        </w:rPr>
        <w:t>และเก้า</w:t>
      </w:r>
      <w:r w:rsidR="00704F19" w:rsidRPr="006122EE">
        <w:rPr>
          <w:rFonts w:ascii="Angsana New" w:hAnsi="Angsana New" w:hint="cs"/>
          <w:szCs w:val="30"/>
          <w:cs/>
        </w:rPr>
        <w:t>เดือนสิ้นสุดวันที่ 30</w:t>
      </w:r>
      <w:r w:rsidRPr="006122EE">
        <w:rPr>
          <w:rFonts w:ascii="Angsana New" w:hAnsi="Angsana New" w:hint="cs"/>
          <w:szCs w:val="30"/>
          <w:cs/>
        </w:rPr>
        <w:t xml:space="preserve"> </w:t>
      </w:r>
      <w:r w:rsidR="00075321">
        <w:rPr>
          <w:rFonts w:ascii="Angsana New" w:hAnsi="Angsana New" w:hint="cs"/>
          <w:szCs w:val="30"/>
          <w:cs/>
        </w:rPr>
        <w:t>กันย</w:t>
      </w:r>
      <w:r w:rsidR="00704F19" w:rsidRPr="006122EE">
        <w:rPr>
          <w:rFonts w:ascii="Angsana New" w:hAnsi="Angsana New" w:hint="cs"/>
          <w:szCs w:val="30"/>
          <w:cs/>
        </w:rPr>
        <w:t xml:space="preserve">ายน </w:t>
      </w:r>
      <w:r w:rsidRPr="006122EE">
        <w:rPr>
          <w:rFonts w:ascii="Angsana New" w:hAnsi="Angsana New"/>
          <w:szCs w:val="30"/>
          <w:cs/>
        </w:rPr>
        <w:t>25</w:t>
      </w:r>
      <w:r w:rsidRPr="006122EE">
        <w:rPr>
          <w:rFonts w:ascii="Angsana New" w:hAnsi="Angsana New"/>
          <w:szCs w:val="30"/>
        </w:rPr>
        <w:t>6</w:t>
      </w:r>
      <w:r w:rsidRPr="006122EE">
        <w:rPr>
          <w:rFonts w:ascii="Angsana New" w:hAnsi="Angsana New" w:hint="cs"/>
          <w:szCs w:val="30"/>
          <w:cs/>
        </w:rPr>
        <w:t xml:space="preserve">3 </w:t>
      </w:r>
      <w:r w:rsidRPr="006122EE">
        <w:rPr>
          <w:rFonts w:ascii="Angsana New" w:hAnsi="Angsana New"/>
          <w:szCs w:val="30"/>
          <w:cs/>
        </w:rPr>
        <w:t>โดยไม่มีผลกระทบต่อกำไรหรือส่วนของผู้ถือหุ้นที่เคยรายงานไว้ การจัดประเภทรายการบัญชีใหม่มีดังนี้</w:t>
      </w:r>
    </w:p>
    <w:p w:rsidR="006122EE" w:rsidRDefault="006122EE" w:rsidP="003015C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  <w:highlight w:val="yellow"/>
        </w:rPr>
      </w:pPr>
    </w:p>
    <w:tbl>
      <w:tblPr>
        <w:tblW w:w="9749" w:type="dxa"/>
        <w:tblLayout w:type="fixed"/>
        <w:tblLook w:val="04A0"/>
      </w:tblPr>
      <w:tblGrid>
        <w:gridCol w:w="3227"/>
        <w:gridCol w:w="1416"/>
        <w:gridCol w:w="283"/>
        <w:gridCol w:w="1419"/>
        <w:gridCol w:w="283"/>
        <w:gridCol w:w="1416"/>
        <w:gridCol w:w="283"/>
        <w:gridCol w:w="1422"/>
      </w:tblGrid>
      <w:tr w:rsidR="006122EE" w:rsidRPr="00915829" w:rsidTr="00764D2A">
        <w:tc>
          <w:tcPr>
            <w:tcW w:w="3227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5829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</w:tc>
        <w:tc>
          <w:tcPr>
            <w:tcW w:w="6522" w:type="dxa"/>
            <w:gridSpan w:val="7"/>
            <w:tcBorders>
              <w:bottom w:val="single" w:sz="4" w:space="0" w:color="auto"/>
            </w:tcBorders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Times New Roman" w:hAnsi="Times New Roman"/>
                <w:color w:val="000000"/>
                <w:sz w:val="22"/>
                <w:szCs w:val="28"/>
                <w:cs/>
              </w:rPr>
            </w:pPr>
            <w:r>
              <w:rPr>
                <w:rFonts w:ascii="Times New Roman" w:hAnsi="Times New Roman" w:hint="cs"/>
                <w:color w:val="000000"/>
                <w:sz w:val="22"/>
                <w:szCs w:val="28"/>
                <w:cs/>
              </w:rPr>
              <w:t>พันบาท</w:t>
            </w:r>
          </w:p>
        </w:tc>
      </w:tr>
      <w:tr w:rsidR="006122EE" w:rsidRPr="00915829" w:rsidTr="00764D2A">
        <w:tc>
          <w:tcPr>
            <w:tcW w:w="3227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 w:cstheme="minorBidi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2EE" w:rsidRPr="00915829" w:rsidRDefault="001C2B77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งวดเก้า</w:t>
            </w:r>
            <w:r w:rsidR="006122EE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</w:tr>
      <w:tr w:rsidR="006122EE" w:rsidRPr="00915829" w:rsidTr="00764D2A">
        <w:tc>
          <w:tcPr>
            <w:tcW w:w="3227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8"/>
                <w:highlight w:val="yellow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ยอดตามที่เคยรายงานไว้</w:t>
            </w:r>
          </w:p>
        </w:tc>
        <w:tc>
          <w:tcPr>
            <w:tcW w:w="283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Cordia New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ยอดตามที่จัดประเภทใหม่</w:t>
            </w:r>
          </w:p>
        </w:tc>
        <w:tc>
          <w:tcPr>
            <w:tcW w:w="283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Cordia New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ยอดตามที่เคยรายงานไว้</w:t>
            </w:r>
          </w:p>
        </w:tc>
      </w:tr>
      <w:tr w:rsidR="006122EE" w:rsidRPr="00915829" w:rsidTr="00764D2A">
        <w:tc>
          <w:tcPr>
            <w:tcW w:w="3227" w:type="dxa"/>
            <w:vAlign w:val="bottom"/>
          </w:tcPr>
          <w:p w:rsidR="006122EE" w:rsidRPr="006122EE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6122EE" w:rsidRPr="00B36078" w:rsidRDefault="00927338" w:rsidP="00612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36078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</w:t>
            </w:r>
            <w:r w:rsidR="00B36078"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5,086</w:t>
            </w:r>
          </w:p>
        </w:tc>
        <w:tc>
          <w:tcPr>
            <w:tcW w:w="283" w:type="dxa"/>
          </w:tcPr>
          <w:p w:rsidR="006122EE" w:rsidRPr="00B36078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6122EE" w:rsidRPr="00B36078" w:rsidRDefault="006122EE" w:rsidP="00927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  <w:r w:rsidR="00B36078"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4,698</w:t>
            </w:r>
          </w:p>
        </w:tc>
        <w:tc>
          <w:tcPr>
            <w:tcW w:w="283" w:type="dxa"/>
            <w:vAlign w:val="bottom"/>
          </w:tcPr>
          <w:p w:rsidR="006122EE" w:rsidRPr="00B36078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:rsidR="006122EE" w:rsidRPr="00B36078" w:rsidRDefault="00B36078" w:rsidP="003958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70,498</w:t>
            </w:r>
          </w:p>
        </w:tc>
        <w:tc>
          <w:tcPr>
            <w:tcW w:w="283" w:type="dxa"/>
            <w:vAlign w:val="bottom"/>
          </w:tcPr>
          <w:p w:rsidR="006122EE" w:rsidRPr="00B36078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:rsidR="006122EE" w:rsidRPr="00B36078" w:rsidRDefault="00B36078" w:rsidP="000E1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71,663</w:t>
            </w:r>
          </w:p>
        </w:tc>
      </w:tr>
      <w:tr w:rsidR="00A849C9" w:rsidRPr="00915829" w:rsidTr="00764D2A">
        <w:tc>
          <w:tcPr>
            <w:tcW w:w="3227" w:type="dxa"/>
            <w:vAlign w:val="bottom"/>
          </w:tcPr>
          <w:p w:rsidR="00A849C9" w:rsidRPr="000C290A" w:rsidRDefault="00A849C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ขาดทุน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กลับรายการขาดทุน) จากการด้อยค่าของสินทรัพย์ทางการเงิน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A849C9" w:rsidRPr="00B36078" w:rsidRDefault="00A849C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    388)</w:t>
            </w:r>
          </w:p>
        </w:tc>
        <w:tc>
          <w:tcPr>
            <w:tcW w:w="283" w:type="dxa"/>
            <w:vAlign w:val="bottom"/>
          </w:tcPr>
          <w:p w:rsidR="00A849C9" w:rsidRPr="00B36078" w:rsidRDefault="00A849C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vAlign w:val="bottom"/>
          </w:tcPr>
          <w:p w:rsidR="00A849C9" w:rsidRPr="00B36078" w:rsidRDefault="00A849C9" w:rsidP="00A84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4"/>
              </w:tabs>
              <w:spacing w:line="240" w:lineRule="auto"/>
              <w:ind w:right="284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      </w:t>
            </w: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bottom"/>
          </w:tcPr>
          <w:p w:rsidR="00A849C9" w:rsidRPr="00B36078" w:rsidRDefault="00A849C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6" w:type="dxa"/>
            <w:vAlign w:val="bottom"/>
          </w:tcPr>
          <w:p w:rsidR="00A849C9" w:rsidRPr="00B36078" w:rsidRDefault="00A849C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1,165</w:t>
            </w:r>
          </w:p>
        </w:tc>
        <w:tc>
          <w:tcPr>
            <w:tcW w:w="283" w:type="dxa"/>
            <w:vAlign w:val="bottom"/>
          </w:tcPr>
          <w:p w:rsidR="00A849C9" w:rsidRPr="00B36078" w:rsidRDefault="00A849C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22" w:type="dxa"/>
            <w:vAlign w:val="bottom"/>
          </w:tcPr>
          <w:p w:rsidR="00A849C9" w:rsidRPr="00B36078" w:rsidRDefault="00A849C9" w:rsidP="00A84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4"/>
              </w:tabs>
              <w:spacing w:line="240" w:lineRule="auto"/>
              <w:ind w:right="284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      </w:t>
            </w:r>
            <w:r w:rsidRPr="00B3607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</w:tbl>
    <w:p w:rsidR="00655A54" w:rsidRDefault="00655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25052C" w:rsidRDefault="0025052C" w:rsidP="0025052C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การจ่ายเงินปันผลและเงินปันผลระหว่างกาล</w:t>
      </w:r>
    </w:p>
    <w:p w:rsidR="005A5FA4" w:rsidRDefault="005A5FA4" w:rsidP="005A5F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A00962" w:rsidRPr="003B6898" w:rsidRDefault="00A00962" w:rsidP="00A00962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9061D8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9061D8">
        <w:rPr>
          <w:rFonts w:ascii="Angsana New" w:hAnsi="Angsana New"/>
          <w:szCs w:val="30"/>
        </w:rPr>
        <w:t xml:space="preserve"> </w:t>
      </w:r>
      <w:r w:rsidRPr="009061D8">
        <w:rPr>
          <w:rFonts w:ascii="Angsana New" w:hAnsi="Angsana New" w:hint="cs"/>
          <w:szCs w:val="30"/>
          <w:cs/>
        </w:rPr>
        <w:t xml:space="preserve"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ในอัตราหุ้นละประมาณ 0.13 บาทเป็นเงินรวมประมาณ 40 ล้านบาทให้แก่ผู้ถือหุ้นโดยกำหนดจ่ายเงินปันผลในวันที่ 30 เมษายน 2563 </w:t>
      </w:r>
      <w:r w:rsidR="0025052C">
        <w:rPr>
          <w:rFonts w:ascii="Angsana New" w:hAnsi="Angsana New" w:hint="cs"/>
          <w:szCs w:val="30"/>
          <w:cs/>
        </w:rPr>
        <w:t>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:rsidR="00A00962" w:rsidRDefault="00A00962" w:rsidP="00A009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A00962" w:rsidRPr="00E21303" w:rsidRDefault="00A00962" w:rsidP="00A00962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37D08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A37D08">
        <w:rPr>
          <w:rFonts w:ascii="Angsana New" w:hAnsi="Angsana New"/>
          <w:sz w:val="30"/>
          <w:szCs w:val="30"/>
        </w:rPr>
        <w:t xml:space="preserve">24 </w:t>
      </w:r>
      <w:r w:rsidRPr="00A37D08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A37D08">
        <w:rPr>
          <w:rFonts w:ascii="Angsana New" w:hAnsi="Angsana New"/>
          <w:sz w:val="30"/>
          <w:szCs w:val="30"/>
        </w:rPr>
        <w:t xml:space="preserve">2562 </w:t>
      </w:r>
      <w:r w:rsidRPr="00A37D08">
        <w:rPr>
          <w:rFonts w:ascii="Angsana New" w:hAnsi="Angsana New" w:hint="cs"/>
          <w:sz w:val="30"/>
          <w:szCs w:val="30"/>
          <w:cs/>
        </w:rPr>
        <w:t>ผู้ถือหุ้นได้ม</w:t>
      </w:r>
      <w:r w:rsidR="00FC205B">
        <w:rPr>
          <w:rFonts w:ascii="Angsana New" w:hAnsi="Angsana New" w:hint="cs"/>
          <w:sz w:val="30"/>
          <w:szCs w:val="30"/>
          <w:cs/>
        </w:rPr>
        <w:t>ีมติเป็นเอกฉันท์อนุมัติการ</w:t>
      </w:r>
      <w:r w:rsidRPr="00A37D08">
        <w:rPr>
          <w:rFonts w:ascii="Angsana New" w:hAnsi="Angsana New" w:hint="cs"/>
          <w:sz w:val="30"/>
          <w:szCs w:val="30"/>
          <w:cs/>
        </w:rPr>
        <w:t xml:space="preserve">จ่ายเงินปันผลจากผลการดำเนินงานปี </w:t>
      </w:r>
      <w:r w:rsidRPr="00A37D08">
        <w:rPr>
          <w:rFonts w:ascii="Angsana New" w:hAnsi="Angsana New"/>
          <w:sz w:val="30"/>
          <w:szCs w:val="30"/>
        </w:rPr>
        <w:t xml:space="preserve">2561 </w:t>
      </w:r>
      <w:r w:rsidRPr="00A37D08">
        <w:rPr>
          <w:rFonts w:ascii="Angsana New" w:hAnsi="Angsana New" w:hint="cs"/>
          <w:sz w:val="30"/>
          <w:szCs w:val="30"/>
          <w:cs/>
        </w:rPr>
        <w:t>ในอัตราหุ้นละประมาณ 0.0974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Pr="00A37D08">
        <w:rPr>
          <w:rFonts w:ascii="Angsana New" w:hAnsi="Angsana New" w:hint="cs"/>
          <w:sz w:val="30"/>
          <w:szCs w:val="30"/>
          <w:cs/>
        </w:rPr>
        <w:t>บาทเป็นเงินรวมประมาณ 30 ล้านบาทให้แก่ผู้ถือหุ้น</w:t>
      </w:r>
      <w:r w:rsidRPr="00A37D08">
        <w:rPr>
          <w:rFonts w:ascii="Angsana New" w:hAnsi="Angsana New"/>
          <w:sz w:val="30"/>
          <w:szCs w:val="30"/>
          <w:cs/>
        </w:rPr>
        <w:t>โดย</w:t>
      </w:r>
      <w:r w:rsidRPr="00A37D08">
        <w:rPr>
          <w:rFonts w:ascii="Angsana New" w:hAnsi="Angsana New" w:hint="cs"/>
          <w:sz w:val="30"/>
          <w:szCs w:val="30"/>
          <w:cs/>
        </w:rPr>
        <w:t>กำหนด</w:t>
      </w:r>
      <w:r w:rsidRPr="00A37D08">
        <w:rPr>
          <w:rFonts w:ascii="Angsana New" w:hAnsi="Angsana New"/>
          <w:sz w:val="30"/>
          <w:szCs w:val="30"/>
          <w:cs/>
        </w:rPr>
        <w:t>จ่ายเงินปันผล</w:t>
      </w:r>
      <w:r>
        <w:rPr>
          <w:rFonts w:ascii="Angsana New" w:hAnsi="Angsana New" w:hint="cs"/>
          <w:sz w:val="30"/>
          <w:szCs w:val="30"/>
          <w:cs/>
        </w:rPr>
        <w:t>ดังกล่าว</w:t>
      </w:r>
      <w:r w:rsidRPr="00A37D08">
        <w:rPr>
          <w:rFonts w:ascii="Angsana New" w:hAnsi="Angsana New" w:hint="cs"/>
          <w:sz w:val="30"/>
          <w:szCs w:val="30"/>
          <w:cs/>
        </w:rPr>
        <w:t>ในวันที่ 1</w:t>
      </w:r>
      <w:r>
        <w:rPr>
          <w:rFonts w:ascii="Angsana New" w:hAnsi="Angsana New" w:hint="cs"/>
          <w:sz w:val="30"/>
          <w:szCs w:val="30"/>
          <w:cs/>
        </w:rPr>
        <w:t>6</w:t>
      </w:r>
      <w:r w:rsidRPr="00A37D08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A37D08">
        <w:rPr>
          <w:rFonts w:ascii="Angsana New" w:hAnsi="Angsana New"/>
          <w:sz w:val="30"/>
          <w:szCs w:val="30"/>
        </w:rPr>
        <w:t>25</w:t>
      </w:r>
      <w:r w:rsidRPr="00A37D08">
        <w:rPr>
          <w:rFonts w:ascii="Angsana New" w:hAnsi="Angsana New" w:hint="cs"/>
          <w:sz w:val="30"/>
          <w:szCs w:val="30"/>
          <w:cs/>
        </w:rPr>
        <w:t>62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</w:p>
    <w:p w:rsidR="005A5FA4" w:rsidRDefault="005A5FA4" w:rsidP="005A5F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1A24A6" w:rsidRPr="00AF0226" w:rsidRDefault="001A24A6" w:rsidP="001A24A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AF0226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AF022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E45D09" w:rsidRPr="000979E3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AF0226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AF0226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AF0226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AF0226">
        <w:rPr>
          <w:rFonts w:ascii="Angsana New" w:hAnsi="Angsana New"/>
          <w:sz w:val="30"/>
          <w:szCs w:val="30"/>
          <w:cs/>
        </w:rPr>
        <w:t>บริษัทเมื่อ</w:t>
      </w:r>
      <w:r w:rsidRPr="006F094E">
        <w:rPr>
          <w:rFonts w:ascii="Angsana New" w:hAnsi="Angsana New"/>
          <w:sz w:val="30"/>
          <w:szCs w:val="30"/>
          <w:cs/>
        </w:rPr>
        <w:t xml:space="preserve">วันที่ </w:t>
      </w:r>
      <w:r w:rsidR="006F094E" w:rsidRPr="006F094E">
        <w:rPr>
          <w:rFonts w:ascii="Angsana New" w:hAnsi="Angsana New"/>
          <w:sz w:val="30"/>
          <w:szCs w:val="30"/>
        </w:rPr>
        <w:t>7</w:t>
      </w:r>
      <w:r w:rsidRPr="006F094E">
        <w:rPr>
          <w:rFonts w:ascii="Angsana New" w:hAnsi="Angsana New" w:hint="cs"/>
          <w:sz w:val="30"/>
          <w:szCs w:val="30"/>
          <w:cs/>
        </w:rPr>
        <w:t xml:space="preserve"> </w:t>
      </w:r>
      <w:r w:rsidR="00C21F76" w:rsidRPr="006F094E">
        <w:rPr>
          <w:rFonts w:ascii="Angsana New" w:hAnsi="Angsana New" w:hint="cs"/>
          <w:sz w:val="30"/>
          <w:szCs w:val="30"/>
          <w:cs/>
        </w:rPr>
        <w:t>พฤศจิกายน</w:t>
      </w:r>
      <w:r w:rsidRPr="006F094E">
        <w:rPr>
          <w:rFonts w:ascii="Angsana New" w:hAnsi="Angsana New" w:hint="cs"/>
          <w:sz w:val="30"/>
          <w:szCs w:val="30"/>
          <w:cs/>
        </w:rPr>
        <w:t xml:space="preserve"> </w:t>
      </w:r>
      <w:r w:rsidR="00230628" w:rsidRPr="006F094E">
        <w:rPr>
          <w:rFonts w:ascii="Angsana New" w:hAnsi="Angsana New"/>
          <w:sz w:val="30"/>
          <w:szCs w:val="30"/>
        </w:rPr>
        <w:t>256</w:t>
      </w:r>
      <w:r w:rsidR="004645CB" w:rsidRPr="006F094E">
        <w:rPr>
          <w:rFonts w:ascii="Angsana New" w:hAnsi="Angsana New"/>
          <w:sz w:val="30"/>
          <w:szCs w:val="30"/>
        </w:rPr>
        <w:t>3</w:t>
      </w:r>
    </w:p>
    <w:p w:rsidR="00AF0226" w:rsidRPr="00C21F76" w:rsidRDefault="00AF02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sectPr w:rsidR="00AF0226" w:rsidRPr="00C21F76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CA" w:rsidRDefault="00C366CA">
      <w:r>
        <w:separator/>
      </w:r>
    </w:p>
  </w:endnote>
  <w:endnote w:type="continuationSeparator" w:id="0">
    <w:p w:rsidR="00C366CA" w:rsidRDefault="00C36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CA" w:rsidRPr="00052F48" w:rsidRDefault="002A7758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C366C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D3CCB">
      <w:rPr>
        <w:rFonts w:ascii="Angsana New" w:hAnsi="Angsana New"/>
        <w:noProof/>
        <w:sz w:val="30"/>
        <w:szCs w:val="30"/>
      </w:rPr>
      <w:t>16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CA" w:rsidRPr="00E0433F" w:rsidRDefault="002A7758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C366C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D3CCB">
      <w:rPr>
        <w:rFonts w:ascii="Angsana New" w:hAnsi="Angsana New"/>
        <w:noProof/>
        <w:sz w:val="30"/>
        <w:szCs w:val="30"/>
      </w:rPr>
      <w:t>12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CA" w:rsidRPr="002C472B" w:rsidRDefault="002A7758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C366C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C366C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C366CA" w:rsidRPr="002C472B" w:rsidRDefault="00C366CA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CA" w:rsidRDefault="00C366CA">
      <w:r>
        <w:separator/>
      </w:r>
    </w:p>
  </w:footnote>
  <w:footnote w:type="continuationSeparator" w:id="0">
    <w:p w:rsidR="00C366CA" w:rsidRDefault="00C36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CA" w:rsidRDefault="00C366CA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C366CA" w:rsidRPr="0014722B" w:rsidRDefault="00C366CA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C366CA" w:rsidRPr="001C29D1" w:rsidRDefault="00C366C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C366CA" w:rsidRDefault="00C366C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2563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2562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C366CA" w:rsidRDefault="00C366CA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C366CA" w:rsidRPr="00224722" w:rsidRDefault="00C366CA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CA" w:rsidRDefault="00C366CA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C366CA" w:rsidRPr="005D45D5" w:rsidRDefault="00C366CA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C366CA" w:rsidRPr="001C29D1" w:rsidRDefault="00C366C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C366CA" w:rsidRDefault="00C366CA" w:rsidP="00C9542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 256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2562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C366CA" w:rsidRDefault="00C366C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</w:t>
    </w:r>
    <w:r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C366CA" w:rsidRPr="00D754A8" w:rsidRDefault="00C366CA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8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658FC"/>
    <w:multiLevelType w:val="hybridMultilevel"/>
    <w:tmpl w:val="4716AF06"/>
    <w:lvl w:ilvl="0" w:tplc="0C1E43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5"/>
  </w:num>
  <w:num w:numId="12">
    <w:abstractNumId w:val="19"/>
  </w:num>
  <w:num w:numId="13">
    <w:abstractNumId w:val="37"/>
  </w:num>
  <w:num w:numId="14">
    <w:abstractNumId w:val="22"/>
  </w:num>
  <w:num w:numId="15">
    <w:abstractNumId w:val="27"/>
  </w:num>
  <w:num w:numId="16">
    <w:abstractNumId w:val="34"/>
  </w:num>
  <w:num w:numId="17">
    <w:abstractNumId w:val="21"/>
  </w:num>
  <w:num w:numId="18">
    <w:abstractNumId w:val="24"/>
  </w:num>
  <w:num w:numId="19">
    <w:abstractNumId w:val="35"/>
  </w:num>
  <w:num w:numId="20">
    <w:abstractNumId w:val="46"/>
  </w:num>
  <w:num w:numId="21">
    <w:abstractNumId w:val="40"/>
  </w:num>
  <w:num w:numId="22">
    <w:abstractNumId w:val="41"/>
  </w:num>
  <w:num w:numId="23">
    <w:abstractNumId w:val="16"/>
  </w:num>
  <w:num w:numId="24">
    <w:abstractNumId w:val="4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36"/>
  </w:num>
  <w:num w:numId="28">
    <w:abstractNumId w:val="31"/>
  </w:num>
  <w:num w:numId="29">
    <w:abstractNumId w:val="12"/>
  </w:num>
  <w:num w:numId="30">
    <w:abstractNumId w:val="18"/>
  </w:num>
  <w:num w:numId="31">
    <w:abstractNumId w:val="32"/>
  </w:num>
  <w:num w:numId="32">
    <w:abstractNumId w:val="17"/>
  </w:num>
  <w:num w:numId="33">
    <w:abstractNumId w:val="29"/>
  </w:num>
  <w:num w:numId="34">
    <w:abstractNumId w:val="45"/>
  </w:num>
  <w:num w:numId="35">
    <w:abstractNumId w:val="10"/>
  </w:num>
  <w:num w:numId="36">
    <w:abstractNumId w:val="14"/>
  </w:num>
  <w:num w:numId="37">
    <w:abstractNumId w:val="26"/>
  </w:num>
  <w:num w:numId="38">
    <w:abstractNumId w:val="28"/>
  </w:num>
  <w:num w:numId="39">
    <w:abstractNumId w:val="23"/>
  </w:num>
  <w:num w:numId="40">
    <w:abstractNumId w:val="13"/>
  </w:num>
  <w:num w:numId="41">
    <w:abstractNumId w:val="30"/>
  </w:num>
  <w:num w:numId="42">
    <w:abstractNumId w:val="20"/>
  </w:num>
  <w:num w:numId="43">
    <w:abstractNumId w:val="33"/>
  </w:num>
  <w:num w:numId="44">
    <w:abstractNumId w:val="38"/>
  </w:num>
  <w:num w:numId="45">
    <w:abstractNumId w:val="15"/>
  </w:num>
  <w:num w:numId="46">
    <w:abstractNumId w:val="44"/>
  </w:num>
  <w:num w:numId="47">
    <w:abstractNumId w:val="11"/>
  </w:num>
  <w:num w:numId="48">
    <w:abstractNumId w:val="3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4678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52F6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2336"/>
    <w:rsid w:val="00072F17"/>
    <w:rsid w:val="000737CF"/>
    <w:rsid w:val="00073981"/>
    <w:rsid w:val="00073C01"/>
    <w:rsid w:val="00074130"/>
    <w:rsid w:val="0007452A"/>
    <w:rsid w:val="0007477D"/>
    <w:rsid w:val="00075321"/>
    <w:rsid w:val="0007532D"/>
    <w:rsid w:val="00077534"/>
    <w:rsid w:val="00077606"/>
    <w:rsid w:val="00077B37"/>
    <w:rsid w:val="000801B6"/>
    <w:rsid w:val="00080660"/>
    <w:rsid w:val="000811A5"/>
    <w:rsid w:val="0008172F"/>
    <w:rsid w:val="0008191F"/>
    <w:rsid w:val="00081D75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D09"/>
    <w:rsid w:val="000D7362"/>
    <w:rsid w:val="000D7B32"/>
    <w:rsid w:val="000E04AD"/>
    <w:rsid w:val="000E0D40"/>
    <w:rsid w:val="000E102E"/>
    <w:rsid w:val="000E1119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29C"/>
    <w:rsid w:val="000F35C3"/>
    <w:rsid w:val="000F45CA"/>
    <w:rsid w:val="000F47F9"/>
    <w:rsid w:val="000F5A0F"/>
    <w:rsid w:val="000F5F04"/>
    <w:rsid w:val="000F63E8"/>
    <w:rsid w:val="000F68C8"/>
    <w:rsid w:val="000F6D58"/>
    <w:rsid w:val="000F7EB7"/>
    <w:rsid w:val="00100728"/>
    <w:rsid w:val="001009EA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427"/>
    <w:rsid w:val="00134886"/>
    <w:rsid w:val="0013542D"/>
    <w:rsid w:val="00135449"/>
    <w:rsid w:val="00136246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68E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4ED7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5B8"/>
    <w:rsid w:val="0018098A"/>
    <w:rsid w:val="001809E1"/>
    <w:rsid w:val="00180CB2"/>
    <w:rsid w:val="001813A5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3E09"/>
    <w:rsid w:val="0019411D"/>
    <w:rsid w:val="0019503B"/>
    <w:rsid w:val="00195226"/>
    <w:rsid w:val="00195AE1"/>
    <w:rsid w:val="00197804"/>
    <w:rsid w:val="00197887"/>
    <w:rsid w:val="00197CFE"/>
    <w:rsid w:val="001A0D90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D70"/>
    <w:rsid w:val="001A7257"/>
    <w:rsid w:val="001A72EF"/>
    <w:rsid w:val="001A7F23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2B77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2B07"/>
    <w:rsid w:val="001D2B73"/>
    <w:rsid w:val="001D2BF6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26C"/>
    <w:rsid w:val="00247642"/>
    <w:rsid w:val="00247755"/>
    <w:rsid w:val="002478EB"/>
    <w:rsid w:val="00247B1E"/>
    <w:rsid w:val="0025052C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0CF6"/>
    <w:rsid w:val="00281D76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3A5F"/>
    <w:rsid w:val="002A4147"/>
    <w:rsid w:val="002A4664"/>
    <w:rsid w:val="002A50B3"/>
    <w:rsid w:val="002A6126"/>
    <w:rsid w:val="002A7592"/>
    <w:rsid w:val="002A7758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7F7"/>
    <w:rsid w:val="002D7968"/>
    <w:rsid w:val="002D79F0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8D4"/>
    <w:rsid w:val="002F60DA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1235"/>
    <w:rsid w:val="00322A7E"/>
    <w:rsid w:val="00322EE3"/>
    <w:rsid w:val="00322FD6"/>
    <w:rsid w:val="00323471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4F7E"/>
    <w:rsid w:val="00335274"/>
    <w:rsid w:val="0033540A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006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2F36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4725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3571"/>
    <w:rsid w:val="003D3AA3"/>
    <w:rsid w:val="003D3CCB"/>
    <w:rsid w:val="003D3D59"/>
    <w:rsid w:val="003D505E"/>
    <w:rsid w:val="003D532A"/>
    <w:rsid w:val="003D5A16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83D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011B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A4C"/>
    <w:rsid w:val="004B3E4B"/>
    <w:rsid w:val="004B4784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4E"/>
    <w:rsid w:val="004D4966"/>
    <w:rsid w:val="004D4C96"/>
    <w:rsid w:val="004D6C63"/>
    <w:rsid w:val="004D6F76"/>
    <w:rsid w:val="004D77B8"/>
    <w:rsid w:val="004D79CB"/>
    <w:rsid w:val="004D7B2B"/>
    <w:rsid w:val="004D7D16"/>
    <w:rsid w:val="004D7FEC"/>
    <w:rsid w:val="004E0F8B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8A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4267"/>
    <w:rsid w:val="00545FA8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5224"/>
    <w:rsid w:val="00565FDA"/>
    <w:rsid w:val="005661AD"/>
    <w:rsid w:val="005663ED"/>
    <w:rsid w:val="00567B22"/>
    <w:rsid w:val="00567B8B"/>
    <w:rsid w:val="00567C2D"/>
    <w:rsid w:val="005700D6"/>
    <w:rsid w:val="00570315"/>
    <w:rsid w:val="005711C1"/>
    <w:rsid w:val="005716AC"/>
    <w:rsid w:val="00571AEE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7FB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CA5"/>
    <w:rsid w:val="00610EBC"/>
    <w:rsid w:val="00611E47"/>
    <w:rsid w:val="00612156"/>
    <w:rsid w:val="006122EE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586"/>
    <w:rsid w:val="006321A4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F9B"/>
    <w:rsid w:val="0065135C"/>
    <w:rsid w:val="00651724"/>
    <w:rsid w:val="00652013"/>
    <w:rsid w:val="00652C3C"/>
    <w:rsid w:val="00652DBE"/>
    <w:rsid w:val="0065301E"/>
    <w:rsid w:val="006537BC"/>
    <w:rsid w:val="00653BD5"/>
    <w:rsid w:val="006541AA"/>
    <w:rsid w:val="006549E8"/>
    <w:rsid w:val="00655A54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52C"/>
    <w:rsid w:val="0068189E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1E21"/>
    <w:rsid w:val="006A2538"/>
    <w:rsid w:val="006A29B8"/>
    <w:rsid w:val="006A3DA1"/>
    <w:rsid w:val="006A4A7E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D08D8"/>
    <w:rsid w:val="006D1058"/>
    <w:rsid w:val="006D15A9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189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094E"/>
    <w:rsid w:val="006F1212"/>
    <w:rsid w:val="006F12DB"/>
    <w:rsid w:val="006F1546"/>
    <w:rsid w:val="006F1BF3"/>
    <w:rsid w:val="006F2260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320"/>
    <w:rsid w:val="00700901"/>
    <w:rsid w:val="00701133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784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6053"/>
    <w:rsid w:val="00726918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479F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19E4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C99"/>
    <w:rsid w:val="007607F1"/>
    <w:rsid w:val="00760982"/>
    <w:rsid w:val="00761D80"/>
    <w:rsid w:val="00761FC3"/>
    <w:rsid w:val="00762036"/>
    <w:rsid w:val="00762905"/>
    <w:rsid w:val="00763822"/>
    <w:rsid w:val="007639FB"/>
    <w:rsid w:val="0076400A"/>
    <w:rsid w:val="00764A48"/>
    <w:rsid w:val="00764D28"/>
    <w:rsid w:val="00764D2A"/>
    <w:rsid w:val="00765581"/>
    <w:rsid w:val="00765FC2"/>
    <w:rsid w:val="00767B26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980"/>
    <w:rsid w:val="00775B96"/>
    <w:rsid w:val="007772F3"/>
    <w:rsid w:val="007774F8"/>
    <w:rsid w:val="00777A32"/>
    <w:rsid w:val="00780894"/>
    <w:rsid w:val="0078136D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170"/>
    <w:rsid w:val="007E5E7A"/>
    <w:rsid w:val="007E63BC"/>
    <w:rsid w:val="007E729D"/>
    <w:rsid w:val="007E77A1"/>
    <w:rsid w:val="007E7A42"/>
    <w:rsid w:val="007E7B69"/>
    <w:rsid w:val="007F0221"/>
    <w:rsid w:val="007F03E7"/>
    <w:rsid w:val="007F08EE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60B"/>
    <w:rsid w:val="00856771"/>
    <w:rsid w:val="0085743A"/>
    <w:rsid w:val="0085786B"/>
    <w:rsid w:val="00857974"/>
    <w:rsid w:val="008618BD"/>
    <w:rsid w:val="00862DE4"/>
    <w:rsid w:val="00862F36"/>
    <w:rsid w:val="00863DAF"/>
    <w:rsid w:val="00864031"/>
    <w:rsid w:val="00864397"/>
    <w:rsid w:val="00864658"/>
    <w:rsid w:val="00864C89"/>
    <w:rsid w:val="008658FA"/>
    <w:rsid w:val="00865E27"/>
    <w:rsid w:val="0086710D"/>
    <w:rsid w:val="00867287"/>
    <w:rsid w:val="0086798D"/>
    <w:rsid w:val="00867FB0"/>
    <w:rsid w:val="00870C6C"/>
    <w:rsid w:val="00872B24"/>
    <w:rsid w:val="008748AD"/>
    <w:rsid w:val="00874E32"/>
    <w:rsid w:val="00875B1B"/>
    <w:rsid w:val="00875C76"/>
    <w:rsid w:val="00875F78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77A5"/>
    <w:rsid w:val="008D77D4"/>
    <w:rsid w:val="008E085E"/>
    <w:rsid w:val="008E08E4"/>
    <w:rsid w:val="008E1869"/>
    <w:rsid w:val="008E1F3A"/>
    <w:rsid w:val="008E2A8A"/>
    <w:rsid w:val="008E3A28"/>
    <w:rsid w:val="008E4CCC"/>
    <w:rsid w:val="008E4E38"/>
    <w:rsid w:val="008E518B"/>
    <w:rsid w:val="008E53D2"/>
    <w:rsid w:val="008E67B9"/>
    <w:rsid w:val="008E67FA"/>
    <w:rsid w:val="008E6879"/>
    <w:rsid w:val="008E7176"/>
    <w:rsid w:val="008E7546"/>
    <w:rsid w:val="008E773E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0EE"/>
    <w:rsid w:val="0092247F"/>
    <w:rsid w:val="00924414"/>
    <w:rsid w:val="00924799"/>
    <w:rsid w:val="00924FF2"/>
    <w:rsid w:val="009264D2"/>
    <w:rsid w:val="00926B9C"/>
    <w:rsid w:val="00927338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16CD"/>
    <w:rsid w:val="00951BE6"/>
    <w:rsid w:val="009527A9"/>
    <w:rsid w:val="00952A52"/>
    <w:rsid w:val="009530B6"/>
    <w:rsid w:val="00953D98"/>
    <w:rsid w:val="0095470D"/>
    <w:rsid w:val="0095492D"/>
    <w:rsid w:val="00954C0B"/>
    <w:rsid w:val="009553AD"/>
    <w:rsid w:val="009555EC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1635"/>
    <w:rsid w:val="00981746"/>
    <w:rsid w:val="009818FB"/>
    <w:rsid w:val="00981C25"/>
    <w:rsid w:val="009821F7"/>
    <w:rsid w:val="00983364"/>
    <w:rsid w:val="0098353F"/>
    <w:rsid w:val="00983748"/>
    <w:rsid w:val="009859C9"/>
    <w:rsid w:val="00985A0E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32C"/>
    <w:rsid w:val="009D7684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F13"/>
    <w:rsid w:val="009E54B7"/>
    <w:rsid w:val="009E54F4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3773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368F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C1D"/>
    <w:rsid w:val="00A73DF1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314E"/>
    <w:rsid w:val="00A834A7"/>
    <w:rsid w:val="00A83513"/>
    <w:rsid w:val="00A838F5"/>
    <w:rsid w:val="00A841CA"/>
    <w:rsid w:val="00A8435F"/>
    <w:rsid w:val="00A8496B"/>
    <w:rsid w:val="00A849C9"/>
    <w:rsid w:val="00A8505D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11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F0226"/>
    <w:rsid w:val="00AF0731"/>
    <w:rsid w:val="00AF13B2"/>
    <w:rsid w:val="00AF1C08"/>
    <w:rsid w:val="00AF2654"/>
    <w:rsid w:val="00AF2991"/>
    <w:rsid w:val="00AF2BD3"/>
    <w:rsid w:val="00AF2F68"/>
    <w:rsid w:val="00AF3443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6F5E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388"/>
    <w:rsid w:val="00B2795F"/>
    <w:rsid w:val="00B30923"/>
    <w:rsid w:val="00B30CA8"/>
    <w:rsid w:val="00B31594"/>
    <w:rsid w:val="00B31D4F"/>
    <w:rsid w:val="00B32126"/>
    <w:rsid w:val="00B3293F"/>
    <w:rsid w:val="00B32B50"/>
    <w:rsid w:val="00B347BC"/>
    <w:rsid w:val="00B34BC6"/>
    <w:rsid w:val="00B35685"/>
    <w:rsid w:val="00B35E91"/>
    <w:rsid w:val="00B36078"/>
    <w:rsid w:val="00B36BDE"/>
    <w:rsid w:val="00B37152"/>
    <w:rsid w:val="00B377B7"/>
    <w:rsid w:val="00B3789C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4CB"/>
    <w:rsid w:val="00B71AB9"/>
    <w:rsid w:val="00B71E4A"/>
    <w:rsid w:val="00B72072"/>
    <w:rsid w:val="00B72E89"/>
    <w:rsid w:val="00B7319C"/>
    <w:rsid w:val="00B73346"/>
    <w:rsid w:val="00B73E11"/>
    <w:rsid w:val="00B7481A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740F"/>
    <w:rsid w:val="00BA01EF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4384"/>
    <w:rsid w:val="00BA521A"/>
    <w:rsid w:val="00BA534D"/>
    <w:rsid w:val="00BA53E7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1905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14E3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1F76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6C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A62"/>
    <w:rsid w:val="00C505F1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8A1"/>
    <w:rsid w:val="00C6516C"/>
    <w:rsid w:val="00C66101"/>
    <w:rsid w:val="00C670A2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427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6C16"/>
    <w:rsid w:val="00CA7100"/>
    <w:rsid w:val="00CA7865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35C7"/>
    <w:rsid w:val="00CD4E2E"/>
    <w:rsid w:val="00CD5034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146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2AAC"/>
    <w:rsid w:val="00D336D9"/>
    <w:rsid w:val="00D34044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099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AAB"/>
    <w:rsid w:val="00D51B36"/>
    <w:rsid w:val="00D52A1B"/>
    <w:rsid w:val="00D53B5E"/>
    <w:rsid w:val="00D54E72"/>
    <w:rsid w:val="00D55BE6"/>
    <w:rsid w:val="00D55D10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E0E"/>
    <w:rsid w:val="00DC5AB7"/>
    <w:rsid w:val="00DC677E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2F1"/>
    <w:rsid w:val="00DD36ED"/>
    <w:rsid w:val="00DD3722"/>
    <w:rsid w:val="00DD37A7"/>
    <w:rsid w:val="00DD42F2"/>
    <w:rsid w:val="00DD4889"/>
    <w:rsid w:val="00DD4D99"/>
    <w:rsid w:val="00DD5796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4EEE"/>
    <w:rsid w:val="00DE57E6"/>
    <w:rsid w:val="00DE5950"/>
    <w:rsid w:val="00DE6631"/>
    <w:rsid w:val="00DE7A13"/>
    <w:rsid w:val="00DE7BA4"/>
    <w:rsid w:val="00DF0A16"/>
    <w:rsid w:val="00DF11A9"/>
    <w:rsid w:val="00DF2ED2"/>
    <w:rsid w:val="00DF485D"/>
    <w:rsid w:val="00DF48E8"/>
    <w:rsid w:val="00DF5716"/>
    <w:rsid w:val="00DF799D"/>
    <w:rsid w:val="00E00502"/>
    <w:rsid w:val="00E0052B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E3E"/>
    <w:rsid w:val="00E207DA"/>
    <w:rsid w:val="00E21303"/>
    <w:rsid w:val="00E224E6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3D1B"/>
    <w:rsid w:val="00E35F64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A05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3038"/>
    <w:rsid w:val="00E939A5"/>
    <w:rsid w:val="00E94414"/>
    <w:rsid w:val="00E944EE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A6C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73A"/>
    <w:rsid w:val="00EF4BE8"/>
    <w:rsid w:val="00EF4BFF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3D55"/>
    <w:rsid w:val="00F24A85"/>
    <w:rsid w:val="00F2583C"/>
    <w:rsid w:val="00F25EE8"/>
    <w:rsid w:val="00F2648E"/>
    <w:rsid w:val="00F26B0F"/>
    <w:rsid w:val="00F30514"/>
    <w:rsid w:val="00F30613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0B50"/>
    <w:rsid w:val="00F50CB2"/>
    <w:rsid w:val="00F531BD"/>
    <w:rsid w:val="00F539D2"/>
    <w:rsid w:val="00F53B26"/>
    <w:rsid w:val="00F53F13"/>
    <w:rsid w:val="00F5457C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70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073"/>
    <w:rsid w:val="00F97A76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49AB"/>
    <w:rsid w:val="00FE54CE"/>
    <w:rsid w:val="00FE5988"/>
    <w:rsid w:val="00FE66D7"/>
    <w:rsid w:val="00FE7367"/>
    <w:rsid w:val="00FE798F"/>
    <w:rsid w:val="00FE7AD9"/>
    <w:rsid w:val="00FF01AE"/>
    <w:rsid w:val="00FF083C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F40DF-5C0C-4324-9D4D-2DD3999C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317</TotalTime>
  <Pages>16</Pages>
  <Words>4890</Words>
  <Characters>19157</Characters>
  <Application>Microsoft Office Word</Application>
  <DocSecurity>0</DocSecurity>
  <Lines>159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24000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21</cp:revision>
  <cp:lastPrinted>2020-11-06T06:02:00Z</cp:lastPrinted>
  <dcterms:created xsi:type="dcterms:W3CDTF">2020-10-05T03:38:00Z</dcterms:created>
  <dcterms:modified xsi:type="dcterms:W3CDTF">2020-11-06T06:02:00Z</dcterms:modified>
</cp:coreProperties>
</file>