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4B6A18" w:rsidRDefault="001B2C21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4E6B25" w:rsidRPr="004B6A18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8425DA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4B6A18">
        <w:rPr>
          <w:rFonts w:ascii="Angsana New" w:hAnsi="Angsana New"/>
          <w:sz w:val="30"/>
          <w:szCs w:val="30"/>
        </w:rPr>
        <w:t>34</w:t>
      </w:r>
      <w:r w:rsidRPr="004B6A18">
        <w:rPr>
          <w:rFonts w:ascii="Angsana New" w:hAnsi="Angsana New"/>
          <w:sz w:val="30"/>
          <w:szCs w:val="30"/>
          <w:cs/>
        </w:rPr>
        <w:t xml:space="preserve"> เรื่อง</w:t>
      </w:r>
      <w:r w:rsidR="000408A8"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“</w:t>
      </w:r>
      <w:r w:rsidR="006F1212" w:rsidRPr="004B6A18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4B6A18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4B6A18">
        <w:rPr>
          <w:rFonts w:ascii="Angsana New" w:hAnsi="Angsana New"/>
          <w:sz w:val="30"/>
          <w:szCs w:val="30"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</w:t>
      </w:r>
      <w:r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</w:p>
    <w:p w:rsidR="004E6B25" w:rsidRPr="008425DA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:rsidR="004E6B25" w:rsidRPr="004B6A18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413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B41318">
        <w:rPr>
          <w:rFonts w:ascii="Angsana New" w:hAnsi="Angsana New"/>
          <w:sz w:val="30"/>
          <w:szCs w:val="30"/>
        </w:rPr>
        <w:t xml:space="preserve">31 </w:t>
      </w:r>
      <w:r w:rsidRPr="00B413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252E8F">
        <w:rPr>
          <w:rFonts w:ascii="Angsana New" w:hAnsi="Angsana New"/>
          <w:sz w:val="30"/>
          <w:szCs w:val="30"/>
        </w:rPr>
        <w:t>2564</w:t>
      </w:r>
      <w:r w:rsidRPr="00B413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B41318">
        <w:rPr>
          <w:rFonts w:ascii="Angsana New" w:hAnsi="Angsana New"/>
          <w:sz w:val="30"/>
          <w:szCs w:val="30"/>
        </w:rPr>
        <w:t xml:space="preserve">31 </w:t>
      </w:r>
      <w:r w:rsidRPr="00B413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252E8F">
        <w:rPr>
          <w:rFonts w:ascii="Angsana New" w:hAnsi="Angsana New"/>
          <w:sz w:val="30"/>
          <w:szCs w:val="30"/>
        </w:rPr>
        <w:t>2564</w:t>
      </w:r>
    </w:p>
    <w:p w:rsidR="00A00A5A" w:rsidRPr="008425DA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A00A5A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41318">
        <w:rPr>
          <w:rFonts w:ascii="Angsana New" w:hAnsi="Angsana New"/>
          <w:sz w:val="30"/>
          <w:szCs w:val="30"/>
          <w:cs/>
        </w:rPr>
        <w:t>งบการเงิน</w:t>
      </w:r>
      <w:r w:rsidRPr="00B41318">
        <w:rPr>
          <w:rFonts w:ascii="Angsana New" w:hAnsi="Angsana New" w:hint="cs"/>
          <w:sz w:val="30"/>
          <w:szCs w:val="30"/>
          <w:cs/>
        </w:rPr>
        <w:t>ระหว่างกาล</w:t>
      </w:r>
      <w:r w:rsidRPr="00B41318">
        <w:rPr>
          <w:rFonts w:ascii="Angsana New" w:hAnsi="Angsana New"/>
          <w:sz w:val="30"/>
          <w:szCs w:val="30"/>
          <w:cs/>
        </w:rPr>
        <w:t>รวม</w:t>
      </w:r>
      <w:r w:rsidRPr="00B41318">
        <w:rPr>
          <w:rFonts w:ascii="Angsana New" w:hAnsi="Angsana New" w:hint="cs"/>
          <w:sz w:val="30"/>
          <w:szCs w:val="30"/>
          <w:cs/>
        </w:rPr>
        <w:t>สำหรับงวดสามเดือนสิ้นสุด</w:t>
      </w:r>
      <w:r w:rsidRPr="00B41318">
        <w:rPr>
          <w:rFonts w:ascii="Angsana New" w:hAnsi="Angsana New"/>
          <w:sz w:val="30"/>
          <w:szCs w:val="30"/>
          <w:cs/>
        </w:rPr>
        <w:t xml:space="preserve">วันที่ </w:t>
      </w:r>
      <w:r w:rsidR="005E235B" w:rsidRPr="00B41318">
        <w:rPr>
          <w:rFonts w:ascii="Angsana New" w:hAnsi="Angsana New" w:hint="cs"/>
          <w:sz w:val="30"/>
          <w:szCs w:val="30"/>
          <w:cs/>
        </w:rPr>
        <w:t xml:space="preserve">31 มีนาคม </w:t>
      </w:r>
      <w:r w:rsidR="00252E8F">
        <w:rPr>
          <w:rFonts w:ascii="Angsana New" w:hAnsi="Angsana New" w:hint="cs"/>
          <w:sz w:val="30"/>
          <w:szCs w:val="30"/>
          <w:cs/>
        </w:rPr>
        <w:t>2565 และ 2564</w:t>
      </w:r>
      <w:r w:rsidRPr="00B41318">
        <w:rPr>
          <w:rFonts w:ascii="Angsana New" w:hAnsi="Angsana New"/>
          <w:sz w:val="30"/>
          <w:szCs w:val="30"/>
        </w:rPr>
        <w:t xml:space="preserve"> </w:t>
      </w:r>
      <w:r w:rsidR="00B41318" w:rsidRPr="000A3D0E">
        <w:rPr>
          <w:rFonts w:ascii="Angsana New" w:hAnsi="Angsana New" w:hint="cs"/>
          <w:sz w:val="30"/>
          <w:szCs w:val="30"/>
          <w:cs/>
        </w:rPr>
        <w:t xml:space="preserve">และงบการเงินรวมสำหรับปีสิ้นสุดวันที่ 31 ธันวาคม </w:t>
      </w:r>
      <w:r w:rsidR="00252E8F">
        <w:rPr>
          <w:rFonts w:ascii="Angsana New" w:hAnsi="Angsana New" w:hint="cs"/>
          <w:sz w:val="30"/>
          <w:szCs w:val="30"/>
          <w:cs/>
        </w:rPr>
        <w:t>2564</w:t>
      </w:r>
      <w:r w:rsidR="00B41318" w:rsidRPr="000A3D0E">
        <w:rPr>
          <w:rFonts w:ascii="Angsana New" w:hAnsi="Angsana New"/>
          <w:sz w:val="30"/>
          <w:szCs w:val="30"/>
        </w:rPr>
        <w:t xml:space="preserve"> </w:t>
      </w:r>
      <w:r w:rsidR="00B41318" w:rsidRPr="000A3D0E">
        <w:rPr>
          <w:rFonts w:ascii="Angsana New" w:hAnsi="Angsana New" w:hint="cs"/>
          <w:sz w:val="30"/>
          <w:szCs w:val="30"/>
          <w:cs/>
        </w:rPr>
        <w:t>ซึ่งเป็นส่วนหนึ่งของ</w:t>
      </w:r>
      <w:r w:rsidR="00B41318" w:rsidRPr="000A3D0E">
        <w:rPr>
          <w:rFonts w:ascii="Angsana New" w:hAnsi="Angsana New"/>
          <w:sz w:val="30"/>
          <w:szCs w:val="30"/>
          <w:cs/>
        </w:rPr>
        <w:t>ข้อมูลทางการเงินระหว่างกาล</w:t>
      </w:r>
      <w:r w:rsidR="00B41318" w:rsidRPr="000A3D0E">
        <w:rPr>
          <w:rFonts w:ascii="Angsana New" w:hAnsi="Angsana New" w:hint="cs"/>
          <w:sz w:val="30"/>
          <w:szCs w:val="30"/>
          <w:cs/>
        </w:rPr>
        <w:t>นี้</w:t>
      </w:r>
      <w:r w:rsidRPr="00B41318">
        <w:rPr>
          <w:rFonts w:ascii="Angsana New" w:hAnsi="Angsana New"/>
          <w:sz w:val="30"/>
          <w:szCs w:val="30"/>
          <w:cs/>
        </w:rPr>
        <w:t>ได้รวมบัญชีของบริษัทแล</w:t>
      </w:r>
      <w:r w:rsidRPr="00B41318">
        <w:rPr>
          <w:rFonts w:ascii="Angsana New" w:hAnsi="Angsana New" w:hint="cs"/>
          <w:sz w:val="30"/>
          <w:szCs w:val="30"/>
          <w:cs/>
        </w:rPr>
        <w:t>ะ</w:t>
      </w:r>
      <w:r w:rsidRPr="00B41318">
        <w:rPr>
          <w:rFonts w:ascii="Angsana New" w:hAnsi="Angsana New"/>
          <w:sz w:val="30"/>
          <w:szCs w:val="30"/>
          <w:cs/>
        </w:rPr>
        <w:t>บริษัทย่อย</w:t>
      </w:r>
      <w:r w:rsidR="00B41318">
        <w:rPr>
          <w:rFonts w:ascii="Angsana New" w:hAnsi="Angsana New"/>
          <w:sz w:val="30"/>
          <w:szCs w:val="30"/>
        </w:rPr>
        <w:t xml:space="preserve"> </w:t>
      </w:r>
      <w:r w:rsidR="003A0A87" w:rsidRPr="00B41318">
        <w:rPr>
          <w:rFonts w:ascii="Angsana New" w:hAnsi="Angsana New"/>
          <w:sz w:val="30"/>
          <w:szCs w:val="30"/>
        </w:rPr>
        <w:t>(“</w:t>
      </w:r>
      <w:r w:rsidR="003A0A87" w:rsidRPr="00B41318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3A0A87" w:rsidRPr="00B41318">
        <w:rPr>
          <w:rFonts w:ascii="Angsana New" w:hAnsi="Angsana New"/>
          <w:sz w:val="30"/>
          <w:szCs w:val="30"/>
        </w:rPr>
        <w:t xml:space="preserve">”) </w:t>
      </w:r>
      <w:r w:rsidRPr="00B41318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ที่บริษัทมีอำนาจควบคุมหรือถือหุ้นทั้งทางตรงและทางอ้อมในบริษัทย่อยดังต่อไปนี้</w:t>
      </w:r>
    </w:p>
    <w:p w:rsidR="00A00A5A" w:rsidRPr="008425DA" w:rsidRDefault="00A00A5A" w:rsidP="00A00A5A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tbl>
      <w:tblPr>
        <w:tblW w:w="9922" w:type="dxa"/>
        <w:tblInd w:w="-34" w:type="dxa"/>
        <w:tblLayout w:type="fixed"/>
        <w:tblLook w:val="0000"/>
      </w:tblPr>
      <w:tblGrid>
        <w:gridCol w:w="1843"/>
        <w:gridCol w:w="283"/>
        <w:gridCol w:w="1418"/>
        <w:gridCol w:w="283"/>
        <w:gridCol w:w="1134"/>
        <w:gridCol w:w="284"/>
        <w:gridCol w:w="1417"/>
        <w:gridCol w:w="284"/>
        <w:gridCol w:w="1275"/>
        <w:gridCol w:w="284"/>
        <w:gridCol w:w="1417"/>
      </w:tblGrid>
      <w:tr w:rsidR="00B41318" w:rsidRPr="004940F4" w:rsidTr="001628F9">
        <w:trPr>
          <w:tblHeader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18" w:rsidRPr="004940F4" w:rsidRDefault="00B41318" w:rsidP="001628F9">
            <w:pPr>
              <w:ind w:right="-27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18" w:rsidRPr="004940F4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18" w:rsidRPr="004940F4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18" w:rsidRPr="004940F4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B41318" w:rsidRPr="004940F4" w:rsidRDefault="00B41318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B41318" w:rsidRPr="004940F4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B41318" w:rsidRPr="004940F4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4"/>
                <w:szCs w:val="24"/>
                <w:cs/>
                <w:lang w:val="en-US"/>
              </w:rPr>
            </w:pPr>
            <w:r w:rsidRPr="004940F4">
              <w:rPr>
                <w:rFonts w:ascii="Angsana New" w:hAnsi="Angsana New"/>
                <w:b w:val="0"/>
                <w:bCs w:val="0"/>
                <w:sz w:val="24"/>
                <w:szCs w:val="24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B41318" w:rsidRPr="004940F4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2976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41318" w:rsidRPr="004940F4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  <w:t>ราคาทุนของเงินลงทุน</w:t>
            </w:r>
          </w:p>
        </w:tc>
      </w:tr>
      <w:tr w:rsidR="001628F9" w:rsidRPr="004940F4" w:rsidTr="001628F9">
        <w:trPr>
          <w:tblHeader/>
        </w:trPr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ทั้งทางตรง</w:t>
            </w:r>
            <w:r w:rsidRPr="004940F4">
              <w:rPr>
                <w:rFonts w:ascii="Angsana New" w:hAnsi="Angsana New"/>
                <w:sz w:val="24"/>
                <w:szCs w:val="24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976" w:type="dxa"/>
            <w:gridSpan w:val="3"/>
            <w:vMerge/>
            <w:tcBorders>
              <w:left w:val="nil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1628F9" w:rsidRPr="004940F4" w:rsidTr="001628F9">
        <w:trPr>
          <w:tblHeader/>
        </w:trPr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97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ในงบการเงินเฉพาะกิจการ (พันบาท)</w:t>
            </w:r>
          </w:p>
        </w:tc>
      </w:tr>
      <w:tr w:rsidR="001628F9" w:rsidRPr="004940F4" w:rsidTr="001628F9">
        <w:trPr>
          <w:tblHeader/>
        </w:trPr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28F9" w:rsidRPr="004940F4" w:rsidRDefault="001628F9" w:rsidP="001628F9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28F9" w:rsidRPr="004940F4" w:rsidRDefault="001628F9" w:rsidP="001628F9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28F9" w:rsidRPr="004940F4" w:rsidRDefault="001628F9" w:rsidP="001628F9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</w:rPr>
              <w:t>(</w:t>
            </w:r>
            <w:r w:rsidRPr="004940F4">
              <w:rPr>
                <w:rFonts w:ascii="Angsana New" w:hAnsi="Angsana New"/>
                <w:sz w:val="24"/>
                <w:szCs w:val="24"/>
                <w:cs/>
              </w:rPr>
              <w:t>ร้อยละ</w:t>
            </w:r>
            <w:r w:rsidRPr="004940F4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3</w:t>
            </w:r>
            <w:r w:rsidRPr="004940F4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4940F4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4940F4">
              <w:rPr>
                <w:rFonts w:ascii="Angsana New" w:hAnsi="Angsana New"/>
                <w:sz w:val="24"/>
                <w:szCs w:val="24"/>
                <w:cs/>
                <w:lang w:val="en-US"/>
              </w:rPr>
              <w:t>มีนาคม</w:t>
            </w:r>
            <w:r w:rsidRPr="004940F4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4940F4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9D6724" w:rsidRPr="004940F4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8F9" w:rsidRPr="004940F4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3</w:t>
            </w:r>
            <w:r w:rsidRPr="004940F4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4940F4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4940F4">
              <w:rPr>
                <w:rFonts w:ascii="Angsana New" w:hAnsi="Angsana New"/>
                <w:sz w:val="24"/>
                <w:szCs w:val="24"/>
                <w:cs/>
                <w:lang w:val="en-US"/>
              </w:rPr>
              <w:t>ธันวาคม</w:t>
            </w:r>
            <w:r w:rsidRPr="004940F4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="00252E8F" w:rsidRPr="004940F4"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</w:tr>
      <w:tr w:rsidR="002E701E" w:rsidRPr="004940F4" w:rsidTr="002E701E"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</w:tcPr>
          <w:p w:rsidR="002E701E" w:rsidRPr="004940F4" w:rsidRDefault="002E701E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บริษัท ทีเอ็ม เนิร์สซิ่ง แคร์ จำกัด</w:t>
            </w:r>
            <w:r w:rsidR="004016C6" w:rsidRPr="004940F4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="004016C6" w:rsidRPr="004940F4">
              <w:rPr>
                <w:rFonts w:ascii="Angsana New" w:hAnsi="Angsana New"/>
                <w:sz w:val="24"/>
                <w:szCs w:val="24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2E701E" w:rsidRPr="004940F4" w:rsidRDefault="004940F4" w:rsidP="00931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2E701E" w:rsidRPr="004940F4" w:rsidRDefault="009D6724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sz w:val="24"/>
                <w:szCs w:val="24"/>
              </w:rPr>
              <w:t>300</w:t>
            </w:r>
            <w:r w:rsidR="002E701E" w:rsidRPr="004940F4">
              <w:rPr>
                <w:rFonts w:ascii="Angsana New" w:hAnsi="Angsana New"/>
                <w:sz w:val="24"/>
                <w:szCs w:val="24"/>
              </w:rPr>
              <w:t>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E701E" w:rsidRPr="004940F4" w:rsidRDefault="002E701E" w:rsidP="0096752E">
            <w:pPr>
              <w:tabs>
                <w:tab w:val="clear" w:pos="680"/>
                <w:tab w:val="clear" w:pos="907"/>
              </w:tabs>
              <w:ind w:right="2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</w:tcPr>
          <w:p w:rsidR="002E701E" w:rsidRPr="004940F4" w:rsidRDefault="003E6F3C" w:rsidP="0096752E">
            <w:pPr>
              <w:tabs>
                <w:tab w:val="clear" w:pos="680"/>
                <w:tab w:val="clear" w:pos="907"/>
                <w:tab w:val="left" w:pos="742"/>
              </w:tabs>
              <w:ind w:right="-3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240</w:t>
            </w:r>
            <w:r w:rsidR="002E701E" w:rsidRPr="004940F4">
              <w:rPr>
                <w:rFonts w:ascii="Angsana New" w:hAnsi="Angsana New"/>
                <w:sz w:val="24"/>
                <w:szCs w:val="24"/>
              </w:rPr>
              <w:t>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6752E">
            <w:pPr>
              <w:tabs>
                <w:tab w:val="clear" w:pos="680"/>
                <w:tab w:val="clear" w:pos="907"/>
              </w:tabs>
              <w:ind w:right="-3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2E701E" w:rsidRPr="004940F4" w:rsidRDefault="003E6F3C" w:rsidP="0096752E">
            <w:pPr>
              <w:tabs>
                <w:tab w:val="clear" w:pos="680"/>
                <w:tab w:val="clear" w:pos="907"/>
                <w:tab w:val="left" w:pos="742"/>
              </w:tabs>
              <w:ind w:right="-3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240</w:t>
            </w:r>
            <w:r w:rsidR="002E701E" w:rsidRPr="004940F4">
              <w:rPr>
                <w:rFonts w:ascii="Angsana New" w:hAnsi="Angsana New"/>
                <w:sz w:val="24"/>
                <w:szCs w:val="24"/>
              </w:rPr>
              <w:t>,000</w:t>
            </w:r>
          </w:p>
        </w:tc>
      </w:tr>
      <w:tr w:rsidR="002E701E" w:rsidRPr="004940F4" w:rsidTr="002E701E">
        <w:tc>
          <w:tcPr>
            <w:tcW w:w="184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E701E" w:rsidRPr="004940F4" w:rsidRDefault="002E701E" w:rsidP="0096752E">
            <w:pPr>
              <w:tabs>
                <w:tab w:val="clear" w:pos="680"/>
                <w:tab w:val="clear" w:pos="907"/>
              </w:tabs>
              <w:ind w:right="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  <w:tab w:val="left" w:pos="742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  <w:tab w:val="left" w:pos="742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E701E" w:rsidRPr="004940F4" w:rsidTr="002E701E">
        <w:tc>
          <w:tcPr>
            <w:tcW w:w="184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บริษัท เดอะพาเร้นท์ส เนิร์สซิ่ง แคร์ จำกัด</w:t>
            </w:r>
            <w:r w:rsidR="004940F4" w:rsidRPr="004940F4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="004940F4" w:rsidRPr="004940F4">
              <w:rPr>
                <w:rFonts w:ascii="Angsana New" w:hAnsi="Angsana New"/>
                <w:sz w:val="24"/>
                <w:szCs w:val="24"/>
              </w:rPr>
              <w:t>(“TPNC”)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2E701E" w:rsidRPr="004940F4" w:rsidRDefault="009D6724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4</w:t>
            </w:r>
            <w:r w:rsidRPr="004940F4">
              <w:rPr>
                <w:rFonts w:ascii="Angsana New" w:hAnsi="Angsana New"/>
                <w:sz w:val="24"/>
                <w:szCs w:val="24"/>
              </w:rPr>
              <w:t>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E701E" w:rsidRPr="004940F4" w:rsidRDefault="002E701E" w:rsidP="0096752E">
            <w:pPr>
              <w:tabs>
                <w:tab w:val="clear" w:pos="680"/>
                <w:tab w:val="clear" w:pos="907"/>
              </w:tabs>
              <w:ind w:right="2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2E701E" w:rsidRPr="004940F4" w:rsidRDefault="004016C6" w:rsidP="00A405B7">
            <w:pPr>
              <w:pStyle w:val="ListParagraph"/>
              <w:numPr>
                <w:ilvl w:val="0"/>
                <w:numId w:val="19"/>
              </w:numPr>
              <w:tabs>
                <w:tab w:val="clear" w:pos="680"/>
                <w:tab w:val="clear" w:pos="907"/>
                <w:tab w:val="left" w:pos="742"/>
              </w:tabs>
              <w:ind w:right="14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6752E">
            <w:pPr>
              <w:tabs>
                <w:tab w:val="clear" w:pos="680"/>
                <w:tab w:val="clear" w:pos="907"/>
              </w:tabs>
              <w:ind w:right="144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E701E" w:rsidRPr="004940F4" w:rsidRDefault="003E6F3C" w:rsidP="0096752E">
            <w:pPr>
              <w:tabs>
                <w:tab w:val="clear" w:pos="680"/>
                <w:tab w:val="clear" w:pos="907"/>
                <w:tab w:val="left" w:pos="742"/>
              </w:tabs>
              <w:ind w:right="14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</w:tr>
      <w:tr w:rsidR="002E701E" w:rsidRPr="004940F4" w:rsidTr="003F5EE5">
        <w:tc>
          <w:tcPr>
            <w:tcW w:w="184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E701E" w:rsidRPr="004940F4" w:rsidRDefault="002E701E" w:rsidP="003F5EE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E701E" w:rsidRPr="004940F4" w:rsidRDefault="002E701E" w:rsidP="0096752E">
            <w:pPr>
              <w:tabs>
                <w:tab w:val="clear" w:pos="680"/>
                <w:tab w:val="clear" w:pos="907"/>
              </w:tabs>
              <w:ind w:right="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2E701E" w:rsidRPr="004940F4" w:rsidRDefault="002E701E" w:rsidP="0096752E">
            <w:pPr>
              <w:tabs>
                <w:tab w:val="clear" w:pos="680"/>
                <w:tab w:val="clear" w:pos="907"/>
                <w:tab w:val="left" w:pos="742"/>
              </w:tabs>
              <w:ind w:right="14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E701E" w:rsidRPr="004940F4" w:rsidRDefault="002E701E" w:rsidP="0096752E">
            <w:pPr>
              <w:tabs>
                <w:tab w:val="clear" w:pos="680"/>
                <w:tab w:val="clear" w:pos="907"/>
              </w:tabs>
              <w:ind w:right="144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E701E" w:rsidRPr="004940F4" w:rsidRDefault="002E701E" w:rsidP="0096752E">
            <w:pPr>
              <w:tabs>
                <w:tab w:val="clear" w:pos="680"/>
                <w:tab w:val="clear" w:pos="907"/>
                <w:tab w:val="left" w:pos="742"/>
              </w:tabs>
              <w:ind w:right="144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F0474" w:rsidRPr="004940F4" w:rsidTr="002E701E">
        <w:tc>
          <w:tcPr>
            <w:tcW w:w="1843" w:type="dxa"/>
            <w:tcBorders>
              <w:left w:val="nil"/>
              <w:right w:val="nil"/>
            </w:tcBorders>
          </w:tcPr>
          <w:p w:rsidR="00DF0474" w:rsidRPr="004940F4" w:rsidRDefault="00DF0474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บริษัท โรงพยาบาล เดอะพาเร้นท์ส จำกัด</w:t>
            </w:r>
            <w:r w:rsidR="00630EDF">
              <w:rPr>
                <w:rFonts w:ascii="Angsana New" w:hAnsi="Angsana New"/>
                <w:sz w:val="24"/>
                <w:szCs w:val="24"/>
              </w:rPr>
              <w:t xml:space="preserve"> (“TPH</w:t>
            </w:r>
            <w:r w:rsidR="004940F4" w:rsidRPr="004940F4">
              <w:rPr>
                <w:rFonts w:ascii="Angsana New" w:hAnsi="Angsana New"/>
                <w:sz w:val="24"/>
                <w:szCs w:val="24"/>
              </w:rPr>
              <w:t>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DF0474" w:rsidRPr="004940F4" w:rsidRDefault="00DF0474" w:rsidP="001628F9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DF0474" w:rsidRPr="004940F4" w:rsidRDefault="00DF0474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DF0474" w:rsidRPr="004940F4" w:rsidRDefault="00DF0474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DF0474" w:rsidRPr="004940F4" w:rsidRDefault="00DF0474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940F4">
              <w:rPr>
                <w:rFonts w:ascii="Angsana New" w:hAnsi="Angsana New"/>
                <w:sz w:val="24"/>
                <w:szCs w:val="24"/>
              </w:rPr>
              <w:t>30,000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DF0474" w:rsidRPr="004940F4" w:rsidRDefault="00DF0474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DF0474" w:rsidRPr="004940F4" w:rsidRDefault="00DF0474" w:rsidP="0096752E">
            <w:pPr>
              <w:tabs>
                <w:tab w:val="clear" w:pos="680"/>
                <w:tab w:val="clear" w:pos="907"/>
              </w:tabs>
              <w:ind w:right="2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DF0474" w:rsidRPr="004940F4" w:rsidRDefault="00DF0474" w:rsidP="009D6724">
            <w:pPr>
              <w:tabs>
                <w:tab w:val="clear" w:pos="680"/>
                <w:tab w:val="clear" w:pos="907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DF0474" w:rsidRPr="004940F4" w:rsidRDefault="00DF0474" w:rsidP="00A405B7">
            <w:pPr>
              <w:pStyle w:val="ListParagraph"/>
              <w:numPr>
                <w:ilvl w:val="0"/>
                <w:numId w:val="19"/>
              </w:numPr>
              <w:tabs>
                <w:tab w:val="clear" w:pos="680"/>
                <w:tab w:val="clear" w:pos="907"/>
                <w:tab w:val="left" w:pos="742"/>
              </w:tabs>
              <w:ind w:right="14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DF0474" w:rsidRPr="004940F4" w:rsidRDefault="00DF0474" w:rsidP="0096752E">
            <w:pPr>
              <w:tabs>
                <w:tab w:val="clear" w:pos="680"/>
                <w:tab w:val="clear" w:pos="907"/>
              </w:tabs>
              <w:ind w:right="144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DF0474" w:rsidRPr="004940F4" w:rsidRDefault="00DF0474" w:rsidP="0096752E">
            <w:pPr>
              <w:tabs>
                <w:tab w:val="clear" w:pos="680"/>
                <w:tab w:val="clear" w:pos="907"/>
                <w:tab w:val="left" w:pos="742"/>
              </w:tabs>
              <w:ind w:right="14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940F4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</w:tr>
    </w:tbl>
    <w:p w:rsidR="00B41318" w:rsidRPr="008425DA" w:rsidRDefault="00B41318" w:rsidP="00A00A5A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:rsidR="004016C6" w:rsidRPr="004940F4" w:rsidRDefault="004016C6" w:rsidP="00A00A5A">
      <w:pPr>
        <w:pStyle w:val="NoSpacing"/>
        <w:jc w:val="thaiDistribute"/>
        <w:rPr>
          <w:rFonts w:ascii="Angsana New" w:hAnsi="Angsana New"/>
          <w:sz w:val="24"/>
          <w:szCs w:val="24"/>
          <w:cs/>
        </w:rPr>
      </w:pPr>
      <w:r w:rsidRPr="004940F4">
        <w:rPr>
          <w:rFonts w:ascii="Angsana New" w:hAnsi="Angsana New"/>
          <w:sz w:val="24"/>
          <w:szCs w:val="24"/>
        </w:rPr>
        <w:t>*</w:t>
      </w:r>
      <w:r w:rsidR="00B53801" w:rsidRPr="004940F4">
        <w:rPr>
          <w:rFonts w:ascii="Angsana New" w:hAnsi="Angsana New" w:hint="cs"/>
          <w:sz w:val="24"/>
          <w:szCs w:val="24"/>
          <w:cs/>
        </w:rPr>
        <w:t xml:space="preserve"> </w:t>
      </w:r>
      <w:r w:rsidRPr="004940F4">
        <w:rPr>
          <w:rFonts w:ascii="Angsana New" w:hAnsi="Angsana New" w:hint="cs"/>
          <w:sz w:val="24"/>
          <w:szCs w:val="24"/>
          <w:cs/>
        </w:rPr>
        <w:t xml:space="preserve">ถือหุ้นโดย </w:t>
      </w:r>
      <w:r w:rsidRPr="004940F4">
        <w:rPr>
          <w:rFonts w:ascii="Angsana New" w:hAnsi="Angsana New"/>
          <w:sz w:val="24"/>
          <w:szCs w:val="24"/>
        </w:rPr>
        <w:t xml:space="preserve">TMNC </w:t>
      </w:r>
      <w:r w:rsidRPr="004940F4">
        <w:rPr>
          <w:rFonts w:ascii="Angsana New" w:hAnsi="Angsana New" w:hint="cs"/>
          <w:sz w:val="24"/>
          <w:szCs w:val="24"/>
          <w:cs/>
        </w:rPr>
        <w:t>ร้อยละ 99.99</w:t>
      </w:r>
      <w:r w:rsidR="00972CE6" w:rsidRPr="004940F4">
        <w:rPr>
          <w:rFonts w:ascii="Angsana New" w:hAnsi="Angsana New" w:hint="cs"/>
          <w:sz w:val="24"/>
          <w:szCs w:val="24"/>
          <w:cs/>
        </w:rPr>
        <w:t xml:space="preserve"> ด้วยราคาทุน</w:t>
      </w:r>
      <w:r w:rsidR="00A10986">
        <w:rPr>
          <w:rFonts w:ascii="Angsana New" w:hAnsi="Angsana New" w:hint="cs"/>
          <w:sz w:val="24"/>
          <w:szCs w:val="24"/>
          <w:cs/>
        </w:rPr>
        <w:t>จำนวน</w:t>
      </w:r>
      <w:r w:rsidR="00972CE6" w:rsidRPr="004940F4">
        <w:rPr>
          <w:rFonts w:ascii="Angsana New" w:hAnsi="Angsana New" w:hint="cs"/>
          <w:sz w:val="24"/>
          <w:szCs w:val="24"/>
          <w:cs/>
        </w:rPr>
        <w:t xml:space="preserve"> 4 ล้านบาท</w:t>
      </w:r>
      <w:r w:rsidR="00A10986">
        <w:rPr>
          <w:rFonts w:ascii="Angsana New" w:hAnsi="Angsana New" w:hint="cs"/>
          <w:sz w:val="24"/>
          <w:szCs w:val="24"/>
          <w:cs/>
        </w:rPr>
        <w:t xml:space="preserve"> </w:t>
      </w:r>
      <w:r w:rsidR="00A10986">
        <w:rPr>
          <w:rFonts w:ascii="Angsana New" w:hAnsi="Angsana New"/>
          <w:sz w:val="24"/>
          <w:szCs w:val="24"/>
        </w:rPr>
        <w:t xml:space="preserve">(TPNC) </w:t>
      </w:r>
      <w:r w:rsidR="00972CE6" w:rsidRPr="004940F4">
        <w:rPr>
          <w:rFonts w:ascii="Angsana New" w:hAnsi="Angsana New" w:hint="cs"/>
          <w:sz w:val="24"/>
          <w:szCs w:val="24"/>
          <w:cs/>
        </w:rPr>
        <w:t xml:space="preserve">และ 30 ล้านบาท </w:t>
      </w:r>
      <w:r w:rsidR="00630EDF">
        <w:rPr>
          <w:rFonts w:ascii="Angsana New" w:hAnsi="Angsana New"/>
          <w:sz w:val="24"/>
          <w:szCs w:val="24"/>
        </w:rPr>
        <w:t>(TPH</w:t>
      </w:r>
      <w:r w:rsidR="00A10986">
        <w:rPr>
          <w:rFonts w:ascii="Angsana New" w:hAnsi="Angsana New"/>
          <w:sz w:val="24"/>
          <w:szCs w:val="24"/>
        </w:rPr>
        <w:t>)</w:t>
      </w:r>
      <w:r w:rsidR="00DD5941" w:rsidRPr="004940F4">
        <w:rPr>
          <w:rFonts w:ascii="Angsana New" w:hAnsi="Angsana New" w:hint="cs"/>
          <w:sz w:val="24"/>
          <w:szCs w:val="24"/>
          <w:cs/>
        </w:rPr>
        <w:t xml:space="preserve"> </w:t>
      </w:r>
      <w:r w:rsidR="00A10986">
        <w:rPr>
          <w:rFonts w:ascii="Angsana New" w:hAnsi="Angsana New" w:hint="cs"/>
          <w:sz w:val="24"/>
          <w:szCs w:val="24"/>
          <w:cs/>
        </w:rPr>
        <w:t xml:space="preserve">โดย </w:t>
      </w:r>
      <w:r w:rsidR="004940F4" w:rsidRPr="004940F4">
        <w:rPr>
          <w:rFonts w:ascii="Angsana New" w:hAnsi="Angsana New"/>
          <w:sz w:val="24"/>
          <w:szCs w:val="24"/>
        </w:rPr>
        <w:t xml:space="preserve">TPNC </w:t>
      </w:r>
      <w:r w:rsidR="004940F4" w:rsidRPr="004940F4">
        <w:rPr>
          <w:rFonts w:ascii="Angsana New" w:hAnsi="Angsana New" w:hint="cs"/>
          <w:sz w:val="24"/>
          <w:szCs w:val="24"/>
          <w:cs/>
        </w:rPr>
        <w:t xml:space="preserve">และ </w:t>
      </w:r>
      <w:r w:rsidR="00630EDF">
        <w:rPr>
          <w:rFonts w:ascii="Angsana New" w:hAnsi="Angsana New"/>
          <w:sz w:val="24"/>
          <w:szCs w:val="24"/>
        </w:rPr>
        <w:t>TPH</w:t>
      </w:r>
      <w:r w:rsidR="004940F4" w:rsidRPr="004940F4">
        <w:rPr>
          <w:rFonts w:ascii="Angsana New" w:hAnsi="Angsana New"/>
          <w:sz w:val="24"/>
          <w:szCs w:val="24"/>
        </w:rPr>
        <w:t xml:space="preserve"> </w:t>
      </w:r>
      <w:r w:rsidR="00EB1F04">
        <w:rPr>
          <w:rFonts w:ascii="Angsana New" w:hAnsi="Angsana New" w:hint="cs"/>
          <w:sz w:val="24"/>
          <w:szCs w:val="24"/>
          <w:cs/>
        </w:rPr>
        <w:t>ได้ถูก</w:t>
      </w:r>
      <w:r w:rsidR="004940F4" w:rsidRPr="004940F4">
        <w:rPr>
          <w:rFonts w:ascii="Angsana New" w:hAnsi="Angsana New" w:hint="cs"/>
          <w:sz w:val="24"/>
          <w:szCs w:val="24"/>
          <w:cs/>
        </w:rPr>
        <w:t>จดทะเบียนจัดตั้ง</w:t>
      </w:r>
      <w:r w:rsidR="00EB1F04">
        <w:rPr>
          <w:rFonts w:ascii="Angsana New" w:hAnsi="Angsana New" w:hint="cs"/>
          <w:sz w:val="24"/>
          <w:szCs w:val="24"/>
          <w:cs/>
        </w:rPr>
        <w:t>ขึ้น</w:t>
      </w:r>
      <w:r w:rsidR="004940F4" w:rsidRPr="004940F4">
        <w:rPr>
          <w:rFonts w:ascii="Angsana New" w:hAnsi="Angsana New" w:hint="cs"/>
          <w:sz w:val="24"/>
          <w:szCs w:val="24"/>
          <w:cs/>
        </w:rPr>
        <w:t>เมื่อวันที่ 25 กุมภาพันธ์ 2565</w:t>
      </w:r>
    </w:p>
    <w:p w:rsidR="004016C6" w:rsidRPr="004016C6" w:rsidRDefault="004016C6" w:rsidP="00A00A5A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:rsidR="00A00A5A" w:rsidRPr="004B6A18" w:rsidRDefault="00A00A5A" w:rsidP="00A00A5A">
      <w:pPr>
        <w:pStyle w:val="NoSpacing"/>
        <w:jc w:val="thaiDistribute"/>
        <w:rPr>
          <w:szCs w:val="30"/>
        </w:rPr>
      </w:pPr>
      <w:r w:rsidRPr="004B6A18">
        <w:rPr>
          <w:rFonts w:ascii="Angsana New" w:hAnsi="Angsana New" w:hint="cs"/>
          <w:szCs w:val="30"/>
          <w:cs/>
        </w:rPr>
        <w:t>ร</w:t>
      </w:r>
      <w:r w:rsidRPr="004B6A18">
        <w:rPr>
          <w:rFonts w:ascii="Angsana New" w:hAnsi="Angsana New"/>
          <w:szCs w:val="30"/>
          <w:cs/>
        </w:rPr>
        <w:t>ายการบัญชี</w:t>
      </w:r>
      <w:r w:rsidRPr="0079556B">
        <w:rPr>
          <w:rFonts w:ascii="Angsana New" w:hAnsi="Angsana New"/>
          <w:szCs w:val="30"/>
          <w:cs/>
        </w:rPr>
        <w:t>ระหว่างบริษัทกับบริษัทย่อยที่มีนัยสำคัญ</w:t>
      </w:r>
      <w:r w:rsidRPr="004B6A18">
        <w:rPr>
          <w:rFonts w:ascii="Angsana New" w:hAnsi="Angsana New"/>
          <w:szCs w:val="30"/>
          <w:cs/>
        </w:rPr>
        <w:t>ได้ถูกตัดรายการในการทำงบการเงินระหว่างกาลรวมแล้ว</w:t>
      </w:r>
    </w:p>
    <w:p w:rsidR="00E03ACB" w:rsidRPr="004016C6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51293A" w:rsidRDefault="0051293A" w:rsidP="00A9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  <w:sectPr w:rsidR="0051293A" w:rsidSect="00AC6380">
          <w:headerReference w:type="default" r:id="rId8"/>
          <w:footerReference w:type="default" r:id="rId9"/>
          <w:footerReference w:type="first" r:id="rId10"/>
          <w:pgSz w:w="11909" w:h="16834" w:code="9"/>
          <w:pgMar w:top="3060" w:right="1152" w:bottom="810" w:left="1440" w:header="900" w:footer="329" w:gutter="0"/>
          <w:pgNumType w:start="10"/>
          <w:cols w:space="720"/>
          <w:docGrid w:linePitch="245"/>
        </w:sectPr>
      </w:pPr>
    </w:p>
    <w:p w:rsidR="00A90158" w:rsidRPr="004B6A18" w:rsidRDefault="00A90158" w:rsidP="00A9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628F9">
        <w:rPr>
          <w:rFonts w:ascii="Angsana New" w:hAnsi="Angsana New"/>
          <w:sz w:val="30"/>
          <w:szCs w:val="30"/>
          <w:cs/>
        </w:rPr>
        <w:lastRenderedPageBreak/>
        <w:t xml:space="preserve">เริ่มตั้งแต่วันที่ </w:t>
      </w:r>
      <w:r w:rsidRPr="001628F9">
        <w:rPr>
          <w:rFonts w:ascii="Angsana New" w:hAnsi="Angsana New"/>
          <w:sz w:val="30"/>
          <w:szCs w:val="30"/>
        </w:rPr>
        <w:t xml:space="preserve">1 </w:t>
      </w:r>
      <w:r w:rsidRPr="001628F9">
        <w:rPr>
          <w:rFonts w:ascii="Angsana New" w:hAnsi="Angsana New"/>
          <w:sz w:val="30"/>
          <w:szCs w:val="30"/>
          <w:cs/>
        </w:rPr>
        <w:t xml:space="preserve">มกราคม </w:t>
      </w:r>
      <w:r w:rsidRPr="001628F9">
        <w:rPr>
          <w:rFonts w:ascii="Angsana New" w:hAnsi="Angsana New"/>
          <w:sz w:val="30"/>
          <w:szCs w:val="30"/>
        </w:rPr>
        <w:t>25</w:t>
      </w:r>
      <w:r w:rsidRPr="001628F9">
        <w:rPr>
          <w:rFonts w:ascii="Angsana New" w:hAnsi="Angsana New"/>
          <w:sz w:val="30"/>
          <w:szCs w:val="30"/>
          <w:cs/>
        </w:rPr>
        <w:t>6</w:t>
      </w:r>
      <w:r w:rsidR="00CF1C4B">
        <w:rPr>
          <w:rFonts w:ascii="Angsana New" w:hAnsi="Angsana New" w:hint="cs"/>
          <w:sz w:val="30"/>
          <w:szCs w:val="30"/>
          <w:cs/>
        </w:rPr>
        <w:t>5</w:t>
      </w:r>
      <w:r w:rsidRPr="001628F9">
        <w:rPr>
          <w:rFonts w:ascii="Angsana New" w:hAnsi="Angsana New"/>
          <w:sz w:val="30"/>
          <w:szCs w:val="30"/>
          <w:cs/>
        </w:rPr>
        <w:t xml:space="preserve"> </w:t>
      </w:r>
      <w:r w:rsidR="00CF1C4B">
        <w:rPr>
          <w:rFonts w:ascii="Angsana New" w:hAnsi="Angsana New" w:hint="cs"/>
          <w:sz w:val="30"/>
          <w:szCs w:val="30"/>
          <w:cs/>
        </w:rPr>
        <w:t>กลุ่ม</w:t>
      </w:r>
      <w:r w:rsidRPr="001628F9">
        <w:rPr>
          <w:rFonts w:ascii="Angsana New" w:hAnsi="Angsana New"/>
          <w:sz w:val="30"/>
          <w:szCs w:val="30"/>
          <w:cs/>
        </w:rPr>
        <w:t>บริษัทได้ถือปฏิบัติตามมาตรฐานการบั</w:t>
      </w:r>
      <w:r w:rsidR="00CF1C4B">
        <w:rPr>
          <w:rFonts w:ascii="Angsana New" w:hAnsi="Angsana New"/>
          <w:sz w:val="30"/>
          <w:szCs w:val="30"/>
          <w:cs/>
        </w:rPr>
        <w:t>ญชี</w:t>
      </w:r>
      <w:r w:rsidR="00CF1C4B">
        <w:rPr>
          <w:rFonts w:ascii="Angsana New" w:hAnsi="Angsana New" w:hint="cs"/>
          <w:sz w:val="30"/>
          <w:szCs w:val="30"/>
          <w:cs/>
        </w:rPr>
        <w:t xml:space="preserve"> </w:t>
      </w:r>
      <w:r w:rsidR="00CF1C4B">
        <w:rPr>
          <w:rFonts w:ascii="Angsana New" w:hAnsi="Angsana New"/>
          <w:sz w:val="30"/>
          <w:szCs w:val="30"/>
        </w:rPr>
        <w:t xml:space="preserve">(TAS) </w:t>
      </w:r>
      <w:r w:rsidR="00CF1C4B">
        <w:rPr>
          <w:rFonts w:ascii="Angsana New" w:hAnsi="Angsana New"/>
          <w:sz w:val="30"/>
          <w:szCs w:val="30"/>
          <w:cs/>
        </w:rPr>
        <w:t>มาตรฐานการรายงานทางการเงิ</w:t>
      </w:r>
      <w:r w:rsidR="00CF1C4B">
        <w:rPr>
          <w:rFonts w:ascii="Angsana New" w:hAnsi="Angsana New" w:hint="cs"/>
          <w:sz w:val="30"/>
          <w:szCs w:val="30"/>
          <w:cs/>
        </w:rPr>
        <w:t xml:space="preserve">น </w:t>
      </w:r>
      <w:r w:rsidR="00CF1C4B">
        <w:rPr>
          <w:rFonts w:ascii="Angsana New" w:hAnsi="Angsana New"/>
          <w:sz w:val="30"/>
          <w:szCs w:val="30"/>
        </w:rPr>
        <w:t xml:space="preserve">(TFRS) </w:t>
      </w:r>
      <w:r w:rsidR="00CF1C4B">
        <w:rPr>
          <w:rFonts w:ascii="Angsana New" w:hAnsi="Angsana New" w:hint="cs"/>
          <w:sz w:val="30"/>
          <w:szCs w:val="30"/>
          <w:cs/>
        </w:rPr>
        <w:t>ก</w:t>
      </w:r>
      <w:r w:rsidR="00E03ACB" w:rsidRPr="001628F9">
        <w:rPr>
          <w:rFonts w:ascii="Angsana New" w:hAnsi="Angsana New"/>
          <w:sz w:val="30"/>
          <w:szCs w:val="30"/>
          <w:cs/>
        </w:rPr>
        <w:t>ารตีความมาตรฐานการบัญชี</w:t>
      </w:r>
      <w:r w:rsidR="00CF1C4B">
        <w:rPr>
          <w:rFonts w:ascii="Angsana New" w:hAnsi="Angsana New" w:hint="cs"/>
          <w:sz w:val="30"/>
          <w:szCs w:val="30"/>
          <w:cs/>
        </w:rPr>
        <w:t xml:space="preserve"> </w:t>
      </w:r>
      <w:r w:rsidR="00CF1C4B">
        <w:rPr>
          <w:rFonts w:ascii="Angsana New" w:hAnsi="Angsana New"/>
          <w:sz w:val="30"/>
          <w:szCs w:val="30"/>
        </w:rPr>
        <w:t xml:space="preserve">(TSIC) </w:t>
      </w:r>
      <w:r w:rsidRPr="001628F9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CF1C4B">
        <w:rPr>
          <w:rFonts w:ascii="Angsana New" w:hAnsi="Angsana New"/>
          <w:sz w:val="30"/>
          <w:szCs w:val="30"/>
        </w:rPr>
        <w:t xml:space="preserve"> (TFRIC)</w:t>
      </w:r>
      <w:r w:rsidR="00CF1C4B">
        <w:rPr>
          <w:rFonts w:ascii="Angsana New" w:hAnsi="Angsana New" w:hint="cs"/>
          <w:sz w:val="30"/>
          <w:szCs w:val="30"/>
          <w:cs/>
        </w:rPr>
        <w:t xml:space="preserve"> และ</w:t>
      </w:r>
      <w:r w:rsidR="00CF1C4B"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</w:t>
      </w:r>
      <w:r w:rsidR="00CF1C4B" w:rsidRPr="001628F9">
        <w:rPr>
          <w:rFonts w:ascii="Angsana New" w:hAnsi="Angsana New"/>
          <w:sz w:val="30"/>
          <w:szCs w:val="30"/>
          <w:cs/>
        </w:rPr>
        <w:t>ที่</w:t>
      </w:r>
      <w:r w:rsidR="00CF1C4B">
        <w:rPr>
          <w:rFonts w:ascii="Angsana New" w:hAnsi="Angsana New" w:hint="cs"/>
          <w:sz w:val="30"/>
          <w:szCs w:val="30"/>
          <w:cs/>
        </w:rPr>
        <w:t>ออกและ</w:t>
      </w:r>
      <w:r w:rsidR="00CF1C4B" w:rsidRPr="001628F9">
        <w:rPr>
          <w:rFonts w:ascii="Angsana New" w:hAnsi="Angsana New"/>
          <w:sz w:val="30"/>
          <w:szCs w:val="30"/>
          <w:cs/>
        </w:rPr>
        <w:t>ปรับปรุงใหม่โดยสภาวิชาชีพบัญชี</w:t>
      </w:r>
      <w:r w:rsidR="00CF1C4B">
        <w:rPr>
          <w:rFonts w:ascii="Angsana New" w:hAnsi="Angsana New" w:hint="cs"/>
          <w:sz w:val="30"/>
          <w:szCs w:val="30"/>
          <w:cs/>
        </w:rPr>
        <w:t>ซึ่ง</w:t>
      </w:r>
      <w:r w:rsidR="00CF1C4B" w:rsidRPr="00CF1C4B">
        <w:rPr>
          <w:rFonts w:ascii="Angsana New" w:hAnsi="Angsana New"/>
          <w:sz w:val="30"/>
          <w:szCs w:val="30"/>
          <w:cs/>
        </w:rPr>
        <w:t xml:space="preserve">มีผลบังคับใช้สำหรับรอบระยะเวลาบัญชีที่เริ่มต้นในหรือหลังวันที่ </w:t>
      </w:r>
      <w:r w:rsidR="00CF1C4B" w:rsidRPr="00CF1C4B">
        <w:rPr>
          <w:rFonts w:ascii="Angsana New" w:hAnsi="Angsana New"/>
          <w:sz w:val="30"/>
          <w:szCs w:val="30"/>
        </w:rPr>
        <w:t>1</w:t>
      </w:r>
      <w:r w:rsidR="00CF1C4B" w:rsidRPr="00CF1C4B">
        <w:rPr>
          <w:rFonts w:ascii="Angsana New" w:hAnsi="Angsana New"/>
          <w:sz w:val="30"/>
          <w:szCs w:val="30"/>
          <w:cs/>
        </w:rPr>
        <w:t xml:space="preserve"> มกราคม </w:t>
      </w:r>
      <w:r w:rsidR="00CF1C4B" w:rsidRPr="00CF1C4B">
        <w:rPr>
          <w:rFonts w:ascii="Angsana New" w:hAnsi="Angsana New"/>
          <w:sz w:val="30"/>
          <w:szCs w:val="30"/>
        </w:rPr>
        <w:t>25</w:t>
      </w:r>
      <w:r w:rsidR="00CF1C4B" w:rsidRPr="00CF1C4B">
        <w:rPr>
          <w:rFonts w:ascii="Angsana New" w:hAnsi="Angsana New" w:hint="cs"/>
          <w:sz w:val="30"/>
          <w:szCs w:val="30"/>
          <w:cs/>
        </w:rPr>
        <w:t>6</w:t>
      </w:r>
      <w:r w:rsidR="00CF1C4B" w:rsidRPr="00CF1C4B">
        <w:rPr>
          <w:rFonts w:ascii="Angsana New" w:hAnsi="Angsana New"/>
          <w:sz w:val="30"/>
          <w:szCs w:val="30"/>
        </w:rPr>
        <w:t>5</w:t>
      </w:r>
      <w:r w:rsidR="00CF1C4B" w:rsidRPr="00CF1C4B">
        <w:rPr>
          <w:rFonts w:ascii="Angsana New" w:hAnsi="Angsana New" w:hint="cs"/>
          <w:sz w:val="30"/>
          <w:szCs w:val="30"/>
          <w:cs/>
        </w:rPr>
        <w:t xml:space="preserve"> </w:t>
      </w:r>
      <w:r w:rsidR="00CF1C4B">
        <w:rPr>
          <w:rFonts w:ascii="Angsana New" w:hAnsi="Angsana New" w:hint="cs"/>
          <w:sz w:val="30"/>
          <w:szCs w:val="30"/>
          <w:cs/>
        </w:rPr>
        <w:t>โดย</w:t>
      </w:r>
      <w:r w:rsidR="00CF1C4B" w:rsidRPr="00CF1C4B">
        <w:rPr>
          <w:rFonts w:ascii="Angsana New" w:hAnsi="Angsana New" w:hint="cs"/>
          <w:sz w:val="30"/>
          <w:szCs w:val="30"/>
          <w:cs/>
        </w:rPr>
        <w:t xml:space="preserve">ส่วนที่สำคัญๆ </w:t>
      </w:r>
      <w:r w:rsidR="00CF1C4B">
        <w:rPr>
          <w:rFonts w:ascii="Angsana New" w:hAnsi="Angsana New" w:hint="cs"/>
          <w:sz w:val="30"/>
          <w:szCs w:val="30"/>
          <w:cs/>
        </w:rPr>
        <w:t>สำหรับ</w:t>
      </w:r>
      <w:r w:rsidR="00CF1C4B" w:rsidRPr="00CF1C4B">
        <w:rPr>
          <w:rFonts w:ascii="Angsana New" w:hAnsi="Angsana New" w:hint="cs"/>
          <w:sz w:val="30"/>
          <w:szCs w:val="30"/>
          <w:cs/>
        </w:rPr>
        <w:t xml:space="preserve">ปี 2565 เกี่ยวข้องกับ (1) การผ่อนปรนในทางปฏิบัติเกี่ยวกับการยินยอมลดค่าเช่าที่เกี่ยวข้องกับ COVID-19 ทางฝั่งของผู้เช่าตาม </w:t>
      </w:r>
      <w:r w:rsidR="00CF1C4B" w:rsidRPr="00CF1C4B">
        <w:rPr>
          <w:rFonts w:ascii="Angsana New" w:hAnsi="Angsana New"/>
          <w:sz w:val="30"/>
          <w:szCs w:val="30"/>
        </w:rPr>
        <w:t xml:space="preserve">TFRS 16 </w:t>
      </w:r>
      <w:r w:rsidR="00CF1C4B" w:rsidRPr="00CF1C4B">
        <w:rPr>
          <w:rFonts w:ascii="Angsana New" w:hAnsi="Angsana New" w:hint="cs"/>
          <w:sz w:val="30"/>
          <w:szCs w:val="30"/>
          <w:cs/>
        </w:rPr>
        <w:t>และ (2) การปฏิรูปอัตราดอกเบี้ยอ้างอิง-ระยะที่ 2 ซึ่งเกี่ยวเนื่องกับ</w:t>
      </w:r>
      <w:r w:rsidR="00CF1C4B" w:rsidRPr="00CF1C4B">
        <w:rPr>
          <w:rFonts w:ascii="Angsana New" w:hAnsi="Angsana New"/>
          <w:sz w:val="30"/>
          <w:szCs w:val="30"/>
        </w:rPr>
        <w:t xml:space="preserve"> TFRS</w:t>
      </w:r>
      <w:r w:rsidR="00CF1C4B" w:rsidRPr="00CF1C4B">
        <w:rPr>
          <w:rFonts w:ascii="Angsana New" w:hAnsi="Angsana New" w:hint="cs"/>
          <w:sz w:val="30"/>
          <w:szCs w:val="30"/>
          <w:cs/>
        </w:rPr>
        <w:t xml:space="preserve"> บางฉบับที่สำคัญๆ เช่น </w:t>
      </w:r>
      <w:r w:rsidR="00CF1C4B">
        <w:rPr>
          <w:rFonts w:ascii="Angsana New" w:hAnsi="Angsana New"/>
          <w:sz w:val="30"/>
          <w:szCs w:val="30"/>
        </w:rPr>
        <w:t xml:space="preserve">TFRS 4 </w:t>
      </w:r>
      <w:r w:rsidR="00CF1C4B" w:rsidRPr="00CF1C4B">
        <w:rPr>
          <w:rFonts w:ascii="Angsana New" w:hAnsi="Angsana New"/>
          <w:sz w:val="30"/>
          <w:szCs w:val="30"/>
        </w:rPr>
        <w:t xml:space="preserve">TFRS 7 TFRS 9 </w:t>
      </w:r>
      <w:r w:rsidR="00CF1C4B" w:rsidRPr="00CF1C4B">
        <w:rPr>
          <w:rFonts w:ascii="Angsana New" w:hAnsi="Angsana New" w:hint="cs"/>
          <w:sz w:val="30"/>
          <w:szCs w:val="30"/>
          <w:cs/>
        </w:rPr>
        <w:t xml:space="preserve">และ </w:t>
      </w:r>
      <w:r w:rsidR="00CF1C4B" w:rsidRPr="00CF1C4B">
        <w:rPr>
          <w:rFonts w:ascii="Angsana New" w:hAnsi="Angsana New"/>
          <w:sz w:val="30"/>
          <w:szCs w:val="30"/>
        </w:rPr>
        <w:t>TFRS 16</w:t>
      </w:r>
      <w:r w:rsidRPr="001628F9">
        <w:rPr>
          <w:rFonts w:ascii="Angsana New" w:hAnsi="Angsana New"/>
          <w:sz w:val="30"/>
          <w:szCs w:val="30"/>
          <w:cs/>
        </w:rPr>
        <w:t xml:space="preserve"> </w:t>
      </w:r>
      <w:r w:rsidR="00CF1C4B" w:rsidRPr="00CF1C4B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CF1C4B">
        <w:rPr>
          <w:rFonts w:ascii="Angsana New" w:hAnsi="Angsana New" w:hint="cs"/>
          <w:sz w:val="30"/>
          <w:szCs w:val="30"/>
          <w:cs/>
        </w:rPr>
        <w:t>การ</w:t>
      </w:r>
      <w:r w:rsidR="00CF1C4B" w:rsidRPr="00CF1C4B">
        <w:rPr>
          <w:rFonts w:ascii="Angsana New" w:hAnsi="Angsana New" w:hint="cs"/>
          <w:sz w:val="30"/>
          <w:szCs w:val="30"/>
          <w:cs/>
        </w:rPr>
        <w:t xml:space="preserve">นำ </w:t>
      </w:r>
      <w:r w:rsidR="00CF1C4B" w:rsidRPr="00CF1C4B">
        <w:rPr>
          <w:rFonts w:ascii="Angsana New" w:hAnsi="Angsana New"/>
          <w:sz w:val="30"/>
          <w:szCs w:val="30"/>
        </w:rPr>
        <w:t xml:space="preserve">TAS / TFRS / TSIC / TFRIC </w:t>
      </w:r>
      <w:r w:rsidR="00CF1C4B">
        <w:rPr>
          <w:rFonts w:ascii="Angsana New" w:hAnsi="Angsana New" w:hint="cs"/>
          <w:sz w:val="30"/>
          <w:szCs w:val="30"/>
          <w:cs/>
        </w:rPr>
        <w:t>และ</w:t>
      </w:r>
      <w:r w:rsidR="00CF1C4B"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แนวปฏิบัติทางการบัญชีดังก</w:t>
      </w:r>
      <w:r w:rsidR="00CF1C4B">
        <w:rPr>
          <w:rFonts w:ascii="Angsana New" w:hAnsi="Angsana New" w:hint="cs"/>
          <w:sz w:val="30"/>
          <w:szCs w:val="30"/>
          <w:cs/>
        </w:rPr>
        <w:t>ล่าวมาเริ่มถือปฏิบัติ</w:t>
      </w:r>
      <w:r w:rsidR="00CF1C4B" w:rsidRPr="00CF1C4B">
        <w:rPr>
          <w:rFonts w:ascii="Angsana New" w:hAnsi="Angsana New" w:hint="cs"/>
          <w:sz w:val="30"/>
          <w:szCs w:val="30"/>
          <w:cs/>
        </w:rPr>
        <w:t>ไม่มีผลกระทบที่เป็นสาระสำคัญต่องบการเงินของกลุ่มบริษัท</w:t>
      </w:r>
    </w:p>
    <w:p w:rsidR="001628F9" w:rsidRPr="004B6A18" w:rsidRDefault="001628F9" w:rsidP="00400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D0AD5" w:rsidRPr="00E401CC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401CC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0C17B3" w:rsidRPr="00E401CC" w:rsidRDefault="000C17B3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A00A5A" w:rsidRPr="00424177" w:rsidRDefault="00AE1582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0C17B3" w:rsidRPr="00D97C50">
        <w:rPr>
          <w:rFonts w:ascii="Angsana New" w:hAnsi="Angsana New"/>
          <w:sz w:val="30"/>
          <w:szCs w:val="30"/>
          <w:cs/>
        </w:rPr>
        <w:t>ใช้นโยบายการบัญชีที่สำคัญ</w:t>
      </w:r>
      <w:r w:rsidR="000C17B3" w:rsidRPr="00D97C50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="000C17B3" w:rsidRPr="00D97C50">
        <w:rPr>
          <w:rFonts w:ascii="Angsana New" w:hAnsi="Angsana New"/>
          <w:sz w:val="30"/>
          <w:szCs w:val="30"/>
          <w:cs/>
        </w:rPr>
        <w:t>ใน</w:t>
      </w:r>
      <w:r w:rsidR="000C17B3" w:rsidRPr="00D97C50">
        <w:rPr>
          <w:rFonts w:ascii="Angsana New" w:hAnsi="Angsana New" w:hint="cs"/>
          <w:sz w:val="30"/>
          <w:szCs w:val="30"/>
          <w:cs/>
        </w:rPr>
        <w:t>การจัดทำ</w:t>
      </w:r>
      <w:r w:rsidR="000C17B3" w:rsidRPr="00D97C50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="000C17B3" w:rsidRPr="00D97C50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0C17B3" w:rsidRPr="00D97C5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0C17B3" w:rsidRPr="00D97C50">
        <w:rPr>
          <w:rFonts w:ascii="Angsana New" w:hAnsi="Angsana New" w:hint="cs"/>
          <w:sz w:val="30"/>
          <w:szCs w:val="30"/>
          <w:cs/>
        </w:rPr>
        <w:t>3</w:t>
      </w:r>
      <w:r w:rsidR="000C17B3" w:rsidRPr="00D97C50">
        <w:rPr>
          <w:rFonts w:ascii="Angsana New" w:hAnsi="Angsana New"/>
          <w:sz w:val="30"/>
          <w:szCs w:val="30"/>
        </w:rPr>
        <w:t>1</w:t>
      </w:r>
      <w:r w:rsidR="000C17B3" w:rsidRPr="00D97C50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="00252E8F">
        <w:rPr>
          <w:rFonts w:ascii="Angsana New" w:hAnsi="Angsana New" w:hint="cs"/>
          <w:sz w:val="30"/>
          <w:szCs w:val="30"/>
          <w:cs/>
        </w:rPr>
        <w:t>2565 และ 2564</w:t>
      </w:r>
      <w:r w:rsidR="000C17B3" w:rsidRPr="00D97C50">
        <w:rPr>
          <w:rFonts w:ascii="Angsana New" w:hAnsi="Angsana New"/>
          <w:sz w:val="30"/>
          <w:szCs w:val="30"/>
        </w:rPr>
        <w:t xml:space="preserve"> </w:t>
      </w:r>
      <w:r w:rsidR="000C17B3" w:rsidRPr="00D97C50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="000C17B3" w:rsidRPr="00D97C50">
        <w:rPr>
          <w:rFonts w:ascii="Angsana New" w:hAnsi="Angsana New" w:hint="cs"/>
          <w:sz w:val="30"/>
          <w:szCs w:val="30"/>
          <w:cs/>
        </w:rPr>
        <w:t>ในการจัดทำ</w:t>
      </w:r>
      <w:r w:rsidR="000C17B3" w:rsidRPr="00D97C50">
        <w:rPr>
          <w:rFonts w:ascii="Angsana New" w:hAnsi="Angsana New"/>
          <w:sz w:val="30"/>
          <w:szCs w:val="30"/>
          <w:cs/>
        </w:rPr>
        <w:t>งบการเงิน</w:t>
      </w:r>
      <w:r w:rsidR="000C17B3" w:rsidRPr="00D97C50">
        <w:rPr>
          <w:rFonts w:ascii="Angsana New" w:hAnsi="Angsana New" w:hint="cs"/>
          <w:sz w:val="30"/>
          <w:szCs w:val="30"/>
          <w:cs/>
        </w:rPr>
        <w:t>สำหรับปี</w:t>
      </w:r>
      <w:r w:rsidR="000C17B3" w:rsidRPr="00D97C5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0C17B3" w:rsidRPr="00D97C50">
        <w:rPr>
          <w:rFonts w:ascii="Angsana New" w:hAnsi="Angsana New"/>
          <w:sz w:val="30"/>
          <w:szCs w:val="30"/>
        </w:rPr>
        <w:t xml:space="preserve">31 </w:t>
      </w:r>
      <w:r w:rsidR="000C17B3" w:rsidRPr="00D97C50">
        <w:rPr>
          <w:rFonts w:ascii="Angsana New" w:hAnsi="Angsana New"/>
          <w:sz w:val="30"/>
          <w:szCs w:val="30"/>
          <w:cs/>
        </w:rPr>
        <w:t xml:space="preserve">ธันวาคม </w:t>
      </w:r>
      <w:r w:rsidR="00252E8F">
        <w:rPr>
          <w:rFonts w:ascii="Angsana New" w:hAnsi="Angsana New"/>
          <w:sz w:val="30"/>
          <w:szCs w:val="30"/>
        </w:rPr>
        <w:t>2564</w:t>
      </w:r>
      <w:r w:rsidR="000C17B3" w:rsidRPr="00D97C50">
        <w:rPr>
          <w:rFonts w:ascii="Angsana New" w:hAnsi="Angsana New"/>
          <w:sz w:val="30"/>
          <w:szCs w:val="30"/>
        </w:rPr>
        <w:t xml:space="preserve"> </w:t>
      </w:r>
      <w:r w:rsidR="000C17B3" w:rsidRPr="00D97C50">
        <w:rPr>
          <w:rFonts w:ascii="Angsana New" w:hAnsi="Angsana New"/>
          <w:sz w:val="30"/>
          <w:szCs w:val="30"/>
          <w:cs/>
        </w:rPr>
        <w:t>ยกเว้น</w:t>
      </w:r>
      <w:r>
        <w:rPr>
          <w:rFonts w:ascii="Angsana New" w:hAnsi="Angsana New" w:hint="cs"/>
          <w:sz w:val="30"/>
          <w:szCs w:val="30"/>
          <w:cs/>
        </w:rPr>
        <w:t>เรื่องเกี่ยว</w:t>
      </w:r>
      <w:r w:rsidR="00424177" w:rsidRPr="00D97C50">
        <w:rPr>
          <w:rFonts w:ascii="Angsana New" w:hAnsi="Angsana New" w:hint="cs"/>
          <w:sz w:val="30"/>
          <w:szCs w:val="30"/>
          <w:cs/>
        </w:rPr>
        <w:t>กับ</w:t>
      </w:r>
      <w:r w:rsidR="000C17B3" w:rsidRPr="00D97C50">
        <w:rPr>
          <w:rFonts w:ascii="Angsana New" w:hAnsi="Angsana New"/>
          <w:sz w:val="30"/>
          <w:szCs w:val="30"/>
          <w:cs/>
        </w:rPr>
        <w:t>การนำ</w:t>
      </w:r>
      <w:r w:rsidRPr="00CF1C4B">
        <w:rPr>
          <w:rFonts w:ascii="Angsana New" w:hAnsi="Angsana New" w:hint="cs"/>
          <w:sz w:val="30"/>
          <w:szCs w:val="30"/>
          <w:cs/>
        </w:rPr>
        <w:t xml:space="preserve"> </w:t>
      </w:r>
      <w:r w:rsidRPr="00CF1C4B">
        <w:rPr>
          <w:rFonts w:ascii="Angsana New" w:hAnsi="Angsana New"/>
          <w:sz w:val="30"/>
          <w:szCs w:val="30"/>
        </w:rPr>
        <w:t xml:space="preserve">TAS / TFRS / TSIC / TFRIC 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</w:t>
      </w:r>
      <w:r w:rsidR="00C72D9B" w:rsidRPr="00156BB2">
        <w:rPr>
          <w:rFonts w:ascii="Angsana New" w:hAnsi="Angsana New" w:hint="cs"/>
          <w:sz w:val="30"/>
          <w:szCs w:val="30"/>
          <w:cs/>
        </w:rPr>
        <w:t>ที่</w:t>
      </w:r>
      <w:r>
        <w:rPr>
          <w:rFonts w:ascii="Angsana New" w:hAnsi="Angsana New" w:hint="cs"/>
          <w:sz w:val="30"/>
          <w:szCs w:val="30"/>
          <w:cs/>
        </w:rPr>
        <w:t>ออกและ</w:t>
      </w:r>
      <w:r w:rsidR="000C17B3" w:rsidRPr="00156BB2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</w:t>
      </w:r>
      <w:r w:rsidR="00424177" w:rsidRPr="00156BB2">
        <w:rPr>
          <w:rFonts w:ascii="Angsana New" w:hAnsi="Angsana New"/>
          <w:sz w:val="30"/>
          <w:szCs w:val="30"/>
          <w:cs/>
        </w:rPr>
        <w:t>หตุ 1 มาเริ่มถือปฏิบัติซึ่ง</w:t>
      </w:r>
      <w:r>
        <w:rPr>
          <w:rFonts w:ascii="Angsana New" w:hAnsi="Angsana New" w:hint="cs"/>
          <w:sz w:val="30"/>
          <w:szCs w:val="30"/>
          <w:cs/>
        </w:rPr>
        <w:t>ไม่มี</w:t>
      </w:r>
      <w:r w:rsidR="000C17B3" w:rsidRPr="00156BB2">
        <w:rPr>
          <w:rFonts w:ascii="Angsana New" w:hAnsi="Angsana New"/>
          <w:sz w:val="30"/>
          <w:szCs w:val="30"/>
          <w:cs/>
        </w:rPr>
        <w:t>ผลกระทบ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="00C72D9B">
        <w:rPr>
          <w:rFonts w:ascii="Angsana New" w:hAnsi="Angsana New" w:hint="cs"/>
          <w:sz w:val="30"/>
          <w:szCs w:val="30"/>
          <w:cs/>
        </w:rPr>
        <w:t>เ</w:t>
      </w:r>
      <w:r w:rsidR="00D97C50">
        <w:rPr>
          <w:rFonts w:ascii="Angsana New" w:hAnsi="Angsana New" w:hint="cs"/>
          <w:sz w:val="30"/>
          <w:szCs w:val="30"/>
          <w:cs/>
        </w:rPr>
        <w:t>ป็นสาระสำคัญ</w:t>
      </w:r>
      <w:r w:rsidR="00424177">
        <w:rPr>
          <w:rFonts w:ascii="Angsana New" w:hAnsi="Angsana New" w:hint="cs"/>
          <w:sz w:val="30"/>
          <w:szCs w:val="30"/>
          <w:cs/>
        </w:rPr>
        <w:t xml:space="preserve"> </w:t>
      </w:r>
    </w:p>
    <w:p w:rsidR="000C17B3" w:rsidRDefault="000C17B3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BA534D" w:rsidRPr="00156BB2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156BB2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156BB2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="00D97C50" w:rsidRPr="00156BB2">
        <w:rPr>
          <w:rFonts w:ascii="Angsana New" w:hAnsi="Angsana New" w:hint="cs"/>
          <w:b/>
          <w:bCs/>
          <w:sz w:val="30"/>
          <w:szCs w:val="30"/>
          <w:cs/>
        </w:rPr>
        <w:t>และ</w:t>
      </w:r>
      <w:r w:rsidR="006F3F32">
        <w:rPr>
          <w:rFonts w:ascii="Angsana New" w:hAnsi="Angsana New" w:hint="cs"/>
          <w:b/>
          <w:bCs/>
          <w:sz w:val="30"/>
          <w:szCs w:val="30"/>
          <w:cs/>
        </w:rPr>
        <w:t>กิจการ</w:t>
      </w:r>
      <w:r w:rsidRPr="00156BB2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156BB2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2F5EBD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156BB2">
        <w:rPr>
          <w:rFonts w:ascii="Angsana New" w:hAnsi="Angsana New" w:hint="cs"/>
          <w:color w:val="000000"/>
          <w:sz w:val="30"/>
          <w:szCs w:val="30"/>
          <w:cs/>
        </w:rPr>
        <w:t>รายการบัญชีกับบุคคล</w:t>
      </w:r>
      <w:r w:rsidR="00D97C50" w:rsidRPr="00156BB2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6F3F32">
        <w:rPr>
          <w:rFonts w:ascii="Angsana New" w:hAnsi="Angsana New" w:hint="cs"/>
          <w:color w:val="000000"/>
          <w:sz w:val="30"/>
          <w:szCs w:val="30"/>
          <w:cs/>
        </w:rPr>
        <w:t>กิจการ</w:t>
      </w:r>
      <w:r w:rsidRPr="00156BB2">
        <w:rPr>
          <w:rFonts w:ascii="Angsana New" w:hAnsi="Angsana New" w:hint="cs"/>
          <w:color w:val="000000"/>
          <w:sz w:val="30"/>
          <w:szCs w:val="30"/>
          <w:cs/>
        </w:rPr>
        <w:t>ที่เกี่ยวข้องกัน</w:t>
      </w:r>
      <w:r w:rsidR="00641223" w:rsidRPr="00156BB2">
        <w:rPr>
          <w:rFonts w:ascii="Angsana New" w:hAnsi="Angsana New" w:hint="cs"/>
          <w:color w:val="000000"/>
          <w:sz w:val="30"/>
          <w:szCs w:val="30"/>
          <w:cs/>
        </w:rPr>
        <w:t>สำหรับงวดสามเดือนสิ้นสุดวันที่ 3</w:t>
      </w:r>
      <w:r w:rsidR="00641223" w:rsidRPr="00156BB2">
        <w:rPr>
          <w:rFonts w:ascii="Angsana New" w:hAnsi="Angsana New"/>
          <w:color w:val="000000"/>
          <w:sz w:val="30"/>
          <w:szCs w:val="30"/>
        </w:rPr>
        <w:t>1</w:t>
      </w:r>
      <w:r w:rsidR="00641223" w:rsidRPr="00156BB2"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</w:t>
      </w:r>
      <w:r w:rsidR="00FA7D61" w:rsidRPr="00156BB2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252E8F">
        <w:rPr>
          <w:rFonts w:ascii="Angsana New" w:hAnsi="Angsana New" w:hint="cs"/>
          <w:color w:val="000000"/>
          <w:sz w:val="30"/>
          <w:szCs w:val="30"/>
          <w:cs/>
        </w:rPr>
        <w:t>2565 และ 2564</w:t>
      </w:r>
      <w:r w:rsidR="00641223" w:rsidRPr="00156BB2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CF761F" w:rsidRPr="006D15D0" w:rsidRDefault="00CF761F" w:rsidP="00641223">
      <w:pPr>
        <w:jc w:val="thaiDistribute"/>
        <w:rPr>
          <w:rFonts w:ascii="Angsana New" w:hAnsi="Angsana New"/>
          <w:color w:val="000000"/>
          <w:sz w:val="20"/>
          <w:szCs w:val="20"/>
        </w:rPr>
      </w:pPr>
    </w:p>
    <w:tbl>
      <w:tblPr>
        <w:tblW w:w="12972" w:type="dxa"/>
        <w:tblInd w:w="-34" w:type="dxa"/>
        <w:tblLayout w:type="fixed"/>
        <w:tblLook w:val="0000"/>
      </w:tblPr>
      <w:tblGrid>
        <w:gridCol w:w="4012"/>
        <w:gridCol w:w="1264"/>
        <w:gridCol w:w="283"/>
        <w:gridCol w:w="1337"/>
        <w:gridCol w:w="283"/>
        <w:gridCol w:w="1337"/>
        <w:gridCol w:w="274"/>
        <w:gridCol w:w="1346"/>
        <w:gridCol w:w="1418"/>
        <w:gridCol w:w="1418"/>
      </w:tblGrid>
      <w:tr w:rsidR="007C1E75" w:rsidRPr="008E3395" w:rsidTr="00E170DC">
        <w:trPr>
          <w:gridAfter w:val="2"/>
          <w:wAfter w:w="2836" w:type="dxa"/>
          <w:cantSplit/>
          <w:trHeight w:val="20"/>
          <w:tblHeader/>
        </w:trPr>
        <w:tc>
          <w:tcPr>
            <w:tcW w:w="4012" w:type="dxa"/>
            <w:shd w:val="clear" w:color="auto" w:fill="auto"/>
            <w:vAlign w:val="bottom"/>
          </w:tcPr>
          <w:p w:rsidR="007C1E75" w:rsidRPr="008E3395" w:rsidRDefault="007C1E75" w:rsidP="001628F9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24" w:type="dxa"/>
            <w:gridSpan w:val="7"/>
          </w:tcPr>
          <w:p w:rsidR="007C1E75" w:rsidRPr="008E3395" w:rsidRDefault="007C1E75" w:rsidP="001628F9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8E3395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7C1E75" w:rsidRPr="008E3395" w:rsidTr="00E170DC">
        <w:trPr>
          <w:gridAfter w:val="2"/>
          <w:wAfter w:w="2836" w:type="dxa"/>
          <w:trHeight w:val="20"/>
          <w:tblHeader/>
        </w:trPr>
        <w:tc>
          <w:tcPr>
            <w:tcW w:w="4012" w:type="dxa"/>
            <w:shd w:val="clear" w:color="auto" w:fill="auto"/>
            <w:vAlign w:val="bottom"/>
          </w:tcPr>
          <w:p w:rsidR="007C1E75" w:rsidRPr="008E3395" w:rsidRDefault="007C1E75" w:rsidP="001628F9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8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1E75" w:rsidRPr="008E3395" w:rsidRDefault="007C1E75" w:rsidP="001628F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7C1E75" w:rsidRPr="008E3395" w:rsidRDefault="007C1E75" w:rsidP="001628F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1E75" w:rsidRPr="008E3395" w:rsidRDefault="007C1E75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7C1E75" w:rsidRPr="008E3395" w:rsidTr="002F5EBD">
        <w:trPr>
          <w:gridAfter w:val="2"/>
          <w:wAfter w:w="2836" w:type="dxa"/>
          <w:trHeight w:val="20"/>
          <w:tblHeader/>
        </w:trPr>
        <w:tc>
          <w:tcPr>
            <w:tcW w:w="4012" w:type="dxa"/>
            <w:shd w:val="clear" w:color="auto" w:fill="auto"/>
            <w:vAlign w:val="bottom"/>
          </w:tcPr>
          <w:p w:rsidR="007C1E75" w:rsidRPr="008E3395" w:rsidRDefault="007C1E75" w:rsidP="007C1E75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32317B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83" w:type="dxa"/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7C1E75" w:rsidRPr="004F5042" w:rsidRDefault="00252E8F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83" w:type="dxa"/>
            <w:shd w:val="clear" w:color="auto" w:fill="auto"/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32317B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1E75" w:rsidRPr="004F5042" w:rsidRDefault="00252E8F" w:rsidP="007C1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</w:tr>
      <w:tr w:rsidR="00525ACB" w:rsidRPr="008E3395" w:rsidTr="003F5EE5">
        <w:trPr>
          <w:trHeight w:val="20"/>
        </w:trPr>
        <w:tc>
          <w:tcPr>
            <w:tcW w:w="4012" w:type="dxa"/>
            <w:shd w:val="clear" w:color="auto" w:fill="auto"/>
            <w:vAlign w:val="bottom"/>
          </w:tcPr>
          <w:p w:rsidR="00525ACB" w:rsidRPr="008E3395" w:rsidRDefault="00525ACB" w:rsidP="00A56453">
            <w:pPr>
              <w:tabs>
                <w:tab w:val="clear" w:pos="227"/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ดอกเบี้ยจ่าย - บริษัทย่อย</w:t>
            </w: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5ACB" w:rsidRPr="00FE76AE" w:rsidRDefault="00525ACB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     -</w:t>
            </w:r>
          </w:p>
        </w:tc>
        <w:tc>
          <w:tcPr>
            <w:tcW w:w="283" w:type="dxa"/>
          </w:tcPr>
          <w:p w:rsidR="00525ACB" w:rsidRPr="008E3395" w:rsidRDefault="00525ACB" w:rsidP="003F5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ACB" w:rsidRPr="00FE76AE" w:rsidRDefault="00525ACB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5ACB" w:rsidRPr="008E3395" w:rsidRDefault="00525ACB" w:rsidP="003F5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5ACB" w:rsidRPr="00FE76AE" w:rsidRDefault="00B622E4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255</w:t>
            </w:r>
          </w:p>
        </w:tc>
        <w:tc>
          <w:tcPr>
            <w:tcW w:w="274" w:type="dxa"/>
            <w:vAlign w:val="bottom"/>
          </w:tcPr>
          <w:p w:rsidR="00525ACB" w:rsidRPr="008E3395" w:rsidRDefault="00525ACB" w:rsidP="003F5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ACB" w:rsidRPr="00FE76AE" w:rsidRDefault="00525ACB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     -</w:t>
            </w:r>
          </w:p>
        </w:tc>
        <w:tc>
          <w:tcPr>
            <w:tcW w:w="1418" w:type="dxa"/>
            <w:vAlign w:val="bottom"/>
          </w:tcPr>
          <w:p w:rsidR="00525ACB" w:rsidRPr="008E3395" w:rsidRDefault="00525ACB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525ACB" w:rsidRPr="008E3395" w:rsidRDefault="00525ACB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3395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525ACB" w:rsidRPr="008E3395" w:rsidTr="00E170DC">
        <w:trPr>
          <w:trHeight w:val="20"/>
        </w:trPr>
        <w:tc>
          <w:tcPr>
            <w:tcW w:w="4012" w:type="dxa"/>
            <w:shd w:val="clear" w:color="auto" w:fill="auto"/>
            <w:vAlign w:val="bottom"/>
          </w:tcPr>
          <w:p w:rsidR="00525ACB" w:rsidRPr="002F5EBD" w:rsidRDefault="0008424F" w:rsidP="00A564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F5EB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ยอดขั้นต้น (ค่าเช่า) ของหนี้สินตามสัญญาเช่า</w:t>
            </w:r>
            <w:r w:rsidR="00525ACB" w:rsidRPr="002F5EB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ลดลง </w:t>
            </w:r>
            <w:r w:rsidR="00525AC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="00525ACB" w:rsidRPr="002F5EB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525AC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5ACB" w:rsidRPr="00FE76AE" w:rsidRDefault="00B622E4" w:rsidP="00FB649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83" w:type="dxa"/>
          </w:tcPr>
          <w:p w:rsidR="00525ACB" w:rsidRPr="008E3395" w:rsidRDefault="00525ACB" w:rsidP="001628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7" w:type="dxa"/>
            <w:tcBorders>
              <w:bottom w:val="double" w:sz="4" w:space="0" w:color="auto"/>
            </w:tcBorders>
            <w:vAlign w:val="bottom"/>
          </w:tcPr>
          <w:p w:rsidR="00525ACB" w:rsidRPr="00FE76AE" w:rsidRDefault="00525ACB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E76AE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5ACB" w:rsidRPr="008E3395" w:rsidRDefault="00525ACB" w:rsidP="001628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5ACB" w:rsidRPr="00FE76AE" w:rsidRDefault="00B622E4" w:rsidP="00FB649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74" w:type="dxa"/>
            <w:vAlign w:val="bottom"/>
          </w:tcPr>
          <w:p w:rsidR="00525ACB" w:rsidRPr="008E3395" w:rsidRDefault="00525ACB" w:rsidP="001628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:rsidR="00525ACB" w:rsidRPr="00FE76AE" w:rsidRDefault="00525ACB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E76AE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</w:p>
        </w:tc>
        <w:tc>
          <w:tcPr>
            <w:tcW w:w="1418" w:type="dxa"/>
            <w:vAlign w:val="bottom"/>
          </w:tcPr>
          <w:p w:rsidR="00525ACB" w:rsidRPr="008E3395" w:rsidRDefault="00525ACB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525ACB" w:rsidRPr="008E3395" w:rsidRDefault="00525ACB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3395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525ACB" w:rsidRPr="002F5EBD" w:rsidTr="00E170DC">
        <w:trPr>
          <w:gridAfter w:val="2"/>
          <w:wAfter w:w="2836" w:type="dxa"/>
          <w:trHeight w:val="20"/>
        </w:trPr>
        <w:tc>
          <w:tcPr>
            <w:tcW w:w="4012" w:type="dxa"/>
            <w:shd w:val="clear" w:color="auto" w:fill="auto"/>
            <w:vAlign w:val="bottom"/>
          </w:tcPr>
          <w:p w:rsidR="00525ACB" w:rsidRPr="002F5EBD" w:rsidRDefault="00525ACB" w:rsidP="00A56453">
            <w:pPr>
              <w:pStyle w:val="Preformatted"/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F5EBD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264" w:type="dxa"/>
            <w:tcBorders>
              <w:top w:val="double" w:sz="4" w:space="0" w:color="auto"/>
            </w:tcBorders>
            <w:shd w:val="clear" w:color="auto" w:fill="auto"/>
          </w:tcPr>
          <w:p w:rsidR="00525ACB" w:rsidRPr="002F5EBD" w:rsidRDefault="00525ACB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83" w:type="dxa"/>
          </w:tcPr>
          <w:p w:rsidR="00525ACB" w:rsidRPr="002F5EBD" w:rsidRDefault="00525ACB" w:rsidP="001628F9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</w:tcPr>
          <w:p w:rsidR="00525ACB" w:rsidRPr="002F5EBD" w:rsidRDefault="00525ACB" w:rsidP="003F5EE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:rsidR="00525ACB" w:rsidRPr="002F5EBD" w:rsidRDefault="00525ACB" w:rsidP="001628F9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shd w:val="clear" w:color="auto" w:fill="auto"/>
          </w:tcPr>
          <w:p w:rsidR="00525ACB" w:rsidRPr="002F5EBD" w:rsidRDefault="00525ACB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74" w:type="dxa"/>
          </w:tcPr>
          <w:p w:rsidR="00525ACB" w:rsidRPr="002F5EBD" w:rsidRDefault="00525ACB" w:rsidP="001628F9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46" w:type="dxa"/>
            <w:tcBorders>
              <w:top w:val="double" w:sz="4" w:space="0" w:color="auto"/>
            </w:tcBorders>
          </w:tcPr>
          <w:p w:rsidR="00525ACB" w:rsidRPr="002F5EBD" w:rsidRDefault="00525ACB" w:rsidP="003F5EE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</w:tr>
      <w:tr w:rsidR="0079320A" w:rsidRPr="008E3395" w:rsidTr="00E170DC">
        <w:trPr>
          <w:gridAfter w:val="2"/>
          <w:wAfter w:w="2836" w:type="dxa"/>
          <w:trHeight w:val="20"/>
        </w:trPr>
        <w:tc>
          <w:tcPr>
            <w:tcW w:w="4012" w:type="dxa"/>
            <w:shd w:val="clear" w:color="auto" w:fill="auto"/>
            <w:vAlign w:val="bottom"/>
          </w:tcPr>
          <w:p w:rsidR="0079320A" w:rsidRPr="008E3395" w:rsidRDefault="0079320A" w:rsidP="00A56453">
            <w:pPr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184"/>
              </w:tabs>
              <w:spacing w:line="240" w:lineRule="auto"/>
              <w:ind w:left="34" w:firstLine="0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79320A" w:rsidRPr="00A45D89" w:rsidRDefault="0079320A" w:rsidP="003332E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,880</w:t>
            </w:r>
          </w:p>
        </w:tc>
        <w:tc>
          <w:tcPr>
            <w:tcW w:w="283" w:type="dxa"/>
          </w:tcPr>
          <w:p w:rsidR="0079320A" w:rsidRPr="00A45D89" w:rsidRDefault="0079320A" w:rsidP="007C1E7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79320A" w:rsidRPr="00A45D89" w:rsidRDefault="0079320A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8,630</w:t>
            </w:r>
          </w:p>
        </w:tc>
        <w:tc>
          <w:tcPr>
            <w:tcW w:w="283" w:type="dxa"/>
            <w:shd w:val="clear" w:color="auto" w:fill="auto"/>
          </w:tcPr>
          <w:p w:rsidR="0079320A" w:rsidRPr="00A45D89" w:rsidRDefault="0079320A" w:rsidP="007C1E7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79320A" w:rsidRPr="00A45D89" w:rsidRDefault="0079320A" w:rsidP="00A45D8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,880</w:t>
            </w:r>
          </w:p>
        </w:tc>
        <w:tc>
          <w:tcPr>
            <w:tcW w:w="274" w:type="dxa"/>
          </w:tcPr>
          <w:p w:rsidR="0079320A" w:rsidRPr="008E3395" w:rsidRDefault="0079320A" w:rsidP="007C1E7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46" w:type="dxa"/>
            <w:vAlign w:val="bottom"/>
          </w:tcPr>
          <w:p w:rsidR="0079320A" w:rsidRPr="00A45D89" w:rsidRDefault="0079320A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8,630</w:t>
            </w:r>
          </w:p>
        </w:tc>
      </w:tr>
      <w:tr w:rsidR="0079320A" w:rsidRPr="008E3395" w:rsidTr="00E170DC">
        <w:trPr>
          <w:gridAfter w:val="2"/>
          <w:wAfter w:w="2836" w:type="dxa"/>
          <w:trHeight w:val="20"/>
        </w:trPr>
        <w:tc>
          <w:tcPr>
            <w:tcW w:w="4012" w:type="dxa"/>
            <w:shd w:val="clear" w:color="auto" w:fill="auto"/>
            <w:vAlign w:val="bottom"/>
          </w:tcPr>
          <w:p w:rsidR="0079320A" w:rsidRPr="008E3395" w:rsidRDefault="0079320A" w:rsidP="00A56453">
            <w:pPr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184"/>
              </w:tabs>
              <w:spacing w:line="240" w:lineRule="auto"/>
              <w:ind w:left="34" w:firstLine="0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320A" w:rsidRPr="00A45D89" w:rsidRDefault="0079320A" w:rsidP="003332E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771</w:t>
            </w:r>
          </w:p>
        </w:tc>
        <w:tc>
          <w:tcPr>
            <w:tcW w:w="283" w:type="dxa"/>
          </w:tcPr>
          <w:p w:rsidR="0079320A" w:rsidRPr="00A45D89" w:rsidRDefault="0079320A" w:rsidP="007C1E7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79320A" w:rsidRPr="00A45D89" w:rsidRDefault="0079320A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760</w:t>
            </w:r>
          </w:p>
        </w:tc>
        <w:tc>
          <w:tcPr>
            <w:tcW w:w="283" w:type="dxa"/>
            <w:shd w:val="clear" w:color="auto" w:fill="auto"/>
          </w:tcPr>
          <w:p w:rsidR="0079320A" w:rsidRPr="00A45D89" w:rsidRDefault="0079320A" w:rsidP="007C1E7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320A" w:rsidRPr="00A45D89" w:rsidRDefault="0079320A" w:rsidP="00A45D8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771</w:t>
            </w:r>
          </w:p>
        </w:tc>
        <w:tc>
          <w:tcPr>
            <w:tcW w:w="274" w:type="dxa"/>
          </w:tcPr>
          <w:p w:rsidR="0079320A" w:rsidRPr="008E3395" w:rsidRDefault="0079320A" w:rsidP="007C1E7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:rsidR="0079320A" w:rsidRPr="00A45D89" w:rsidRDefault="0079320A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760</w:t>
            </w:r>
          </w:p>
        </w:tc>
      </w:tr>
      <w:tr w:rsidR="0079320A" w:rsidRPr="008E3395" w:rsidTr="00E170DC">
        <w:trPr>
          <w:gridAfter w:val="2"/>
          <w:wAfter w:w="2836" w:type="dxa"/>
          <w:trHeight w:val="20"/>
        </w:trPr>
        <w:tc>
          <w:tcPr>
            <w:tcW w:w="4012" w:type="dxa"/>
            <w:shd w:val="clear" w:color="auto" w:fill="auto"/>
            <w:vAlign w:val="bottom"/>
          </w:tcPr>
          <w:p w:rsidR="0079320A" w:rsidRPr="008E3395" w:rsidRDefault="0079320A" w:rsidP="00A56453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9320A" w:rsidRPr="00A45D89" w:rsidRDefault="0079320A" w:rsidP="003332E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7,651</w:t>
            </w:r>
          </w:p>
        </w:tc>
        <w:tc>
          <w:tcPr>
            <w:tcW w:w="283" w:type="dxa"/>
          </w:tcPr>
          <w:p w:rsidR="0079320A" w:rsidRPr="00A45D89" w:rsidRDefault="0079320A" w:rsidP="007C1E7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9320A" w:rsidRPr="00A45D89" w:rsidRDefault="0079320A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9,390</w:t>
            </w:r>
          </w:p>
        </w:tc>
        <w:tc>
          <w:tcPr>
            <w:tcW w:w="283" w:type="dxa"/>
            <w:shd w:val="clear" w:color="auto" w:fill="auto"/>
          </w:tcPr>
          <w:p w:rsidR="0079320A" w:rsidRPr="00A45D89" w:rsidRDefault="0079320A" w:rsidP="007C1E7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9320A" w:rsidRPr="00A45D89" w:rsidRDefault="0079320A" w:rsidP="00A45D8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7,651</w:t>
            </w:r>
          </w:p>
        </w:tc>
        <w:tc>
          <w:tcPr>
            <w:tcW w:w="274" w:type="dxa"/>
          </w:tcPr>
          <w:p w:rsidR="0079320A" w:rsidRPr="008E3395" w:rsidRDefault="0079320A" w:rsidP="007C1E7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9320A" w:rsidRPr="00A45D89" w:rsidRDefault="0079320A" w:rsidP="003F5EE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9,390</w:t>
            </w:r>
          </w:p>
        </w:tc>
      </w:tr>
    </w:tbl>
    <w:p w:rsidR="00B622E4" w:rsidRDefault="00B622E4" w:rsidP="00DA57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</w:p>
    <w:p w:rsidR="001A40DA" w:rsidRDefault="001A40DA" w:rsidP="00DA57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D97C50">
        <w:rPr>
          <w:rFonts w:ascii="Angsana New" w:hAnsi="Angsana New" w:hint="cs"/>
          <w:color w:val="000000"/>
          <w:sz w:val="30"/>
          <w:szCs w:val="30"/>
          <w:cs/>
        </w:rPr>
        <w:lastRenderedPageBreak/>
        <w:t>ย</w:t>
      </w:r>
      <w:r w:rsidRPr="00D97C50">
        <w:rPr>
          <w:rFonts w:ascii="Angsana New" w:hAnsi="Angsana New"/>
          <w:color w:val="000000"/>
          <w:sz w:val="30"/>
          <w:szCs w:val="30"/>
          <w:cs/>
        </w:rPr>
        <w:t>อดคงเหลือกับบุคคลและ</w:t>
      </w:r>
      <w:r w:rsidR="00C661A6">
        <w:rPr>
          <w:rFonts w:ascii="Angsana New" w:hAnsi="Angsana New" w:hint="cs"/>
          <w:color w:val="000000"/>
          <w:sz w:val="30"/>
          <w:szCs w:val="30"/>
          <w:cs/>
        </w:rPr>
        <w:t>กิจการ</w:t>
      </w:r>
      <w:r w:rsidRPr="00D97C50">
        <w:rPr>
          <w:rFonts w:ascii="Angsana New" w:hAnsi="Angsana New"/>
          <w:color w:val="000000"/>
          <w:sz w:val="30"/>
          <w:szCs w:val="30"/>
          <w:cs/>
        </w:rPr>
        <w:t>ที่เกี่ยวข้อง</w:t>
      </w:r>
      <w:r w:rsidRPr="00D97C50">
        <w:rPr>
          <w:rFonts w:ascii="Angsana New" w:hAnsi="Angsana New" w:hint="cs"/>
          <w:color w:val="000000"/>
          <w:sz w:val="30"/>
          <w:szCs w:val="30"/>
          <w:cs/>
        </w:rPr>
        <w:t>กัน</w:t>
      </w:r>
      <w:r w:rsidR="00B96E25" w:rsidRPr="00D97C5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96E25" w:rsidRPr="00D97C50">
        <w:rPr>
          <w:rFonts w:ascii="Angsana New" w:hAnsi="Angsana New"/>
          <w:sz w:val="29"/>
          <w:szCs w:val="29"/>
          <w:cs/>
        </w:rPr>
        <w:t xml:space="preserve">ณ วันที่ </w:t>
      </w:r>
      <w:r w:rsidR="00B96E25" w:rsidRPr="00D97C50">
        <w:rPr>
          <w:rFonts w:ascii="Angsana New" w:hAnsi="Angsana New"/>
          <w:sz w:val="29"/>
          <w:szCs w:val="29"/>
        </w:rPr>
        <w:t xml:space="preserve">31 </w:t>
      </w:r>
      <w:r w:rsidR="00B96E25" w:rsidRPr="00D97C50">
        <w:rPr>
          <w:rFonts w:ascii="Angsana New" w:hAnsi="Angsana New" w:hint="cs"/>
          <w:sz w:val="29"/>
          <w:szCs w:val="29"/>
          <w:cs/>
        </w:rPr>
        <w:t>มีนา</w:t>
      </w:r>
      <w:r w:rsidR="00B96E25" w:rsidRPr="00D97C50">
        <w:rPr>
          <w:rFonts w:ascii="Angsana New" w:hAnsi="Angsana New"/>
          <w:sz w:val="29"/>
          <w:szCs w:val="29"/>
          <w:cs/>
        </w:rPr>
        <w:t xml:space="preserve">คม </w:t>
      </w:r>
      <w:r w:rsidR="00FB21F1">
        <w:rPr>
          <w:rFonts w:ascii="Angsana New" w:hAnsi="Angsana New"/>
          <w:sz w:val="29"/>
          <w:szCs w:val="29"/>
        </w:rPr>
        <w:t>256</w:t>
      </w:r>
      <w:r w:rsidR="00FB21F1">
        <w:rPr>
          <w:rFonts w:ascii="Angsana New" w:hAnsi="Angsana New" w:hint="cs"/>
          <w:sz w:val="29"/>
          <w:szCs w:val="29"/>
          <w:cs/>
        </w:rPr>
        <w:t>5</w:t>
      </w:r>
      <w:r w:rsidR="00B96E25" w:rsidRPr="00D97C50">
        <w:rPr>
          <w:rFonts w:ascii="Angsana New" w:hAnsi="Angsana New"/>
          <w:sz w:val="29"/>
          <w:szCs w:val="29"/>
        </w:rPr>
        <w:t xml:space="preserve"> </w:t>
      </w:r>
      <w:r w:rsidR="00B96E25" w:rsidRPr="00D97C50">
        <w:rPr>
          <w:rFonts w:ascii="Angsana New" w:hAnsi="Angsana New" w:hint="cs"/>
          <w:sz w:val="29"/>
          <w:szCs w:val="29"/>
          <w:cs/>
        </w:rPr>
        <w:t xml:space="preserve">และวันที่ 31 ธันวาคม </w:t>
      </w:r>
      <w:r w:rsidR="00252E8F">
        <w:rPr>
          <w:rFonts w:ascii="Angsana New" w:hAnsi="Angsana New"/>
          <w:sz w:val="29"/>
          <w:szCs w:val="29"/>
        </w:rPr>
        <w:t>2564</w:t>
      </w:r>
      <w:r w:rsidR="00B96E25" w:rsidRPr="00D97C50">
        <w:rPr>
          <w:rFonts w:ascii="Angsana New" w:hAnsi="Angsana New"/>
          <w:sz w:val="29"/>
          <w:szCs w:val="29"/>
          <w:cs/>
        </w:rPr>
        <w:t xml:space="preserve"> </w:t>
      </w:r>
      <w:r w:rsidRPr="00D97C50"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7C1E75" w:rsidRPr="00DF3FFD" w:rsidRDefault="007C1E75" w:rsidP="00641223">
      <w:pPr>
        <w:jc w:val="thaiDistribute"/>
        <w:rPr>
          <w:rFonts w:ascii="Angsana New" w:hAnsi="Angsana New"/>
          <w:color w:val="000000"/>
          <w:sz w:val="20"/>
          <w:szCs w:val="20"/>
        </w:rPr>
      </w:pPr>
    </w:p>
    <w:tbl>
      <w:tblPr>
        <w:tblW w:w="12608" w:type="dxa"/>
        <w:tblInd w:w="-34" w:type="dxa"/>
        <w:tblLayout w:type="fixed"/>
        <w:tblLook w:val="0000"/>
      </w:tblPr>
      <w:tblGrid>
        <w:gridCol w:w="3119"/>
        <w:gridCol w:w="1433"/>
        <w:gridCol w:w="283"/>
        <w:gridCol w:w="1517"/>
        <w:gridCol w:w="283"/>
        <w:gridCol w:w="1427"/>
        <w:gridCol w:w="241"/>
        <w:gridCol w:w="1469"/>
        <w:gridCol w:w="1418"/>
        <w:gridCol w:w="1418"/>
      </w:tblGrid>
      <w:tr w:rsidR="001A40DA" w:rsidRPr="00261C41" w:rsidTr="00023B5E">
        <w:trPr>
          <w:gridAfter w:val="2"/>
          <w:wAfter w:w="2836" w:type="dxa"/>
          <w:cantSplit/>
          <w:trHeight w:val="20"/>
          <w:tblHeader/>
        </w:trPr>
        <w:tc>
          <w:tcPr>
            <w:tcW w:w="3119" w:type="dxa"/>
            <w:shd w:val="clear" w:color="auto" w:fill="auto"/>
            <w:vAlign w:val="bottom"/>
          </w:tcPr>
          <w:p w:rsidR="001A40DA" w:rsidRPr="00261C41" w:rsidRDefault="001A40DA" w:rsidP="001628F9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653" w:type="dxa"/>
            <w:gridSpan w:val="7"/>
            <w:tcBorders>
              <w:bottom w:val="single" w:sz="4" w:space="0" w:color="auto"/>
            </w:tcBorders>
          </w:tcPr>
          <w:p w:rsidR="001A40DA" w:rsidRPr="00261C41" w:rsidRDefault="001A40DA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-25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261C41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C2408F" w:rsidRPr="00261C41" w:rsidTr="00023B5E">
        <w:trPr>
          <w:gridAfter w:val="2"/>
          <w:wAfter w:w="2836" w:type="dxa"/>
          <w:trHeight w:val="20"/>
          <w:tblHeader/>
        </w:trPr>
        <w:tc>
          <w:tcPr>
            <w:tcW w:w="3119" w:type="dxa"/>
            <w:shd w:val="clear" w:color="auto" w:fill="auto"/>
            <w:vAlign w:val="bottom"/>
          </w:tcPr>
          <w:p w:rsidR="00C2408F" w:rsidRPr="00261C41" w:rsidRDefault="00C2408F" w:rsidP="001628F9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08F" w:rsidRPr="00C2408F" w:rsidRDefault="00C2408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left" w:pos="-25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2408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C2408F" w:rsidRPr="00C2408F" w:rsidRDefault="00C2408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left" w:pos="-25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08F" w:rsidRPr="00C2408F" w:rsidRDefault="00C2408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-25"/>
              </w:tabs>
              <w:ind w:left="-57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2408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70039F" w:rsidRPr="00261C41" w:rsidTr="00023B5E">
        <w:trPr>
          <w:gridAfter w:val="2"/>
          <w:wAfter w:w="2836" w:type="dxa"/>
          <w:trHeight w:val="20"/>
          <w:tblHeader/>
        </w:trPr>
        <w:tc>
          <w:tcPr>
            <w:tcW w:w="3119" w:type="dxa"/>
            <w:shd w:val="clear" w:color="auto" w:fill="auto"/>
            <w:vAlign w:val="bottom"/>
          </w:tcPr>
          <w:p w:rsidR="0070039F" w:rsidRPr="00261C41" w:rsidRDefault="0070039F" w:rsidP="001628F9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039F" w:rsidRPr="0050661E" w:rsidRDefault="0070039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-25"/>
              </w:tabs>
              <w:ind w:left="-57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661E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50661E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มีนาคม </w:t>
            </w:r>
            <w:r w:rsidRPr="0050661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50661E" w:rsidRPr="0050661E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0039F" w:rsidRPr="00261C41" w:rsidRDefault="0070039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left" w:pos="-25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70039F" w:rsidRPr="00206446" w:rsidRDefault="0070039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-25"/>
              </w:tabs>
              <w:ind w:left="-57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06446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206446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="00252E8F">
              <w:rPr>
                <w:rFonts w:ascii="Angsana New" w:hAnsi="Angsana New" w:cs="Angsana New"/>
                <w:sz w:val="30"/>
                <w:szCs w:val="30"/>
                <w:cs/>
              </w:rPr>
              <w:t>2564</w:t>
            </w:r>
          </w:p>
        </w:tc>
        <w:tc>
          <w:tcPr>
            <w:tcW w:w="283" w:type="dxa"/>
            <w:shd w:val="clear" w:color="auto" w:fill="auto"/>
          </w:tcPr>
          <w:p w:rsidR="0070039F" w:rsidRPr="00261C41" w:rsidRDefault="0070039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left" w:pos="-25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039F" w:rsidRPr="0050661E" w:rsidRDefault="0070039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-25"/>
              </w:tabs>
              <w:ind w:left="-57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661E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B23EE9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มีนาคม </w:t>
            </w:r>
            <w:r w:rsidRPr="0050661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50661E" w:rsidRPr="0050661E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70039F" w:rsidRPr="00261C41" w:rsidRDefault="0070039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-25"/>
              </w:tabs>
              <w:ind w:left="-57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70039F" w:rsidRPr="00206446" w:rsidRDefault="0070039F" w:rsidP="00023B5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-25"/>
              </w:tabs>
              <w:ind w:left="-57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06446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206446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="00252E8F">
              <w:rPr>
                <w:rFonts w:ascii="Angsana New" w:hAnsi="Angsana New" w:cs="Angsana New"/>
                <w:sz w:val="30"/>
                <w:szCs w:val="30"/>
                <w:cs/>
              </w:rPr>
              <w:t>2564</w:t>
            </w:r>
          </w:p>
        </w:tc>
      </w:tr>
      <w:tr w:rsidR="00C2408F" w:rsidRPr="00D7625A" w:rsidTr="007F7AEF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C2408F" w:rsidRPr="000E2305" w:rsidRDefault="00682903" w:rsidP="00133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0E2305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 xml:space="preserve">เงินกู้ยืม (ดอกเบี้ยร้อยละ </w:t>
            </w:r>
            <w:r w:rsidR="00DE3378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 xml:space="preserve">4 </w:t>
            </w:r>
            <w:r w:rsidR="00DE3378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 xml:space="preserve">ต่อปีในปี 2565 และร้อยละ </w:t>
            </w:r>
            <w:r w:rsidRPr="000E2305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1.05 ต่อปี</w:t>
            </w:r>
            <w:r w:rsidR="00DE3378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ในปี 2564</w:t>
            </w:r>
            <w:r w:rsidRPr="000E2305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1433" w:type="dxa"/>
            <w:shd w:val="clear" w:color="auto" w:fill="auto"/>
          </w:tcPr>
          <w:p w:rsidR="00C2408F" w:rsidRPr="00D7625A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C2408F" w:rsidRPr="00D7625A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C2408F" w:rsidRPr="00D7625A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C2408F" w:rsidRPr="00D7625A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:rsidR="00C2408F" w:rsidRPr="00D7625A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C2408F" w:rsidRPr="00D7625A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9" w:type="dxa"/>
            <w:vAlign w:val="bottom"/>
          </w:tcPr>
          <w:p w:rsidR="00C2408F" w:rsidRPr="00D7625A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C2408F" w:rsidRPr="00D7625A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C2408F" w:rsidRPr="00D7625A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DE3378" w:rsidRPr="00261C41" w:rsidTr="007F7AEF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DE3378" w:rsidRPr="00261C41" w:rsidRDefault="00DE3378" w:rsidP="001331A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E3378" w:rsidRPr="00C2408F" w:rsidRDefault="00DE3378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DE3378" w:rsidRPr="00C2408F" w:rsidRDefault="00DE3378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:rsidR="00DE3378" w:rsidRPr="00C2408F" w:rsidRDefault="00DE3378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E3378" w:rsidRPr="00C2408F" w:rsidRDefault="00DE3378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E3378" w:rsidRPr="00261C41" w:rsidRDefault="00DE3378" w:rsidP="003332E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,000</w:t>
            </w:r>
          </w:p>
        </w:tc>
        <w:tc>
          <w:tcPr>
            <w:tcW w:w="241" w:type="dxa"/>
            <w:vAlign w:val="bottom"/>
          </w:tcPr>
          <w:p w:rsidR="00DE3378" w:rsidRPr="00261C41" w:rsidRDefault="00DE3378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69" w:type="dxa"/>
            <w:tcBorders>
              <w:bottom w:val="double" w:sz="4" w:space="0" w:color="auto"/>
            </w:tcBorders>
            <w:vAlign w:val="bottom"/>
          </w:tcPr>
          <w:p w:rsidR="00DE3378" w:rsidRPr="00261C41" w:rsidRDefault="00DE3378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,000</w:t>
            </w:r>
          </w:p>
        </w:tc>
        <w:tc>
          <w:tcPr>
            <w:tcW w:w="1418" w:type="dxa"/>
            <w:vAlign w:val="bottom"/>
          </w:tcPr>
          <w:p w:rsidR="00DE3378" w:rsidRPr="00261C41" w:rsidRDefault="00DE3378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DE3378" w:rsidRPr="00261C41" w:rsidRDefault="00DE3378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5F1A7A" w:rsidRPr="000E2305" w:rsidTr="007F7AEF">
        <w:trPr>
          <w:gridAfter w:val="2"/>
          <w:wAfter w:w="2836" w:type="dxa"/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F1A7A" w:rsidRPr="000E2305" w:rsidRDefault="00682903" w:rsidP="001331A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GB"/>
              </w:rPr>
            </w:pPr>
            <w:r w:rsidRPr="000E230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GB"/>
              </w:rPr>
              <w:t>ดอกเบี้ยเงินกู้ยืมค้างจ่าย</w:t>
            </w:r>
          </w:p>
        </w:tc>
        <w:tc>
          <w:tcPr>
            <w:tcW w:w="143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F1A7A" w:rsidRPr="000E2305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5F1A7A" w:rsidRPr="000E2305" w:rsidRDefault="005F1A7A" w:rsidP="00C2408F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i/>
                <w:i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vAlign w:val="bottom"/>
          </w:tcPr>
          <w:p w:rsidR="005F1A7A" w:rsidRPr="000E2305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283" w:type="dxa"/>
            <w:shd w:val="clear" w:color="auto" w:fill="auto"/>
          </w:tcPr>
          <w:p w:rsidR="005F1A7A" w:rsidRPr="000E2305" w:rsidRDefault="005F1A7A" w:rsidP="00C2408F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i/>
                <w:i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2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F1A7A" w:rsidRPr="000E2305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eastAsia="en-US"/>
              </w:rPr>
            </w:pPr>
          </w:p>
        </w:tc>
        <w:tc>
          <w:tcPr>
            <w:tcW w:w="241" w:type="dxa"/>
          </w:tcPr>
          <w:p w:rsidR="005F1A7A" w:rsidRPr="000E2305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469" w:type="dxa"/>
            <w:tcBorders>
              <w:top w:val="double" w:sz="4" w:space="0" w:color="auto"/>
            </w:tcBorders>
            <w:vAlign w:val="bottom"/>
          </w:tcPr>
          <w:p w:rsidR="005F1A7A" w:rsidRPr="000E2305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i/>
                <w:iCs/>
                <w:sz w:val="30"/>
                <w:szCs w:val="30"/>
                <w:lang w:eastAsia="en-GB"/>
              </w:rPr>
            </w:pPr>
          </w:p>
        </w:tc>
      </w:tr>
      <w:tr w:rsidR="00682903" w:rsidRPr="00261C41" w:rsidTr="007F7AEF">
        <w:trPr>
          <w:gridAfter w:val="2"/>
          <w:wAfter w:w="2836" w:type="dxa"/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682903" w:rsidRPr="00261C41" w:rsidRDefault="00682903" w:rsidP="003F5EE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82903" w:rsidRPr="00C2408F" w:rsidRDefault="00682903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682903" w:rsidRPr="00C2408F" w:rsidRDefault="00682903" w:rsidP="00C2408F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:rsidR="00682903" w:rsidRPr="00C2408F" w:rsidRDefault="00682903" w:rsidP="003F5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</w:tcPr>
          <w:p w:rsidR="00682903" w:rsidRPr="00C2408F" w:rsidRDefault="00682903" w:rsidP="00C2408F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82903" w:rsidRPr="00810C01" w:rsidRDefault="00810C01" w:rsidP="00810C0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170</w:t>
            </w:r>
          </w:p>
        </w:tc>
        <w:tc>
          <w:tcPr>
            <w:tcW w:w="241" w:type="dxa"/>
          </w:tcPr>
          <w:p w:rsidR="00682903" w:rsidRPr="001A19DD" w:rsidRDefault="00682903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69" w:type="dxa"/>
            <w:tcBorders>
              <w:bottom w:val="double" w:sz="4" w:space="0" w:color="auto"/>
            </w:tcBorders>
            <w:vAlign w:val="bottom"/>
          </w:tcPr>
          <w:p w:rsidR="00682903" w:rsidRPr="00261C41" w:rsidRDefault="00682903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29</w:t>
            </w: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9</w:t>
            </w:r>
          </w:p>
        </w:tc>
      </w:tr>
      <w:tr w:rsidR="005F1A7A" w:rsidRPr="000E2305" w:rsidTr="007F7AEF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F1A7A" w:rsidRPr="000E2305" w:rsidRDefault="005F1A7A" w:rsidP="00133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0E2305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433" w:type="dxa"/>
            <w:tcBorders>
              <w:top w:val="double" w:sz="4" w:space="0" w:color="auto"/>
            </w:tcBorders>
            <w:shd w:val="clear" w:color="auto" w:fill="auto"/>
          </w:tcPr>
          <w:p w:rsidR="005F1A7A" w:rsidRPr="000E2305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i/>
                <w:i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5F1A7A" w:rsidRPr="000E2305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</w:tcPr>
          <w:p w:rsidR="005F1A7A" w:rsidRPr="000E2305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5F1A7A" w:rsidRPr="000E2305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double" w:sz="4" w:space="0" w:color="auto"/>
            </w:tcBorders>
            <w:shd w:val="clear" w:color="auto" w:fill="auto"/>
          </w:tcPr>
          <w:p w:rsidR="005F1A7A" w:rsidRPr="000E2305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i/>
                <w:i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5F1A7A" w:rsidRPr="000E2305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9" w:type="dxa"/>
            <w:tcBorders>
              <w:top w:val="double" w:sz="4" w:space="0" w:color="auto"/>
            </w:tcBorders>
            <w:vAlign w:val="bottom"/>
          </w:tcPr>
          <w:p w:rsidR="005F1A7A" w:rsidRPr="000E2305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5F1A7A" w:rsidRPr="000E2305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5F1A7A" w:rsidRPr="000E2305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single"/>
              </w:rPr>
            </w:pPr>
          </w:p>
        </w:tc>
      </w:tr>
      <w:tr w:rsidR="005F1A7A" w:rsidRPr="00261C41" w:rsidTr="00023B5E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F1A7A" w:rsidRPr="00261C41" w:rsidRDefault="005F1A7A" w:rsidP="001331A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F1A7A" w:rsidRPr="00C2408F" w:rsidRDefault="00571039" w:rsidP="00AF65A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</w:t>
            </w:r>
            <w:r w:rsidR="00630EDF">
              <w:rPr>
                <w:rFonts w:ascii="Angsana New" w:eastAsia="SimSun" w:hAnsi="Angsana New"/>
                <w:sz w:val="30"/>
                <w:szCs w:val="30"/>
                <w:lang w:eastAsia="en-GB"/>
              </w:rPr>
              <w:t>50</w:t>
            </w:r>
          </w:p>
        </w:tc>
        <w:tc>
          <w:tcPr>
            <w:tcW w:w="283" w:type="dxa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:rsidR="005F1A7A" w:rsidRPr="00682903" w:rsidRDefault="00682903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282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F1A7A" w:rsidRPr="00682903" w:rsidRDefault="005F1A7A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F1A7A" w:rsidRPr="00C2408F" w:rsidRDefault="00571039" w:rsidP="00AF65A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</w:t>
            </w:r>
            <w:r w:rsidR="00630EDF">
              <w:rPr>
                <w:rFonts w:ascii="Angsana New" w:eastAsia="SimSun" w:hAnsi="Angsana New"/>
                <w:sz w:val="30"/>
                <w:szCs w:val="30"/>
                <w:lang w:eastAsia="en-GB"/>
              </w:rPr>
              <w:t>50</w:t>
            </w:r>
          </w:p>
        </w:tc>
        <w:tc>
          <w:tcPr>
            <w:tcW w:w="241" w:type="dxa"/>
            <w:vAlign w:val="bottom"/>
          </w:tcPr>
          <w:p w:rsidR="005F1A7A" w:rsidRPr="00682903" w:rsidRDefault="005F1A7A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9" w:type="dxa"/>
            <w:tcBorders>
              <w:bottom w:val="double" w:sz="4" w:space="0" w:color="auto"/>
            </w:tcBorders>
            <w:vAlign w:val="bottom"/>
          </w:tcPr>
          <w:p w:rsidR="005F1A7A" w:rsidRPr="00682903" w:rsidRDefault="00682903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282</w:t>
            </w:r>
          </w:p>
        </w:tc>
        <w:tc>
          <w:tcPr>
            <w:tcW w:w="1418" w:type="dxa"/>
            <w:vAlign w:val="bottom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1A40DA" w:rsidRPr="00D7625A" w:rsidTr="00023B5E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A40DA" w:rsidRPr="000E2305" w:rsidRDefault="005F1A7A" w:rsidP="00133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0E2305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33" w:type="dxa"/>
            <w:shd w:val="clear" w:color="auto" w:fill="auto"/>
          </w:tcPr>
          <w:p w:rsidR="001A40DA" w:rsidRPr="00D7625A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1A40DA" w:rsidRPr="00D7625A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1A40DA" w:rsidRPr="00D7625A" w:rsidRDefault="001A40DA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3" w:type="dxa"/>
            <w:shd w:val="clear" w:color="auto" w:fill="auto"/>
          </w:tcPr>
          <w:p w:rsidR="001A40DA" w:rsidRPr="00D7625A" w:rsidRDefault="001A40DA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27" w:type="dxa"/>
            <w:shd w:val="clear" w:color="auto" w:fill="auto"/>
          </w:tcPr>
          <w:p w:rsidR="001A40DA" w:rsidRPr="00D7625A" w:rsidRDefault="001A40DA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241" w:type="dxa"/>
            <w:vAlign w:val="bottom"/>
          </w:tcPr>
          <w:p w:rsidR="001A40DA" w:rsidRPr="00D7625A" w:rsidRDefault="001A40DA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9" w:type="dxa"/>
            <w:vAlign w:val="bottom"/>
          </w:tcPr>
          <w:p w:rsidR="001A40DA" w:rsidRPr="00D7625A" w:rsidRDefault="001A40DA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18" w:type="dxa"/>
            <w:vAlign w:val="bottom"/>
          </w:tcPr>
          <w:p w:rsidR="001A40DA" w:rsidRPr="00D7625A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1A40DA" w:rsidRPr="00D7625A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2F573F" w:rsidRPr="00261C41" w:rsidTr="00023B5E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2F573F" w:rsidRPr="00261C41" w:rsidRDefault="002F573F" w:rsidP="001331A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F573F" w:rsidRPr="00C2408F" w:rsidRDefault="00571039" w:rsidP="0038722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21</w:t>
            </w:r>
            <w:r w:rsidR="00630EDF">
              <w:rPr>
                <w:rFonts w:ascii="Angsana New" w:eastAsia="SimSun" w:hAnsi="Angsana New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83" w:type="dxa"/>
          </w:tcPr>
          <w:p w:rsidR="002F573F" w:rsidRPr="00C2408F" w:rsidRDefault="002F573F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:rsidR="002F573F" w:rsidRPr="00682903" w:rsidRDefault="00682903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F573F" w:rsidRPr="00682903" w:rsidRDefault="002F573F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F573F" w:rsidRPr="00C2408F" w:rsidRDefault="00571039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21</w:t>
            </w:r>
            <w:r w:rsidR="00630EDF">
              <w:rPr>
                <w:rFonts w:ascii="Angsana New" w:eastAsia="SimSun" w:hAnsi="Angsana New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41" w:type="dxa"/>
            <w:vAlign w:val="bottom"/>
          </w:tcPr>
          <w:p w:rsidR="002F573F" w:rsidRPr="00682903" w:rsidRDefault="002F573F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9" w:type="dxa"/>
            <w:tcBorders>
              <w:bottom w:val="double" w:sz="4" w:space="0" w:color="auto"/>
            </w:tcBorders>
            <w:vAlign w:val="bottom"/>
          </w:tcPr>
          <w:p w:rsidR="002F573F" w:rsidRPr="00682903" w:rsidRDefault="00682903" w:rsidP="0068290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245</w:t>
            </w:r>
          </w:p>
        </w:tc>
        <w:tc>
          <w:tcPr>
            <w:tcW w:w="1418" w:type="dxa"/>
            <w:vAlign w:val="bottom"/>
          </w:tcPr>
          <w:p w:rsidR="002F573F" w:rsidRPr="00261C41" w:rsidRDefault="002F573F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2F573F" w:rsidRPr="00261C41" w:rsidRDefault="002F573F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</w:tbl>
    <w:p w:rsidR="0028571A" w:rsidRPr="00DF3FFD" w:rsidRDefault="0028571A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62372A" w:rsidRPr="002F573F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F573F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  <w:r w:rsidR="006F761C">
        <w:rPr>
          <w:rFonts w:ascii="Angsana New" w:hAnsi="Angsana New"/>
          <w:b/>
          <w:bCs/>
          <w:sz w:val="30"/>
          <w:szCs w:val="30"/>
        </w:rPr>
        <w:t xml:space="preserve"> </w:t>
      </w:r>
      <w:r w:rsidR="006F761C">
        <w:rPr>
          <w:rFonts w:ascii="Angsana New" w:hAnsi="Angsana New" w:hint="cs"/>
          <w:b/>
          <w:bCs/>
          <w:sz w:val="30"/>
          <w:szCs w:val="30"/>
          <w:cs/>
        </w:rPr>
        <w:t>- สุทธิ</w:t>
      </w:r>
    </w:p>
    <w:p w:rsidR="0062372A" w:rsidRPr="00DF3FFD" w:rsidRDefault="0062372A" w:rsidP="007538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0"/>
          <w:szCs w:val="20"/>
        </w:rPr>
      </w:pPr>
    </w:p>
    <w:p w:rsidR="006351AC" w:rsidRPr="002F573F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2F573F">
        <w:rPr>
          <w:rFonts w:ascii="Angsana New" w:hAnsi="Angsana New"/>
          <w:sz w:val="30"/>
          <w:szCs w:val="30"/>
          <w:cs/>
        </w:rPr>
        <w:t xml:space="preserve">ลูกหนี้การค้า ณ วันที่ </w:t>
      </w:r>
      <w:r w:rsidRPr="002F573F">
        <w:rPr>
          <w:rFonts w:ascii="Angsana New" w:hAnsi="Angsana New"/>
          <w:sz w:val="30"/>
          <w:szCs w:val="30"/>
        </w:rPr>
        <w:t xml:space="preserve">31 </w:t>
      </w:r>
      <w:r w:rsidR="00F73FE2" w:rsidRPr="002F573F">
        <w:rPr>
          <w:rFonts w:ascii="Angsana New" w:hAnsi="Angsana New" w:hint="cs"/>
          <w:sz w:val="30"/>
          <w:szCs w:val="30"/>
          <w:cs/>
        </w:rPr>
        <w:t>มีนา</w:t>
      </w:r>
      <w:r w:rsidRPr="002F573F">
        <w:rPr>
          <w:rFonts w:ascii="Angsana New" w:hAnsi="Angsana New"/>
          <w:sz w:val="30"/>
          <w:szCs w:val="30"/>
          <w:cs/>
        </w:rPr>
        <w:t xml:space="preserve">คม </w:t>
      </w:r>
      <w:r w:rsidRPr="002F573F">
        <w:rPr>
          <w:rFonts w:ascii="Angsana New" w:hAnsi="Angsana New"/>
          <w:sz w:val="30"/>
          <w:szCs w:val="30"/>
        </w:rPr>
        <w:t>25</w:t>
      </w:r>
      <w:r w:rsidR="00F73FE2" w:rsidRPr="002F573F">
        <w:rPr>
          <w:rFonts w:ascii="Angsana New" w:hAnsi="Angsana New"/>
          <w:sz w:val="30"/>
          <w:szCs w:val="30"/>
        </w:rPr>
        <w:t>6</w:t>
      </w:r>
      <w:r w:rsidR="00EE6E88">
        <w:rPr>
          <w:rFonts w:ascii="Angsana New" w:hAnsi="Angsana New" w:hint="cs"/>
          <w:sz w:val="30"/>
          <w:szCs w:val="30"/>
          <w:cs/>
        </w:rPr>
        <w:t>5</w:t>
      </w:r>
      <w:r w:rsidRPr="002F573F">
        <w:rPr>
          <w:rFonts w:ascii="Angsana New" w:hAnsi="Angsana New"/>
          <w:sz w:val="30"/>
          <w:szCs w:val="30"/>
        </w:rPr>
        <w:t xml:space="preserve"> </w:t>
      </w:r>
      <w:r w:rsidRPr="002F573F">
        <w:rPr>
          <w:rFonts w:ascii="Angsana New" w:hAnsi="Angsana New" w:hint="cs"/>
          <w:sz w:val="30"/>
          <w:szCs w:val="30"/>
          <w:cs/>
        </w:rPr>
        <w:t>และ</w:t>
      </w:r>
      <w:r w:rsidR="00F73FE2" w:rsidRPr="002F573F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2F573F">
        <w:rPr>
          <w:rFonts w:ascii="Angsana New" w:hAnsi="Angsana New" w:hint="cs"/>
          <w:sz w:val="30"/>
          <w:szCs w:val="30"/>
          <w:cs/>
        </w:rPr>
        <w:t xml:space="preserve"> </w:t>
      </w:r>
      <w:r w:rsidR="00252E8F">
        <w:rPr>
          <w:rFonts w:ascii="Angsana New" w:hAnsi="Angsana New"/>
          <w:sz w:val="30"/>
          <w:szCs w:val="30"/>
        </w:rPr>
        <w:t>2564</w:t>
      </w:r>
      <w:r w:rsidRPr="002F573F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9108A3" w:rsidRPr="00DF3FFD" w:rsidRDefault="009108A3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606" w:type="dxa"/>
        <w:tblLayout w:type="fixed"/>
        <w:tblLook w:val="04A0"/>
      </w:tblPr>
      <w:tblGrid>
        <w:gridCol w:w="5920"/>
        <w:gridCol w:w="1701"/>
        <w:gridCol w:w="283"/>
        <w:gridCol w:w="1702"/>
      </w:tblGrid>
      <w:tr w:rsidR="002F573F" w:rsidRPr="002F573F" w:rsidTr="002563D1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  <w:vAlign w:val="bottom"/>
          </w:tcPr>
          <w:p w:rsidR="002F573F" w:rsidRPr="003C515A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3C515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  <w:r w:rsidRPr="003C515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และ</w:t>
            </w:r>
            <w:r w:rsidR="002563D1">
              <w:rPr>
                <w:rFonts w:ascii="Angsana New" w:hAnsi="Angsana New"/>
                <w:color w:val="000000"/>
                <w:sz w:val="30"/>
                <w:szCs w:val="30"/>
                <w:cs/>
              </w:rPr>
              <w:br/>
            </w:r>
            <w:r w:rsidRPr="003C515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</w:t>
            </w:r>
            <w:r w:rsidR="002563D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</w:t>
            </w:r>
            <w:r w:rsidRPr="003C515A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เฉพาะกิจการ</w:t>
            </w:r>
            <w:r w:rsidR="002563D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(พันบาท)</w:t>
            </w: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573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31 มีนาคม 25</w:t>
            </w:r>
            <w:r w:rsidRPr="002F573F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EE6E8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5</w:t>
            </w:r>
          </w:p>
        </w:tc>
        <w:tc>
          <w:tcPr>
            <w:tcW w:w="283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573F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252E8F">
              <w:rPr>
                <w:rFonts w:ascii="Angsana New" w:hAnsi="Angsana New"/>
                <w:sz w:val="30"/>
                <w:szCs w:val="30"/>
                <w:cs/>
              </w:rPr>
              <w:t>2564</w:t>
            </w:r>
          </w:p>
        </w:tc>
      </w:tr>
      <w:tr w:rsidR="0013402A" w:rsidRPr="002F573F" w:rsidTr="003C515A">
        <w:tc>
          <w:tcPr>
            <w:tcW w:w="5920" w:type="dxa"/>
            <w:vAlign w:val="bottom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13402A" w:rsidRPr="003C515A" w:rsidRDefault="0075387F" w:rsidP="003C515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131,541</w:t>
            </w:r>
          </w:p>
        </w:tc>
        <w:tc>
          <w:tcPr>
            <w:tcW w:w="283" w:type="dxa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13402A" w:rsidRPr="008E3395" w:rsidRDefault="0013402A" w:rsidP="003F5EE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119,732</w:t>
            </w:r>
          </w:p>
        </w:tc>
      </w:tr>
      <w:tr w:rsidR="0013402A" w:rsidRPr="002F573F" w:rsidTr="003C515A">
        <w:tc>
          <w:tcPr>
            <w:tcW w:w="5920" w:type="dxa"/>
            <w:vAlign w:val="bottom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2F573F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13402A" w:rsidRPr="003C515A" w:rsidRDefault="0013402A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13402A" w:rsidRPr="008E3395" w:rsidRDefault="0013402A" w:rsidP="003F5EE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13402A" w:rsidRPr="002F573F" w:rsidTr="003C515A">
        <w:tc>
          <w:tcPr>
            <w:tcW w:w="5920" w:type="dxa"/>
            <w:vAlign w:val="bottom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2F573F">
              <w:rPr>
                <w:rFonts w:ascii="Angsana New" w:hAnsi="Angsana New"/>
                <w:sz w:val="30"/>
                <w:szCs w:val="30"/>
              </w:rPr>
              <w:t>3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13402A" w:rsidRPr="003C515A" w:rsidRDefault="0075387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49,033</w:t>
            </w:r>
          </w:p>
        </w:tc>
        <w:tc>
          <w:tcPr>
            <w:tcW w:w="283" w:type="dxa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13402A" w:rsidRPr="008E3395" w:rsidRDefault="0013402A" w:rsidP="003F5EE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53,432</w:t>
            </w:r>
          </w:p>
        </w:tc>
      </w:tr>
      <w:tr w:rsidR="0013402A" w:rsidRPr="002F573F" w:rsidTr="003C515A">
        <w:tc>
          <w:tcPr>
            <w:tcW w:w="5920" w:type="dxa"/>
            <w:vAlign w:val="bottom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F573F">
              <w:rPr>
                <w:rFonts w:ascii="Angsana New" w:hAnsi="Angsana New"/>
                <w:sz w:val="30"/>
                <w:szCs w:val="30"/>
              </w:rPr>
              <w:t>3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F573F">
              <w:rPr>
                <w:rFonts w:ascii="Angsana New" w:hAnsi="Angsana New"/>
                <w:sz w:val="30"/>
                <w:szCs w:val="30"/>
              </w:rPr>
              <w:t>6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13402A" w:rsidRPr="003C515A" w:rsidRDefault="0075387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12,630</w:t>
            </w:r>
          </w:p>
        </w:tc>
        <w:tc>
          <w:tcPr>
            <w:tcW w:w="283" w:type="dxa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13402A" w:rsidRPr="008E3395" w:rsidRDefault="0013402A" w:rsidP="003F5EE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14,776</w:t>
            </w:r>
          </w:p>
        </w:tc>
      </w:tr>
      <w:tr w:rsidR="0013402A" w:rsidRPr="002F573F" w:rsidTr="003C515A">
        <w:tc>
          <w:tcPr>
            <w:tcW w:w="5920" w:type="dxa"/>
            <w:vAlign w:val="bottom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F573F">
              <w:rPr>
                <w:rFonts w:ascii="Angsana New" w:hAnsi="Angsana New"/>
                <w:sz w:val="30"/>
                <w:szCs w:val="30"/>
              </w:rPr>
              <w:t>6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F573F">
              <w:rPr>
                <w:rFonts w:ascii="Angsana New" w:hAnsi="Angsana New"/>
                <w:sz w:val="30"/>
                <w:szCs w:val="30"/>
              </w:rPr>
              <w:t>12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75387F" w:rsidRPr="003C515A" w:rsidRDefault="0075387F" w:rsidP="0075387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5,916</w:t>
            </w:r>
          </w:p>
        </w:tc>
        <w:tc>
          <w:tcPr>
            <w:tcW w:w="283" w:type="dxa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13402A" w:rsidRPr="008E3395" w:rsidRDefault="0013402A" w:rsidP="003F5EE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7,348</w:t>
            </w:r>
          </w:p>
        </w:tc>
      </w:tr>
      <w:tr w:rsidR="0013402A" w:rsidRPr="002F573F" w:rsidTr="003C515A">
        <w:tc>
          <w:tcPr>
            <w:tcW w:w="5920" w:type="dxa"/>
            <w:vAlign w:val="bottom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F573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2F573F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2F573F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13402A" w:rsidRPr="003C515A" w:rsidRDefault="0075387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1,259</w:t>
            </w:r>
          </w:p>
        </w:tc>
        <w:tc>
          <w:tcPr>
            <w:tcW w:w="283" w:type="dxa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13402A" w:rsidRPr="008E3395" w:rsidRDefault="0013402A" w:rsidP="003F5EE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714</w:t>
            </w:r>
          </w:p>
        </w:tc>
      </w:tr>
      <w:tr w:rsidR="0013402A" w:rsidRPr="002F573F" w:rsidTr="003C515A">
        <w:tc>
          <w:tcPr>
            <w:tcW w:w="5920" w:type="dxa"/>
            <w:vAlign w:val="bottom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F573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3402A" w:rsidRPr="003C515A" w:rsidRDefault="0075387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200,379</w:t>
            </w:r>
          </w:p>
        </w:tc>
        <w:tc>
          <w:tcPr>
            <w:tcW w:w="283" w:type="dxa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bottom"/>
          </w:tcPr>
          <w:p w:rsidR="0013402A" w:rsidRDefault="0013402A" w:rsidP="003F5EE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196,002</w:t>
            </w:r>
          </w:p>
        </w:tc>
      </w:tr>
      <w:tr w:rsidR="0075387F" w:rsidRPr="002F573F" w:rsidTr="003C515A">
        <w:tc>
          <w:tcPr>
            <w:tcW w:w="5920" w:type="dxa"/>
          </w:tcPr>
          <w:p w:rsidR="0075387F" w:rsidRPr="002F573F" w:rsidRDefault="0075387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F573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</w:t>
            </w:r>
            <w:r w:rsidRPr="002F573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การด้อยค่าสำหรับผลขาดทุนด้านเครดิตที่คาดว่าจะเกิดขึ้น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75387F" w:rsidRPr="008E3395" w:rsidRDefault="0075387F" w:rsidP="0075387F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470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3" w:type="dxa"/>
          </w:tcPr>
          <w:p w:rsidR="0075387F" w:rsidRPr="002F573F" w:rsidRDefault="0075387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75387F" w:rsidRPr="008E3395" w:rsidRDefault="0075387F" w:rsidP="003F5EE5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1,045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  <w:tr w:rsidR="0013402A" w:rsidRPr="002F573F" w:rsidTr="003C515A">
        <w:tc>
          <w:tcPr>
            <w:tcW w:w="5920" w:type="dxa"/>
            <w:vAlign w:val="bottom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F573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3402A" w:rsidRPr="003C515A" w:rsidRDefault="0075387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,909</w:t>
            </w:r>
          </w:p>
        </w:tc>
        <w:tc>
          <w:tcPr>
            <w:tcW w:w="283" w:type="dxa"/>
          </w:tcPr>
          <w:p w:rsidR="0013402A" w:rsidRPr="002F573F" w:rsidRDefault="0013402A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3402A" w:rsidRPr="008E3395" w:rsidRDefault="0013402A" w:rsidP="003F5EE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194,957</w:t>
            </w:r>
          </w:p>
        </w:tc>
      </w:tr>
    </w:tbl>
    <w:p w:rsidR="002563D1" w:rsidRPr="0068413C" w:rsidRDefault="002563D1" w:rsidP="002563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4A2A1D" w:rsidRPr="00894F76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94F76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tbl>
      <w:tblPr>
        <w:tblpPr w:leftFromText="180" w:rightFromText="180" w:vertAnchor="text" w:horzAnchor="margin" w:tblpY="323"/>
        <w:tblW w:w="9873" w:type="dxa"/>
        <w:tblLayout w:type="fixed"/>
        <w:tblLook w:val="0000"/>
      </w:tblPr>
      <w:tblGrid>
        <w:gridCol w:w="3078"/>
        <w:gridCol w:w="1485"/>
        <w:gridCol w:w="284"/>
        <w:gridCol w:w="1516"/>
        <w:gridCol w:w="284"/>
        <w:gridCol w:w="1426"/>
        <w:gridCol w:w="250"/>
        <w:gridCol w:w="1550"/>
      </w:tblGrid>
      <w:tr w:rsidR="00E60D39" w:rsidRPr="00894F76" w:rsidTr="003D5222">
        <w:tc>
          <w:tcPr>
            <w:tcW w:w="3078" w:type="dxa"/>
          </w:tcPr>
          <w:p w:rsidR="00E60D39" w:rsidRPr="00894F76" w:rsidRDefault="00E60D39" w:rsidP="00B5262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6795" w:type="dxa"/>
            <w:gridSpan w:val="7"/>
          </w:tcPr>
          <w:p w:rsidR="00E60D39" w:rsidRPr="00894F76" w:rsidRDefault="00E60D39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E60D39" w:rsidRPr="00894F76" w:rsidTr="003D5222">
        <w:tc>
          <w:tcPr>
            <w:tcW w:w="3078" w:type="dxa"/>
          </w:tcPr>
          <w:p w:rsidR="00E60D39" w:rsidRPr="00894F76" w:rsidRDefault="00E60D39" w:rsidP="00B52623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60D39" w:rsidRPr="00894F76" w:rsidRDefault="00E60D39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60D39" w:rsidRPr="00894F76" w:rsidRDefault="00E60D39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32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60D39" w:rsidRPr="00894F76" w:rsidRDefault="00E60D39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2E72" w:rsidRPr="00894F76" w:rsidTr="003D5222">
        <w:tc>
          <w:tcPr>
            <w:tcW w:w="3078" w:type="dxa"/>
          </w:tcPr>
          <w:p w:rsidR="00CC2E72" w:rsidRPr="00894F76" w:rsidRDefault="00CC2E72" w:rsidP="00CC2E72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CC2E72" w:rsidRPr="00894F76" w:rsidRDefault="00CC2E72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>31 มีนาคม 256</w:t>
            </w:r>
            <w:r w:rsidR="001A2569"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>5</w:t>
            </w:r>
          </w:p>
        </w:tc>
        <w:tc>
          <w:tcPr>
            <w:tcW w:w="284" w:type="dxa"/>
          </w:tcPr>
          <w:p w:rsidR="00CC2E72" w:rsidRPr="00894F76" w:rsidRDefault="00CC2E72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CC2E72" w:rsidRPr="00894F76" w:rsidRDefault="00CC2E72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894F76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894F76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="00252E8F"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>2564</w:t>
            </w:r>
          </w:p>
        </w:tc>
        <w:tc>
          <w:tcPr>
            <w:tcW w:w="284" w:type="dxa"/>
          </w:tcPr>
          <w:p w:rsidR="00CC2E72" w:rsidRPr="00894F76" w:rsidRDefault="00CC2E72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</w:tcPr>
          <w:p w:rsidR="00CC2E72" w:rsidRPr="00894F76" w:rsidRDefault="00CC2E72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>31 มีนาคม 256</w:t>
            </w:r>
            <w:r w:rsidR="001A2569"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>5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:rsidR="00CC2E72" w:rsidRPr="00894F76" w:rsidRDefault="00CC2E72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</w:tcPr>
          <w:p w:rsidR="00CC2E72" w:rsidRPr="00894F76" w:rsidRDefault="00CC2E72" w:rsidP="001A2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34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894F76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894F76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="00252E8F" w:rsidRPr="00894F76">
              <w:rPr>
                <w:rFonts w:ascii="Angsana New" w:hAnsi="Angsana New"/>
                <w:color w:val="000000"/>
                <w:sz w:val="30"/>
                <w:szCs w:val="30"/>
                <w:cs/>
              </w:rPr>
              <w:t>2564</w:t>
            </w:r>
          </w:p>
        </w:tc>
      </w:tr>
      <w:tr w:rsidR="00693346" w:rsidRPr="00894F76" w:rsidTr="003D5222">
        <w:trPr>
          <w:trHeight w:val="364"/>
        </w:trPr>
        <w:tc>
          <w:tcPr>
            <w:tcW w:w="3078" w:type="dxa"/>
          </w:tcPr>
          <w:p w:rsidR="00693346" w:rsidRPr="00894F76" w:rsidRDefault="00693346" w:rsidP="003F5EE5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485" w:type="dxa"/>
            <w:vAlign w:val="bottom"/>
          </w:tcPr>
          <w:p w:rsidR="00693346" w:rsidRPr="001539F3" w:rsidRDefault="00630EDF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cs/>
                <w:lang w:val="en-GB" w:eastAsia="zh-CN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zh-CN"/>
              </w:rPr>
              <w:t>8,078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16</w:t>
            </w: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,773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693346" w:rsidRPr="001539F3" w:rsidRDefault="00630EDF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zh-CN"/>
              </w:rPr>
              <w:t>8,072</w:t>
            </w:r>
          </w:p>
        </w:tc>
        <w:tc>
          <w:tcPr>
            <w:tcW w:w="250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</w:p>
        </w:tc>
        <w:tc>
          <w:tcPr>
            <w:tcW w:w="1550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7,863</w:t>
            </w:r>
          </w:p>
        </w:tc>
      </w:tr>
      <w:tr w:rsidR="00693346" w:rsidRPr="00894F76" w:rsidTr="003D5222">
        <w:trPr>
          <w:trHeight w:val="277"/>
        </w:trPr>
        <w:tc>
          <w:tcPr>
            <w:tcW w:w="3078" w:type="dxa"/>
            <w:vAlign w:val="center"/>
          </w:tcPr>
          <w:p w:rsidR="00693346" w:rsidRPr="00894F76" w:rsidRDefault="00693346" w:rsidP="003F5EE5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485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3,725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16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9,382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3,725</w:t>
            </w:r>
          </w:p>
        </w:tc>
        <w:tc>
          <w:tcPr>
            <w:tcW w:w="250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0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9,382</w:t>
            </w:r>
          </w:p>
        </w:tc>
      </w:tr>
      <w:tr w:rsidR="00693346" w:rsidRPr="00894F76" w:rsidTr="003D5222">
        <w:trPr>
          <w:trHeight w:val="277"/>
        </w:trPr>
        <w:tc>
          <w:tcPr>
            <w:tcW w:w="3078" w:type="dxa"/>
            <w:vAlign w:val="center"/>
          </w:tcPr>
          <w:p w:rsidR="00693346" w:rsidRPr="00894F76" w:rsidRDefault="00693346" w:rsidP="003F5EE5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485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539F3">
              <w:rPr>
                <w:rFonts w:ascii="Angsana New" w:hAnsi="Angsana New"/>
                <w:sz w:val="30"/>
                <w:szCs w:val="30"/>
              </w:rPr>
              <w:t>3,178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16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3,216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3,178</w:t>
            </w:r>
          </w:p>
        </w:tc>
        <w:tc>
          <w:tcPr>
            <w:tcW w:w="250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0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3,216</w:t>
            </w:r>
          </w:p>
        </w:tc>
      </w:tr>
      <w:tr w:rsidR="00693346" w:rsidRPr="00894F76" w:rsidTr="003D5222">
        <w:trPr>
          <w:trHeight w:val="277"/>
        </w:trPr>
        <w:tc>
          <w:tcPr>
            <w:tcW w:w="3078" w:type="dxa"/>
          </w:tcPr>
          <w:p w:rsidR="00693346" w:rsidRPr="00894F76" w:rsidRDefault="00693346" w:rsidP="003F5EE5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ส่วนลดในการรับเงินค้างจ่าย</w:t>
            </w:r>
          </w:p>
        </w:tc>
        <w:tc>
          <w:tcPr>
            <w:tcW w:w="1485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539F3">
              <w:rPr>
                <w:rFonts w:ascii="Angsana New" w:hAnsi="Angsana New"/>
                <w:sz w:val="30"/>
                <w:szCs w:val="30"/>
              </w:rPr>
              <w:t>2,925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16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2,946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2,925</w:t>
            </w:r>
          </w:p>
        </w:tc>
        <w:tc>
          <w:tcPr>
            <w:tcW w:w="250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0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2,946</w:t>
            </w:r>
          </w:p>
        </w:tc>
      </w:tr>
      <w:tr w:rsidR="00693346" w:rsidRPr="00894F76" w:rsidTr="003D5222">
        <w:trPr>
          <w:trHeight w:val="277"/>
        </w:trPr>
        <w:tc>
          <w:tcPr>
            <w:tcW w:w="3078" w:type="dxa"/>
          </w:tcPr>
          <w:p w:rsidR="00693346" w:rsidRPr="00894F76" w:rsidRDefault="00693346" w:rsidP="003F5EE5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485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1,074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16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2,495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1,074</w:t>
            </w:r>
          </w:p>
        </w:tc>
        <w:tc>
          <w:tcPr>
            <w:tcW w:w="250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0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2,495</w:t>
            </w:r>
          </w:p>
        </w:tc>
      </w:tr>
      <w:tr w:rsidR="00693346" w:rsidRPr="00894F76" w:rsidTr="003F5EE5">
        <w:trPr>
          <w:trHeight w:val="277"/>
        </w:trPr>
        <w:tc>
          <w:tcPr>
            <w:tcW w:w="3078" w:type="dxa"/>
          </w:tcPr>
          <w:p w:rsidR="00693346" w:rsidRPr="00894F76" w:rsidRDefault="00693346" w:rsidP="003F5EE5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485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994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16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1,869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693346" w:rsidRPr="001539F3" w:rsidRDefault="001539F3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539F3">
              <w:rPr>
                <w:rFonts w:ascii="Angsana New" w:hAnsi="Angsana New"/>
                <w:sz w:val="30"/>
                <w:szCs w:val="30"/>
              </w:rPr>
              <w:t>994</w:t>
            </w:r>
          </w:p>
        </w:tc>
        <w:tc>
          <w:tcPr>
            <w:tcW w:w="250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0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1,869</w:t>
            </w:r>
          </w:p>
        </w:tc>
      </w:tr>
      <w:tr w:rsidR="00693346" w:rsidRPr="00894F76" w:rsidTr="003D5222">
        <w:trPr>
          <w:trHeight w:val="277"/>
        </w:trPr>
        <w:tc>
          <w:tcPr>
            <w:tcW w:w="3078" w:type="dxa"/>
          </w:tcPr>
          <w:p w:rsidR="00693346" w:rsidRPr="00894F76" w:rsidRDefault="00693346" w:rsidP="003F5EE5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485" w:type="dxa"/>
            <w:vAlign w:val="bottom"/>
          </w:tcPr>
          <w:p w:rsidR="00693346" w:rsidRPr="001539F3" w:rsidRDefault="00630EDF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2,661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16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1,63</w:t>
            </w:r>
            <w:r w:rsidRPr="00894F7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8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693346" w:rsidRPr="001539F3" w:rsidRDefault="00630EDF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2,064</w:t>
            </w:r>
          </w:p>
        </w:tc>
        <w:tc>
          <w:tcPr>
            <w:tcW w:w="250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0" w:type="dxa"/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1,608</w:t>
            </w:r>
          </w:p>
        </w:tc>
      </w:tr>
      <w:tr w:rsidR="00693346" w:rsidRPr="00894F76" w:rsidTr="003D5222">
        <w:trPr>
          <w:trHeight w:val="277"/>
        </w:trPr>
        <w:tc>
          <w:tcPr>
            <w:tcW w:w="3078" w:type="dxa"/>
          </w:tcPr>
          <w:p w:rsidR="00693346" w:rsidRPr="00894F76" w:rsidRDefault="00693346" w:rsidP="003F5EE5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85" w:type="dxa"/>
            <w:tcBorders>
              <w:top w:val="single" w:sz="4" w:space="0" w:color="auto"/>
              <w:bottom w:val="double" w:sz="4" w:space="0" w:color="auto"/>
            </w:tcBorders>
          </w:tcPr>
          <w:p w:rsidR="00693346" w:rsidRPr="001539F3" w:rsidRDefault="0031711D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539F3">
              <w:rPr>
                <w:rFonts w:ascii="Angsana New" w:hAnsi="Angsana New"/>
                <w:sz w:val="30"/>
                <w:szCs w:val="30"/>
              </w:rPr>
              <w:t>22,635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38,31</w:t>
            </w:r>
            <w:r w:rsidRPr="00894F7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9</w:t>
            </w:r>
          </w:p>
        </w:tc>
        <w:tc>
          <w:tcPr>
            <w:tcW w:w="284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</w:tcBorders>
          </w:tcPr>
          <w:p w:rsidR="00693346" w:rsidRPr="001539F3" w:rsidRDefault="0031711D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539F3">
              <w:rPr>
                <w:rFonts w:ascii="Angsana New" w:hAnsi="Angsana New"/>
                <w:sz w:val="30"/>
                <w:szCs w:val="30"/>
              </w:rPr>
              <w:t>22,032</w:t>
            </w:r>
          </w:p>
        </w:tc>
        <w:tc>
          <w:tcPr>
            <w:tcW w:w="250" w:type="dxa"/>
          </w:tcPr>
          <w:p w:rsidR="00693346" w:rsidRPr="00894F76" w:rsidRDefault="00693346" w:rsidP="006933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5"/>
              </w:tabs>
              <w:spacing w:line="260" w:lineRule="atLeast"/>
              <w:ind w:right="3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93346" w:rsidRPr="00894F76" w:rsidRDefault="00693346" w:rsidP="00693346">
            <w:pPr>
              <w:pStyle w:val="Preformatted"/>
              <w:tabs>
                <w:tab w:val="clear" w:pos="959"/>
                <w:tab w:val="clear" w:pos="9590"/>
              </w:tabs>
              <w:ind w:right="326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94F76">
              <w:rPr>
                <w:rFonts w:ascii="Angsana New" w:hAnsi="Angsana New"/>
                <w:sz w:val="30"/>
                <w:szCs w:val="30"/>
                <w:lang w:eastAsia="en-US"/>
              </w:rPr>
              <w:t>29,379</w:t>
            </w:r>
          </w:p>
        </w:tc>
      </w:tr>
    </w:tbl>
    <w:p w:rsidR="00E60D39" w:rsidRPr="00894F76" w:rsidRDefault="00E60D39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Cs w:val="30"/>
        </w:rPr>
      </w:pPr>
    </w:p>
    <w:p w:rsidR="00015BB7" w:rsidRPr="00894F76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894F76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894F76" w:rsidRDefault="00015BB7" w:rsidP="00007CF5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Cs w:val="30"/>
        </w:rPr>
      </w:pPr>
    </w:p>
    <w:p w:rsidR="00015BB7" w:rsidRPr="00894F76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894F76">
        <w:rPr>
          <w:rFonts w:ascii="Angsana New" w:hAnsi="Angsana New"/>
          <w:spacing w:val="-10"/>
          <w:szCs w:val="30"/>
          <w:cs/>
        </w:rPr>
        <w:t xml:space="preserve">รายการเคลื่อนไหวของหนี้สินผลประโยชน์พนักงานหลังออกจากงานสำหรับงวดสามเดือนสิ้นสุดวันที่ </w:t>
      </w:r>
      <w:r w:rsidRPr="00894F76">
        <w:rPr>
          <w:rFonts w:ascii="Angsana New" w:hAnsi="Angsana New"/>
          <w:spacing w:val="-10"/>
          <w:szCs w:val="30"/>
        </w:rPr>
        <w:t xml:space="preserve">31 </w:t>
      </w:r>
      <w:r w:rsidRPr="00894F76">
        <w:rPr>
          <w:rFonts w:ascii="Angsana New" w:hAnsi="Angsana New"/>
          <w:spacing w:val="-10"/>
          <w:szCs w:val="30"/>
          <w:cs/>
        </w:rPr>
        <w:t xml:space="preserve">มีนาคม </w:t>
      </w:r>
      <w:r w:rsidR="00252E8F" w:rsidRPr="00894F76">
        <w:rPr>
          <w:rFonts w:ascii="Angsana New" w:hAnsi="Angsana New"/>
          <w:spacing w:val="-10"/>
          <w:szCs w:val="30"/>
        </w:rPr>
        <w:t xml:space="preserve">2565 </w:t>
      </w:r>
      <w:r w:rsidR="00252E8F" w:rsidRPr="00894F76">
        <w:rPr>
          <w:rFonts w:ascii="Angsana New" w:hAnsi="Angsana New"/>
          <w:spacing w:val="-10"/>
          <w:szCs w:val="30"/>
          <w:cs/>
        </w:rPr>
        <w:t xml:space="preserve">และ </w:t>
      </w:r>
      <w:r w:rsidR="00252E8F" w:rsidRPr="00894F76">
        <w:rPr>
          <w:rFonts w:ascii="Angsana New" w:hAnsi="Angsana New"/>
          <w:spacing w:val="-10"/>
          <w:szCs w:val="30"/>
        </w:rPr>
        <w:t>2564</w:t>
      </w:r>
      <w:r w:rsidRPr="00894F76">
        <w:rPr>
          <w:rFonts w:ascii="Angsana New" w:hAnsi="Angsana New"/>
          <w:spacing w:val="-10"/>
          <w:szCs w:val="30"/>
        </w:rPr>
        <w:t xml:space="preserve"> </w:t>
      </w:r>
      <w:r w:rsidRPr="00894F76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894F76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</w:p>
    <w:tbl>
      <w:tblPr>
        <w:tblW w:w="9828" w:type="dxa"/>
        <w:tblLook w:val="04A0"/>
      </w:tblPr>
      <w:tblGrid>
        <w:gridCol w:w="6678"/>
        <w:gridCol w:w="1440"/>
        <w:gridCol w:w="270"/>
        <w:gridCol w:w="1440"/>
      </w:tblGrid>
      <w:tr w:rsidR="00015BB7" w:rsidRPr="00894F76" w:rsidTr="00142D28">
        <w:tc>
          <w:tcPr>
            <w:tcW w:w="6678" w:type="dxa"/>
            <w:vAlign w:val="bottom"/>
          </w:tcPr>
          <w:p w:rsidR="00015BB7" w:rsidRPr="00894F76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894F76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894F76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C02C5A" w:rsidRPr="00894F76" w:rsidTr="00142D28">
        <w:tc>
          <w:tcPr>
            <w:tcW w:w="6678" w:type="dxa"/>
            <w:vAlign w:val="bottom"/>
          </w:tcPr>
          <w:p w:rsidR="00C02C5A" w:rsidRPr="00894F76" w:rsidRDefault="00C02C5A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C02C5A" w:rsidRPr="00894F76" w:rsidRDefault="00C02C5A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894F76">
              <w:rPr>
                <w:rFonts w:ascii="Angsana New" w:hAnsi="Angsana New"/>
                <w:szCs w:val="30"/>
              </w:rPr>
              <w:t>256</w:t>
            </w:r>
            <w:r w:rsidR="00B6375F" w:rsidRPr="00894F76">
              <w:rPr>
                <w:rFonts w:ascii="Angsana New" w:hAnsi="Angsana New"/>
                <w:szCs w:val="30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C02C5A" w:rsidRPr="00894F76" w:rsidRDefault="00C02C5A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C5A" w:rsidRPr="00894F76" w:rsidRDefault="00252E8F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894F76">
              <w:rPr>
                <w:rFonts w:ascii="Angsana New" w:hAnsi="Angsana New"/>
                <w:szCs w:val="30"/>
              </w:rPr>
              <w:t>2564</w:t>
            </w:r>
          </w:p>
        </w:tc>
      </w:tr>
      <w:tr w:rsidR="00DE0B76" w:rsidRPr="00894F76" w:rsidTr="00142D28">
        <w:tc>
          <w:tcPr>
            <w:tcW w:w="6678" w:type="dxa"/>
            <w:vAlign w:val="bottom"/>
          </w:tcPr>
          <w:p w:rsidR="00DE0B76" w:rsidRPr="00894F76" w:rsidRDefault="00DE0B76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894F76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894F76">
              <w:rPr>
                <w:rFonts w:ascii="Angsana New" w:hAnsi="Angsana New"/>
                <w:szCs w:val="30"/>
              </w:rPr>
              <w:t xml:space="preserve">1 </w:t>
            </w:r>
            <w:r w:rsidRPr="00894F76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0B76" w:rsidRPr="00894F76" w:rsidRDefault="00035727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10,631</w:t>
            </w:r>
          </w:p>
        </w:tc>
        <w:tc>
          <w:tcPr>
            <w:tcW w:w="270" w:type="dxa"/>
            <w:vAlign w:val="bottom"/>
          </w:tcPr>
          <w:p w:rsidR="00DE0B76" w:rsidRPr="00894F76" w:rsidRDefault="00DE0B76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0B76" w:rsidRPr="00894F76" w:rsidRDefault="00DE0B76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</w:tr>
      <w:tr w:rsidR="00035727" w:rsidRPr="00894F76" w:rsidTr="00035727">
        <w:tc>
          <w:tcPr>
            <w:tcW w:w="6678" w:type="dxa"/>
            <w:vAlign w:val="bottom"/>
          </w:tcPr>
          <w:p w:rsidR="00035727" w:rsidRPr="00894F76" w:rsidRDefault="00035727" w:rsidP="0003572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894F76">
              <w:rPr>
                <w:rFonts w:ascii="Angsana New" w:hAnsi="Angsana New"/>
                <w:szCs w:val="30"/>
                <w:cs/>
              </w:rPr>
              <w:t>ต้นทุนบริการ</w:t>
            </w:r>
            <w:r>
              <w:rPr>
                <w:rFonts w:ascii="Angsana New" w:hAnsi="Angsana New" w:hint="cs"/>
                <w:szCs w:val="30"/>
                <w:cs/>
              </w:rPr>
              <w:t>ในอดีต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35727" w:rsidRPr="00894F76" w:rsidRDefault="00FB2759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 w:rsidR="003332E1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270" w:type="dxa"/>
            <w:vAlign w:val="bottom"/>
          </w:tcPr>
          <w:p w:rsidR="00035727" w:rsidRPr="00894F76" w:rsidRDefault="00035727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035727" w:rsidRPr="00894F76" w:rsidRDefault="00035727" w:rsidP="003332E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 xml:space="preserve">          -</w:t>
            </w:r>
          </w:p>
        </w:tc>
      </w:tr>
      <w:tr w:rsidR="00DE0B76" w:rsidRPr="00894F76" w:rsidTr="00035727">
        <w:tc>
          <w:tcPr>
            <w:tcW w:w="6678" w:type="dxa"/>
            <w:vAlign w:val="bottom"/>
          </w:tcPr>
          <w:p w:rsidR="00DE0B76" w:rsidRPr="00894F76" w:rsidRDefault="00DE0B76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894F76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E0B76" w:rsidRPr="00894F76" w:rsidRDefault="003332E1" w:rsidP="00E24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800</w:t>
            </w:r>
          </w:p>
        </w:tc>
        <w:tc>
          <w:tcPr>
            <w:tcW w:w="270" w:type="dxa"/>
            <w:vAlign w:val="bottom"/>
          </w:tcPr>
          <w:p w:rsidR="00DE0B76" w:rsidRPr="00894F76" w:rsidRDefault="00DE0B76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DE0B76" w:rsidRPr="00894F76" w:rsidRDefault="00DE0B76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sz w:val="30"/>
                <w:szCs w:val="30"/>
              </w:rPr>
              <w:t>252</w:t>
            </w:r>
          </w:p>
        </w:tc>
      </w:tr>
      <w:tr w:rsidR="00DE0B76" w:rsidRPr="00894F76" w:rsidTr="00142D28">
        <w:tc>
          <w:tcPr>
            <w:tcW w:w="6678" w:type="dxa"/>
            <w:vAlign w:val="bottom"/>
          </w:tcPr>
          <w:p w:rsidR="00DE0B76" w:rsidRPr="00894F76" w:rsidRDefault="00DE0B76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894F76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E0B76" w:rsidRPr="00894F76" w:rsidRDefault="003332E1" w:rsidP="00E24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69</w:t>
            </w:r>
          </w:p>
        </w:tc>
        <w:tc>
          <w:tcPr>
            <w:tcW w:w="270" w:type="dxa"/>
            <w:vAlign w:val="bottom"/>
          </w:tcPr>
          <w:p w:rsidR="00DE0B76" w:rsidRPr="00894F76" w:rsidRDefault="00DE0B76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DE0B76" w:rsidRPr="00894F76" w:rsidRDefault="00DE0B76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94F76">
              <w:rPr>
                <w:rFonts w:ascii="Angsana New" w:hAnsi="Angsana New"/>
                <w:sz w:val="30"/>
                <w:szCs w:val="30"/>
              </w:rPr>
              <w:t>68</w:t>
            </w:r>
          </w:p>
        </w:tc>
      </w:tr>
      <w:tr w:rsidR="00DE0B76" w:rsidRPr="00894F76" w:rsidTr="00142D28">
        <w:tc>
          <w:tcPr>
            <w:tcW w:w="6678" w:type="dxa"/>
            <w:vAlign w:val="bottom"/>
          </w:tcPr>
          <w:p w:rsidR="00DE0B76" w:rsidRPr="00894F76" w:rsidRDefault="00DE0B76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894F76">
              <w:rPr>
                <w:rFonts w:ascii="Angsana New" w:hAnsi="Angsana New"/>
                <w:szCs w:val="30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0B76" w:rsidRPr="00894F76" w:rsidRDefault="00035727" w:rsidP="003A1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1,786</w:t>
            </w:r>
          </w:p>
        </w:tc>
        <w:tc>
          <w:tcPr>
            <w:tcW w:w="270" w:type="dxa"/>
            <w:vAlign w:val="bottom"/>
          </w:tcPr>
          <w:p w:rsidR="00DE0B76" w:rsidRPr="00894F76" w:rsidRDefault="00DE0B76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0B76" w:rsidRPr="00894F76" w:rsidRDefault="00DE0B76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  <w:r w:rsidRPr="00894F76">
              <w:rPr>
                <w:rFonts w:ascii="Angsana New" w:hAnsi="Angsana New"/>
                <w:sz w:val="30"/>
                <w:szCs w:val="30"/>
              </w:rPr>
              <w:t>320</w:t>
            </w:r>
          </w:p>
        </w:tc>
      </w:tr>
      <w:tr w:rsidR="00BB7CF3" w:rsidRPr="00894F76" w:rsidTr="00142D28">
        <w:tc>
          <w:tcPr>
            <w:tcW w:w="6678" w:type="dxa"/>
            <w:vAlign w:val="bottom"/>
          </w:tcPr>
          <w:p w:rsidR="00BB7CF3" w:rsidRPr="00894F76" w:rsidRDefault="00BB7CF3" w:rsidP="00072E0A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894F76">
              <w:rPr>
                <w:rFonts w:ascii="Angsana New" w:hAnsi="Angsana New"/>
                <w:szCs w:val="30"/>
                <w:cs/>
              </w:rPr>
              <w:t>ขาดทุนจากการวัดมูลค่าใหม่ของ</w:t>
            </w:r>
            <w:r w:rsidR="00072E0A" w:rsidRPr="00894F76">
              <w:rPr>
                <w:rFonts w:ascii="Angsana New" w:hAnsi="Angsana New"/>
                <w:szCs w:val="30"/>
                <w:cs/>
              </w:rPr>
              <w:t>การคำนวณตามหลัก</w:t>
            </w:r>
            <w:r w:rsidRPr="00894F76">
              <w:rPr>
                <w:rFonts w:ascii="Angsana New" w:hAnsi="Angsana New"/>
                <w:szCs w:val="30"/>
                <w:cs/>
              </w:rPr>
              <w:t>คณิตศาสตร์ประกันภัย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B7CF3" w:rsidRPr="00894F76" w:rsidRDefault="00035727" w:rsidP="009503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8,699</w:t>
            </w:r>
          </w:p>
        </w:tc>
        <w:tc>
          <w:tcPr>
            <w:tcW w:w="270" w:type="dxa"/>
            <w:vAlign w:val="bottom"/>
          </w:tcPr>
          <w:p w:rsidR="00BB7CF3" w:rsidRPr="00894F76" w:rsidRDefault="00BB7CF3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7CF3" w:rsidRPr="00894F76" w:rsidRDefault="00BB7CF3" w:rsidP="00BB7CF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 xml:space="preserve">          -</w:t>
            </w:r>
          </w:p>
        </w:tc>
      </w:tr>
      <w:tr w:rsidR="00DE0B76" w:rsidRPr="00894F76" w:rsidTr="00142D28">
        <w:tc>
          <w:tcPr>
            <w:tcW w:w="6678" w:type="dxa"/>
            <w:vAlign w:val="bottom"/>
          </w:tcPr>
          <w:p w:rsidR="00DE0B76" w:rsidRPr="00894F76" w:rsidRDefault="00DE0B76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894F76">
              <w:rPr>
                <w:rFonts w:ascii="Angsana New" w:hAnsi="Angsana New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0B76" w:rsidRPr="00894F76" w:rsidRDefault="00035727" w:rsidP="00FE66D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2,556)</w:t>
            </w:r>
          </w:p>
        </w:tc>
        <w:tc>
          <w:tcPr>
            <w:tcW w:w="270" w:type="dxa"/>
            <w:vAlign w:val="bottom"/>
          </w:tcPr>
          <w:p w:rsidR="00DE0B76" w:rsidRPr="00894F76" w:rsidRDefault="00DE0B76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0B76" w:rsidRPr="00894F76" w:rsidRDefault="00DE0B76" w:rsidP="003F5EE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sz w:val="30"/>
                <w:szCs w:val="30"/>
                <w:cs/>
              </w:rPr>
              <w:t xml:space="preserve"> (   </w:t>
            </w:r>
            <w:r w:rsidRPr="00894F76">
              <w:rPr>
                <w:rFonts w:ascii="Angsana New" w:hAnsi="Angsana New"/>
                <w:sz w:val="30"/>
                <w:szCs w:val="30"/>
              </w:rPr>
              <w:t>400</w:t>
            </w:r>
            <w:r w:rsidRPr="00894F7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DE0B76" w:rsidRPr="00894F76" w:rsidTr="00142D28">
        <w:trPr>
          <w:trHeight w:val="215"/>
        </w:trPr>
        <w:tc>
          <w:tcPr>
            <w:tcW w:w="6678" w:type="dxa"/>
            <w:vAlign w:val="bottom"/>
          </w:tcPr>
          <w:p w:rsidR="00DE0B76" w:rsidRPr="00894F76" w:rsidRDefault="00DE0B76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894F76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894F76">
              <w:rPr>
                <w:rFonts w:ascii="Angsana New" w:hAnsi="Angsana New"/>
                <w:szCs w:val="30"/>
              </w:rPr>
              <w:t>31</w:t>
            </w:r>
            <w:r w:rsidRPr="00894F76">
              <w:rPr>
                <w:rFonts w:ascii="Angsana New" w:hAnsi="Angsana New"/>
                <w:szCs w:val="30"/>
                <w:cs/>
              </w:rPr>
              <w:t xml:space="preserve"> มีนาคม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E0B76" w:rsidRPr="00894F76" w:rsidRDefault="00035727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18,560</w:t>
            </w:r>
          </w:p>
        </w:tc>
        <w:tc>
          <w:tcPr>
            <w:tcW w:w="270" w:type="dxa"/>
            <w:vAlign w:val="bottom"/>
          </w:tcPr>
          <w:p w:rsidR="00DE0B76" w:rsidRPr="00894F76" w:rsidRDefault="00DE0B76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0B76" w:rsidRPr="00894F76" w:rsidRDefault="00DE0B76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4F76">
              <w:rPr>
                <w:rFonts w:ascii="Angsana New" w:hAnsi="Angsana New"/>
                <w:sz w:val="30"/>
                <w:szCs w:val="30"/>
              </w:rPr>
              <w:t>9,672</w:t>
            </w:r>
          </w:p>
        </w:tc>
      </w:tr>
    </w:tbl>
    <w:p w:rsidR="00DE0B76" w:rsidRDefault="00DE0B76" w:rsidP="001346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587F8E" w:rsidRPr="00C10B98" w:rsidRDefault="00C10B98" w:rsidP="00587F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C10B98">
        <w:rPr>
          <w:rFonts w:ascii="Angsana New" w:hAnsi="Angsana New" w:hint="cs"/>
          <w:sz w:val="28"/>
          <w:szCs w:val="28"/>
          <w:cs/>
        </w:rPr>
        <w:lastRenderedPageBreak/>
        <w:t>ขาดทุนจากการวัดมูลค่าใหม่ของการคำนวณตามหลักคณิตศาสตร์ประกันภัย</w:t>
      </w:r>
      <w:r>
        <w:rPr>
          <w:rFonts w:ascii="Angsana New" w:hAnsi="Angsana New" w:hint="cs"/>
          <w:sz w:val="28"/>
          <w:szCs w:val="28"/>
          <w:cs/>
        </w:rPr>
        <w:t>ในปี 2565 ประกอบด้วย</w:t>
      </w:r>
    </w:p>
    <w:p w:rsidR="000C6C9F" w:rsidRDefault="002F352C" w:rsidP="00BB4498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sz w:val="28"/>
          <w:szCs w:val="28"/>
        </w:rPr>
        <w:t xml:space="preserve">- </w:t>
      </w:r>
      <w:r w:rsidR="00855F8E">
        <w:rPr>
          <w:rFonts w:ascii="Angsana New" w:hAnsi="Angsana New"/>
          <w:sz w:val="28"/>
          <w:szCs w:val="28"/>
        </w:rPr>
        <w:t xml:space="preserve"> </w:t>
      </w:r>
      <w:r w:rsidR="000C6C9F">
        <w:rPr>
          <w:rFonts w:ascii="Angsana New" w:hAnsi="Angsana New" w:hint="cs"/>
          <w:sz w:val="28"/>
          <w:szCs w:val="28"/>
          <w:cs/>
        </w:rPr>
        <w:t>ขา</w:t>
      </w:r>
      <w:r w:rsidR="00BB4498">
        <w:rPr>
          <w:rFonts w:ascii="Angsana New" w:hAnsi="Angsana New" w:hint="cs"/>
          <w:sz w:val="28"/>
          <w:szCs w:val="28"/>
          <w:cs/>
        </w:rPr>
        <w:t>ดทุนจากการปรับปรุงประสบการณ์</w:t>
      </w:r>
      <w:r w:rsidR="00BB4498">
        <w:rPr>
          <w:rFonts w:ascii="Angsana New" w:hAnsi="Angsana New" w:hint="cs"/>
          <w:sz w:val="28"/>
          <w:szCs w:val="28"/>
          <w:cs/>
        </w:rPr>
        <w:tab/>
      </w:r>
      <w:r w:rsidR="00324B00">
        <w:rPr>
          <w:rFonts w:ascii="Angsana New" w:hAnsi="Angsana New" w:hint="cs"/>
          <w:sz w:val="28"/>
          <w:szCs w:val="28"/>
          <w:cs/>
        </w:rPr>
        <w:t>15</w:t>
      </w:r>
      <w:r w:rsidR="00324B00">
        <w:rPr>
          <w:rFonts w:ascii="Angsana New" w:hAnsi="Angsana New"/>
          <w:sz w:val="28"/>
          <w:szCs w:val="28"/>
        </w:rPr>
        <w:t>,581</w:t>
      </w:r>
      <w:r w:rsidR="00B638E1">
        <w:rPr>
          <w:rFonts w:ascii="Angsana New" w:hAnsi="Angsana New" w:hint="cs"/>
          <w:sz w:val="28"/>
          <w:szCs w:val="28"/>
          <w:cs/>
        </w:rPr>
        <w:tab/>
      </w:r>
      <w:r w:rsidR="0004566B">
        <w:rPr>
          <w:rFonts w:ascii="Angsana New" w:hAnsi="Angsana New" w:hint="cs"/>
          <w:sz w:val="28"/>
          <w:szCs w:val="28"/>
          <w:cs/>
        </w:rPr>
        <w:t>พันบาท</w:t>
      </w:r>
    </w:p>
    <w:p w:rsidR="00587F8E" w:rsidRPr="00614CEA" w:rsidRDefault="002F352C" w:rsidP="00BB4498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 xml:space="preserve">- </w:t>
      </w:r>
      <w:r w:rsidR="00855F8E">
        <w:rPr>
          <w:rFonts w:ascii="Angsana New" w:hAnsi="Angsana New"/>
          <w:sz w:val="28"/>
          <w:szCs w:val="28"/>
        </w:rPr>
        <w:t xml:space="preserve"> </w:t>
      </w:r>
      <w:r w:rsidR="000C6C9F">
        <w:rPr>
          <w:rFonts w:ascii="Angsana New" w:hAnsi="Angsana New" w:hint="cs"/>
          <w:sz w:val="28"/>
          <w:szCs w:val="28"/>
          <w:cs/>
        </w:rPr>
        <w:t>ขาดทุนจากการการเปลี่ยนแปลงสมมุติฐานด้านการเงิน</w:t>
      </w:r>
      <w:r w:rsidR="00BB4498">
        <w:rPr>
          <w:rFonts w:ascii="Angsana New" w:hAnsi="Angsana New" w:hint="cs"/>
          <w:sz w:val="28"/>
          <w:szCs w:val="28"/>
          <w:cs/>
        </w:rPr>
        <w:tab/>
        <w:t xml:space="preserve">       </w:t>
      </w:r>
      <w:r w:rsidR="00324B00">
        <w:rPr>
          <w:rFonts w:ascii="Angsana New" w:hAnsi="Angsana New"/>
          <w:sz w:val="28"/>
          <w:szCs w:val="28"/>
        </w:rPr>
        <w:t>1,864</w:t>
      </w:r>
      <w:r w:rsidR="0004566B">
        <w:rPr>
          <w:rFonts w:ascii="Angsana New" w:hAnsi="Angsana New" w:hint="cs"/>
          <w:sz w:val="28"/>
          <w:szCs w:val="28"/>
          <w:cs/>
        </w:rPr>
        <w:t xml:space="preserve"> </w:t>
      </w:r>
      <w:r w:rsidR="00B638E1">
        <w:rPr>
          <w:rFonts w:ascii="Angsana New" w:hAnsi="Angsana New" w:hint="cs"/>
          <w:sz w:val="28"/>
          <w:szCs w:val="28"/>
          <w:cs/>
        </w:rPr>
        <w:tab/>
      </w:r>
      <w:r w:rsidR="0004566B">
        <w:rPr>
          <w:rFonts w:ascii="Angsana New" w:hAnsi="Angsana New" w:hint="cs"/>
          <w:sz w:val="28"/>
          <w:szCs w:val="28"/>
          <w:cs/>
        </w:rPr>
        <w:t>พันบาท</w:t>
      </w:r>
    </w:p>
    <w:p w:rsidR="00587F8E" w:rsidRPr="00614CEA" w:rsidRDefault="002F352C" w:rsidP="00BB4498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 xml:space="preserve">- </w:t>
      </w:r>
      <w:r w:rsidR="00855F8E">
        <w:rPr>
          <w:rFonts w:ascii="Angsana New" w:hAnsi="Angsana New"/>
          <w:sz w:val="28"/>
          <w:szCs w:val="28"/>
        </w:rPr>
        <w:t xml:space="preserve"> </w:t>
      </w:r>
      <w:r w:rsidR="00324B00">
        <w:rPr>
          <w:rFonts w:ascii="Angsana New" w:hAnsi="Angsana New" w:hint="cs"/>
          <w:sz w:val="28"/>
          <w:szCs w:val="28"/>
          <w:cs/>
        </w:rPr>
        <w:t>กำไร</w:t>
      </w:r>
      <w:r w:rsidR="000C6C9F">
        <w:rPr>
          <w:rFonts w:ascii="Angsana New" w:hAnsi="Angsana New" w:hint="cs"/>
          <w:sz w:val="28"/>
          <w:szCs w:val="28"/>
          <w:cs/>
        </w:rPr>
        <w:t>จากการการเปลี่ยนแปลงสมมุติฐานด้านประชากรศาสตร์</w:t>
      </w:r>
      <w:r w:rsidR="000C6C9F">
        <w:rPr>
          <w:rFonts w:ascii="Angsana New" w:hAnsi="Angsana New" w:hint="cs"/>
          <w:sz w:val="28"/>
          <w:szCs w:val="28"/>
          <w:cs/>
        </w:rPr>
        <w:tab/>
      </w:r>
      <w:r w:rsidR="00745AAD">
        <w:rPr>
          <w:rFonts w:ascii="Angsana New" w:hAnsi="Angsana New" w:hint="cs"/>
          <w:sz w:val="28"/>
          <w:szCs w:val="28"/>
          <w:cs/>
        </w:rPr>
        <w:t>8</w:t>
      </w:r>
      <w:r w:rsidR="00745AAD">
        <w:rPr>
          <w:rFonts w:ascii="Angsana New" w:hAnsi="Angsana New"/>
          <w:sz w:val="28"/>
          <w:szCs w:val="28"/>
        </w:rPr>
        <w:t>,746</w:t>
      </w:r>
      <w:r w:rsidR="0004566B">
        <w:rPr>
          <w:rFonts w:ascii="Angsana New" w:hAnsi="Angsana New" w:hint="cs"/>
          <w:sz w:val="28"/>
          <w:szCs w:val="28"/>
          <w:cs/>
        </w:rPr>
        <w:t xml:space="preserve"> </w:t>
      </w:r>
      <w:r w:rsidR="00B638E1">
        <w:rPr>
          <w:rFonts w:ascii="Angsana New" w:hAnsi="Angsana New" w:hint="cs"/>
          <w:sz w:val="28"/>
          <w:szCs w:val="28"/>
          <w:cs/>
        </w:rPr>
        <w:tab/>
      </w:r>
      <w:r w:rsidR="0004566B">
        <w:rPr>
          <w:rFonts w:ascii="Angsana New" w:hAnsi="Angsana New" w:hint="cs"/>
          <w:sz w:val="28"/>
          <w:szCs w:val="28"/>
          <w:cs/>
        </w:rPr>
        <w:t>พันบาท</w:t>
      </w:r>
    </w:p>
    <w:p w:rsidR="00587F8E" w:rsidRPr="00587F8E" w:rsidRDefault="00587F8E" w:rsidP="001346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420D8D" w:rsidRPr="00614CEA" w:rsidRDefault="00420D8D" w:rsidP="001346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614CEA">
        <w:rPr>
          <w:rFonts w:ascii="Angsana New" w:hAnsi="Angsana New" w:hint="cs"/>
          <w:sz w:val="28"/>
          <w:szCs w:val="28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="00252E8F" w:rsidRPr="00614CEA">
        <w:rPr>
          <w:rFonts w:ascii="Angsana New" w:hAnsi="Angsana New"/>
          <w:color w:val="000000"/>
          <w:sz w:val="28"/>
          <w:szCs w:val="28"/>
        </w:rPr>
        <w:t xml:space="preserve">2565 </w:t>
      </w:r>
      <w:r w:rsidR="00252E8F" w:rsidRPr="00614CEA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="00252E8F" w:rsidRPr="00614CEA">
        <w:rPr>
          <w:rFonts w:ascii="Angsana New" w:hAnsi="Angsana New"/>
          <w:color w:val="000000"/>
          <w:sz w:val="28"/>
          <w:szCs w:val="28"/>
        </w:rPr>
        <w:t>2564</w:t>
      </w:r>
      <w:r w:rsidRPr="00614CEA">
        <w:rPr>
          <w:rFonts w:ascii="Angsana New" w:hAnsi="Angsana New"/>
          <w:color w:val="000000"/>
          <w:sz w:val="28"/>
          <w:szCs w:val="28"/>
        </w:rPr>
        <w:t xml:space="preserve"> </w:t>
      </w:r>
      <w:r w:rsidRPr="00614CEA">
        <w:rPr>
          <w:rFonts w:ascii="Angsana New" w:hAnsi="Angsana New" w:hint="cs"/>
          <w:sz w:val="28"/>
          <w:szCs w:val="28"/>
          <w:cs/>
        </w:rPr>
        <w:t>มีดังนี้</w:t>
      </w:r>
    </w:p>
    <w:p w:rsidR="00420D8D" w:rsidRPr="00614CEA" w:rsidRDefault="002C0705" w:rsidP="00420D8D">
      <w:pPr>
        <w:pStyle w:val="BodyText2"/>
        <w:ind w:left="0" w:firstLine="0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อัตราคิดลด</w:t>
      </w:r>
      <w:r>
        <w:rPr>
          <w:rFonts w:ascii="Angsana New" w:hAnsi="Angsana New" w:hint="cs"/>
          <w:sz w:val="28"/>
          <w:szCs w:val="28"/>
          <w:cs/>
        </w:rPr>
        <w:tab/>
      </w:r>
      <w:r>
        <w:rPr>
          <w:rFonts w:ascii="Angsana New" w:hAnsi="Angsana New" w:hint="cs"/>
          <w:sz w:val="28"/>
          <w:szCs w:val="28"/>
          <w:cs/>
        </w:rPr>
        <w:tab/>
      </w:r>
      <w:r w:rsidR="0086244E">
        <w:rPr>
          <w:rFonts w:ascii="Angsana New" w:hAnsi="Angsana New" w:hint="cs"/>
          <w:sz w:val="28"/>
          <w:szCs w:val="28"/>
          <w:cs/>
        </w:rPr>
        <w:tab/>
      </w:r>
      <w:r w:rsidR="00BE4692" w:rsidRPr="00614CEA">
        <w:rPr>
          <w:rFonts w:ascii="Angsana New" w:hAnsi="Angsana New" w:hint="cs"/>
          <w:sz w:val="28"/>
          <w:szCs w:val="28"/>
          <w:cs/>
        </w:rPr>
        <w:t xml:space="preserve">ร้อยละ </w:t>
      </w:r>
      <w:r w:rsidR="00DF5283">
        <w:rPr>
          <w:rFonts w:ascii="Angsana New" w:hAnsi="Angsana New"/>
          <w:sz w:val="28"/>
          <w:szCs w:val="28"/>
        </w:rPr>
        <w:t>1.36</w:t>
      </w:r>
      <w:r w:rsidR="00BE4692" w:rsidRPr="00614CEA">
        <w:rPr>
          <w:rFonts w:ascii="Angsana New" w:hAnsi="Angsana New"/>
          <w:sz w:val="28"/>
          <w:szCs w:val="28"/>
        </w:rPr>
        <w:t xml:space="preserve"> </w:t>
      </w:r>
      <w:r w:rsidR="00BE4692" w:rsidRPr="00614CEA">
        <w:rPr>
          <w:rFonts w:ascii="Angsana New" w:hAnsi="Angsana New" w:hint="cs"/>
          <w:sz w:val="28"/>
          <w:szCs w:val="28"/>
          <w:cs/>
        </w:rPr>
        <w:t>ต่อปี</w:t>
      </w:r>
      <w:r w:rsidR="00BE4692">
        <w:rPr>
          <w:rFonts w:ascii="Angsana New" w:hAnsi="Angsana New" w:hint="cs"/>
          <w:sz w:val="28"/>
          <w:szCs w:val="28"/>
          <w:cs/>
        </w:rPr>
        <w:t>ในปี 2565 และ</w:t>
      </w:r>
      <w:r w:rsidR="00420D8D" w:rsidRPr="00614CEA">
        <w:rPr>
          <w:rFonts w:ascii="Angsana New" w:hAnsi="Angsana New" w:hint="cs"/>
          <w:sz w:val="28"/>
          <w:szCs w:val="28"/>
          <w:cs/>
        </w:rPr>
        <w:t xml:space="preserve">ร้อยละ </w:t>
      </w:r>
      <w:r w:rsidR="00420D8D" w:rsidRPr="00614CEA">
        <w:rPr>
          <w:rFonts w:ascii="Angsana New" w:hAnsi="Angsana New"/>
          <w:sz w:val="28"/>
          <w:szCs w:val="28"/>
        </w:rPr>
        <w:t xml:space="preserve">2.92 </w:t>
      </w:r>
      <w:r w:rsidR="00AE0F44" w:rsidRPr="00614CEA">
        <w:rPr>
          <w:rFonts w:ascii="Angsana New" w:hAnsi="Angsana New" w:hint="cs"/>
          <w:sz w:val="28"/>
          <w:szCs w:val="28"/>
          <w:cs/>
        </w:rPr>
        <w:t>ต่อปี</w:t>
      </w:r>
      <w:r w:rsidR="00BB3100">
        <w:rPr>
          <w:rFonts w:ascii="Angsana New" w:hAnsi="Angsana New" w:hint="cs"/>
          <w:sz w:val="28"/>
          <w:szCs w:val="28"/>
          <w:cs/>
        </w:rPr>
        <w:t>ในปี 2564</w:t>
      </w:r>
    </w:p>
    <w:p w:rsidR="00420D8D" w:rsidRPr="00614CEA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14CEA">
        <w:rPr>
          <w:rFonts w:ascii="Angsana New" w:hAnsi="Angsana New" w:hint="cs"/>
          <w:sz w:val="28"/>
          <w:szCs w:val="28"/>
          <w:cs/>
        </w:rPr>
        <w:t>อัตราการขึ้นเงินเดือน</w:t>
      </w:r>
      <w:r w:rsidR="002C0705">
        <w:rPr>
          <w:rFonts w:ascii="Angsana New" w:hAnsi="Angsana New" w:hint="cs"/>
          <w:sz w:val="28"/>
          <w:szCs w:val="28"/>
          <w:cs/>
        </w:rPr>
        <w:tab/>
      </w:r>
      <w:r w:rsidR="002C0705">
        <w:rPr>
          <w:rFonts w:ascii="Angsana New" w:hAnsi="Angsana New" w:hint="cs"/>
          <w:sz w:val="28"/>
          <w:szCs w:val="28"/>
          <w:cs/>
        </w:rPr>
        <w:tab/>
      </w:r>
      <w:r w:rsidR="00420D8D" w:rsidRPr="00614CEA">
        <w:rPr>
          <w:rFonts w:ascii="Angsana New" w:hAnsi="Angsana New" w:hint="cs"/>
          <w:sz w:val="28"/>
          <w:szCs w:val="28"/>
          <w:cs/>
        </w:rPr>
        <w:t>ร้อยละ</w:t>
      </w:r>
      <w:r w:rsidR="00420D8D" w:rsidRPr="00614CEA">
        <w:rPr>
          <w:rFonts w:ascii="Angsana New" w:hAnsi="Angsana New"/>
          <w:sz w:val="28"/>
          <w:szCs w:val="28"/>
        </w:rPr>
        <w:t xml:space="preserve"> </w:t>
      </w:r>
      <w:r w:rsidR="00DF5283">
        <w:rPr>
          <w:rFonts w:ascii="Angsana New" w:hAnsi="Angsana New"/>
          <w:sz w:val="28"/>
          <w:szCs w:val="28"/>
        </w:rPr>
        <w:t>5</w:t>
      </w:r>
      <w:r w:rsidR="00F423A8" w:rsidRPr="00614CEA">
        <w:rPr>
          <w:rFonts w:ascii="Angsana New" w:hAnsi="Angsana New" w:hint="cs"/>
          <w:sz w:val="28"/>
          <w:szCs w:val="28"/>
          <w:cs/>
        </w:rPr>
        <w:t xml:space="preserve"> </w:t>
      </w:r>
      <w:r w:rsidR="00AE0F44" w:rsidRPr="00614CEA">
        <w:rPr>
          <w:rFonts w:ascii="Angsana New" w:hAnsi="Angsana New" w:hint="cs"/>
          <w:sz w:val="28"/>
          <w:szCs w:val="28"/>
          <w:cs/>
        </w:rPr>
        <w:t>ต่อปี</w:t>
      </w:r>
      <w:r w:rsidR="00BB3100">
        <w:rPr>
          <w:rFonts w:ascii="Angsana New" w:hAnsi="Angsana New" w:hint="cs"/>
          <w:sz w:val="28"/>
          <w:szCs w:val="28"/>
          <w:cs/>
        </w:rPr>
        <w:t>ในปี 256</w:t>
      </w:r>
      <w:r w:rsidR="00BE4692">
        <w:rPr>
          <w:rFonts w:ascii="Angsana New" w:hAnsi="Angsana New" w:hint="cs"/>
          <w:sz w:val="28"/>
          <w:szCs w:val="28"/>
          <w:cs/>
        </w:rPr>
        <w:t>5 และ 2564</w:t>
      </w:r>
    </w:p>
    <w:p w:rsidR="00420D8D" w:rsidRPr="00614CEA" w:rsidRDefault="004D494E" w:rsidP="002C0705">
      <w:pPr>
        <w:pStyle w:val="BodyText2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14CEA">
        <w:rPr>
          <w:rFonts w:ascii="Angsana New" w:hAnsi="Angsana New" w:hint="cs"/>
          <w:sz w:val="28"/>
          <w:szCs w:val="28"/>
          <w:cs/>
        </w:rPr>
        <w:t>อัตราการ</w:t>
      </w:r>
      <w:r w:rsidR="002C0705">
        <w:rPr>
          <w:rFonts w:ascii="Angsana New" w:hAnsi="Angsana New" w:hint="cs"/>
          <w:sz w:val="28"/>
          <w:szCs w:val="28"/>
          <w:cs/>
        </w:rPr>
        <w:t>หมุนเวียนของพนักงาน</w:t>
      </w:r>
      <w:r w:rsidR="002C0705">
        <w:rPr>
          <w:rFonts w:ascii="Angsana New" w:hAnsi="Angsana New" w:hint="cs"/>
          <w:sz w:val="28"/>
          <w:szCs w:val="28"/>
          <w:cs/>
        </w:rPr>
        <w:tab/>
      </w:r>
      <w:r w:rsidR="00420D8D" w:rsidRPr="00614CEA">
        <w:rPr>
          <w:rFonts w:ascii="Angsana New" w:hAnsi="Angsana New"/>
          <w:sz w:val="28"/>
          <w:szCs w:val="28"/>
          <w:cs/>
        </w:rPr>
        <w:t xml:space="preserve">ร้อยละ </w:t>
      </w:r>
      <w:r w:rsidR="00B559BA">
        <w:rPr>
          <w:rFonts w:ascii="Angsana New" w:hAnsi="Angsana New"/>
          <w:sz w:val="28"/>
          <w:szCs w:val="28"/>
        </w:rPr>
        <w:t>0 - 30</w:t>
      </w:r>
      <w:r w:rsidR="00420D8D" w:rsidRPr="00614CEA">
        <w:rPr>
          <w:rFonts w:ascii="Angsana New" w:hAnsi="Angsana New"/>
          <w:sz w:val="28"/>
          <w:szCs w:val="28"/>
        </w:rPr>
        <w:t xml:space="preserve"> </w:t>
      </w:r>
      <w:r w:rsidR="00AE0F44" w:rsidRPr="00614CEA">
        <w:rPr>
          <w:rFonts w:ascii="Angsana New" w:hAnsi="Angsana New" w:hint="cs"/>
          <w:sz w:val="28"/>
          <w:szCs w:val="28"/>
          <w:cs/>
        </w:rPr>
        <w:t>ต่อปี</w:t>
      </w:r>
      <w:r w:rsidR="00BB3100">
        <w:rPr>
          <w:rFonts w:ascii="Angsana New" w:hAnsi="Angsana New" w:hint="cs"/>
          <w:sz w:val="28"/>
          <w:szCs w:val="28"/>
          <w:cs/>
        </w:rPr>
        <w:t>ในปี 256</w:t>
      </w:r>
      <w:r w:rsidR="00BE4692">
        <w:rPr>
          <w:rFonts w:ascii="Angsana New" w:hAnsi="Angsana New" w:hint="cs"/>
          <w:sz w:val="28"/>
          <w:szCs w:val="28"/>
          <w:cs/>
        </w:rPr>
        <w:t>5 และ</w:t>
      </w:r>
      <w:r w:rsidR="00BE4692" w:rsidRPr="00614CEA">
        <w:rPr>
          <w:rFonts w:ascii="Angsana New" w:hAnsi="Angsana New"/>
          <w:sz w:val="28"/>
          <w:szCs w:val="28"/>
          <w:cs/>
        </w:rPr>
        <w:t xml:space="preserve">ร้อยละ </w:t>
      </w:r>
      <w:r w:rsidR="00BE4692" w:rsidRPr="00614CEA">
        <w:rPr>
          <w:rFonts w:ascii="Angsana New" w:hAnsi="Angsana New" w:hint="cs"/>
          <w:sz w:val="28"/>
          <w:szCs w:val="28"/>
          <w:cs/>
        </w:rPr>
        <w:t>2.87 - 34.38</w:t>
      </w:r>
      <w:r w:rsidR="00BE4692" w:rsidRPr="00614CEA">
        <w:rPr>
          <w:rFonts w:ascii="Angsana New" w:hAnsi="Angsana New"/>
          <w:sz w:val="28"/>
          <w:szCs w:val="28"/>
        </w:rPr>
        <w:t xml:space="preserve"> </w:t>
      </w:r>
      <w:r w:rsidR="00BE4692" w:rsidRPr="00614CEA">
        <w:rPr>
          <w:rFonts w:ascii="Angsana New" w:hAnsi="Angsana New" w:hint="cs"/>
          <w:sz w:val="28"/>
          <w:szCs w:val="28"/>
          <w:cs/>
        </w:rPr>
        <w:t>ต่อปี</w:t>
      </w:r>
      <w:r w:rsidR="00BE4692">
        <w:rPr>
          <w:rFonts w:ascii="Angsana New" w:hAnsi="Angsana New" w:hint="cs"/>
          <w:sz w:val="28"/>
          <w:szCs w:val="28"/>
          <w:cs/>
        </w:rPr>
        <w:t>ในปี 2564</w:t>
      </w:r>
    </w:p>
    <w:p w:rsidR="00A703BB" w:rsidRPr="00587F8E" w:rsidRDefault="00A703BB" w:rsidP="00420D8D">
      <w:pPr>
        <w:pStyle w:val="BodyText2"/>
        <w:ind w:left="0" w:firstLine="0"/>
        <w:jc w:val="thaiDistribute"/>
        <w:rPr>
          <w:rFonts w:ascii="Angsana New" w:hAnsi="Angsana New"/>
          <w:sz w:val="20"/>
          <w:szCs w:val="20"/>
          <w:cs/>
        </w:rPr>
      </w:pPr>
    </w:p>
    <w:p w:rsidR="00420D8D" w:rsidRPr="00614CEA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14CEA">
        <w:rPr>
          <w:rFonts w:ascii="Angsana New" w:hAnsi="Angsana New" w:hint="cs"/>
          <w:sz w:val="28"/>
          <w:szCs w:val="28"/>
          <w:cs/>
        </w:rPr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587F8E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9468" w:type="dxa"/>
        <w:tblLook w:val="04A0"/>
      </w:tblPr>
      <w:tblGrid>
        <w:gridCol w:w="4878"/>
        <w:gridCol w:w="302"/>
        <w:gridCol w:w="2038"/>
        <w:gridCol w:w="261"/>
        <w:gridCol w:w="1989"/>
      </w:tblGrid>
      <w:tr w:rsidR="00420D8D" w:rsidRPr="00614CEA" w:rsidTr="00614CEA">
        <w:tc>
          <w:tcPr>
            <w:tcW w:w="4878" w:type="dxa"/>
            <w:vAlign w:val="bottom"/>
          </w:tcPr>
          <w:p w:rsidR="00420D8D" w:rsidRPr="00614CEA" w:rsidRDefault="00420D8D" w:rsidP="003854CB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2" w:type="dxa"/>
          </w:tcPr>
          <w:p w:rsidR="00420D8D" w:rsidRPr="00614CEA" w:rsidRDefault="00420D8D" w:rsidP="003854C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614CEA" w:rsidRDefault="00420D8D" w:rsidP="003854CB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หนี้สินอาจเพิ่มขึ้น (ลดลง) จากการ</w:t>
            </w:r>
          </w:p>
          <w:p w:rsidR="00420D8D" w:rsidRPr="00614CEA" w:rsidRDefault="00420D8D" w:rsidP="003854C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เปลี่ยนแปลงของสมมติฐาน (พันบาท)</w:t>
            </w:r>
          </w:p>
        </w:tc>
      </w:tr>
      <w:tr w:rsidR="00420D8D" w:rsidRPr="00614CEA" w:rsidTr="00614CEA">
        <w:tc>
          <w:tcPr>
            <w:tcW w:w="4878" w:type="dxa"/>
            <w:tcBorders>
              <w:bottom w:val="single" w:sz="4" w:space="0" w:color="auto"/>
            </w:tcBorders>
            <w:vAlign w:val="bottom"/>
          </w:tcPr>
          <w:p w:rsidR="00420D8D" w:rsidRPr="00614CEA" w:rsidRDefault="00420D8D" w:rsidP="003854C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614CEA" w:rsidRDefault="00420D8D" w:rsidP="003854C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14CEA" w:rsidRDefault="00420D8D" w:rsidP="003854C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614CEA" w:rsidRDefault="00420D8D" w:rsidP="003854C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14CEA" w:rsidRDefault="00420D8D" w:rsidP="003854C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หากสมมติฐานลดลง</w:t>
            </w:r>
          </w:p>
        </w:tc>
      </w:tr>
      <w:tr w:rsidR="00614CEA" w:rsidRPr="00614CEA" w:rsidTr="00614CEA">
        <w:tc>
          <w:tcPr>
            <w:tcW w:w="4878" w:type="dxa"/>
            <w:tcBorders>
              <w:top w:val="single" w:sz="4" w:space="0" w:color="auto"/>
            </w:tcBorders>
            <w:vAlign w:val="bottom"/>
          </w:tcPr>
          <w:p w:rsidR="00614CEA" w:rsidRPr="00614CEA" w:rsidRDefault="00614CEA" w:rsidP="00233724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อัตราคิดลด (เพิ่มขึ้น/ลดลงร้อยละ </w:t>
            </w:r>
            <w:r w:rsidR="00233724">
              <w:rPr>
                <w:rFonts w:ascii="Angsana New" w:hAnsi="Angsana New"/>
                <w:sz w:val="28"/>
                <w:szCs w:val="28"/>
              </w:rPr>
              <w:t>1.0</w:t>
            </w: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302" w:type="dxa"/>
            <w:vMerge/>
          </w:tcPr>
          <w:p w:rsidR="00614CEA" w:rsidRPr="00614CEA" w:rsidRDefault="00614CEA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4CEA" w:rsidRPr="00614CEA" w:rsidRDefault="00614CEA" w:rsidP="0023372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 xml:space="preserve"> (</w:t>
            </w:r>
            <w:r w:rsidR="00233724">
              <w:rPr>
                <w:rFonts w:ascii="Angsana New" w:hAnsi="Angsana New"/>
                <w:sz w:val="28"/>
                <w:szCs w:val="28"/>
              </w:rPr>
              <w:t>667</w:t>
            </w:r>
            <w:r w:rsidR="003B1735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61" w:type="dxa"/>
            <w:vMerge/>
          </w:tcPr>
          <w:p w:rsidR="00614CEA" w:rsidRPr="00614CEA" w:rsidRDefault="00614CEA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614CEA" w:rsidRPr="00614CEA" w:rsidRDefault="00233724" w:rsidP="00614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749</w:t>
            </w:r>
          </w:p>
        </w:tc>
      </w:tr>
      <w:tr w:rsidR="00614CEA" w:rsidRPr="00614CEA" w:rsidTr="00614CEA">
        <w:tc>
          <w:tcPr>
            <w:tcW w:w="4878" w:type="dxa"/>
            <w:vAlign w:val="bottom"/>
          </w:tcPr>
          <w:p w:rsidR="00614CEA" w:rsidRPr="00614CEA" w:rsidRDefault="00614CEA" w:rsidP="003854CB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614CEA" w:rsidRPr="00614CEA" w:rsidRDefault="00614CEA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614CEA" w:rsidRPr="00614CEA" w:rsidRDefault="00233724" w:rsidP="00233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667</w:t>
            </w:r>
          </w:p>
        </w:tc>
        <w:tc>
          <w:tcPr>
            <w:tcW w:w="261" w:type="dxa"/>
          </w:tcPr>
          <w:p w:rsidR="00614CEA" w:rsidRPr="00614CEA" w:rsidRDefault="00614CEA" w:rsidP="003F5EE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9" w:type="dxa"/>
            <w:vAlign w:val="bottom"/>
          </w:tcPr>
          <w:p w:rsidR="00614CEA" w:rsidRPr="00614CEA" w:rsidRDefault="00614CEA" w:rsidP="0023372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 xml:space="preserve"> (</w:t>
            </w:r>
            <w:r w:rsidR="00233724">
              <w:rPr>
                <w:rFonts w:ascii="Angsana New" w:hAnsi="Angsana New"/>
                <w:sz w:val="28"/>
                <w:szCs w:val="28"/>
              </w:rPr>
              <w:t>602</w:t>
            </w: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614CEA" w:rsidRPr="00614CEA" w:rsidTr="00614CEA">
        <w:tc>
          <w:tcPr>
            <w:tcW w:w="4878" w:type="dxa"/>
            <w:vAlign w:val="bottom"/>
          </w:tcPr>
          <w:p w:rsidR="00614CEA" w:rsidRPr="00614CEA" w:rsidRDefault="00614CEA" w:rsidP="00233724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อัตราการ</w:t>
            </w:r>
            <w:r w:rsidRPr="00614CEA">
              <w:rPr>
                <w:rFonts w:ascii="Angsana New" w:eastAsiaTheme="majorEastAsia" w:hAnsi="Angsana New" w:hint="cs"/>
                <w:sz w:val="28"/>
                <w:szCs w:val="28"/>
                <w:cs/>
              </w:rPr>
              <w:t xml:space="preserve">หมุนเวียนของพนักงาน </w:t>
            </w: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 xml:space="preserve">(เพิ่มขึ้น/ลดลงร้อยละ </w:t>
            </w:r>
            <w:r w:rsidR="00233724">
              <w:rPr>
                <w:rFonts w:ascii="Angsana New" w:hAnsi="Angsana New"/>
                <w:sz w:val="28"/>
                <w:szCs w:val="28"/>
              </w:rPr>
              <w:t>1.0</w:t>
            </w: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302" w:type="dxa"/>
          </w:tcPr>
          <w:p w:rsidR="00614CEA" w:rsidRPr="00614CEA" w:rsidRDefault="00614CEA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614CEA" w:rsidRPr="00614CEA" w:rsidRDefault="00614CEA" w:rsidP="0023372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233724">
              <w:rPr>
                <w:rFonts w:ascii="Angsana New" w:hAnsi="Angsana New"/>
                <w:sz w:val="28"/>
                <w:szCs w:val="28"/>
              </w:rPr>
              <w:t>756</w:t>
            </w:r>
            <w:r w:rsidRPr="00614CE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</w:tcPr>
          <w:p w:rsidR="00614CEA" w:rsidRPr="00614CEA" w:rsidRDefault="00614CEA" w:rsidP="003F5EE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9" w:type="dxa"/>
            <w:vAlign w:val="bottom"/>
          </w:tcPr>
          <w:p w:rsidR="00614CEA" w:rsidRPr="00614CEA" w:rsidRDefault="00233724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545</w:t>
            </w:r>
          </w:p>
        </w:tc>
      </w:tr>
    </w:tbl>
    <w:p w:rsidR="00676440" w:rsidRPr="00587F8E" w:rsidRDefault="00676440" w:rsidP="00420D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09604B" w:rsidRPr="00614CEA" w:rsidRDefault="0009604B" w:rsidP="0009604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8"/>
          <w:szCs w:val="28"/>
        </w:rPr>
      </w:pPr>
      <w:r w:rsidRPr="00614CEA">
        <w:rPr>
          <w:rFonts w:ascii="Angsana New" w:hAnsi="Angsana New" w:hint="cs"/>
          <w:b/>
          <w:bCs/>
          <w:sz w:val="28"/>
          <w:szCs w:val="28"/>
          <w:cs/>
        </w:rPr>
        <w:t>ภาษีเงินได้</w:t>
      </w:r>
    </w:p>
    <w:p w:rsidR="0009604B" w:rsidRPr="00587F8E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0"/>
          <w:szCs w:val="20"/>
        </w:rPr>
      </w:pPr>
    </w:p>
    <w:p w:rsidR="00396819" w:rsidRPr="00614CEA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8"/>
          <w:szCs w:val="28"/>
        </w:rPr>
      </w:pPr>
      <w:r w:rsidRPr="00614CEA">
        <w:rPr>
          <w:rFonts w:ascii="Angsana New" w:hAnsi="Angsana New"/>
          <w:sz w:val="28"/>
          <w:szCs w:val="28"/>
          <w:cs/>
        </w:rPr>
        <w:t>ภาษีเงินได้</w:t>
      </w:r>
      <w:r w:rsidRPr="00614CEA">
        <w:rPr>
          <w:rFonts w:ascii="Angsana New" w:hAnsi="Angsana New" w:hint="cs"/>
          <w:sz w:val="28"/>
          <w:szCs w:val="28"/>
          <w:cs/>
        </w:rPr>
        <w:t>นิติบุคคล</w:t>
      </w:r>
      <w:r w:rsidRPr="00614CEA">
        <w:rPr>
          <w:rFonts w:ascii="Angsana New" w:hAnsi="Angsana New"/>
          <w:sz w:val="28"/>
          <w:szCs w:val="28"/>
          <w:cs/>
        </w:rPr>
        <w:t>ที่บันทึกเป็นค่าใช้จ่าย</w:t>
      </w:r>
      <w:r w:rsidRPr="00614CEA">
        <w:rPr>
          <w:rFonts w:ascii="Angsana New" w:hAnsi="Angsana New" w:hint="cs"/>
          <w:sz w:val="28"/>
          <w:szCs w:val="28"/>
          <w:cs/>
        </w:rPr>
        <w:t xml:space="preserve"> (รายได้) สำหรับงวดสามเดือน</w:t>
      </w:r>
      <w:r w:rsidRPr="00614CEA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Pr="00614CEA">
        <w:rPr>
          <w:rFonts w:ascii="Angsana New" w:hAnsi="Angsana New"/>
          <w:sz w:val="28"/>
          <w:szCs w:val="28"/>
        </w:rPr>
        <w:t>31</w:t>
      </w:r>
      <w:r w:rsidRPr="00614CEA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252E8F" w:rsidRPr="00614CEA">
        <w:rPr>
          <w:rFonts w:ascii="Angsana New" w:hAnsi="Angsana New"/>
          <w:sz w:val="28"/>
          <w:szCs w:val="28"/>
        </w:rPr>
        <w:t xml:space="preserve">2565 </w:t>
      </w:r>
      <w:r w:rsidR="00252E8F" w:rsidRPr="00614CEA">
        <w:rPr>
          <w:rFonts w:ascii="Angsana New" w:hAnsi="Angsana New"/>
          <w:sz w:val="28"/>
          <w:szCs w:val="28"/>
          <w:cs/>
        </w:rPr>
        <w:t xml:space="preserve">และ </w:t>
      </w:r>
      <w:r w:rsidR="00252E8F" w:rsidRPr="00614CEA">
        <w:rPr>
          <w:rFonts w:ascii="Angsana New" w:hAnsi="Angsana New"/>
          <w:sz w:val="28"/>
          <w:szCs w:val="28"/>
        </w:rPr>
        <w:t>2564</w:t>
      </w:r>
      <w:r w:rsidRPr="00614CEA">
        <w:rPr>
          <w:rFonts w:ascii="Angsana New" w:hAnsi="Angsana New" w:hint="cs"/>
          <w:sz w:val="28"/>
          <w:szCs w:val="28"/>
          <w:cs/>
        </w:rPr>
        <w:t xml:space="preserve"> </w:t>
      </w:r>
      <w:r w:rsidRPr="00614CEA">
        <w:rPr>
          <w:rFonts w:ascii="Angsana New" w:hAnsi="Angsana New"/>
          <w:sz w:val="28"/>
          <w:szCs w:val="28"/>
          <w:cs/>
        </w:rPr>
        <w:t>ประกอบด้วย</w:t>
      </w:r>
    </w:p>
    <w:tbl>
      <w:tblPr>
        <w:tblpPr w:leftFromText="180" w:rightFromText="180" w:vertAnchor="text" w:horzAnchor="margin" w:tblpY="151"/>
        <w:tblOverlap w:val="never"/>
        <w:tblW w:w="10008" w:type="dxa"/>
        <w:tblLayout w:type="fixed"/>
        <w:tblLook w:val="04A0"/>
      </w:tblPr>
      <w:tblGrid>
        <w:gridCol w:w="4608"/>
        <w:gridCol w:w="1170"/>
        <w:gridCol w:w="284"/>
        <w:gridCol w:w="1156"/>
        <w:gridCol w:w="282"/>
        <w:gridCol w:w="1158"/>
        <w:gridCol w:w="249"/>
        <w:gridCol w:w="1101"/>
      </w:tblGrid>
      <w:tr w:rsidR="001346AC" w:rsidRPr="00614CEA" w:rsidTr="00663DBA">
        <w:trPr>
          <w:trHeight w:val="368"/>
          <w:tblHeader/>
        </w:trPr>
        <w:tc>
          <w:tcPr>
            <w:tcW w:w="4608" w:type="dxa"/>
            <w:vAlign w:val="bottom"/>
          </w:tcPr>
          <w:p w:rsidR="001346AC" w:rsidRPr="00614CEA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400" w:type="dxa"/>
            <w:gridSpan w:val="7"/>
            <w:tcBorders>
              <w:bottom w:val="single" w:sz="4" w:space="0" w:color="auto"/>
            </w:tcBorders>
          </w:tcPr>
          <w:p w:rsidR="001346AC" w:rsidRPr="00614CEA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1346AC" w:rsidRPr="00614CEA" w:rsidTr="00663DBA">
        <w:trPr>
          <w:trHeight w:val="368"/>
          <w:tblHeader/>
        </w:trPr>
        <w:tc>
          <w:tcPr>
            <w:tcW w:w="4608" w:type="dxa"/>
            <w:vAlign w:val="bottom"/>
          </w:tcPr>
          <w:p w:rsidR="001346AC" w:rsidRPr="00614CEA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6AC" w:rsidRPr="00614CEA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:rsidR="001346AC" w:rsidRPr="00614CEA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508" w:type="dxa"/>
            <w:gridSpan w:val="3"/>
            <w:tcBorders>
              <w:bottom w:val="single" w:sz="4" w:space="0" w:color="auto"/>
            </w:tcBorders>
            <w:vAlign w:val="bottom"/>
          </w:tcPr>
          <w:p w:rsidR="001346AC" w:rsidRPr="00614CEA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735D" w:rsidRPr="00614CEA" w:rsidTr="00663DBA">
        <w:trPr>
          <w:trHeight w:val="368"/>
          <w:tblHeader/>
        </w:trPr>
        <w:tc>
          <w:tcPr>
            <w:tcW w:w="4608" w:type="dxa"/>
            <w:vAlign w:val="bottom"/>
          </w:tcPr>
          <w:p w:rsidR="0080735D" w:rsidRPr="00614CEA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80735D" w:rsidRPr="00614CEA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14CEA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663D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80735D" w:rsidRPr="00614CEA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80735D" w:rsidRPr="00614CEA" w:rsidRDefault="00252E8F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82" w:type="dxa"/>
            <w:vAlign w:val="bottom"/>
          </w:tcPr>
          <w:p w:rsidR="0080735D" w:rsidRPr="00614CEA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bottom"/>
          </w:tcPr>
          <w:p w:rsidR="0080735D" w:rsidRPr="00614CEA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14CE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="00663D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49" w:type="dxa"/>
            <w:vAlign w:val="bottom"/>
          </w:tcPr>
          <w:p w:rsidR="0080735D" w:rsidRPr="00614CEA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735D" w:rsidRPr="00614CEA" w:rsidRDefault="00252E8F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14CEA">
              <w:rPr>
                <w:rFonts w:ascii="Angsana New" w:hAnsi="Angsana New"/>
                <w:color w:val="000000"/>
                <w:sz w:val="28"/>
                <w:szCs w:val="28"/>
              </w:rPr>
              <w:t>2564</w:t>
            </w:r>
          </w:p>
        </w:tc>
      </w:tr>
      <w:tr w:rsidR="00663DBA" w:rsidRPr="00614CEA" w:rsidTr="00663DBA">
        <w:trPr>
          <w:trHeight w:val="368"/>
        </w:trPr>
        <w:tc>
          <w:tcPr>
            <w:tcW w:w="4608" w:type="dxa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663DBA" w:rsidRPr="00614CEA" w:rsidRDefault="00610AE5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1,367</w:t>
            </w:r>
          </w:p>
        </w:tc>
        <w:tc>
          <w:tcPr>
            <w:tcW w:w="284" w:type="dxa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</w:rPr>
              <w:t>210</w:t>
            </w:r>
          </w:p>
        </w:tc>
        <w:tc>
          <w:tcPr>
            <w:tcW w:w="282" w:type="dxa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63DBA" w:rsidRPr="00614CEA" w:rsidRDefault="00610AE5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1,501</w:t>
            </w:r>
          </w:p>
        </w:tc>
        <w:tc>
          <w:tcPr>
            <w:tcW w:w="249" w:type="dxa"/>
            <w:vAlign w:val="bottom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</w:rPr>
              <w:t>376</w:t>
            </w:r>
          </w:p>
        </w:tc>
      </w:tr>
      <w:tr w:rsidR="00663DBA" w:rsidRPr="00614CEA" w:rsidTr="00B72309">
        <w:trPr>
          <w:trHeight w:val="368"/>
        </w:trPr>
        <w:tc>
          <w:tcPr>
            <w:tcW w:w="4608" w:type="dxa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ผลกระทบจาก</w:t>
            </w:r>
            <w:r w:rsidRPr="00614CEA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</w:t>
            </w: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การ</w:t>
            </w:r>
            <w:r w:rsidRPr="00614CEA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</w:t>
            </w: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ถือเป็นรายจ่ายทางภาษีไม่ได้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63DBA" w:rsidRPr="00614CEA" w:rsidRDefault="00A356DC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1,1</w:t>
            </w:r>
            <w:r w:rsidR="00FA4D16">
              <w:rPr>
                <w:rFonts w:asciiTheme="majorBidi" w:hAnsiTheme="majorBidi" w:cstheme="majorBidi"/>
                <w:sz w:val="28"/>
                <w:szCs w:val="28"/>
              </w:rPr>
              <w:t>92</w:t>
            </w:r>
          </w:p>
        </w:tc>
        <w:tc>
          <w:tcPr>
            <w:tcW w:w="284" w:type="dxa"/>
            <w:shd w:val="clear" w:color="auto" w:fill="auto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</w:rPr>
              <w:t>971</w:t>
            </w:r>
          </w:p>
        </w:tc>
        <w:tc>
          <w:tcPr>
            <w:tcW w:w="282" w:type="dxa"/>
            <w:shd w:val="clear" w:color="auto" w:fill="auto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  <w:shd w:val="clear" w:color="auto" w:fill="auto"/>
            <w:vAlign w:val="bottom"/>
          </w:tcPr>
          <w:p w:rsidR="00663DBA" w:rsidRPr="00614CEA" w:rsidRDefault="003332E1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1,0</w:t>
            </w:r>
            <w:r w:rsidR="00FA4D16">
              <w:rPr>
                <w:rFonts w:asciiTheme="majorBidi" w:hAnsiTheme="majorBidi" w:cstheme="majorBidi"/>
                <w:sz w:val="28"/>
                <w:szCs w:val="28"/>
              </w:rPr>
              <w:t>58</w:t>
            </w:r>
          </w:p>
        </w:tc>
        <w:tc>
          <w:tcPr>
            <w:tcW w:w="249" w:type="dxa"/>
            <w:vAlign w:val="bottom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101" w:type="dxa"/>
            <w:vAlign w:val="bottom"/>
          </w:tcPr>
          <w:p w:rsidR="00663DBA" w:rsidRPr="00614CEA" w:rsidRDefault="00663DBA" w:rsidP="00663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</w:rPr>
              <w:t>805</w:t>
            </w:r>
          </w:p>
        </w:tc>
      </w:tr>
      <w:tr w:rsidR="00FA4D16" w:rsidRPr="00614CEA" w:rsidTr="00B72309">
        <w:trPr>
          <w:trHeight w:val="368"/>
        </w:trPr>
        <w:tc>
          <w:tcPr>
            <w:tcW w:w="4608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ผลกระทบจากรายการที่สามารถหักเป็นรายจ่าย</w:t>
            </w:r>
            <w:r w:rsidRPr="00614CEA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ทางภาษี</w:t>
            </w: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ได้เพิ่มเติม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(1,023)</w:t>
            </w:r>
          </w:p>
        </w:tc>
        <w:tc>
          <w:tcPr>
            <w:tcW w:w="284" w:type="dxa"/>
            <w:shd w:val="clear" w:color="auto" w:fill="auto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44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/>
                <w:sz w:val="28"/>
                <w:szCs w:val="28"/>
              </w:rPr>
              <w:t>(   110)</w:t>
            </w:r>
          </w:p>
        </w:tc>
        <w:tc>
          <w:tcPr>
            <w:tcW w:w="282" w:type="dxa"/>
            <w:shd w:val="clear" w:color="auto" w:fill="auto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(1,023)</w:t>
            </w:r>
          </w:p>
        </w:tc>
        <w:tc>
          <w:tcPr>
            <w:tcW w:w="249" w:type="dxa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44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/>
                <w:sz w:val="28"/>
                <w:szCs w:val="28"/>
              </w:rPr>
              <w:t>(   110)</w:t>
            </w:r>
          </w:p>
        </w:tc>
      </w:tr>
      <w:tr w:rsidR="00FA4D16" w:rsidRPr="00614CEA" w:rsidTr="00B72309">
        <w:trPr>
          <w:trHeight w:val="368"/>
        </w:trPr>
        <w:tc>
          <w:tcPr>
            <w:tcW w:w="4608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1,536</w:t>
            </w:r>
          </w:p>
        </w:tc>
        <w:tc>
          <w:tcPr>
            <w:tcW w:w="284" w:type="dxa"/>
            <w:shd w:val="clear" w:color="auto" w:fill="auto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</w:rPr>
              <w:t>1,071</w:t>
            </w:r>
          </w:p>
        </w:tc>
        <w:tc>
          <w:tcPr>
            <w:tcW w:w="282" w:type="dxa"/>
            <w:shd w:val="clear" w:color="auto" w:fill="auto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1,536</w:t>
            </w:r>
          </w:p>
        </w:tc>
        <w:tc>
          <w:tcPr>
            <w:tcW w:w="249" w:type="dxa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</w:rPr>
              <w:t>1,071</w:t>
            </w:r>
          </w:p>
        </w:tc>
      </w:tr>
      <w:tr w:rsidR="00FA4D16" w:rsidRPr="00614CEA" w:rsidTr="006614FA">
        <w:trPr>
          <w:trHeight w:val="368"/>
        </w:trPr>
        <w:tc>
          <w:tcPr>
            <w:tcW w:w="4608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1170" w:type="dxa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(2,352)</w:t>
            </w:r>
          </w:p>
        </w:tc>
        <w:tc>
          <w:tcPr>
            <w:tcW w:w="284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6" w:type="dxa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-</w:t>
            </w:r>
          </w:p>
        </w:tc>
        <w:tc>
          <w:tcPr>
            <w:tcW w:w="282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  <w:shd w:val="clear" w:color="auto" w:fill="auto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(2,352)</w:t>
            </w:r>
          </w:p>
        </w:tc>
        <w:tc>
          <w:tcPr>
            <w:tcW w:w="249" w:type="dxa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101" w:type="dxa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-</w:t>
            </w:r>
          </w:p>
        </w:tc>
      </w:tr>
      <w:tr w:rsidR="00FA4D16" w:rsidRPr="00614CEA" w:rsidTr="006614FA">
        <w:trPr>
          <w:trHeight w:val="368"/>
        </w:trPr>
        <w:tc>
          <w:tcPr>
            <w:tcW w:w="4608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หนี้สิน</w:t>
            </w: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เพิ่มขึ้น</w:t>
            </w:r>
            <w:r w:rsidRPr="00614C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</w:t>
            </w:r>
            <w:r w:rsidRPr="00614CEA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FA4D16" w:rsidRPr="002A559E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A559E">
              <w:rPr>
                <w:rFonts w:asciiTheme="majorBidi" w:hAnsiTheme="majorBidi" w:cstheme="majorBidi"/>
                <w:sz w:val="28"/>
                <w:szCs w:val="28"/>
              </w:rPr>
              <w:t>1,917</w:t>
            </w:r>
          </w:p>
        </w:tc>
        <w:tc>
          <w:tcPr>
            <w:tcW w:w="284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/>
                <w:sz w:val="28"/>
                <w:szCs w:val="28"/>
              </w:rPr>
              <w:t>(   335)</w:t>
            </w:r>
          </w:p>
        </w:tc>
        <w:tc>
          <w:tcPr>
            <w:tcW w:w="282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4D16" w:rsidRPr="002A559E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A559E">
              <w:rPr>
                <w:rFonts w:asciiTheme="majorBidi" w:hAnsiTheme="majorBidi" w:cstheme="majorBidi"/>
                <w:sz w:val="28"/>
                <w:szCs w:val="28"/>
              </w:rPr>
              <w:t>1,917</w:t>
            </w:r>
          </w:p>
        </w:tc>
        <w:tc>
          <w:tcPr>
            <w:tcW w:w="249" w:type="dxa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14CEA">
              <w:rPr>
                <w:rFonts w:ascii="Angsana New" w:hAnsi="Angsana New"/>
                <w:sz w:val="28"/>
                <w:szCs w:val="28"/>
              </w:rPr>
              <w:t>(   335)</w:t>
            </w:r>
          </w:p>
        </w:tc>
      </w:tr>
      <w:tr w:rsidR="00FA4D16" w:rsidRPr="00614CEA" w:rsidTr="00663DBA">
        <w:trPr>
          <w:trHeight w:val="368"/>
        </w:trPr>
        <w:tc>
          <w:tcPr>
            <w:tcW w:w="4608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ภาษีเงินได้ที่แสดงในงบกำไร</w:t>
            </w:r>
            <w:r w:rsidRPr="00614CEA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ขาดทุนเ</w:t>
            </w:r>
            <w:r w:rsidRPr="00614CEA">
              <w:rPr>
                <w:rFonts w:asciiTheme="majorBidi" w:hAnsiTheme="majorBidi" w:cstheme="majorBidi"/>
                <w:sz w:val="28"/>
                <w:szCs w:val="28"/>
                <w:cs/>
              </w:rPr>
              <w:t>บ็ดเสร็จ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1,101</w:t>
            </w:r>
          </w:p>
        </w:tc>
        <w:tc>
          <w:tcPr>
            <w:tcW w:w="284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</w:rPr>
              <w:t>736</w:t>
            </w:r>
          </w:p>
        </w:tc>
        <w:tc>
          <w:tcPr>
            <w:tcW w:w="282" w:type="dxa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1,101</w:t>
            </w:r>
          </w:p>
        </w:tc>
        <w:tc>
          <w:tcPr>
            <w:tcW w:w="249" w:type="dxa"/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A4D16" w:rsidRPr="00614CEA" w:rsidRDefault="00FA4D16" w:rsidP="00FA4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14CEA">
              <w:rPr>
                <w:rFonts w:asciiTheme="majorBidi" w:hAnsiTheme="majorBidi" w:cstheme="majorBidi"/>
                <w:sz w:val="28"/>
                <w:szCs w:val="28"/>
              </w:rPr>
              <w:t>736</w:t>
            </w:r>
          </w:p>
        </w:tc>
      </w:tr>
    </w:tbl>
    <w:p w:rsidR="00224722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07CF5">
        <w:rPr>
          <w:rFonts w:ascii="Angsana New" w:hAnsi="Angsana New"/>
          <w:sz w:val="30"/>
          <w:szCs w:val="30"/>
          <w:cs/>
        </w:rPr>
        <w:lastRenderedPageBreak/>
        <w:t>สินทรัพย์</w:t>
      </w:r>
      <w:r w:rsidR="000A2F54">
        <w:rPr>
          <w:rFonts w:ascii="Angsana New" w:hAnsi="Angsana New" w:hint="cs"/>
          <w:sz w:val="30"/>
          <w:szCs w:val="30"/>
          <w:cs/>
        </w:rPr>
        <w:t>และหนี้สิน</w:t>
      </w:r>
      <w:r w:rsidRPr="00007CF5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ภาษีเงินได้รอการตัดบัญชีที่แสดงในงบแสดงฐานะการเงิน ณ วันที่ </w:t>
      </w:r>
      <w:r w:rsidRPr="00007CF5">
        <w:rPr>
          <w:rFonts w:ascii="Angsana New" w:hAnsi="Angsana New"/>
          <w:sz w:val="30"/>
          <w:szCs w:val="30"/>
        </w:rPr>
        <w:t xml:space="preserve">31 </w:t>
      </w:r>
      <w:r w:rsidRPr="00007CF5">
        <w:rPr>
          <w:rFonts w:ascii="Angsana New" w:hAnsi="Angsana New" w:hint="cs"/>
          <w:sz w:val="30"/>
          <w:szCs w:val="30"/>
          <w:cs/>
        </w:rPr>
        <w:t>มีนาคม</w:t>
      </w:r>
      <w:r w:rsidRPr="00007CF5">
        <w:rPr>
          <w:rFonts w:ascii="Angsana New" w:hAnsi="Angsana New"/>
          <w:sz w:val="30"/>
          <w:szCs w:val="30"/>
          <w:cs/>
        </w:rPr>
        <w:t xml:space="preserve"> </w:t>
      </w:r>
      <w:r w:rsidRPr="00007CF5">
        <w:rPr>
          <w:rFonts w:ascii="Angsana New" w:hAnsi="Angsana New"/>
          <w:sz w:val="30"/>
          <w:szCs w:val="30"/>
        </w:rPr>
        <w:t>25</w:t>
      </w:r>
      <w:r w:rsidR="00B4243F" w:rsidRPr="00007CF5">
        <w:rPr>
          <w:rFonts w:ascii="Angsana New" w:hAnsi="Angsana New"/>
          <w:sz w:val="30"/>
          <w:szCs w:val="30"/>
        </w:rPr>
        <w:t>6</w:t>
      </w:r>
      <w:r w:rsidR="0010767F">
        <w:rPr>
          <w:rFonts w:ascii="Angsana New" w:hAnsi="Angsana New" w:hint="cs"/>
          <w:sz w:val="30"/>
          <w:szCs w:val="30"/>
          <w:cs/>
        </w:rPr>
        <w:t>5</w:t>
      </w:r>
      <w:r w:rsidRPr="00007CF5">
        <w:rPr>
          <w:rFonts w:ascii="Angsana New" w:hAnsi="Angsana New"/>
          <w:sz w:val="30"/>
          <w:szCs w:val="30"/>
        </w:rPr>
        <w:t xml:space="preserve"> </w:t>
      </w:r>
      <w:r w:rsidRPr="00007CF5">
        <w:rPr>
          <w:rFonts w:ascii="Angsana New" w:hAnsi="Angsana New"/>
          <w:sz w:val="30"/>
          <w:szCs w:val="30"/>
          <w:cs/>
        </w:rPr>
        <w:t>และ</w:t>
      </w:r>
      <w:r w:rsidRPr="00007CF5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007CF5">
        <w:rPr>
          <w:rFonts w:ascii="Angsana New" w:hAnsi="Angsana New"/>
          <w:sz w:val="30"/>
          <w:szCs w:val="30"/>
          <w:cs/>
        </w:rPr>
        <w:t xml:space="preserve"> </w:t>
      </w:r>
      <w:r w:rsidR="00252E8F">
        <w:rPr>
          <w:rFonts w:ascii="Angsana New" w:hAnsi="Angsana New"/>
          <w:sz w:val="30"/>
          <w:szCs w:val="30"/>
        </w:rPr>
        <w:t>2564</w:t>
      </w:r>
      <w:r w:rsidRPr="00007CF5">
        <w:rPr>
          <w:rFonts w:ascii="Angsana New" w:hAnsi="Angsana New"/>
          <w:sz w:val="30"/>
          <w:szCs w:val="30"/>
        </w:rPr>
        <w:t xml:space="preserve"> </w:t>
      </w:r>
      <w:r w:rsidRPr="00007CF5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80735D" w:rsidRDefault="0080735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30" w:type="dxa"/>
        <w:tblLook w:val="04A0"/>
      </w:tblPr>
      <w:tblGrid>
        <w:gridCol w:w="6228"/>
        <w:gridCol w:w="1592"/>
        <w:gridCol w:w="316"/>
        <w:gridCol w:w="1494"/>
      </w:tblGrid>
      <w:tr w:rsidR="000148EC" w:rsidRPr="00537F8F" w:rsidTr="00B348AC">
        <w:tc>
          <w:tcPr>
            <w:tcW w:w="6228" w:type="dxa"/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0148EC" w:rsidRPr="002563D1" w:rsidRDefault="000148EC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2" w:right="-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563D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  <w:r w:rsidR="002563D1" w:rsidRPr="002563D1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="002563D1" w:rsidRPr="002563D1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2563D1" w:rsidRPr="002563D1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0148EC" w:rsidRPr="00537F8F" w:rsidTr="00B348AC">
        <w:tc>
          <w:tcPr>
            <w:tcW w:w="6228" w:type="dxa"/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8EC" w:rsidRPr="008D6154" w:rsidRDefault="000148EC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2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มีนาคม </w:t>
            </w:r>
            <w:r w:rsidRPr="008D6154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6B539D">
              <w:rPr>
                <w:rFonts w:ascii="Angsana New" w:hAnsi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316" w:type="dxa"/>
            <w:vAlign w:val="bottom"/>
          </w:tcPr>
          <w:p w:rsidR="000148EC" w:rsidRPr="008D6154" w:rsidRDefault="000148EC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2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bottom"/>
          </w:tcPr>
          <w:p w:rsidR="000148EC" w:rsidRPr="008D6154" w:rsidRDefault="000148EC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2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252E8F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</w:tr>
      <w:tr w:rsidR="000148EC" w:rsidRPr="00537F8F" w:rsidTr="00B348AC">
        <w:tc>
          <w:tcPr>
            <w:tcW w:w="6228" w:type="dxa"/>
          </w:tcPr>
          <w:p w:rsidR="000148EC" w:rsidRPr="000A2F54" w:rsidRDefault="000A2F54" w:rsidP="00151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A2F5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สินทรัพย์ </w:t>
            </w:r>
            <w:r w:rsidR="00151E8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-</w:t>
            </w:r>
            <w:r w:rsidRPr="000A2F5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="00817D4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ผลกระทบของรายการซึ่ง</w:t>
            </w:r>
            <w:r w:rsidR="000148EC" w:rsidRPr="000A2F5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ไม่ถือเป็นรายจ่าย</w:t>
            </w:r>
            <w:r w:rsidR="00817D4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หรือ</w:t>
            </w:r>
            <w:r w:rsidR="00917BB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หนี้สิน</w:t>
            </w:r>
            <w:r w:rsidR="000148EC" w:rsidRPr="000A2F5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592" w:type="dxa"/>
            <w:shd w:val="clear" w:color="auto" w:fill="auto"/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B539D" w:rsidRPr="00E24E3C" w:rsidTr="00B348AC">
        <w:tc>
          <w:tcPr>
            <w:tcW w:w="6228" w:type="dxa"/>
          </w:tcPr>
          <w:p w:rsidR="006B539D" w:rsidRPr="00DD3D48" w:rsidRDefault="006B539D" w:rsidP="000A2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 w:rsidRPr="00DD3D48"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6B539D" w:rsidRPr="00E058AE" w:rsidRDefault="00573DE8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294</w:t>
            </w:r>
          </w:p>
        </w:tc>
        <w:tc>
          <w:tcPr>
            <w:tcW w:w="316" w:type="dxa"/>
          </w:tcPr>
          <w:p w:rsidR="006B539D" w:rsidRPr="00216D83" w:rsidRDefault="006B539D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vAlign w:val="bottom"/>
          </w:tcPr>
          <w:p w:rsidR="006B539D" w:rsidRPr="00DD3D48" w:rsidRDefault="006B539D" w:rsidP="006B539D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209</w:t>
            </w:r>
          </w:p>
        </w:tc>
      </w:tr>
      <w:tr w:rsidR="006B539D" w:rsidRPr="00E24E3C" w:rsidTr="00B348AC">
        <w:tc>
          <w:tcPr>
            <w:tcW w:w="6228" w:type="dxa"/>
          </w:tcPr>
          <w:p w:rsidR="006B539D" w:rsidRPr="00DD3D48" w:rsidRDefault="006B539D" w:rsidP="000A2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 w:rsidR="000463F0">
              <w:rPr>
                <w:rFonts w:ascii="Angsana New" w:hAnsi="Angsana New" w:hint="cs"/>
                <w:sz w:val="30"/>
                <w:szCs w:val="30"/>
                <w:cs/>
              </w:rPr>
              <w:t>การลดลงของมูลค่าสินค้าและ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สินค้าเสื่อมสภาพ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6B539D" w:rsidRPr="00E058AE" w:rsidRDefault="00573DE8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,240</w:t>
            </w:r>
          </w:p>
        </w:tc>
        <w:tc>
          <w:tcPr>
            <w:tcW w:w="316" w:type="dxa"/>
          </w:tcPr>
          <w:p w:rsidR="006B539D" w:rsidRPr="00216D83" w:rsidRDefault="006B539D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vAlign w:val="bottom"/>
          </w:tcPr>
          <w:p w:rsidR="006B539D" w:rsidRPr="00DD3D48" w:rsidRDefault="006B539D" w:rsidP="006B539D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,260</w:t>
            </w:r>
          </w:p>
        </w:tc>
      </w:tr>
      <w:tr w:rsidR="00AC309B" w:rsidRPr="00E24E3C" w:rsidTr="00B348AC">
        <w:tc>
          <w:tcPr>
            <w:tcW w:w="6228" w:type="dxa"/>
          </w:tcPr>
          <w:p w:rsidR="00AC309B" w:rsidRPr="00DD3D48" w:rsidRDefault="00AC309B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หนี้สินผลประโยชน์ของพนักงานหลังออกจากงาน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C309B" w:rsidRPr="00E058AE" w:rsidRDefault="00573DE8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3,712</w:t>
            </w:r>
          </w:p>
        </w:tc>
        <w:tc>
          <w:tcPr>
            <w:tcW w:w="316" w:type="dxa"/>
          </w:tcPr>
          <w:p w:rsidR="00AC309B" w:rsidRPr="00216D83" w:rsidRDefault="00AC309B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vAlign w:val="bottom"/>
          </w:tcPr>
          <w:p w:rsidR="00AC309B" w:rsidRPr="00DD3D48" w:rsidRDefault="00AC309B" w:rsidP="003332E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2,126</w:t>
            </w:r>
          </w:p>
        </w:tc>
      </w:tr>
      <w:tr w:rsidR="00AC309B" w:rsidRPr="00E24E3C" w:rsidTr="00B348AC">
        <w:tc>
          <w:tcPr>
            <w:tcW w:w="6228" w:type="dxa"/>
          </w:tcPr>
          <w:p w:rsidR="00AC309B" w:rsidRPr="00DD3D48" w:rsidRDefault="00AC309B" w:rsidP="000A2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C309B" w:rsidRPr="00E058AE" w:rsidRDefault="00573DE8" w:rsidP="000E7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</w:t>
            </w:r>
            <w:r w:rsidR="000E7379">
              <w:rPr>
                <w:rFonts w:ascii="Angsana New" w:hAnsi="Angsana New"/>
                <w:sz w:val="30"/>
                <w:szCs w:val="30"/>
              </w:rPr>
              <w:t>441</w:t>
            </w:r>
          </w:p>
        </w:tc>
        <w:tc>
          <w:tcPr>
            <w:tcW w:w="316" w:type="dxa"/>
          </w:tcPr>
          <w:p w:rsidR="00AC309B" w:rsidRPr="00216D83" w:rsidRDefault="00AC309B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bottom"/>
          </w:tcPr>
          <w:p w:rsidR="00AC309B" w:rsidRPr="00DD3D48" w:rsidRDefault="00AC309B" w:rsidP="003332E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6B539D" w:rsidRPr="00537F8F" w:rsidTr="00B348AC">
        <w:tc>
          <w:tcPr>
            <w:tcW w:w="6228" w:type="dxa"/>
          </w:tcPr>
          <w:p w:rsidR="006B539D" w:rsidRPr="00E24E3C" w:rsidRDefault="006B539D" w:rsidP="000A2F54">
            <w:pPr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B539D" w:rsidRPr="00E058AE" w:rsidRDefault="00AC309B" w:rsidP="000E7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</w:t>
            </w:r>
            <w:r w:rsidR="000E7379">
              <w:rPr>
                <w:rFonts w:ascii="Angsana New" w:hAnsi="Angsana New"/>
                <w:sz w:val="30"/>
                <w:szCs w:val="30"/>
              </w:rPr>
              <w:t>68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316" w:type="dxa"/>
          </w:tcPr>
          <w:p w:rsidR="006B539D" w:rsidRPr="00B74FFA" w:rsidRDefault="006B539D" w:rsidP="006B53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539D" w:rsidRPr="00DD3D48" w:rsidRDefault="006B539D" w:rsidP="006B539D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3,59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</w:tr>
    </w:tbl>
    <w:p w:rsidR="0080735D" w:rsidRDefault="0080735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30" w:type="dxa"/>
        <w:tblLook w:val="04A0"/>
      </w:tblPr>
      <w:tblGrid>
        <w:gridCol w:w="6228"/>
        <w:gridCol w:w="1592"/>
        <w:gridCol w:w="316"/>
        <w:gridCol w:w="1494"/>
      </w:tblGrid>
      <w:tr w:rsidR="000A2F54" w:rsidRPr="000A2F54" w:rsidTr="00B348AC">
        <w:tc>
          <w:tcPr>
            <w:tcW w:w="6228" w:type="dxa"/>
          </w:tcPr>
          <w:p w:rsidR="000A2F54" w:rsidRPr="000A2F54" w:rsidRDefault="000A2F54" w:rsidP="00917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A2F5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หนี้สิน - </w:t>
            </w:r>
            <w:r w:rsidRPr="000A2F5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</w:t>
            </w:r>
            <w:r w:rsidRPr="000A2F5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ที่</w:t>
            </w:r>
            <w:r w:rsidRPr="000A2F5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ไม่ถือเป็น</w:t>
            </w:r>
            <w:r w:rsidR="00917BB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สินทรัพย์</w:t>
            </w:r>
            <w:r w:rsidRPr="000A2F5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592" w:type="dxa"/>
            <w:shd w:val="clear" w:color="auto" w:fill="auto"/>
          </w:tcPr>
          <w:p w:rsidR="000A2F54" w:rsidRPr="000A2F54" w:rsidRDefault="000A2F54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16" w:type="dxa"/>
          </w:tcPr>
          <w:p w:rsidR="000A2F54" w:rsidRPr="000A2F54" w:rsidRDefault="000A2F54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94" w:type="dxa"/>
          </w:tcPr>
          <w:p w:rsidR="000A2F54" w:rsidRPr="000A2F54" w:rsidRDefault="000A2F54" w:rsidP="003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AC309B" w:rsidRPr="00E24E3C" w:rsidTr="00B348AC">
        <w:tc>
          <w:tcPr>
            <w:tcW w:w="6228" w:type="dxa"/>
          </w:tcPr>
          <w:p w:rsidR="00AC309B" w:rsidRPr="00DD3D48" w:rsidRDefault="00AC309B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C309B" w:rsidRPr="00E058AE" w:rsidRDefault="00D26204" w:rsidP="00A356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</w:t>
            </w:r>
            <w:r w:rsidR="00A356DC">
              <w:rPr>
                <w:rFonts w:ascii="Angsana New" w:hAnsi="Angsana New"/>
                <w:sz w:val="30"/>
                <w:szCs w:val="30"/>
              </w:rPr>
              <w:t>32</w:t>
            </w:r>
          </w:p>
        </w:tc>
        <w:tc>
          <w:tcPr>
            <w:tcW w:w="316" w:type="dxa"/>
          </w:tcPr>
          <w:p w:rsidR="00AC309B" w:rsidRPr="00216D83" w:rsidRDefault="00AC309B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vAlign w:val="bottom"/>
          </w:tcPr>
          <w:p w:rsidR="00AC309B" w:rsidRPr="00DD3D48" w:rsidRDefault="00AC309B" w:rsidP="00AC309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A356DC" w:rsidRPr="00E24E3C" w:rsidTr="0051293A">
        <w:tc>
          <w:tcPr>
            <w:tcW w:w="6228" w:type="dxa"/>
          </w:tcPr>
          <w:p w:rsidR="00A356DC" w:rsidRPr="000A2F54" w:rsidRDefault="00A356DC" w:rsidP="00AC30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A2F54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356DC" w:rsidRPr="00E058AE" w:rsidRDefault="00A356DC" w:rsidP="005129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316" w:type="dxa"/>
          </w:tcPr>
          <w:p w:rsidR="00A356DC" w:rsidRPr="00216D83" w:rsidRDefault="00A356DC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bottom"/>
          </w:tcPr>
          <w:p w:rsidR="00A356DC" w:rsidRPr="00DD3D48" w:rsidRDefault="00A356DC" w:rsidP="003332E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55</w:t>
            </w:r>
          </w:p>
        </w:tc>
      </w:tr>
      <w:tr w:rsidR="00A356DC" w:rsidRPr="00537F8F" w:rsidTr="00B348AC">
        <w:tc>
          <w:tcPr>
            <w:tcW w:w="6228" w:type="dxa"/>
          </w:tcPr>
          <w:p w:rsidR="00A356DC" w:rsidRPr="00E24E3C" w:rsidRDefault="00A356DC" w:rsidP="003332E1">
            <w:pPr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56DC" w:rsidRPr="00E058AE" w:rsidRDefault="00A356DC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,972</w:t>
            </w:r>
          </w:p>
        </w:tc>
        <w:tc>
          <w:tcPr>
            <w:tcW w:w="316" w:type="dxa"/>
          </w:tcPr>
          <w:p w:rsidR="00A356DC" w:rsidRPr="00B74FFA" w:rsidRDefault="00A356DC" w:rsidP="003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356DC" w:rsidRPr="00DD3D48" w:rsidRDefault="00A356DC" w:rsidP="003332E1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55</w:t>
            </w:r>
          </w:p>
        </w:tc>
      </w:tr>
    </w:tbl>
    <w:p w:rsidR="000A2F54" w:rsidRDefault="000A2F54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471B0" w:rsidRDefault="002471B0" w:rsidP="002471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430A5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430A58">
        <w:rPr>
          <w:rFonts w:ascii="Angsana New" w:hAnsi="Angsana New"/>
          <w:sz w:val="30"/>
          <w:szCs w:val="30"/>
        </w:rPr>
        <w:t xml:space="preserve">31 </w:t>
      </w:r>
      <w:r w:rsidR="00630A60">
        <w:rPr>
          <w:rFonts w:ascii="Angsana New" w:hAnsi="Angsana New" w:hint="cs"/>
          <w:sz w:val="30"/>
          <w:szCs w:val="30"/>
          <w:cs/>
        </w:rPr>
        <w:t>มีนาคม 256</w:t>
      </w:r>
      <w:r w:rsidR="00630A60">
        <w:rPr>
          <w:rFonts w:ascii="Angsana New" w:hAnsi="Angsana New"/>
          <w:sz w:val="30"/>
          <w:szCs w:val="30"/>
        </w:rPr>
        <w:t>5</w:t>
      </w:r>
      <w:r w:rsidRPr="00430A58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247771">
        <w:rPr>
          <w:rFonts w:ascii="Angsana New" w:hAnsi="Angsana New"/>
          <w:sz w:val="30"/>
          <w:szCs w:val="30"/>
        </w:rPr>
        <w:t xml:space="preserve"> (TMNC) </w:t>
      </w:r>
      <w:r>
        <w:rPr>
          <w:rFonts w:ascii="Angsana New" w:hAnsi="Angsana New"/>
          <w:sz w:val="30"/>
          <w:szCs w:val="30"/>
          <w:cs/>
        </w:rPr>
        <w:t>มีผลขาดทุนสะสมทางภาษี</w:t>
      </w:r>
      <w:r w:rsidRPr="00430A58">
        <w:rPr>
          <w:rFonts w:ascii="Angsana New" w:hAnsi="Angsana New"/>
          <w:sz w:val="30"/>
          <w:szCs w:val="30"/>
          <w:cs/>
        </w:rPr>
        <w:t>ประมาณ</w:t>
      </w:r>
      <w:r>
        <w:rPr>
          <w:rFonts w:ascii="Angsana New" w:hAnsi="Angsana New"/>
          <w:sz w:val="30"/>
          <w:szCs w:val="30"/>
        </w:rPr>
        <w:t xml:space="preserve"> </w:t>
      </w:r>
      <w:r w:rsidR="00437AE1">
        <w:rPr>
          <w:rFonts w:ascii="Angsana New" w:hAnsi="Angsana New"/>
          <w:sz w:val="30"/>
          <w:szCs w:val="30"/>
        </w:rPr>
        <w:t>5.6</w:t>
      </w:r>
      <w:r w:rsidRPr="00430A58">
        <w:rPr>
          <w:rFonts w:ascii="Angsana New" w:hAnsi="Angsana New" w:hint="cs"/>
          <w:sz w:val="30"/>
          <w:szCs w:val="30"/>
          <w:cs/>
        </w:rPr>
        <w:t xml:space="preserve"> </w:t>
      </w:r>
      <w:r w:rsidRPr="00430A58">
        <w:rPr>
          <w:rFonts w:ascii="Angsana New" w:hAnsi="Angsana New"/>
          <w:sz w:val="30"/>
          <w:szCs w:val="30"/>
          <w:cs/>
        </w:rPr>
        <w:t>ล้าน</w:t>
      </w:r>
      <w:r w:rsidRPr="00430A58">
        <w:rPr>
          <w:rFonts w:ascii="Angsana New" w:hAnsi="Angsana New" w:hint="cs"/>
          <w:sz w:val="30"/>
          <w:szCs w:val="30"/>
          <w:cs/>
        </w:rPr>
        <w:t>บ</w:t>
      </w:r>
      <w:r w:rsidR="00DB2771">
        <w:rPr>
          <w:rFonts w:ascii="Angsana New" w:hAnsi="Angsana New"/>
          <w:sz w:val="30"/>
          <w:szCs w:val="30"/>
          <w:cs/>
        </w:rPr>
        <w:t>าท</w:t>
      </w:r>
      <w:r>
        <w:rPr>
          <w:rFonts w:ascii="Angsana New" w:hAnsi="Angsana New" w:hint="cs"/>
          <w:sz w:val="30"/>
          <w:szCs w:val="30"/>
          <w:cs/>
        </w:rPr>
        <w:t>ซึ่งใช้</w:t>
      </w:r>
      <w:r w:rsidRPr="00430A58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430A58">
        <w:rPr>
          <w:rFonts w:ascii="Angsana New" w:hAnsi="Angsana New" w:hint="cs"/>
          <w:sz w:val="30"/>
          <w:szCs w:val="30"/>
          <w:cs/>
        </w:rPr>
        <w:t>ในระหว่างปี 256</w:t>
      </w:r>
      <w:r w:rsidR="00247771">
        <w:rPr>
          <w:rFonts w:ascii="Angsana New" w:hAnsi="Angsana New"/>
          <w:sz w:val="30"/>
          <w:szCs w:val="30"/>
        </w:rPr>
        <w:t>5</w:t>
      </w:r>
      <w:r w:rsidR="004E0249">
        <w:rPr>
          <w:rFonts w:ascii="Angsana New" w:hAnsi="Angsana New" w:hint="cs"/>
          <w:sz w:val="30"/>
          <w:szCs w:val="30"/>
          <w:cs/>
        </w:rPr>
        <w:t xml:space="preserve"> </w:t>
      </w:r>
      <w:r w:rsidR="00AE29C4">
        <w:rPr>
          <w:rFonts w:ascii="Angsana New" w:hAnsi="Angsana New" w:hint="cs"/>
          <w:sz w:val="30"/>
          <w:szCs w:val="30"/>
          <w:cs/>
        </w:rPr>
        <w:t>จน</w:t>
      </w:r>
      <w:r w:rsidR="004E0249">
        <w:rPr>
          <w:rFonts w:ascii="Angsana New" w:hAnsi="Angsana New" w:hint="cs"/>
          <w:sz w:val="30"/>
          <w:szCs w:val="30"/>
          <w:cs/>
        </w:rPr>
        <w:t>ถึงปี 25</w:t>
      </w:r>
      <w:r w:rsidR="004E0249">
        <w:rPr>
          <w:rFonts w:ascii="Angsana New" w:hAnsi="Angsana New"/>
          <w:sz w:val="30"/>
          <w:szCs w:val="30"/>
        </w:rPr>
        <w:t>70</w:t>
      </w:r>
    </w:p>
    <w:p w:rsidR="002471B0" w:rsidRPr="00BD1742" w:rsidRDefault="002471B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D7C99" w:rsidRPr="00297680" w:rsidRDefault="001D7C99" w:rsidP="00F0581A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D7C99" w:rsidRPr="00A703BB" w:rsidRDefault="001D7C99" w:rsidP="000F473F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24722" w:rsidRPr="009D732C" w:rsidRDefault="00BD1742" w:rsidP="000C17B3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 xml:space="preserve">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9D732C">
        <w:rPr>
          <w:rFonts w:ascii="Angsana New" w:hAnsi="Angsana New"/>
          <w:sz w:val="30"/>
          <w:szCs w:val="30"/>
        </w:rPr>
        <w:t xml:space="preserve">(1) </w:t>
      </w:r>
      <w:r w:rsidRPr="009D732C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9D732C">
        <w:rPr>
          <w:rFonts w:ascii="Angsana New" w:hAnsi="Angsana New" w:hint="cs"/>
          <w:sz w:val="30"/>
          <w:szCs w:val="30"/>
          <w:cs/>
        </w:rPr>
        <w:t>และ</w:t>
      </w:r>
      <w:r w:rsidRPr="009D732C">
        <w:rPr>
          <w:rFonts w:ascii="Angsana New" w:hAnsi="Angsana New"/>
          <w:sz w:val="30"/>
          <w:szCs w:val="30"/>
          <w:cs/>
        </w:rPr>
        <w:t xml:space="preserve"> (</w:t>
      </w:r>
      <w:r w:rsidRPr="009D732C">
        <w:rPr>
          <w:rFonts w:ascii="Angsana New" w:hAnsi="Angsana New"/>
          <w:sz w:val="30"/>
          <w:szCs w:val="30"/>
        </w:rPr>
        <w:t>2</w:t>
      </w:r>
      <w:r w:rsidRPr="009D732C">
        <w:rPr>
          <w:rFonts w:ascii="Angsana New" w:hAnsi="Angsana New"/>
          <w:sz w:val="30"/>
          <w:szCs w:val="30"/>
          <w:cs/>
        </w:rPr>
        <w:t>) อุปกรณ์และเครื่องมือทางการแพทย์</w:t>
      </w:r>
      <w:r>
        <w:rPr>
          <w:rFonts w:ascii="Angsana New" w:hAnsi="Angsana New" w:hint="cs"/>
          <w:sz w:val="30"/>
          <w:szCs w:val="30"/>
          <w:cs/>
        </w:rPr>
        <w:t>โดยในปี 2565 และ 2564</w:t>
      </w:r>
      <w:r w:rsidRPr="003F7DD5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บริษัทย่อย</w:t>
      </w:r>
      <w:r w:rsidR="005D0DC5">
        <w:rPr>
          <w:rFonts w:ascii="Angsana New" w:hAnsi="Angsana New" w:hint="cs"/>
          <w:sz w:val="30"/>
          <w:szCs w:val="30"/>
          <w:cs/>
        </w:rPr>
        <w:t>ทั้งสามแห่ง</w:t>
      </w:r>
      <w:r>
        <w:rPr>
          <w:rFonts w:ascii="Angsana New" w:hAnsi="Angsana New" w:hint="cs"/>
          <w:sz w:val="30"/>
          <w:szCs w:val="30"/>
          <w:cs/>
        </w:rPr>
        <w:t xml:space="preserve">ยังไม่ได้เริ่มดำเนินกิจกรรมหลักทางธุรกิจใดๆ </w:t>
      </w:r>
      <w:r w:rsidRPr="003F7DD5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ไม่มีรายการโอนระหว่างส่วนงาน</w:t>
      </w:r>
      <w:r>
        <w:rPr>
          <w:rFonts w:ascii="Angsana New" w:hAnsi="Angsana New" w:hint="cs"/>
          <w:sz w:val="30"/>
          <w:szCs w:val="30"/>
          <w:cs/>
        </w:rPr>
        <w:t xml:space="preserve">ยกเว้นการมีรายการระหว่างกันตามที่กล่าวในหมายเหตุ </w:t>
      </w:r>
      <w:r w:rsidR="005B604A">
        <w:rPr>
          <w:rFonts w:ascii="Angsana New" w:hAnsi="Angsana New" w:hint="cs"/>
          <w:sz w:val="30"/>
          <w:szCs w:val="30"/>
          <w:cs/>
        </w:rPr>
        <w:t>3</w:t>
      </w:r>
      <w:r w:rsidRPr="009D732C">
        <w:rPr>
          <w:rFonts w:ascii="Angsana New" w:hAnsi="Angsana New"/>
          <w:sz w:val="30"/>
          <w:szCs w:val="30"/>
          <w:cs/>
        </w:rPr>
        <w:t xml:space="preserve"> นอกจากนี้ บริษัท</w:t>
      </w:r>
      <w:r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24094C" w:rsidRDefault="0024094C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:rsidR="00AF508B" w:rsidRPr="00CD2056" w:rsidRDefault="00AF508B" w:rsidP="00CD2056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210EBB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ข้อมูลเกี่ยวกับส่วนงานดำเนินงานเชิงผลิตภัณฑ์</w:t>
      </w:r>
      <w:r w:rsidR="00402ED3" w:rsidRPr="00402ED3">
        <w:rPr>
          <w:rFonts w:asciiTheme="majorBidi" w:hAnsiTheme="majorBidi" w:cstheme="majorBidi"/>
          <w:i/>
          <w:iCs/>
          <w:sz w:val="28"/>
          <w:szCs w:val="28"/>
          <w:cs/>
        </w:rPr>
        <w:t>สำหรับงวด</w:t>
      </w:r>
      <w:r w:rsidR="00402ED3" w:rsidRPr="00402ED3">
        <w:rPr>
          <w:rFonts w:asciiTheme="majorBidi" w:hAnsiTheme="majorBidi" w:cstheme="majorBidi" w:hint="cs"/>
          <w:i/>
          <w:iCs/>
          <w:sz w:val="28"/>
          <w:szCs w:val="28"/>
          <w:cs/>
        </w:rPr>
        <w:t>สาม</w:t>
      </w:r>
      <w:r w:rsidR="00402ED3" w:rsidRPr="00402ED3">
        <w:rPr>
          <w:rFonts w:asciiTheme="majorBidi" w:hAnsiTheme="majorBidi" w:cstheme="majorBidi"/>
          <w:i/>
          <w:iCs/>
          <w:sz w:val="28"/>
          <w:szCs w:val="28"/>
          <w:cs/>
        </w:rPr>
        <w:t xml:space="preserve">เดือนสิ้นสุดวันที่ </w:t>
      </w:r>
      <w:r w:rsidR="00402ED3" w:rsidRPr="00402ED3">
        <w:rPr>
          <w:rFonts w:asciiTheme="majorBidi" w:hAnsiTheme="majorBidi" w:cstheme="majorBidi"/>
          <w:i/>
          <w:iCs/>
          <w:sz w:val="28"/>
          <w:szCs w:val="28"/>
        </w:rPr>
        <w:t>3</w:t>
      </w:r>
      <w:r w:rsidR="00402ED3" w:rsidRPr="00402ED3">
        <w:rPr>
          <w:rFonts w:asciiTheme="majorBidi" w:hAnsiTheme="majorBidi" w:cstheme="majorBidi" w:hint="cs"/>
          <w:i/>
          <w:iCs/>
          <w:sz w:val="28"/>
          <w:szCs w:val="28"/>
          <w:cs/>
        </w:rPr>
        <w:t>1</w:t>
      </w:r>
      <w:r w:rsidR="00402ED3" w:rsidRPr="00402ED3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402ED3" w:rsidRPr="00402ED3">
        <w:rPr>
          <w:rFonts w:asciiTheme="majorBidi" w:hAnsiTheme="majorBidi" w:cstheme="majorBidi" w:hint="cs"/>
          <w:i/>
          <w:iCs/>
          <w:sz w:val="28"/>
          <w:szCs w:val="28"/>
          <w:cs/>
        </w:rPr>
        <w:t>มีนาคม</w:t>
      </w:r>
      <w:r w:rsidR="00402ED3" w:rsidRPr="00402ED3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402ED3" w:rsidRPr="00402ED3">
        <w:rPr>
          <w:rFonts w:asciiTheme="majorBidi" w:hAnsiTheme="majorBidi" w:cstheme="majorBidi"/>
          <w:i/>
          <w:iCs/>
          <w:sz w:val="28"/>
          <w:szCs w:val="28"/>
        </w:rPr>
        <w:t xml:space="preserve">2565 </w:t>
      </w:r>
      <w:r w:rsidR="00402ED3" w:rsidRPr="00402ED3">
        <w:rPr>
          <w:rFonts w:asciiTheme="majorBidi" w:hAnsiTheme="majorBidi" w:cstheme="majorBidi"/>
          <w:i/>
          <w:iCs/>
          <w:sz w:val="28"/>
          <w:szCs w:val="28"/>
          <w:cs/>
        </w:rPr>
        <w:t xml:space="preserve">และ </w:t>
      </w:r>
      <w:r w:rsidR="00402ED3" w:rsidRPr="00402ED3">
        <w:rPr>
          <w:rFonts w:asciiTheme="majorBidi" w:hAnsiTheme="majorBidi" w:cstheme="majorBidi"/>
          <w:i/>
          <w:iCs/>
          <w:sz w:val="28"/>
          <w:szCs w:val="28"/>
        </w:rPr>
        <w:t>2564</w:t>
      </w:r>
      <w:r w:rsidR="00402ED3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="00247075" w:rsidRPr="00210EBB">
        <w:rPr>
          <w:rFonts w:asciiTheme="majorBidi" w:hAnsiTheme="majorBidi" w:cstheme="majorBidi" w:hint="cs"/>
          <w:i/>
          <w:iCs/>
          <w:sz w:val="28"/>
          <w:szCs w:val="28"/>
          <w:cs/>
        </w:rPr>
        <w:t>ในงบการเงินเฉพาะกิจการ</w:t>
      </w:r>
      <w:r w:rsidRPr="00210EBB">
        <w:rPr>
          <w:rFonts w:asciiTheme="majorBidi" w:hAnsiTheme="majorBidi" w:cstheme="majorBidi"/>
          <w:i/>
          <w:iCs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margin" w:tblpX="-170" w:tblpY="154"/>
        <w:tblW w:w="10323" w:type="dxa"/>
        <w:tblLayout w:type="fixed"/>
        <w:tblLook w:val="0000"/>
      </w:tblPr>
      <w:tblGrid>
        <w:gridCol w:w="3078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18"/>
        <w:gridCol w:w="261"/>
        <w:gridCol w:w="1008"/>
      </w:tblGrid>
      <w:tr w:rsidR="00AF508B" w:rsidRPr="0085237D" w:rsidTr="00A8341B">
        <w:tc>
          <w:tcPr>
            <w:tcW w:w="3078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45" w:type="dxa"/>
            <w:gridSpan w:val="11"/>
          </w:tcPr>
          <w:p w:rsidR="00AF508B" w:rsidRPr="0085237D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AF508B" w:rsidRPr="0085237D" w:rsidTr="00A8341B">
        <w:tc>
          <w:tcPr>
            <w:tcW w:w="3078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85237D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85237D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85237D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AF508B" w:rsidRPr="0085237D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85237D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7" w:type="dxa"/>
            <w:gridSpan w:val="3"/>
            <w:tcBorders>
              <w:top w:val="single" w:sz="4" w:space="0" w:color="auto"/>
            </w:tcBorders>
          </w:tcPr>
          <w:p w:rsidR="00AF508B" w:rsidRPr="0085237D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77" w:right="-137"/>
              <w:rPr>
                <w:rFonts w:ascii="Angsana New" w:hAnsi="Angsana New"/>
                <w:sz w:val="28"/>
                <w:szCs w:val="28"/>
              </w:rPr>
            </w:pPr>
          </w:p>
          <w:p w:rsidR="00AF508B" w:rsidRPr="0085237D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AF508B" w:rsidRPr="0085237D" w:rsidTr="00A8341B">
        <w:tc>
          <w:tcPr>
            <w:tcW w:w="3078" w:type="dxa"/>
            <w:vAlign w:val="bottom"/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256</w:t>
            </w:r>
            <w:r w:rsidR="00FB08D0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D3505C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252E8F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42" w:type="dxa"/>
            <w:vAlign w:val="bottom"/>
          </w:tcPr>
          <w:p w:rsidR="00AF508B" w:rsidRPr="00D3505C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256</w:t>
            </w:r>
            <w:r w:rsidR="00FB08D0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D3505C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252E8F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6" w:type="dxa"/>
          </w:tcPr>
          <w:p w:rsidR="00AF508B" w:rsidRPr="00D3505C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256</w:t>
            </w:r>
            <w:r w:rsidR="00FB08D0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AF508B" w:rsidRPr="00D3505C" w:rsidRDefault="00AF508B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252E8F" w:rsidP="008E01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77" w:right="-13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014DDC" w:rsidRPr="0085237D" w:rsidTr="00B72309">
        <w:tc>
          <w:tcPr>
            <w:tcW w:w="3078" w:type="dxa"/>
            <w:vAlign w:val="bottom"/>
          </w:tcPr>
          <w:p w:rsidR="00014DDC" w:rsidRPr="00D3505C" w:rsidRDefault="00014DDC" w:rsidP="00704F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DDC" w:rsidRPr="00D3505C" w:rsidRDefault="00A356DC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148,27</w:t>
            </w:r>
            <w:r w:rsidR="00C56173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014DDC" w:rsidRPr="00D3505C" w:rsidRDefault="00014DDC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DDC" w:rsidRPr="00D3505C" w:rsidRDefault="00014DDC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140,190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014DDC" w:rsidRPr="00D3505C" w:rsidRDefault="00014DDC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DDC" w:rsidRPr="00D3505C" w:rsidRDefault="00C56173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6,012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014DDC" w:rsidRPr="00D3505C" w:rsidRDefault="00014DDC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DDC" w:rsidRPr="00D3505C" w:rsidRDefault="00014DDC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7,155</w:t>
            </w:r>
          </w:p>
        </w:tc>
        <w:tc>
          <w:tcPr>
            <w:tcW w:w="236" w:type="dxa"/>
            <w:shd w:val="clear" w:color="auto" w:fill="auto"/>
          </w:tcPr>
          <w:p w:rsidR="00014DDC" w:rsidRPr="00D3505C" w:rsidRDefault="00014DDC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DDC" w:rsidRPr="00D3505C" w:rsidRDefault="00A41BA8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154,286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014DDC" w:rsidRPr="00D3505C" w:rsidRDefault="00014DDC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4DDC" w:rsidRPr="00D3505C" w:rsidRDefault="00014DDC" w:rsidP="00014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147,345</w:t>
            </w:r>
          </w:p>
        </w:tc>
      </w:tr>
      <w:tr w:rsidR="00C56173" w:rsidRPr="0085237D" w:rsidTr="00B72309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D3505C">
              <w:rPr>
                <w:rFonts w:ascii="Angsana New" w:hAnsi="Angsana New"/>
                <w:sz w:val="28"/>
                <w:szCs w:val="28"/>
              </w:rPr>
              <w:t>-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>
              <w:rPr>
                <w:rFonts w:ascii="Angsana New" w:hAnsi="Angsana New"/>
                <w:sz w:val="28"/>
                <w:szCs w:val="28"/>
              </w:rPr>
              <w:t>95</w:t>
            </w:r>
            <w:r w:rsidRPr="00D3505C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442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 w:rsidRPr="00D3505C">
              <w:rPr>
                <w:rFonts w:ascii="Angsana New" w:hAnsi="Angsana New"/>
                <w:sz w:val="28"/>
                <w:szCs w:val="28"/>
              </w:rPr>
              <w:t>83,853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Pr="00D3505C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690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>7,506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  99,132)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91,359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56173" w:rsidRPr="0085237D" w:rsidTr="00B72309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52,83</w:t>
            </w:r>
            <w:r w:rsidR="00FA4D16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56</w:t>
            </w:r>
            <w:r w:rsidRPr="00D3505C">
              <w:rPr>
                <w:rFonts w:ascii="Angsana New" w:hAnsi="Angsana New"/>
                <w:sz w:val="28"/>
                <w:szCs w:val="28"/>
              </w:rPr>
              <w:t>,337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2,322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color w:val="FFFFFF" w:themeColor="background1"/>
                <w:sz w:val="28"/>
                <w:szCs w:val="28"/>
              </w:rPr>
              <w:t>7,</w:t>
            </w:r>
            <w:r w:rsidRPr="00D3505C">
              <w:rPr>
                <w:rFonts w:ascii="Angsana New" w:hAnsi="Angsana New"/>
                <w:sz w:val="28"/>
                <w:szCs w:val="28"/>
              </w:rPr>
              <w:t>351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55,154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55,986</w:t>
            </w:r>
          </w:p>
        </w:tc>
      </w:tr>
      <w:tr w:rsidR="00C56173" w:rsidRPr="0085237D" w:rsidTr="00A8341B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56173" w:rsidRPr="0085237D" w:rsidTr="003332E1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กำไรจากอัตราแลกเปลี่ยน</w:t>
            </w:r>
          </w:p>
        </w:tc>
        <w:tc>
          <w:tcPr>
            <w:tcW w:w="99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811</w:t>
            </w: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-</w:t>
            </w:r>
          </w:p>
        </w:tc>
      </w:tr>
      <w:tr w:rsidR="00C56173" w:rsidRPr="0085237D" w:rsidTr="00A8341B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,103</w:t>
            </w: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509</w:t>
            </w:r>
          </w:p>
        </w:tc>
      </w:tr>
      <w:tr w:rsidR="00C56173" w:rsidRPr="0085237D" w:rsidTr="00A8341B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56173" w:rsidRPr="0085237D" w:rsidTr="00A8341B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  23,428)</w:t>
            </w: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23,166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56173" w:rsidRPr="0085237D" w:rsidTr="00A8341B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  24,312)</w:t>
            </w: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2</w:t>
            </w: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  <w:r w:rsidRPr="00D3505C">
              <w:rPr>
                <w:rFonts w:ascii="Angsana New" w:hAnsi="Angsana New"/>
                <w:sz w:val="28"/>
                <w:szCs w:val="28"/>
              </w:rPr>
              <w:t>,175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56173" w:rsidRPr="0085237D" w:rsidTr="00A8341B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-</w:t>
            </w: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  1,590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56173" w:rsidRPr="0085237D" w:rsidTr="00A8341B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    1,397)</w:t>
            </w: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  1,140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56173" w:rsidRPr="0085237D" w:rsidTr="003332E1">
        <w:tc>
          <w:tcPr>
            <w:tcW w:w="4070" w:type="dxa"/>
            <w:gridSpan w:val="2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จากการด้อยค่าของลูกหนี้การค้า</w:t>
            </w: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       425)</w:t>
            </w: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  </w:t>
            </w:r>
            <w:r w:rsidRPr="00D3505C">
              <w:rPr>
                <w:rFonts w:ascii="Angsana New" w:hAnsi="Angsana New"/>
                <w:color w:val="FFFFFF" w:themeColor="background1"/>
                <w:sz w:val="28"/>
                <w:szCs w:val="28"/>
              </w:rPr>
              <w:t>1,</w:t>
            </w:r>
            <w:r w:rsidRPr="00D3505C">
              <w:rPr>
                <w:rFonts w:ascii="Angsana New" w:hAnsi="Angsana New"/>
                <w:sz w:val="28"/>
                <w:szCs w:val="28"/>
              </w:rPr>
              <w:t>542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56173" w:rsidRPr="0085237D" w:rsidTr="00A8341B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    1,101)</w:t>
            </w: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D3505C">
              <w:rPr>
                <w:rFonts w:ascii="Angsana New" w:hAnsi="Angsana New"/>
                <w:color w:val="FFFFFF" w:themeColor="background1"/>
                <w:sz w:val="28"/>
                <w:szCs w:val="28"/>
              </w:rPr>
              <w:t>3,</w:t>
            </w:r>
            <w:r w:rsidRPr="00D3505C">
              <w:rPr>
                <w:rFonts w:ascii="Angsana New" w:hAnsi="Angsana New"/>
                <w:sz w:val="28"/>
                <w:szCs w:val="28"/>
              </w:rPr>
              <w:t>736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56173" w:rsidRPr="0085237D" w:rsidTr="00A8341B">
        <w:tc>
          <w:tcPr>
            <w:tcW w:w="3078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56173" w:rsidRPr="00D3505C" w:rsidRDefault="00C56173" w:rsidP="00C5617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6,405</w:t>
            </w:r>
          </w:p>
        </w:tc>
        <w:tc>
          <w:tcPr>
            <w:tcW w:w="261" w:type="dxa"/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56173" w:rsidRPr="00D3505C" w:rsidRDefault="00C56173" w:rsidP="00C561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1,146</w:t>
            </w:r>
          </w:p>
        </w:tc>
      </w:tr>
    </w:tbl>
    <w:p w:rsidR="002C4750" w:rsidRPr="00252E8F" w:rsidRDefault="002C47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highlight w:val="yellow"/>
          <w:cs/>
        </w:r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ข้อมูลเกี่ยวกับส่วนงานดำเนินงานเชิงภูมิศาสตร์สำหรับงวดสามเดือนสิ้นสุดวันที่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Pr="001A24A6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1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มีนาคม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252E8F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2565 </w:t>
      </w:r>
      <w:r w:rsidR="00252E8F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="00252E8F">
        <w:rPr>
          <w:rFonts w:ascii="Angsana New" w:hAnsi="Angsana New"/>
          <w:b w:val="0"/>
          <w:bCs w:val="0"/>
          <w:i/>
          <w:iCs/>
          <w:sz w:val="30"/>
          <w:szCs w:val="30"/>
        </w:rPr>
        <w:t>2564</w:t>
      </w:r>
    </w:p>
    <w:p w:rsidR="00B133FC" w:rsidRPr="00252E8F" w:rsidRDefault="00B133FC" w:rsidP="00B133FC">
      <w:pPr>
        <w:rPr>
          <w:rFonts w:ascii="Angsana New" w:hAnsi="Angsana New"/>
          <w:i/>
          <w:iCs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 w:hint="cs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 w:hint="cs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252E8F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B133FC" w:rsidRPr="00252E8F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1A24A6" w:rsidRDefault="00B133FC" w:rsidP="00B133FC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Pr="001A24A6">
        <w:rPr>
          <w:rFonts w:ascii="Angsana New" w:hAnsi="Angsana New" w:hint="cs"/>
          <w:i/>
          <w:iCs/>
          <w:sz w:val="30"/>
          <w:szCs w:val="30"/>
          <w:cs/>
        </w:rPr>
        <w:t>สาม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เดือน</w:t>
      </w:r>
      <w:r w:rsidRPr="00136BA1">
        <w:rPr>
          <w:rFonts w:ascii="Angsana New" w:hAnsi="Angsana New"/>
          <w:i/>
          <w:iCs/>
          <w:sz w:val="30"/>
          <w:szCs w:val="30"/>
          <w:cs/>
        </w:rPr>
        <w:t xml:space="preserve">สิ้นสุดวันที่ </w:t>
      </w:r>
      <w:r w:rsidRPr="00136BA1">
        <w:rPr>
          <w:rFonts w:ascii="Angsana New" w:hAnsi="Angsana New"/>
          <w:i/>
          <w:iCs/>
          <w:sz w:val="30"/>
          <w:szCs w:val="30"/>
        </w:rPr>
        <w:t>3</w:t>
      </w:r>
      <w:r w:rsidRPr="00136BA1">
        <w:rPr>
          <w:rFonts w:ascii="Angsana New" w:hAnsi="Angsana New" w:hint="cs"/>
          <w:i/>
          <w:iCs/>
          <w:sz w:val="30"/>
          <w:szCs w:val="30"/>
          <w:cs/>
        </w:rPr>
        <w:t>1</w:t>
      </w:r>
      <w:r w:rsidRPr="00136BA1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36BA1">
        <w:rPr>
          <w:rFonts w:ascii="Angsana New" w:hAnsi="Angsana New" w:hint="cs"/>
          <w:i/>
          <w:iCs/>
          <w:sz w:val="30"/>
          <w:szCs w:val="30"/>
          <w:cs/>
        </w:rPr>
        <w:t>มีนาคม</w:t>
      </w:r>
      <w:r w:rsidRPr="00136BA1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252E8F">
        <w:rPr>
          <w:rFonts w:ascii="Angsana New" w:hAnsi="Angsana New"/>
          <w:i/>
          <w:iCs/>
          <w:sz w:val="30"/>
          <w:szCs w:val="30"/>
        </w:rPr>
        <w:t xml:space="preserve">2565 </w:t>
      </w:r>
      <w:r w:rsidR="00252E8F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252E8F">
        <w:rPr>
          <w:rFonts w:ascii="Angsana New" w:hAnsi="Angsana New"/>
          <w:i/>
          <w:iCs/>
          <w:sz w:val="30"/>
          <w:szCs w:val="30"/>
        </w:rPr>
        <w:t>2564</w:t>
      </w:r>
    </w:p>
    <w:p w:rsidR="00B133FC" w:rsidRPr="00252E8F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AF3581" w:rsidRDefault="00AF35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210EBB" w:rsidRPr="00AF0226" w:rsidRDefault="00210EBB" w:rsidP="00210E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210EBB" w:rsidRPr="00465344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0"/>
          <w:szCs w:val="20"/>
        </w:rPr>
      </w:pPr>
    </w:p>
    <w:p w:rsidR="00210EBB" w:rsidRPr="00AF0226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823756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Pr="00823756">
        <w:rPr>
          <w:rFonts w:ascii="Angsana New" w:hAnsi="Angsana New"/>
          <w:spacing w:val="-4"/>
          <w:sz w:val="30"/>
          <w:szCs w:val="30"/>
        </w:rPr>
        <w:t xml:space="preserve">31 </w:t>
      </w:r>
      <w:r w:rsidRPr="00823756">
        <w:rPr>
          <w:rFonts w:ascii="Angsana New" w:hAnsi="Angsana New" w:hint="cs"/>
          <w:spacing w:val="-4"/>
          <w:sz w:val="30"/>
          <w:szCs w:val="30"/>
          <w:cs/>
        </w:rPr>
        <w:t>มีนาคม</w:t>
      </w:r>
      <w:r w:rsidRPr="00823756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823756">
        <w:rPr>
          <w:rFonts w:ascii="Angsana New" w:hAnsi="Angsana New"/>
          <w:spacing w:val="-4"/>
          <w:sz w:val="30"/>
          <w:szCs w:val="30"/>
        </w:rPr>
        <w:t>25</w:t>
      </w:r>
      <w:r w:rsidRPr="00823756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252E8F">
        <w:rPr>
          <w:rFonts w:ascii="Angsana New" w:hAnsi="Angsana New"/>
          <w:spacing w:val="-4"/>
          <w:sz w:val="30"/>
          <w:szCs w:val="30"/>
        </w:rPr>
        <w:t>5</w:t>
      </w:r>
      <w:r w:rsidRPr="00823756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</w:p>
    <w:p w:rsidR="00210EBB" w:rsidRPr="00465344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210EBB" w:rsidRPr="008D5335" w:rsidRDefault="00210EBB" w:rsidP="00A405B7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014504">
        <w:rPr>
          <w:rFonts w:ascii="Angsana New" w:hAnsi="Angsana New" w:hint="cs"/>
          <w:sz w:val="30"/>
          <w:szCs w:val="30"/>
          <w:cs/>
          <w:lang w:val="th-TH"/>
        </w:rPr>
        <w:t>บริษัทมีหนังสือค้ำประกันบริษัทซึ่งออกโดยธนาคารในประเทศ</w:t>
      </w:r>
      <w:r w:rsidR="00955A2A">
        <w:rPr>
          <w:rFonts w:ascii="Angsana New" w:hAnsi="Angsana New" w:hint="cs"/>
          <w:sz w:val="30"/>
          <w:szCs w:val="30"/>
          <w:cs/>
        </w:rPr>
        <w:t>สอง</w:t>
      </w:r>
      <w:r w:rsidRPr="00014504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</w:t>
      </w:r>
      <w:r w:rsidRPr="008D5335">
        <w:rPr>
          <w:rFonts w:ascii="Angsana New" w:hAnsi="Angsana New" w:hint="cs"/>
          <w:sz w:val="30"/>
          <w:szCs w:val="30"/>
          <w:cs/>
          <w:lang w:val="th-TH"/>
        </w:rPr>
        <w:t>หน่วยงานรัฐบาลหลายแห่ง</w:t>
      </w:r>
      <w:r w:rsidRPr="008D5335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8D5335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8D5335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8D5335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8D5335">
        <w:rPr>
          <w:rFonts w:ascii="Angsana New" w:hAnsi="Angsana New" w:hint="cs"/>
          <w:color w:val="000000"/>
          <w:sz w:val="30"/>
          <w:szCs w:val="30"/>
          <w:cs/>
        </w:rPr>
        <w:t>รวม</w:t>
      </w:r>
      <w:r w:rsidRPr="00B72309">
        <w:rPr>
          <w:rFonts w:ascii="Angsana New" w:hAnsi="Angsana New" w:hint="cs"/>
          <w:color w:val="000000"/>
          <w:sz w:val="30"/>
          <w:szCs w:val="30"/>
          <w:cs/>
        </w:rPr>
        <w:t xml:space="preserve">ประมาณ </w:t>
      </w:r>
      <w:r w:rsidR="00B72309" w:rsidRPr="00B72309">
        <w:rPr>
          <w:rFonts w:ascii="Angsana New" w:hAnsi="Angsana New"/>
          <w:color w:val="000000"/>
          <w:sz w:val="30"/>
          <w:szCs w:val="30"/>
        </w:rPr>
        <w:t>20</w:t>
      </w:r>
      <w:r w:rsidR="00955A2A" w:rsidRPr="00B72309">
        <w:rPr>
          <w:rFonts w:ascii="Angsana New" w:hAnsi="Angsana New" w:hint="cs"/>
          <w:color w:val="000000"/>
          <w:sz w:val="30"/>
          <w:szCs w:val="30"/>
          <w:cs/>
        </w:rPr>
        <w:t>.</w:t>
      </w:r>
      <w:r w:rsidR="00B72309" w:rsidRPr="00B72309">
        <w:rPr>
          <w:rFonts w:ascii="Angsana New" w:hAnsi="Angsana New"/>
          <w:color w:val="000000"/>
          <w:sz w:val="30"/>
          <w:szCs w:val="30"/>
        </w:rPr>
        <w:t>2</w:t>
      </w:r>
      <w:r w:rsidRPr="00B72309">
        <w:rPr>
          <w:rFonts w:ascii="Angsana New" w:hAnsi="Angsana New"/>
          <w:color w:val="000000"/>
          <w:sz w:val="30"/>
          <w:szCs w:val="30"/>
        </w:rPr>
        <w:t xml:space="preserve"> </w:t>
      </w:r>
      <w:r w:rsidRPr="00B72309">
        <w:rPr>
          <w:rFonts w:ascii="Angsana New" w:hAnsi="Angsana New"/>
          <w:color w:val="000000"/>
          <w:sz w:val="30"/>
          <w:szCs w:val="30"/>
          <w:cs/>
        </w:rPr>
        <w:t>ล้าน</w:t>
      </w:r>
      <w:r w:rsidRPr="008D5335">
        <w:rPr>
          <w:rFonts w:ascii="Angsana New" w:hAnsi="Angsana New"/>
          <w:color w:val="000000"/>
          <w:sz w:val="30"/>
          <w:szCs w:val="30"/>
          <w:cs/>
        </w:rPr>
        <w:t>บาท</w:t>
      </w:r>
    </w:p>
    <w:p w:rsidR="00210EBB" w:rsidRPr="00465344" w:rsidRDefault="00210EBB" w:rsidP="00210EBB">
      <w:pPr>
        <w:rPr>
          <w:rFonts w:asciiTheme="majorBidi" w:hAnsiTheme="majorBidi" w:cstheme="majorBidi"/>
          <w:color w:val="000000"/>
          <w:sz w:val="20"/>
          <w:szCs w:val="20"/>
          <w:highlight w:val="yellow"/>
          <w:cs/>
        </w:rPr>
      </w:pPr>
    </w:p>
    <w:p w:rsidR="00210EBB" w:rsidRPr="00FA4D16" w:rsidRDefault="00210EBB" w:rsidP="00A405B7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014504">
        <w:rPr>
          <w:rFonts w:ascii="Angsana New" w:hAnsi="Angsana New" w:hint="cs"/>
          <w:sz w:val="30"/>
          <w:szCs w:val="30"/>
          <w:cs/>
        </w:rPr>
        <w:t>บริษัทย่อย</w:t>
      </w:r>
      <w:r w:rsidR="007B0569">
        <w:rPr>
          <w:rFonts w:ascii="Angsana New" w:hAnsi="Angsana New" w:hint="cs"/>
          <w:sz w:val="30"/>
          <w:szCs w:val="30"/>
          <w:cs/>
        </w:rPr>
        <w:t xml:space="preserve"> </w:t>
      </w:r>
      <w:r w:rsidR="007B0569">
        <w:rPr>
          <w:rFonts w:ascii="Angsana New" w:hAnsi="Angsana New"/>
          <w:sz w:val="30"/>
          <w:szCs w:val="30"/>
        </w:rPr>
        <w:t xml:space="preserve">(TMNC) </w:t>
      </w:r>
      <w:r w:rsidRPr="00014504">
        <w:rPr>
          <w:rFonts w:ascii="Angsana New" w:hAnsi="Angsana New" w:hint="cs"/>
          <w:sz w:val="30"/>
          <w:szCs w:val="30"/>
          <w:cs/>
        </w:rPr>
        <w:t>มีภาระผูกพันจากการงาน</w:t>
      </w:r>
      <w:r w:rsidR="006F2989">
        <w:rPr>
          <w:rFonts w:ascii="Angsana New" w:hAnsi="Angsana New" w:hint="cs"/>
          <w:sz w:val="30"/>
          <w:szCs w:val="30"/>
          <w:cs/>
        </w:rPr>
        <w:t>ก่อสร้าง</w:t>
      </w:r>
      <w:r w:rsidRPr="00014504">
        <w:rPr>
          <w:rFonts w:ascii="Angsana New" w:hAnsi="Angsana New" w:hint="cs"/>
          <w:sz w:val="30"/>
          <w:szCs w:val="30"/>
          <w:cs/>
        </w:rPr>
        <w:t>โครงการ</w:t>
      </w:r>
      <w:r w:rsidR="00980119">
        <w:rPr>
          <w:rFonts w:ascii="Angsana New" w:hAnsi="Angsana New" w:hint="cs"/>
          <w:sz w:val="30"/>
          <w:szCs w:val="30"/>
          <w:cs/>
        </w:rPr>
        <w:t>โรง</w:t>
      </w:r>
      <w:r w:rsidRPr="00014504">
        <w:rPr>
          <w:rFonts w:ascii="Angsana New" w:hAnsi="Angsana New" w:hint="cs"/>
          <w:sz w:val="30"/>
          <w:szCs w:val="30"/>
          <w:cs/>
        </w:rPr>
        <w:t>พยาบาลเพื่อดูแลผู้สูงอายุเป็นจำนวนเงินรวม</w:t>
      </w:r>
      <w:r w:rsidRPr="00B72309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B72309" w:rsidRPr="00B72309">
        <w:rPr>
          <w:rFonts w:ascii="Angsana New" w:hAnsi="Angsana New"/>
          <w:sz w:val="30"/>
          <w:szCs w:val="30"/>
        </w:rPr>
        <w:t>65</w:t>
      </w:r>
      <w:r w:rsidR="006F2989" w:rsidRPr="00B72309">
        <w:rPr>
          <w:rFonts w:ascii="Angsana New" w:hAnsi="Angsana New" w:hint="cs"/>
          <w:sz w:val="30"/>
          <w:szCs w:val="30"/>
          <w:cs/>
        </w:rPr>
        <w:t>.</w:t>
      </w:r>
      <w:r w:rsidR="00B72309">
        <w:rPr>
          <w:rFonts w:ascii="Angsana New" w:hAnsi="Angsana New"/>
          <w:sz w:val="30"/>
          <w:szCs w:val="30"/>
        </w:rPr>
        <w:t>2</w:t>
      </w:r>
      <w:r w:rsidRPr="00B72309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FA4D16" w:rsidRDefault="00FA4D16" w:rsidP="00FA4D16">
      <w:pPr>
        <w:pStyle w:val="ListParagraph"/>
        <w:rPr>
          <w:rFonts w:asciiTheme="majorBidi" w:hAnsiTheme="majorBidi" w:cstheme="majorBidi"/>
          <w:color w:val="000000"/>
          <w:sz w:val="30"/>
          <w:szCs w:val="30"/>
        </w:rPr>
      </w:pPr>
    </w:p>
    <w:p w:rsidR="00FA4D16" w:rsidRPr="007F1D91" w:rsidRDefault="00FA4D16" w:rsidP="00FA4D16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F1D91">
        <w:rPr>
          <w:rFonts w:ascii="Angsana New" w:hAnsi="Angsana New" w:hint="cs"/>
          <w:color w:val="000000"/>
          <w:sz w:val="30"/>
          <w:szCs w:val="30"/>
          <w:cs/>
        </w:rPr>
        <w:t>บริษัทมีสัญญาซื้อเงินตราต่างประเทศล่วงหน้ากับธนาคารในประเทศส</w:t>
      </w:r>
      <w:r w:rsidR="00023C00">
        <w:rPr>
          <w:rFonts w:ascii="Angsana New" w:hAnsi="Angsana New" w:hint="cs"/>
          <w:color w:val="000000"/>
          <w:sz w:val="30"/>
          <w:szCs w:val="30"/>
          <w:cs/>
        </w:rPr>
        <w:t>อง</w:t>
      </w:r>
      <w:r w:rsidRPr="007F1D91">
        <w:rPr>
          <w:rFonts w:ascii="Angsana New" w:hAnsi="Angsana New" w:hint="cs"/>
          <w:color w:val="000000"/>
          <w:sz w:val="30"/>
          <w:szCs w:val="30"/>
          <w:cs/>
        </w:rPr>
        <w:t>แห่งซึ่ง</w:t>
      </w:r>
      <w:r>
        <w:rPr>
          <w:rFonts w:ascii="Angsana New" w:hAnsi="Angsana New" w:hint="cs"/>
          <w:color w:val="000000"/>
          <w:sz w:val="30"/>
          <w:szCs w:val="30"/>
          <w:cs/>
        </w:rPr>
        <w:t>สรุปได้</w:t>
      </w:r>
      <w:r w:rsidRPr="007F1D91">
        <w:rPr>
          <w:rFonts w:ascii="Angsana New" w:hAnsi="Angsana New" w:hint="cs"/>
          <w:color w:val="000000"/>
          <w:sz w:val="30"/>
          <w:szCs w:val="30"/>
          <w:cs/>
        </w:rPr>
        <w:t>ดังนี้</w:t>
      </w:r>
    </w:p>
    <w:p w:rsidR="00FA4D16" w:rsidRPr="00DA3D3B" w:rsidRDefault="00FA4D16" w:rsidP="00FA4D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747" w:type="dxa"/>
        <w:tblInd w:w="108" w:type="dxa"/>
        <w:tblLook w:val="04A0"/>
      </w:tblPr>
      <w:tblGrid>
        <w:gridCol w:w="1951"/>
        <w:gridCol w:w="261"/>
        <w:gridCol w:w="1440"/>
        <w:gridCol w:w="284"/>
        <w:gridCol w:w="1417"/>
        <w:gridCol w:w="284"/>
        <w:gridCol w:w="1275"/>
        <w:gridCol w:w="283"/>
        <w:gridCol w:w="2552"/>
      </w:tblGrid>
      <w:tr w:rsidR="00FA4D16" w:rsidRPr="007F1D91" w:rsidTr="004463B4">
        <w:tc>
          <w:tcPr>
            <w:tcW w:w="1951" w:type="dxa"/>
            <w:tcBorders>
              <w:bottom w:val="single" w:sz="4" w:space="0" w:color="auto"/>
            </w:tcBorders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7F1D91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FA4D16" w:rsidRPr="007F1D91" w:rsidTr="004463B4">
        <w:tc>
          <w:tcPr>
            <w:tcW w:w="1951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FA4D16" w:rsidRPr="007F1D91" w:rsidRDefault="004463B4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FA4D1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141</w:t>
            </w:r>
          </w:p>
        </w:tc>
        <w:tc>
          <w:tcPr>
            <w:tcW w:w="284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A4D16" w:rsidRPr="007F1D91" w:rsidRDefault="004463B4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270</w:t>
            </w:r>
          </w:p>
        </w:tc>
        <w:tc>
          <w:tcPr>
            <w:tcW w:w="284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A4D16" w:rsidRPr="007F1D91" w:rsidRDefault="004463B4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266</w:t>
            </w:r>
          </w:p>
        </w:tc>
        <w:tc>
          <w:tcPr>
            <w:tcW w:w="283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</w:tcPr>
          <w:p w:rsidR="00FA4D16" w:rsidRPr="007F1D91" w:rsidRDefault="004463B4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="00FA4D16" w:rsidRPr="007F1D91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65</w:t>
            </w:r>
          </w:p>
        </w:tc>
      </w:tr>
      <w:tr w:rsidR="00FA4D16" w:rsidRPr="00AF0226" w:rsidTr="004463B4">
        <w:tc>
          <w:tcPr>
            <w:tcW w:w="1951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261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FA4D16" w:rsidRPr="007F1D91" w:rsidRDefault="004463B4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899,089</w:t>
            </w:r>
          </w:p>
        </w:tc>
        <w:tc>
          <w:tcPr>
            <w:tcW w:w="284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FA4D16" w:rsidRPr="007F1D91" w:rsidRDefault="008C14CF" w:rsidP="008C1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</w:t>
            </w:r>
            <w:r w:rsidR="00FA4D1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697</w:t>
            </w:r>
          </w:p>
        </w:tc>
        <w:tc>
          <w:tcPr>
            <w:tcW w:w="284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</w:tcPr>
          <w:p w:rsidR="00FA4D16" w:rsidRPr="007F1D91" w:rsidRDefault="008C14CF" w:rsidP="008C1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29,903</w:t>
            </w:r>
          </w:p>
        </w:tc>
        <w:tc>
          <w:tcPr>
            <w:tcW w:w="283" w:type="dxa"/>
          </w:tcPr>
          <w:p w:rsidR="00FA4D16" w:rsidRPr="007F1D91" w:rsidRDefault="00FA4D16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</w:tcPr>
          <w:p w:rsidR="00FA4D16" w:rsidRPr="009D4ED8" w:rsidRDefault="00023C00" w:rsidP="00446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  <w:r w:rsidR="004463B4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="004463B4" w:rsidRPr="007F1D91"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  <w:r w:rsidR="004463B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463B4" w:rsidRPr="007F1D91">
              <w:rPr>
                <w:rFonts w:ascii="Angsana New" w:hAnsi="Angsana New"/>
                <w:sz w:val="30"/>
                <w:szCs w:val="30"/>
              </w:rPr>
              <w:t>25</w:t>
            </w:r>
            <w:r w:rsidR="004463B4">
              <w:rPr>
                <w:rFonts w:ascii="Angsana New" w:hAnsi="Angsana New"/>
                <w:sz w:val="30"/>
                <w:szCs w:val="30"/>
              </w:rPr>
              <w:t>65</w:t>
            </w:r>
          </w:p>
        </w:tc>
      </w:tr>
    </w:tbl>
    <w:p w:rsidR="00FA4D16" w:rsidRPr="00014504" w:rsidRDefault="00FA4D16" w:rsidP="00FA4D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210EBB" w:rsidRPr="00210EBB" w:rsidRDefault="00210EBB" w:rsidP="00210E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783875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:rsidR="00210EBB" w:rsidRPr="00465344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0"/>
          <w:szCs w:val="20"/>
        </w:rPr>
      </w:pPr>
    </w:p>
    <w:p w:rsidR="00B23E89" w:rsidRPr="00B23E89" w:rsidRDefault="00210EBB" w:rsidP="00B23E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  <w:r w:rsidRPr="00B23E89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191FEA">
        <w:rPr>
          <w:rFonts w:ascii="Angsana New" w:hAnsi="Angsana New"/>
          <w:sz w:val="30"/>
          <w:szCs w:val="30"/>
        </w:rPr>
        <w:t>19</w:t>
      </w:r>
      <w:r w:rsidR="00B23E89" w:rsidRPr="00B23E89">
        <w:rPr>
          <w:rFonts w:ascii="Angsana New" w:hAnsi="Angsana New"/>
          <w:sz w:val="30"/>
          <w:szCs w:val="30"/>
        </w:rPr>
        <w:t xml:space="preserve"> </w:t>
      </w:r>
      <w:r w:rsidRPr="00B23E89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B23E89">
        <w:rPr>
          <w:rFonts w:ascii="Angsana New" w:hAnsi="Angsana New"/>
          <w:sz w:val="30"/>
          <w:szCs w:val="30"/>
        </w:rPr>
        <w:t>256</w:t>
      </w:r>
      <w:r w:rsidR="00B23E89" w:rsidRPr="00B23E89">
        <w:rPr>
          <w:rFonts w:ascii="Angsana New" w:hAnsi="Angsana New"/>
          <w:sz w:val="30"/>
          <w:szCs w:val="30"/>
        </w:rPr>
        <w:t>5</w:t>
      </w:r>
      <w:r w:rsidRPr="00B23E89">
        <w:rPr>
          <w:rFonts w:ascii="Angsana New" w:hAnsi="Angsana New"/>
          <w:sz w:val="30"/>
          <w:szCs w:val="30"/>
        </w:rPr>
        <w:t xml:space="preserve"> </w:t>
      </w:r>
      <w:r w:rsidRPr="00B23E89">
        <w:rPr>
          <w:rFonts w:ascii="Angsana New" w:hAnsi="Angsana New" w:hint="cs"/>
          <w:sz w:val="30"/>
          <w:szCs w:val="30"/>
          <w:cs/>
        </w:rPr>
        <w:t>ผู้ถือหุ้นได้อนุมัติ</w:t>
      </w:r>
      <w:r w:rsidR="00B23E89" w:rsidRPr="00B23E89">
        <w:rPr>
          <w:rFonts w:ascii="Angsana New" w:hAnsi="Angsana New" w:hint="cs"/>
          <w:sz w:val="30"/>
          <w:szCs w:val="30"/>
          <w:cs/>
        </w:rPr>
        <w:t>เรื่องสำคัญดังต่อไปนี้</w:t>
      </w:r>
    </w:p>
    <w:p w:rsidR="00B23E89" w:rsidRPr="00465344" w:rsidRDefault="00B23E89" w:rsidP="00B23E89">
      <w:pPr>
        <w:pStyle w:val="NoSpacing"/>
        <w:tabs>
          <w:tab w:val="clear" w:pos="227"/>
          <w:tab w:val="clear" w:pos="454"/>
          <w:tab w:val="clear" w:pos="680"/>
          <w:tab w:val="left" w:pos="-3060"/>
        </w:tabs>
        <w:jc w:val="thaiDistribute"/>
        <w:rPr>
          <w:rFonts w:ascii="Angsana New" w:hAnsi="Angsana New"/>
          <w:sz w:val="20"/>
          <w:szCs w:val="20"/>
        </w:rPr>
      </w:pPr>
    </w:p>
    <w:p w:rsidR="00B23E89" w:rsidRPr="00B23E89" w:rsidRDefault="00B23E89" w:rsidP="00A405B7">
      <w:pPr>
        <w:pStyle w:val="a"/>
        <w:numPr>
          <w:ilvl w:val="0"/>
          <w:numId w:val="20"/>
        </w:numPr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  <w:r w:rsidRPr="00B23E89">
        <w:rPr>
          <w:rFonts w:ascii="Angsana New" w:hAnsi="Angsana New"/>
          <w:cs/>
        </w:rPr>
        <w:t>การออกและเสนอขายใบสำคัญแสดงสิทธิที่จะซื้อหุ้นสามัญเพิ่มทุนของบริษัท (“</w:t>
      </w:r>
      <w:r w:rsidRPr="00B23E89">
        <w:rPr>
          <w:rFonts w:ascii="Angsana New" w:hAnsi="Angsana New"/>
          <w:lang w:val="en-US"/>
        </w:rPr>
        <w:t>TM-W1</w:t>
      </w:r>
      <w:r w:rsidRPr="00B23E89">
        <w:rPr>
          <w:rFonts w:ascii="Angsana New" w:hAnsi="Angsana New"/>
          <w:cs/>
        </w:rPr>
        <w:t xml:space="preserve">”) จำนวน </w:t>
      </w:r>
      <w:r w:rsidRPr="00B23E89">
        <w:rPr>
          <w:rFonts w:ascii="Angsana New" w:hAnsi="Angsana New"/>
          <w:lang w:val="en-US"/>
        </w:rPr>
        <w:t>102,666,66</w:t>
      </w:r>
      <w:r w:rsidRPr="00B23E89">
        <w:rPr>
          <w:rFonts w:ascii="Angsana New" w:hAnsi="Angsana New"/>
          <w:cs/>
          <w:lang w:val="en-US"/>
        </w:rPr>
        <w:t>2</w:t>
      </w:r>
      <w:r w:rsidRPr="00B23E89">
        <w:rPr>
          <w:rFonts w:ascii="Angsana New" w:hAnsi="Angsana New"/>
          <w:lang w:val="en-US"/>
        </w:rPr>
        <w:t xml:space="preserve"> </w:t>
      </w:r>
      <w:r w:rsidRPr="00B23E89">
        <w:rPr>
          <w:rFonts w:ascii="Angsana New" w:hAnsi="Angsana New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Pr="00B23E89">
        <w:rPr>
          <w:rFonts w:ascii="Angsana New" w:hAnsi="Angsana New"/>
          <w:lang w:val="en-US"/>
        </w:rPr>
        <w:t>3</w:t>
      </w:r>
      <w:r w:rsidRPr="00B23E89">
        <w:rPr>
          <w:rFonts w:ascii="Angsana New" w:hAnsi="Angsana New"/>
          <w:cs/>
        </w:rPr>
        <w:t xml:space="preserve"> หุ้นต่อใบสำคัญแสดงสิทธิ 1 หน่วย</w:t>
      </w:r>
      <w:r w:rsidRPr="00B23E89">
        <w:rPr>
          <w:rFonts w:ascii="Angsana New" w:hAnsi="Angsana New"/>
          <w:lang w:val="en-US"/>
        </w:rPr>
        <w:t xml:space="preserve"> (</w:t>
      </w:r>
      <w:r w:rsidRPr="00B23E89">
        <w:rPr>
          <w:rFonts w:ascii="Angsana New" w:hAnsi="Angsana New"/>
          <w:cs/>
          <w:lang w:val="en-US"/>
        </w:rPr>
        <w:t xml:space="preserve">แบบ </w:t>
      </w:r>
      <w:r w:rsidRPr="00B23E89">
        <w:rPr>
          <w:rFonts w:ascii="Angsana New" w:hAnsi="Angsana New"/>
          <w:lang w:val="en-US"/>
        </w:rPr>
        <w:t xml:space="preserve">Right Offering) </w:t>
      </w:r>
      <w:r w:rsidRPr="00B23E89">
        <w:rPr>
          <w:rFonts w:ascii="Angsana New" w:hAnsi="Angsana New"/>
          <w:cs/>
        </w:rPr>
        <w:t>ซึ่งรายละเอียด</w:t>
      </w:r>
      <w:r w:rsidRPr="00B23E89">
        <w:rPr>
          <w:rFonts w:ascii="Angsana New" w:hAnsi="Angsana New"/>
          <w:cs/>
          <w:lang w:val="en-US"/>
        </w:rPr>
        <w:t>โดยสังเขป</w:t>
      </w:r>
      <w:r w:rsidRPr="00B23E89">
        <w:rPr>
          <w:rFonts w:ascii="Angsana New" w:hAnsi="Angsana New"/>
          <w:cs/>
        </w:rPr>
        <w:t>ของใบสำคัญแสดงสิทธิมีดังนี้</w:t>
      </w:r>
    </w:p>
    <w:p w:rsidR="00B23E89" w:rsidRPr="00465344" w:rsidRDefault="00B23E89" w:rsidP="00B23E89">
      <w:pPr>
        <w:pStyle w:val="a"/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8820" w:type="dxa"/>
        <w:tblInd w:w="648" w:type="dxa"/>
        <w:tblLook w:val="04A0"/>
      </w:tblPr>
      <w:tblGrid>
        <w:gridCol w:w="1710"/>
        <w:gridCol w:w="7110"/>
      </w:tblGrid>
      <w:tr w:rsidR="00B23E89" w:rsidRPr="00B23E89" w:rsidTr="003332E1">
        <w:tc>
          <w:tcPr>
            <w:tcW w:w="1710" w:type="dxa"/>
          </w:tcPr>
          <w:p w:rsidR="00B23E89" w:rsidRPr="00B23E89" w:rsidRDefault="00B23E89" w:rsidP="003332E1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B23E89">
              <w:rPr>
                <w:rFonts w:ascii="Angsana New" w:hAnsi="Angsana New"/>
                <w:cs/>
                <w:lang w:val="en-US"/>
              </w:rPr>
              <w:t>อัตราการใช้สิทธิ</w:t>
            </w:r>
          </w:p>
        </w:tc>
        <w:tc>
          <w:tcPr>
            <w:tcW w:w="7110" w:type="dxa"/>
          </w:tcPr>
          <w:p w:rsidR="00B23E89" w:rsidRPr="00B23E89" w:rsidRDefault="00B23E89" w:rsidP="003332E1">
            <w:pPr>
              <w:pStyle w:val="a"/>
              <w:tabs>
                <w:tab w:val="clear" w:pos="1080"/>
                <w:tab w:val="left" w:pos="-586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B23E89">
              <w:rPr>
                <w:rFonts w:ascii="Angsana New" w:hAnsi="Angsana New"/>
                <w:cs/>
                <w:lang w:val="en-US"/>
              </w:rPr>
              <w:t xml:space="preserve">ใบสำคัญแสดงสิทธิ  1 หน่วยซื้อหุ้นสามัญเพิ่มทุนได้ </w:t>
            </w:r>
            <w:r w:rsidRPr="00B23E89">
              <w:rPr>
                <w:rFonts w:ascii="Angsana New" w:hAnsi="Angsana New"/>
                <w:lang w:val="en-US"/>
              </w:rPr>
              <w:t xml:space="preserve">1 </w:t>
            </w:r>
            <w:r w:rsidRPr="00B23E89">
              <w:rPr>
                <w:rFonts w:ascii="Angsana New" w:hAnsi="Angsana New"/>
                <w:cs/>
                <w:lang w:val="en-US"/>
              </w:rPr>
              <w:t xml:space="preserve">หุ้น </w:t>
            </w:r>
          </w:p>
        </w:tc>
      </w:tr>
      <w:tr w:rsidR="00B23E89" w:rsidRPr="00B23E89" w:rsidTr="003332E1">
        <w:tc>
          <w:tcPr>
            <w:tcW w:w="1710" w:type="dxa"/>
          </w:tcPr>
          <w:p w:rsidR="00B23E89" w:rsidRPr="00B23E89" w:rsidRDefault="00B23E89" w:rsidP="003332E1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B23E89">
              <w:rPr>
                <w:rFonts w:ascii="Angsana New" w:hAnsi="Angsana New"/>
                <w:cs/>
                <w:lang w:val="en-US"/>
              </w:rPr>
              <w:t>ราคาใช้สิทธิต่อหุ้น</w:t>
            </w:r>
          </w:p>
        </w:tc>
        <w:tc>
          <w:tcPr>
            <w:tcW w:w="7110" w:type="dxa"/>
          </w:tcPr>
          <w:p w:rsidR="00B23E89" w:rsidRPr="00B23E89" w:rsidRDefault="00B23E89" w:rsidP="003332E1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B23E89">
              <w:rPr>
                <w:rFonts w:ascii="Angsana New" w:hAnsi="Angsana New"/>
                <w:cs/>
                <w:lang w:val="en-US"/>
              </w:rPr>
              <w:t>2.</w:t>
            </w:r>
            <w:r w:rsidRPr="00B23E89">
              <w:rPr>
                <w:rFonts w:ascii="Angsana New" w:hAnsi="Angsana New"/>
                <w:lang w:val="en-US"/>
              </w:rPr>
              <w:t>5</w:t>
            </w:r>
            <w:r w:rsidRPr="00B23E89">
              <w:rPr>
                <w:rFonts w:ascii="Angsana New" w:hAnsi="Angsana New"/>
                <w:cs/>
                <w:lang w:val="en-US"/>
              </w:rPr>
              <w:t>0 บาท</w:t>
            </w:r>
          </w:p>
        </w:tc>
      </w:tr>
      <w:tr w:rsidR="00B23E89" w:rsidRPr="00B23E89" w:rsidTr="003332E1">
        <w:tc>
          <w:tcPr>
            <w:tcW w:w="1710" w:type="dxa"/>
          </w:tcPr>
          <w:p w:rsidR="00B23E89" w:rsidRPr="00B23E89" w:rsidRDefault="00B23E89" w:rsidP="003332E1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B23E89">
              <w:rPr>
                <w:rFonts w:ascii="Angsana New" w:hAnsi="Angsana New"/>
                <w:cs/>
                <w:lang w:val="en-US"/>
              </w:rPr>
              <w:t>วันออกและอายุ</w:t>
            </w:r>
          </w:p>
        </w:tc>
        <w:tc>
          <w:tcPr>
            <w:tcW w:w="7110" w:type="dxa"/>
          </w:tcPr>
          <w:p w:rsidR="00B23E89" w:rsidRPr="00B23E89" w:rsidRDefault="00B23E89" w:rsidP="003332E1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B23E89">
              <w:rPr>
                <w:rFonts w:ascii="Angsana New" w:hAnsi="Angsana New"/>
                <w:lang w:val="en-US"/>
              </w:rPr>
              <w:t xml:space="preserve">24 </w:t>
            </w:r>
            <w:r w:rsidRPr="00B23E89">
              <w:rPr>
                <w:rFonts w:ascii="Angsana New" w:hAnsi="Angsana New"/>
                <w:cs/>
                <w:lang w:val="en-US"/>
              </w:rPr>
              <w:t>พฤษภาคม 2565 โดยมีอายุ 3 ปีนับจากวันที่ออก</w:t>
            </w:r>
          </w:p>
        </w:tc>
      </w:tr>
      <w:tr w:rsidR="00B23E89" w:rsidRPr="00B23E89" w:rsidTr="003332E1">
        <w:tc>
          <w:tcPr>
            <w:tcW w:w="1710" w:type="dxa"/>
          </w:tcPr>
          <w:p w:rsidR="00B23E89" w:rsidRPr="00B23E89" w:rsidRDefault="00B23E89" w:rsidP="003332E1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B23E89">
              <w:rPr>
                <w:rFonts w:ascii="Angsana New" w:hAnsi="Angsana New"/>
                <w:cs/>
                <w:lang w:val="en-US"/>
              </w:rPr>
              <w:t>วันใช้สิทธิ</w:t>
            </w:r>
          </w:p>
        </w:tc>
        <w:tc>
          <w:tcPr>
            <w:tcW w:w="7110" w:type="dxa"/>
          </w:tcPr>
          <w:p w:rsidR="00B23E89" w:rsidRPr="00B23E89" w:rsidRDefault="00B23E89" w:rsidP="003332E1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B23E89">
              <w:rPr>
                <w:rFonts w:ascii="Angsana New" w:hAnsi="Angsana New"/>
                <w:cs/>
                <w:lang w:val="en-US"/>
              </w:rPr>
              <w:t>30 พฤศจิกายน 2566 31 พฤษภาคม 2567 29 พฤศจิกายน 2567 และ 23 พฤษภาคม 2568</w:t>
            </w:r>
          </w:p>
        </w:tc>
      </w:tr>
    </w:tbl>
    <w:p w:rsidR="00B23E89" w:rsidRPr="00465344" w:rsidRDefault="00B23E89" w:rsidP="00B23E89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 w:val="20"/>
          <w:szCs w:val="20"/>
        </w:rPr>
      </w:pPr>
    </w:p>
    <w:p w:rsidR="00B23E89" w:rsidRPr="00B23E89" w:rsidRDefault="00B23E89" w:rsidP="00A405B7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B23E89">
        <w:rPr>
          <w:rFonts w:ascii="Angsana New" w:hAnsi="Angsana New"/>
          <w:szCs w:val="30"/>
          <w:cs/>
          <w:lang w:val="th-TH"/>
        </w:rPr>
        <w:t>การลดทุนจดทะเบียนของบริษัทจากจำนวน 154,000,000 บาท (แบ่งออกเป็นหุ้นสามัญ 308,000,000 หุ้น มูลค่าหุ้นละ 0.50 บาท) เป็น 153</w:t>
      </w:r>
      <w:r w:rsidRPr="00B23E89">
        <w:rPr>
          <w:rFonts w:ascii="Angsana New" w:hAnsi="Angsana New"/>
          <w:szCs w:val="30"/>
        </w:rPr>
        <w:t>,</w:t>
      </w:r>
      <w:r w:rsidRPr="00B23E89">
        <w:rPr>
          <w:rFonts w:ascii="Angsana New" w:hAnsi="Angsana New"/>
          <w:szCs w:val="30"/>
          <w:cs/>
          <w:lang w:val="th-TH"/>
        </w:rPr>
        <w:t>99</w:t>
      </w:r>
      <w:r w:rsidRPr="00B23E89">
        <w:rPr>
          <w:rFonts w:ascii="Angsana New" w:hAnsi="Angsana New"/>
          <w:szCs w:val="30"/>
        </w:rPr>
        <w:t>9,993.50</w:t>
      </w:r>
      <w:r w:rsidRPr="00B23E89">
        <w:rPr>
          <w:rFonts w:ascii="Angsana New" w:hAnsi="Angsana New"/>
          <w:szCs w:val="30"/>
          <w:cs/>
          <w:lang w:val="th-TH"/>
        </w:rPr>
        <w:t xml:space="preserve"> บาท (แบ่งออกเป็นหุ้นสามัญ 307</w:t>
      </w:r>
      <w:r w:rsidRPr="00B23E89">
        <w:rPr>
          <w:rFonts w:ascii="Angsana New" w:hAnsi="Angsana New"/>
          <w:szCs w:val="30"/>
        </w:rPr>
        <w:t>,999,987</w:t>
      </w:r>
      <w:r w:rsidRPr="00B23E89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</w:t>
      </w:r>
      <w:r w:rsidRPr="00B23E89">
        <w:rPr>
          <w:rFonts w:ascii="Angsana New" w:hAnsi="Angsana New"/>
          <w:szCs w:val="30"/>
        </w:rPr>
        <w:t xml:space="preserve"> </w:t>
      </w:r>
      <w:r w:rsidRPr="00B23E89">
        <w:rPr>
          <w:rFonts w:ascii="Angsana New" w:hAnsi="Angsana New"/>
          <w:szCs w:val="30"/>
          <w:cs/>
        </w:rPr>
        <w:t>โดยเป็นการลดทุนจดทะเบียนในส่วนของหุ้นสามัญที่ยังไม่ได้ออก</w:t>
      </w:r>
    </w:p>
    <w:p w:rsidR="00B23E89" w:rsidRPr="00465344" w:rsidRDefault="00B23E89" w:rsidP="00B23E89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:rsidR="00B23E89" w:rsidRPr="00B23E89" w:rsidRDefault="00B23E89" w:rsidP="00A405B7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B23E89">
        <w:rPr>
          <w:rFonts w:ascii="Angsana New" w:hAnsi="Angsana New"/>
          <w:szCs w:val="30"/>
          <w:cs/>
          <w:lang w:val="th-TH"/>
        </w:rPr>
        <w:lastRenderedPageBreak/>
        <w:t>การเพิ่มทุนจดทะเบียนของบริษัทจากจำนวน</w:t>
      </w:r>
      <w:r w:rsidRPr="00B23E89">
        <w:rPr>
          <w:rFonts w:ascii="Angsana New" w:hAnsi="Angsana New"/>
          <w:szCs w:val="30"/>
        </w:rPr>
        <w:t xml:space="preserve"> </w:t>
      </w:r>
      <w:r w:rsidRPr="00B23E89">
        <w:rPr>
          <w:rFonts w:ascii="Angsana New" w:hAnsi="Angsana New"/>
          <w:szCs w:val="30"/>
          <w:cs/>
          <w:lang w:val="th-TH"/>
        </w:rPr>
        <w:t>153</w:t>
      </w:r>
      <w:r w:rsidRPr="00B23E89">
        <w:rPr>
          <w:rFonts w:ascii="Angsana New" w:hAnsi="Angsana New"/>
          <w:szCs w:val="30"/>
        </w:rPr>
        <w:t>,</w:t>
      </w:r>
      <w:r w:rsidRPr="00B23E89">
        <w:rPr>
          <w:rFonts w:ascii="Angsana New" w:hAnsi="Angsana New"/>
          <w:szCs w:val="30"/>
          <w:cs/>
          <w:lang w:val="th-TH"/>
        </w:rPr>
        <w:t>99</w:t>
      </w:r>
      <w:r w:rsidRPr="00B23E89">
        <w:rPr>
          <w:rFonts w:ascii="Angsana New" w:hAnsi="Angsana New"/>
          <w:szCs w:val="30"/>
        </w:rPr>
        <w:t xml:space="preserve">9,993.50 </w:t>
      </w:r>
      <w:r w:rsidRPr="00B23E89">
        <w:rPr>
          <w:rFonts w:ascii="Angsana New" w:hAnsi="Angsana New"/>
          <w:szCs w:val="30"/>
          <w:cs/>
          <w:lang w:val="th-TH"/>
        </w:rPr>
        <w:t xml:space="preserve">บาท (แบ่งออกเป็นหุ้นสามัญ </w:t>
      </w:r>
      <w:r w:rsidRPr="00B23E89">
        <w:rPr>
          <w:rFonts w:ascii="Angsana New" w:hAnsi="Angsana New"/>
          <w:szCs w:val="30"/>
        </w:rPr>
        <w:t>307,999,987</w:t>
      </w:r>
      <w:r w:rsidRPr="00B23E89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เป็น</w:t>
      </w:r>
      <w:r w:rsidRPr="00B23E89">
        <w:rPr>
          <w:rFonts w:ascii="Angsana New" w:hAnsi="Angsana New"/>
          <w:szCs w:val="30"/>
        </w:rPr>
        <w:t xml:space="preserve"> 205,333,324.50 </w:t>
      </w:r>
      <w:r w:rsidRPr="00B23E89">
        <w:rPr>
          <w:rFonts w:ascii="Angsana New" w:hAnsi="Angsana New"/>
          <w:szCs w:val="30"/>
          <w:cs/>
          <w:lang w:val="th-TH"/>
        </w:rPr>
        <w:t>บาท (แบ่งออกเป็นหุ้นสามัญ 410,666,6</w:t>
      </w:r>
      <w:r w:rsidRPr="00B23E89">
        <w:rPr>
          <w:rFonts w:ascii="Angsana New" w:hAnsi="Angsana New"/>
          <w:szCs w:val="30"/>
        </w:rPr>
        <w:t>49</w:t>
      </w:r>
      <w:r w:rsidRPr="00B23E89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โดยการออกหุ้นสามัญใหม่จำนวน 102,666,662 หุ้น มูลค่าหุ้นละ 0.50 บาท เป็นจำนวนเงิน</w:t>
      </w:r>
      <w:r w:rsidRPr="00B23E89">
        <w:rPr>
          <w:rFonts w:ascii="Angsana New" w:hAnsi="Angsana New"/>
          <w:szCs w:val="30"/>
        </w:rPr>
        <w:t xml:space="preserve"> 51,333,331 </w:t>
      </w:r>
      <w:r w:rsidRPr="00B23E89">
        <w:rPr>
          <w:rFonts w:ascii="Angsana New" w:hAnsi="Angsana New"/>
          <w:szCs w:val="30"/>
          <w:cs/>
          <w:lang w:val="th-TH"/>
        </w:rPr>
        <w:t>บาทเพื่อรองรับการใช้สิทธิของใบสำคัญแสดงสิทธิที่จะออกให้แก่ผู้ถือหุ้นเดิมตามที่กล่าว</w:t>
      </w:r>
      <w:r w:rsidRPr="00B23E89">
        <w:rPr>
          <w:rFonts w:ascii="Angsana New" w:hAnsi="Angsana New"/>
          <w:szCs w:val="30"/>
          <w:cs/>
        </w:rPr>
        <w:t>ถึง</w:t>
      </w:r>
      <w:r w:rsidRPr="00B23E89">
        <w:rPr>
          <w:rFonts w:ascii="Angsana New" w:hAnsi="Angsana New"/>
          <w:szCs w:val="30"/>
          <w:cs/>
          <w:lang w:val="th-TH"/>
        </w:rPr>
        <w:t>ข้างต้น</w:t>
      </w:r>
    </w:p>
    <w:p w:rsidR="00B23E89" w:rsidRPr="00465344" w:rsidRDefault="00B23E89" w:rsidP="00B23E89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:rsidR="00B23E89" w:rsidRPr="00B23E89" w:rsidRDefault="00B23E89" w:rsidP="00A405B7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B23E89">
        <w:rPr>
          <w:rFonts w:ascii="Angsana New" w:hAnsi="Angsana New"/>
          <w:sz w:val="30"/>
          <w:szCs w:val="30"/>
          <w:cs/>
        </w:rPr>
        <w:t>การประกาศจ่ายเงินปันผลจากผลการดำเนินงานปี 2564 ในอัตราหุ้นละ 0.</w:t>
      </w:r>
      <w:r w:rsidRPr="00B23E89">
        <w:rPr>
          <w:rFonts w:ascii="Angsana New" w:hAnsi="Angsana New"/>
          <w:sz w:val="30"/>
          <w:szCs w:val="30"/>
        </w:rPr>
        <w:t>085</w:t>
      </w:r>
      <w:r w:rsidR="00335922">
        <w:rPr>
          <w:rFonts w:ascii="Angsana New" w:hAnsi="Angsana New"/>
          <w:sz w:val="30"/>
          <w:szCs w:val="30"/>
          <w:cs/>
        </w:rPr>
        <w:t xml:space="preserve"> บาท</w:t>
      </w:r>
      <w:r w:rsidRPr="00B23E89">
        <w:rPr>
          <w:rFonts w:ascii="Angsana New" w:hAnsi="Angsana New"/>
          <w:sz w:val="30"/>
          <w:szCs w:val="30"/>
          <w:cs/>
        </w:rPr>
        <w:t>คิดเป็นเงินรวม</w:t>
      </w:r>
      <w:r w:rsidRPr="00B23E89">
        <w:rPr>
          <w:rFonts w:ascii="Angsana New" w:hAnsi="Angsana New"/>
          <w:sz w:val="30"/>
          <w:szCs w:val="30"/>
          <w:cs/>
          <w:lang w:val="th-TH"/>
        </w:rPr>
        <w:t xml:space="preserve">ประมาณ </w:t>
      </w:r>
      <w:r w:rsidRPr="00B23E89">
        <w:rPr>
          <w:rFonts w:ascii="Angsana New" w:hAnsi="Angsana New"/>
          <w:sz w:val="30"/>
          <w:szCs w:val="30"/>
        </w:rPr>
        <w:t xml:space="preserve">26.18 </w:t>
      </w:r>
      <w:r w:rsidRPr="00B23E89">
        <w:rPr>
          <w:rFonts w:ascii="Angsana New" w:hAnsi="Angsana New"/>
          <w:sz w:val="30"/>
          <w:szCs w:val="30"/>
          <w:cs/>
        </w:rPr>
        <w:t>ล้านบาทโดยกำหนดจ่ายเงินปันผลในวันที่</w:t>
      </w:r>
      <w:r w:rsidRPr="00B23E89">
        <w:rPr>
          <w:rFonts w:ascii="Angsana New" w:hAnsi="Angsana New"/>
          <w:sz w:val="30"/>
          <w:szCs w:val="30"/>
        </w:rPr>
        <w:t xml:space="preserve"> </w:t>
      </w:r>
      <w:r w:rsidR="00191FEA">
        <w:rPr>
          <w:rFonts w:ascii="Angsana New" w:hAnsi="Angsana New"/>
          <w:sz w:val="30"/>
          <w:szCs w:val="30"/>
        </w:rPr>
        <w:t>17</w:t>
      </w:r>
      <w:r w:rsidRPr="00B23E89">
        <w:rPr>
          <w:rFonts w:ascii="Angsana New" w:hAnsi="Angsana New"/>
          <w:sz w:val="30"/>
          <w:szCs w:val="30"/>
        </w:rPr>
        <w:t xml:space="preserve"> </w:t>
      </w:r>
      <w:r w:rsidRPr="00B23E89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B23E89">
        <w:rPr>
          <w:rFonts w:ascii="Angsana New" w:hAnsi="Angsana New"/>
          <w:sz w:val="30"/>
          <w:szCs w:val="30"/>
        </w:rPr>
        <w:t>2565</w:t>
      </w:r>
    </w:p>
    <w:p w:rsidR="00B23E89" w:rsidRPr="00335922" w:rsidRDefault="00B23E89" w:rsidP="00B23E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:rsidR="00210EBB" w:rsidRPr="00B23E89" w:rsidRDefault="00210EBB" w:rsidP="00210E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B23E89">
        <w:rPr>
          <w:rFonts w:ascii="Angsana New" w:hAnsi="Angsana New"/>
          <w:b/>
          <w:bCs/>
          <w:sz w:val="30"/>
          <w:szCs w:val="30"/>
          <w:cs/>
        </w:rPr>
        <w:t>การอนุมัติ</w:t>
      </w:r>
      <w:r w:rsidRPr="00B23E89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B23E89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B23E89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210EBB" w:rsidRPr="00B23E89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210EBB" w:rsidRPr="00B23E89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B23E89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B23E89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B23E89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B23E89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="00252E8F" w:rsidRPr="00B23E89">
        <w:rPr>
          <w:rFonts w:ascii="Angsana New" w:hAnsi="Angsana New"/>
          <w:sz w:val="30"/>
          <w:szCs w:val="30"/>
        </w:rPr>
        <w:t>7</w:t>
      </w:r>
      <w:r w:rsidRPr="00B23E89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="00252E8F" w:rsidRPr="00B23E89">
        <w:rPr>
          <w:rFonts w:ascii="Angsana New" w:hAnsi="Angsana New"/>
          <w:sz w:val="30"/>
          <w:szCs w:val="30"/>
        </w:rPr>
        <w:t>2565</w:t>
      </w:r>
    </w:p>
    <w:p w:rsidR="00AF0226" w:rsidRPr="00AF0226" w:rsidRDefault="00AF0226" w:rsidP="00252E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  <w:cs/>
        </w:rPr>
      </w:pPr>
    </w:p>
    <w:sectPr w:rsidR="00AF0226" w:rsidRPr="00AF0226" w:rsidSect="00AC6380">
      <w:headerReference w:type="default" r:id="rId11"/>
      <w:pgSz w:w="11909" w:h="16834" w:code="9"/>
      <w:pgMar w:top="3060" w:right="1152" w:bottom="810" w:left="1440" w:header="900" w:footer="329" w:gutter="0"/>
      <w:pgNumType w:start="11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FA3" w:rsidRDefault="00C40FA3">
      <w:r>
        <w:separator/>
      </w:r>
    </w:p>
  </w:endnote>
  <w:endnote w:type="continuationSeparator" w:id="1">
    <w:p w:rsidR="00C40FA3" w:rsidRDefault="00C40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0563"/>
      <w:docPartObj>
        <w:docPartGallery w:val="Page Numbers (Bottom of Page)"/>
        <w:docPartUnique/>
      </w:docPartObj>
    </w:sdtPr>
    <w:sdtContent>
      <w:p w:rsidR="004463B4" w:rsidRDefault="0021116F">
        <w:pPr>
          <w:pStyle w:val="Footer"/>
          <w:jc w:val="right"/>
        </w:pPr>
        <w:fldSimple w:instr=" PAGE   \* MERGEFORMAT ">
          <w:r w:rsidR="00023C00">
            <w:rPr>
              <w:noProof/>
            </w:rPr>
            <w:t>17</w:t>
          </w:r>
        </w:fldSimple>
      </w:p>
    </w:sdtContent>
  </w:sdt>
  <w:p w:rsidR="004463B4" w:rsidRDefault="004463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3B4" w:rsidRPr="002C472B" w:rsidRDefault="0021116F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4463B4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4463B4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4463B4" w:rsidRPr="002C472B" w:rsidRDefault="004463B4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FA3" w:rsidRDefault="00C40FA3">
      <w:r>
        <w:separator/>
      </w:r>
    </w:p>
  </w:footnote>
  <w:footnote w:type="continuationSeparator" w:id="1">
    <w:p w:rsidR="00C40FA3" w:rsidRDefault="00C40F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3B4" w:rsidRPr="0014722B" w:rsidRDefault="004463B4" w:rsidP="00252E8F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4463B4" w:rsidRPr="001C29D1" w:rsidRDefault="004463B4" w:rsidP="00252E8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4463B4" w:rsidRDefault="004463B4" w:rsidP="00252E8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</w:rPr>
      <w:t xml:space="preserve">2565 </w:t>
    </w:r>
    <w:r>
      <w:rPr>
        <w:rFonts w:ascii="Angsana New" w:hAnsi="Angsana New"/>
        <w:b/>
        <w:bCs/>
        <w:sz w:val="32"/>
        <w:szCs w:val="32"/>
        <w:cs/>
      </w:rPr>
      <w:t xml:space="preserve">และ </w:t>
    </w:r>
    <w:r>
      <w:rPr>
        <w:rFonts w:ascii="Angsana New" w:hAnsi="Angsana New"/>
        <w:b/>
        <w:bCs/>
        <w:sz w:val="32"/>
        <w:szCs w:val="32"/>
      </w:rPr>
      <w:t xml:space="preserve">2564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4463B4" w:rsidRDefault="004463B4" w:rsidP="00252E8F">
    <w:pPr>
      <w:pStyle w:val="Header"/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3B4" w:rsidRPr="0014722B" w:rsidRDefault="004463B4" w:rsidP="00252E8F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4463B4" w:rsidRPr="001C29D1" w:rsidRDefault="004463B4" w:rsidP="00252E8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4463B4" w:rsidRDefault="004463B4" w:rsidP="00252E8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</w:rPr>
      <w:t xml:space="preserve">2565 </w:t>
    </w:r>
    <w:r>
      <w:rPr>
        <w:rFonts w:ascii="Angsana New" w:hAnsi="Angsana New"/>
        <w:b/>
        <w:bCs/>
        <w:sz w:val="32"/>
        <w:szCs w:val="32"/>
        <w:cs/>
      </w:rPr>
      <w:t xml:space="preserve">และ </w:t>
    </w:r>
    <w:r>
      <w:rPr>
        <w:rFonts w:ascii="Angsana New" w:hAnsi="Angsana New"/>
        <w:b/>
        <w:bCs/>
        <w:sz w:val="32"/>
        <w:szCs w:val="32"/>
      </w:rPr>
      <w:t xml:space="preserve">2564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4463B4" w:rsidRDefault="004463B4" w:rsidP="00252E8F">
    <w:pPr>
      <w:pStyle w:val="Header"/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B295C4C"/>
    <w:multiLevelType w:val="hybridMultilevel"/>
    <w:tmpl w:val="EEEEBAF8"/>
    <w:lvl w:ilvl="0" w:tplc="0A861196">
      <w:start w:val="80"/>
      <w:numFmt w:val="bullet"/>
      <w:lvlText w:val="-"/>
      <w:lvlJc w:val="left"/>
      <w:pPr>
        <w:ind w:left="9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9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1"/>
  </w:num>
  <w:num w:numId="13">
    <w:abstractNumId w:val="18"/>
  </w:num>
  <w:num w:numId="14">
    <w:abstractNumId w:val="14"/>
  </w:num>
  <w:num w:numId="15">
    <w:abstractNumId w:val="16"/>
  </w:num>
  <w:num w:numId="16">
    <w:abstractNumId w:val="17"/>
  </w:num>
  <w:num w:numId="17">
    <w:abstractNumId w:val="12"/>
  </w:num>
  <w:num w:numId="18">
    <w:abstractNumId w:val="19"/>
  </w:num>
  <w:num w:numId="19">
    <w:abstractNumId w:val="10"/>
  </w:num>
  <w:num w:numId="20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23234" fill="f" fillcolor="#f49100" strokecolor="#f49100">
      <v:fill color="#f49100" on="f"/>
      <v:stroke color="#f49100"/>
      <o:colormru v:ext="edit" colors="#f49100,#8f9286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82"/>
    <w:rsid w:val="000032E3"/>
    <w:rsid w:val="00003510"/>
    <w:rsid w:val="000036C0"/>
    <w:rsid w:val="00003B3F"/>
    <w:rsid w:val="00003D3C"/>
    <w:rsid w:val="00004413"/>
    <w:rsid w:val="000053D7"/>
    <w:rsid w:val="00007CF5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04"/>
    <w:rsid w:val="000145ED"/>
    <w:rsid w:val="00014744"/>
    <w:rsid w:val="000148EC"/>
    <w:rsid w:val="00014DDC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2079"/>
    <w:rsid w:val="00022C7F"/>
    <w:rsid w:val="00023953"/>
    <w:rsid w:val="00023B5E"/>
    <w:rsid w:val="00023C00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727"/>
    <w:rsid w:val="00035E7C"/>
    <w:rsid w:val="000360E9"/>
    <w:rsid w:val="000369FE"/>
    <w:rsid w:val="00036AE6"/>
    <w:rsid w:val="000377FC"/>
    <w:rsid w:val="00037B3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69B"/>
    <w:rsid w:val="000452F6"/>
    <w:rsid w:val="0004560A"/>
    <w:rsid w:val="0004566B"/>
    <w:rsid w:val="000457E7"/>
    <w:rsid w:val="00045AF2"/>
    <w:rsid w:val="000461DA"/>
    <w:rsid w:val="000463F0"/>
    <w:rsid w:val="00046B21"/>
    <w:rsid w:val="00046FBF"/>
    <w:rsid w:val="00047F5F"/>
    <w:rsid w:val="0005054F"/>
    <w:rsid w:val="00050964"/>
    <w:rsid w:val="0005100A"/>
    <w:rsid w:val="0005295D"/>
    <w:rsid w:val="00052E5C"/>
    <w:rsid w:val="00052F48"/>
    <w:rsid w:val="000531B1"/>
    <w:rsid w:val="00056F64"/>
    <w:rsid w:val="00057813"/>
    <w:rsid w:val="000602EC"/>
    <w:rsid w:val="00060AD4"/>
    <w:rsid w:val="0006171C"/>
    <w:rsid w:val="00061853"/>
    <w:rsid w:val="000624A8"/>
    <w:rsid w:val="00062659"/>
    <w:rsid w:val="00062773"/>
    <w:rsid w:val="0006548F"/>
    <w:rsid w:val="000655B5"/>
    <w:rsid w:val="00065B91"/>
    <w:rsid w:val="0006671E"/>
    <w:rsid w:val="00067110"/>
    <w:rsid w:val="00070F6A"/>
    <w:rsid w:val="000710A7"/>
    <w:rsid w:val="0007132F"/>
    <w:rsid w:val="0007135E"/>
    <w:rsid w:val="00072336"/>
    <w:rsid w:val="00072E0A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4A9"/>
    <w:rsid w:val="00080660"/>
    <w:rsid w:val="000811A5"/>
    <w:rsid w:val="0008172F"/>
    <w:rsid w:val="0008191F"/>
    <w:rsid w:val="000832F1"/>
    <w:rsid w:val="0008424F"/>
    <w:rsid w:val="00084564"/>
    <w:rsid w:val="00084730"/>
    <w:rsid w:val="00085996"/>
    <w:rsid w:val="0008663D"/>
    <w:rsid w:val="0008667A"/>
    <w:rsid w:val="000877D3"/>
    <w:rsid w:val="00087C73"/>
    <w:rsid w:val="00087C7C"/>
    <w:rsid w:val="00090105"/>
    <w:rsid w:val="0009026F"/>
    <w:rsid w:val="00090340"/>
    <w:rsid w:val="000904CB"/>
    <w:rsid w:val="00090C94"/>
    <w:rsid w:val="000910CE"/>
    <w:rsid w:val="00091281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E2E"/>
    <w:rsid w:val="000A02C0"/>
    <w:rsid w:val="000A1579"/>
    <w:rsid w:val="000A1842"/>
    <w:rsid w:val="000A1D82"/>
    <w:rsid w:val="000A224C"/>
    <w:rsid w:val="000A2B71"/>
    <w:rsid w:val="000A2F54"/>
    <w:rsid w:val="000A349E"/>
    <w:rsid w:val="000A3AB1"/>
    <w:rsid w:val="000A3ABC"/>
    <w:rsid w:val="000A3B00"/>
    <w:rsid w:val="000A3CC9"/>
    <w:rsid w:val="000A3D89"/>
    <w:rsid w:val="000A3FCF"/>
    <w:rsid w:val="000A4D99"/>
    <w:rsid w:val="000A5EEE"/>
    <w:rsid w:val="000A617A"/>
    <w:rsid w:val="000A61E6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C9F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B4"/>
    <w:rsid w:val="000D6D09"/>
    <w:rsid w:val="000D7362"/>
    <w:rsid w:val="000D7B32"/>
    <w:rsid w:val="000E04AD"/>
    <w:rsid w:val="000E0D40"/>
    <w:rsid w:val="000E102E"/>
    <w:rsid w:val="000E2305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E7379"/>
    <w:rsid w:val="000F146E"/>
    <w:rsid w:val="000F15FA"/>
    <w:rsid w:val="000F2151"/>
    <w:rsid w:val="000F2206"/>
    <w:rsid w:val="000F2B8B"/>
    <w:rsid w:val="000F2DED"/>
    <w:rsid w:val="000F35C3"/>
    <w:rsid w:val="000F45CA"/>
    <w:rsid w:val="000F473F"/>
    <w:rsid w:val="000F47F9"/>
    <w:rsid w:val="000F5A0F"/>
    <w:rsid w:val="000F5F04"/>
    <w:rsid w:val="000F63E8"/>
    <w:rsid w:val="000F68C8"/>
    <w:rsid w:val="000F6D58"/>
    <w:rsid w:val="000F6FC1"/>
    <w:rsid w:val="000F7EB7"/>
    <w:rsid w:val="00100728"/>
    <w:rsid w:val="001009EA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2BA"/>
    <w:rsid w:val="0010748E"/>
    <w:rsid w:val="0010767F"/>
    <w:rsid w:val="001079DA"/>
    <w:rsid w:val="00107C6D"/>
    <w:rsid w:val="00110C61"/>
    <w:rsid w:val="001117F0"/>
    <w:rsid w:val="00111831"/>
    <w:rsid w:val="0011210F"/>
    <w:rsid w:val="00112943"/>
    <w:rsid w:val="00112EC2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250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31AD"/>
    <w:rsid w:val="0013402A"/>
    <w:rsid w:val="00134050"/>
    <w:rsid w:val="00134427"/>
    <w:rsid w:val="001346AC"/>
    <w:rsid w:val="00134886"/>
    <w:rsid w:val="0013542D"/>
    <w:rsid w:val="00135449"/>
    <w:rsid w:val="00136246"/>
    <w:rsid w:val="00136BA1"/>
    <w:rsid w:val="001403B1"/>
    <w:rsid w:val="001406FA"/>
    <w:rsid w:val="0014123F"/>
    <w:rsid w:val="0014134D"/>
    <w:rsid w:val="00141B14"/>
    <w:rsid w:val="00141C28"/>
    <w:rsid w:val="00142708"/>
    <w:rsid w:val="00142D28"/>
    <w:rsid w:val="00143107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1E80"/>
    <w:rsid w:val="001527CE"/>
    <w:rsid w:val="001539F3"/>
    <w:rsid w:val="00153EAB"/>
    <w:rsid w:val="001549F6"/>
    <w:rsid w:val="00155035"/>
    <w:rsid w:val="001551C2"/>
    <w:rsid w:val="001556B9"/>
    <w:rsid w:val="00155B4B"/>
    <w:rsid w:val="00156227"/>
    <w:rsid w:val="00156BB2"/>
    <w:rsid w:val="0015769B"/>
    <w:rsid w:val="00157B47"/>
    <w:rsid w:val="00157E6B"/>
    <w:rsid w:val="00160526"/>
    <w:rsid w:val="00160922"/>
    <w:rsid w:val="001628F9"/>
    <w:rsid w:val="00162A39"/>
    <w:rsid w:val="00163529"/>
    <w:rsid w:val="00163CF8"/>
    <w:rsid w:val="00164051"/>
    <w:rsid w:val="0016405E"/>
    <w:rsid w:val="00164A6C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E1"/>
    <w:rsid w:val="00180CB2"/>
    <w:rsid w:val="001813A5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A"/>
    <w:rsid w:val="00191FEB"/>
    <w:rsid w:val="0019209C"/>
    <w:rsid w:val="00193E09"/>
    <w:rsid w:val="0019411D"/>
    <w:rsid w:val="0019503B"/>
    <w:rsid w:val="00195226"/>
    <w:rsid w:val="00195AE1"/>
    <w:rsid w:val="00197804"/>
    <w:rsid w:val="00197887"/>
    <w:rsid w:val="00197CFE"/>
    <w:rsid w:val="001A0FBC"/>
    <w:rsid w:val="001A0FE8"/>
    <w:rsid w:val="001A1A26"/>
    <w:rsid w:val="001A1A6D"/>
    <w:rsid w:val="001A2288"/>
    <w:rsid w:val="001A24A6"/>
    <w:rsid w:val="001A2569"/>
    <w:rsid w:val="001A36A1"/>
    <w:rsid w:val="001A40DA"/>
    <w:rsid w:val="001A5556"/>
    <w:rsid w:val="001A591A"/>
    <w:rsid w:val="001A5955"/>
    <w:rsid w:val="001A5E41"/>
    <w:rsid w:val="001A6D70"/>
    <w:rsid w:val="001A7257"/>
    <w:rsid w:val="001A72EF"/>
    <w:rsid w:val="001A7606"/>
    <w:rsid w:val="001B09ED"/>
    <w:rsid w:val="001B10C4"/>
    <w:rsid w:val="001B1508"/>
    <w:rsid w:val="001B1BAE"/>
    <w:rsid w:val="001B24F8"/>
    <w:rsid w:val="001B2C21"/>
    <w:rsid w:val="001B3277"/>
    <w:rsid w:val="001B37C2"/>
    <w:rsid w:val="001B3F19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2B07"/>
    <w:rsid w:val="001D2B73"/>
    <w:rsid w:val="001D2BF6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6C0C"/>
    <w:rsid w:val="001E7187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010"/>
    <w:rsid w:val="00201045"/>
    <w:rsid w:val="00201699"/>
    <w:rsid w:val="0020171C"/>
    <w:rsid w:val="00202071"/>
    <w:rsid w:val="00202EEA"/>
    <w:rsid w:val="00203093"/>
    <w:rsid w:val="002044FE"/>
    <w:rsid w:val="00204D9A"/>
    <w:rsid w:val="00206446"/>
    <w:rsid w:val="002064EF"/>
    <w:rsid w:val="002065DC"/>
    <w:rsid w:val="0020696F"/>
    <w:rsid w:val="00206DCD"/>
    <w:rsid w:val="002075F7"/>
    <w:rsid w:val="00207D8F"/>
    <w:rsid w:val="002107A8"/>
    <w:rsid w:val="00210EBB"/>
    <w:rsid w:val="0021116F"/>
    <w:rsid w:val="002115B9"/>
    <w:rsid w:val="00211B08"/>
    <w:rsid w:val="00212124"/>
    <w:rsid w:val="002126DE"/>
    <w:rsid w:val="002128DB"/>
    <w:rsid w:val="00212EBE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3724"/>
    <w:rsid w:val="002348B1"/>
    <w:rsid w:val="00234B48"/>
    <w:rsid w:val="0023566F"/>
    <w:rsid w:val="0023575C"/>
    <w:rsid w:val="002364F1"/>
    <w:rsid w:val="00236C77"/>
    <w:rsid w:val="00237079"/>
    <w:rsid w:val="0023712D"/>
    <w:rsid w:val="00237DBE"/>
    <w:rsid w:val="00240154"/>
    <w:rsid w:val="00240205"/>
    <w:rsid w:val="002403FC"/>
    <w:rsid w:val="0024094C"/>
    <w:rsid w:val="00241BC7"/>
    <w:rsid w:val="00241DF3"/>
    <w:rsid w:val="00241F21"/>
    <w:rsid w:val="00242043"/>
    <w:rsid w:val="0024322C"/>
    <w:rsid w:val="00244215"/>
    <w:rsid w:val="00244BB4"/>
    <w:rsid w:val="00244BE1"/>
    <w:rsid w:val="00244BE9"/>
    <w:rsid w:val="002458FB"/>
    <w:rsid w:val="00247075"/>
    <w:rsid w:val="002471B0"/>
    <w:rsid w:val="0024726C"/>
    <w:rsid w:val="00247642"/>
    <w:rsid w:val="00247755"/>
    <w:rsid w:val="00247771"/>
    <w:rsid w:val="002478EB"/>
    <w:rsid w:val="00247B1E"/>
    <w:rsid w:val="0025210D"/>
    <w:rsid w:val="00252E8F"/>
    <w:rsid w:val="002540BC"/>
    <w:rsid w:val="002547C3"/>
    <w:rsid w:val="00255280"/>
    <w:rsid w:val="002559A7"/>
    <w:rsid w:val="002563D1"/>
    <w:rsid w:val="00256B55"/>
    <w:rsid w:val="00256FF2"/>
    <w:rsid w:val="00257F93"/>
    <w:rsid w:val="002600AF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43F"/>
    <w:rsid w:val="00271914"/>
    <w:rsid w:val="00272135"/>
    <w:rsid w:val="002722F8"/>
    <w:rsid w:val="00272615"/>
    <w:rsid w:val="002732DE"/>
    <w:rsid w:val="00274D79"/>
    <w:rsid w:val="0027523A"/>
    <w:rsid w:val="00275AE7"/>
    <w:rsid w:val="0027619A"/>
    <w:rsid w:val="002768D4"/>
    <w:rsid w:val="00276A68"/>
    <w:rsid w:val="00276DEE"/>
    <w:rsid w:val="00277166"/>
    <w:rsid w:val="002804A7"/>
    <w:rsid w:val="00280CF6"/>
    <w:rsid w:val="00281D76"/>
    <w:rsid w:val="00282720"/>
    <w:rsid w:val="00283190"/>
    <w:rsid w:val="002832E5"/>
    <w:rsid w:val="00283DFF"/>
    <w:rsid w:val="00284029"/>
    <w:rsid w:val="002841B5"/>
    <w:rsid w:val="002843BE"/>
    <w:rsid w:val="00284617"/>
    <w:rsid w:val="00284906"/>
    <w:rsid w:val="00284B1B"/>
    <w:rsid w:val="00284C3A"/>
    <w:rsid w:val="0028571A"/>
    <w:rsid w:val="0028591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011"/>
    <w:rsid w:val="002A013D"/>
    <w:rsid w:val="002A0977"/>
    <w:rsid w:val="002A21DA"/>
    <w:rsid w:val="002A3A5F"/>
    <w:rsid w:val="002A4664"/>
    <w:rsid w:val="002A50B3"/>
    <w:rsid w:val="002A559E"/>
    <w:rsid w:val="002A6126"/>
    <w:rsid w:val="002A7156"/>
    <w:rsid w:val="002A7592"/>
    <w:rsid w:val="002B0B2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705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C05"/>
    <w:rsid w:val="002C6470"/>
    <w:rsid w:val="002C71E5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71BC"/>
    <w:rsid w:val="002D77F7"/>
    <w:rsid w:val="002D7968"/>
    <w:rsid w:val="002D79F0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01E"/>
    <w:rsid w:val="002E7897"/>
    <w:rsid w:val="002E7EEA"/>
    <w:rsid w:val="002F10B8"/>
    <w:rsid w:val="002F1144"/>
    <w:rsid w:val="002F1B08"/>
    <w:rsid w:val="002F1E3F"/>
    <w:rsid w:val="002F23AC"/>
    <w:rsid w:val="002F281A"/>
    <w:rsid w:val="002F2BDA"/>
    <w:rsid w:val="002F2E12"/>
    <w:rsid w:val="002F352C"/>
    <w:rsid w:val="002F3D2C"/>
    <w:rsid w:val="002F48BE"/>
    <w:rsid w:val="002F573F"/>
    <w:rsid w:val="002F58D4"/>
    <w:rsid w:val="002F5EBD"/>
    <w:rsid w:val="002F60DA"/>
    <w:rsid w:val="002F68F9"/>
    <w:rsid w:val="002F695B"/>
    <w:rsid w:val="002F75D6"/>
    <w:rsid w:val="00300143"/>
    <w:rsid w:val="00300875"/>
    <w:rsid w:val="00300B8B"/>
    <w:rsid w:val="00300C2E"/>
    <w:rsid w:val="003015C9"/>
    <w:rsid w:val="0030188B"/>
    <w:rsid w:val="00301B45"/>
    <w:rsid w:val="003020A2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AD7"/>
    <w:rsid w:val="00310FFA"/>
    <w:rsid w:val="00311998"/>
    <w:rsid w:val="00311E35"/>
    <w:rsid w:val="00311F29"/>
    <w:rsid w:val="00312549"/>
    <w:rsid w:val="00313DB9"/>
    <w:rsid w:val="00313DCB"/>
    <w:rsid w:val="00314A3B"/>
    <w:rsid w:val="00315898"/>
    <w:rsid w:val="0031644B"/>
    <w:rsid w:val="00316C27"/>
    <w:rsid w:val="0031711D"/>
    <w:rsid w:val="0031740A"/>
    <w:rsid w:val="0031758D"/>
    <w:rsid w:val="00317F7B"/>
    <w:rsid w:val="003201CA"/>
    <w:rsid w:val="00321235"/>
    <w:rsid w:val="00322A7E"/>
    <w:rsid w:val="00322EE3"/>
    <w:rsid w:val="00322FD6"/>
    <w:rsid w:val="0032317B"/>
    <w:rsid w:val="00323471"/>
    <w:rsid w:val="0032430F"/>
    <w:rsid w:val="00324B00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0F6"/>
    <w:rsid w:val="003316D8"/>
    <w:rsid w:val="003317D0"/>
    <w:rsid w:val="00332252"/>
    <w:rsid w:val="003327EF"/>
    <w:rsid w:val="003332E1"/>
    <w:rsid w:val="00335274"/>
    <w:rsid w:val="0033540A"/>
    <w:rsid w:val="00335922"/>
    <w:rsid w:val="003359A1"/>
    <w:rsid w:val="00336486"/>
    <w:rsid w:val="00336D23"/>
    <w:rsid w:val="00336D52"/>
    <w:rsid w:val="00336F3C"/>
    <w:rsid w:val="0033729B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4A37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4793"/>
    <w:rsid w:val="00385144"/>
    <w:rsid w:val="0038544B"/>
    <w:rsid w:val="003854CB"/>
    <w:rsid w:val="003856A8"/>
    <w:rsid w:val="00385B60"/>
    <w:rsid w:val="00386787"/>
    <w:rsid w:val="00386BB8"/>
    <w:rsid w:val="00386E06"/>
    <w:rsid w:val="0038722D"/>
    <w:rsid w:val="00387912"/>
    <w:rsid w:val="00387A20"/>
    <w:rsid w:val="00387E13"/>
    <w:rsid w:val="00390B32"/>
    <w:rsid w:val="003916BB"/>
    <w:rsid w:val="00391877"/>
    <w:rsid w:val="00392AE8"/>
    <w:rsid w:val="00392E5A"/>
    <w:rsid w:val="00393106"/>
    <w:rsid w:val="00394136"/>
    <w:rsid w:val="00395365"/>
    <w:rsid w:val="003959E5"/>
    <w:rsid w:val="0039633C"/>
    <w:rsid w:val="0039658C"/>
    <w:rsid w:val="00396819"/>
    <w:rsid w:val="003969CB"/>
    <w:rsid w:val="00396B20"/>
    <w:rsid w:val="00397461"/>
    <w:rsid w:val="003A053E"/>
    <w:rsid w:val="003A09E7"/>
    <w:rsid w:val="003A0A87"/>
    <w:rsid w:val="003A0E25"/>
    <w:rsid w:val="003A0FA2"/>
    <w:rsid w:val="003A107A"/>
    <w:rsid w:val="003A1096"/>
    <w:rsid w:val="003A152D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735"/>
    <w:rsid w:val="003B1892"/>
    <w:rsid w:val="003B2537"/>
    <w:rsid w:val="003B258F"/>
    <w:rsid w:val="003B26AE"/>
    <w:rsid w:val="003B2866"/>
    <w:rsid w:val="003B2B90"/>
    <w:rsid w:val="003B2F44"/>
    <w:rsid w:val="003B2FA0"/>
    <w:rsid w:val="003B30AF"/>
    <w:rsid w:val="003B4125"/>
    <w:rsid w:val="003B5474"/>
    <w:rsid w:val="003B5645"/>
    <w:rsid w:val="003B5674"/>
    <w:rsid w:val="003B57FC"/>
    <w:rsid w:val="003B5C4B"/>
    <w:rsid w:val="003B5DC1"/>
    <w:rsid w:val="003B6898"/>
    <w:rsid w:val="003B6F9D"/>
    <w:rsid w:val="003B71C9"/>
    <w:rsid w:val="003B728E"/>
    <w:rsid w:val="003B7B60"/>
    <w:rsid w:val="003C0A5B"/>
    <w:rsid w:val="003C101A"/>
    <w:rsid w:val="003C102B"/>
    <w:rsid w:val="003C15B9"/>
    <w:rsid w:val="003C1852"/>
    <w:rsid w:val="003C29D6"/>
    <w:rsid w:val="003C30FC"/>
    <w:rsid w:val="003C325B"/>
    <w:rsid w:val="003C341F"/>
    <w:rsid w:val="003C3DED"/>
    <w:rsid w:val="003C3DF8"/>
    <w:rsid w:val="003C4078"/>
    <w:rsid w:val="003C5065"/>
    <w:rsid w:val="003C515A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3571"/>
    <w:rsid w:val="003D3A93"/>
    <w:rsid w:val="003D3AA3"/>
    <w:rsid w:val="003D505E"/>
    <w:rsid w:val="003D5222"/>
    <w:rsid w:val="003D532A"/>
    <w:rsid w:val="003D6415"/>
    <w:rsid w:val="003D7C7B"/>
    <w:rsid w:val="003E06C5"/>
    <w:rsid w:val="003E0F00"/>
    <w:rsid w:val="003E15EA"/>
    <w:rsid w:val="003E348E"/>
    <w:rsid w:val="003E34E0"/>
    <w:rsid w:val="003E42E7"/>
    <w:rsid w:val="003E46C7"/>
    <w:rsid w:val="003E58D8"/>
    <w:rsid w:val="003E671F"/>
    <w:rsid w:val="003E6F3C"/>
    <w:rsid w:val="003E7071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5EE5"/>
    <w:rsid w:val="003F66C7"/>
    <w:rsid w:val="0040097C"/>
    <w:rsid w:val="00400E31"/>
    <w:rsid w:val="004016C6"/>
    <w:rsid w:val="00401CB0"/>
    <w:rsid w:val="00401F96"/>
    <w:rsid w:val="00401FEF"/>
    <w:rsid w:val="00402ED3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3AE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2BDD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D11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66D5"/>
    <w:rsid w:val="00437826"/>
    <w:rsid w:val="00437AE1"/>
    <w:rsid w:val="0044040D"/>
    <w:rsid w:val="0044056B"/>
    <w:rsid w:val="0044112D"/>
    <w:rsid w:val="00442A49"/>
    <w:rsid w:val="00442EFC"/>
    <w:rsid w:val="00443F3C"/>
    <w:rsid w:val="00444166"/>
    <w:rsid w:val="00444A2C"/>
    <w:rsid w:val="00444C8E"/>
    <w:rsid w:val="00444E4E"/>
    <w:rsid w:val="00444E83"/>
    <w:rsid w:val="0044526C"/>
    <w:rsid w:val="00445A67"/>
    <w:rsid w:val="0044631F"/>
    <w:rsid w:val="004463B4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BEA"/>
    <w:rsid w:val="00455C86"/>
    <w:rsid w:val="00455EFE"/>
    <w:rsid w:val="004563C2"/>
    <w:rsid w:val="004563F0"/>
    <w:rsid w:val="00457DA5"/>
    <w:rsid w:val="00460583"/>
    <w:rsid w:val="00460600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344"/>
    <w:rsid w:val="004654F4"/>
    <w:rsid w:val="0046551B"/>
    <w:rsid w:val="00466512"/>
    <w:rsid w:val="00466CCE"/>
    <w:rsid w:val="0046701D"/>
    <w:rsid w:val="00467F89"/>
    <w:rsid w:val="004709FF"/>
    <w:rsid w:val="00470D78"/>
    <w:rsid w:val="00471F15"/>
    <w:rsid w:val="0047298E"/>
    <w:rsid w:val="00472ACC"/>
    <w:rsid w:val="00472B7A"/>
    <w:rsid w:val="00473E49"/>
    <w:rsid w:val="0047484F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4F3A"/>
    <w:rsid w:val="004854CE"/>
    <w:rsid w:val="004868D5"/>
    <w:rsid w:val="00486C25"/>
    <w:rsid w:val="0049154B"/>
    <w:rsid w:val="00491564"/>
    <w:rsid w:val="00491831"/>
    <w:rsid w:val="00491A2D"/>
    <w:rsid w:val="004931BC"/>
    <w:rsid w:val="00493497"/>
    <w:rsid w:val="00493664"/>
    <w:rsid w:val="004940F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947"/>
    <w:rsid w:val="004A2A1D"/>
    <w:rsid w:val="004A3325"/>
    <w:rsid w:val="004A343C"/>
    <w:rsid w:val="004A3742"/>
    <w:rsid w:val="004A3B1C"/>
    <w:rsid w:val="004A5558"/>
    <w:rsid w:val="004A56E2"/>
    <w:rsid w:val="004A57AE"/>
    <w:rsid w:val="004A586D"/>
    <w:rsid w:val="004A5D52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D4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4A1B"/>
    <w:rsid w:val="004C51FE"/>
    <w:rsid w:val="004C69EA"/>
    <w:rsid w:val="004C6CDB"/>
    <w:rsid w:val="004C6D5A"/>
    <w:rsid w:val="004C6F07"/>
    <w:rsid w:val="004C79AC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4E"/>
    <w:rsid w:val="004D4966"/>
    <w:rsid w:val="004D4C96"/>
    <w:rsid w:val="004D6C63"/>
    <w:rsid w:val="004D6F76"/>
    <w:rsid w:val="004D77B8"/>
    <w:rsid w:val="004D79CB"/>
    <w:rsid w:val="004D7B2B"/>
    <w:rsid w:val="004D7D16"/>
    <w:rsid w:val="004D7FEC"/>
    <w:rsid w:val="004E0249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E7F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661E"/>
    <w:rsid w:val="00507B23"/>
    <w:rsid w:val="00510055"/>
    <w:rsid w:val="00510395"/>
    <w:rsid w:val="0051293A"/>
    <w:rsid w:val="005149A0"/>
    <w:rsid w:val="00516047"/>
    <w:rsid w:val="0051632D"/>
    <w:rsid w:val="005165C7"/>
    <w:rsid w:val="00516B03"/>
    <w:rsid w:val="00516E03"/>
    <w:rsid w:val="00517354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4DC8"/>
    <w:rsid w:val="00525847"/>
    <w:rsid w:val="005259CA"/>
    <w:rsid w:val="00525ACB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51A8"/>
    <w:rsid w:val="00535755"/>
    <w:rsid w:val="005365E8"/>
    <w:rsid w:val="00536C6A"/>
    <w:rsid w:val="00536CE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4267"/>
    <w:rsid w:val="00546023"/>
    <w:rsid w:val="0054618A"/>
    <w:rsid w:val="00546EEC"/>
    <w:rsid w:val="00547DC8"/>
    <w:rsid w:val="00547FCE"/>
    <w:rsid w:val="00550234"/>
    <w:rsid w:val="0055027D"/>
    <w:rsid w:val="0055076F"/>
    <w:rsid w:val="005517F6"/>
    <w:rsid w:val="005529AB"/>
    <w:rsid w:val="00553CB1"/>
    <w:rsid w:val="00553CE8"/>
    <w:rsid w:val="0055653D"/>
    <w:rsid w:val="00556BD7"/>
    <w:rsid w:val="0055707C"/>
    <w:rsid w:val="00560DF2"/>
    <w:rsid w:val="00561386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039"/>
    <w:rsid w:val="005711C1"/>
    <w:rsid w:val="005716AC"/>
    <w:rsid w:val="00571AEE"/>
    <w:rsid w:val="005728E8"/>
    <w:rsid w:val="00572A16"/>
    <w:rsid w:val="005733A6"/>
    <w:rsid w:val="0057343C"/>
    <w:rsid w:val="00573A13"/>
    <w:rsid w:val="00573DE8"/>
    <w:rsid w:val="00573F35"/>
    <w:rsid w:val="00575064"/>
    <w:rsid w:val="00575985"/>
    <w:rsid w:val="00577A71"/>
    <w:rsid w:val="00580047"/>
    <w:rsid w:val="0058039B"/>
    <w:rsid w:val="00580408"/>
    <w:rsid w:val="00580732"/>
    <w:rsid w:val="005815DD"/>
    <w:rsid w:val="0058169B"/>
    <w:rsid w:val="00583A8E"/>
    <w:rsid w:val="00583FD4"/>
    <w:rsid w:val="00584849"/>
    <w:rsid w:val="00584D65"/>
    <w:rsid w:val="005860AD"/>
    <w:rsid w:val="005868D8"/>
    <w:rsid w:val="00587087"/>
    <w:rsid w:val="005877D9"/>
    <w:rsid w:val="00587F8E"/>
    <w:rsid w:val="00590B39"/>
    <w:rsid w:val="005922B4"/>
    <w:rsid w:val="005922CE"/>
    <w:rsid w:val="0059249F"/>
    <w:rsid w:val="00592F92"/>
    <w:rsid w:val="005938E9"/>
    <w:rsid w:val="005939D7"/>
    <w:rsid w:val="0059429F"/>
    <w:rsid w:val="005945F1"/>
    <w:rsid w:val="0059466A"/>
    <w:rsid w:val="00594D60"/>
    <w:rsid w:val="00594D71"/>
    <w:rsid w:val="005954AE"/>
    <w:rsid w:val="0059690D"/>
    <w:rsid w:val="00596CBA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0597"/>
    <w:rsid w:val="005B103C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04A"/>
    <w:rsid w:val="005B66A0"/>
    <w:rsid w:val="005B67F8"/>
    <w:rsid w:val="005C0606"/>
    <w:rsid w:val="005C0790"/>
    <w:rsid w:val="005C085F"/>
    <w:rsid w:val="005C0F2F"/>
    <w:rsid w:val="005C0F9C"/>
    <w:rsid w:val="005C10F2"/>
    <w:rsid w:val="005C13C9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0DC5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A7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FCB"/>
    <w:rsid w:val="0060103F"/>
    <w:rsid w:val="006018BE"/>
    <w:rsid w:val="006020ED"/>
    <w:rsid w:val="0060302D"/>
    <w:rsid w:val="00605522"/>
    <w:rsid w:val="00605ACB"/>
    <w:rsid w:val="00606537"/>
    <w:rsid w:val="006066A5"/>
    <w:rsid w:val="006066E6"/>
    <w:rsid w:val="0060673D"/>
    <w:rsid w:val="00610AE5"/>
    <w:rsid w:val="00610CA5"/>
    <w:rsid w:val="00610EBC"/>
    <w:rsid w:val="00611E47"/>
    <w:rsid w:val="00612156"/>
    <w:rsid w:val="0061334B"/>
    <w:rsid w:val="006136B1"/>
    <w:rsid w:val="0061394D"/>
    <w:rsid w:val="00613D23"/>
    <w:rsid w:val="00613F6F"/>
    <w:rsid w:val="00614CEA"/>
    <w:rsid w:val="00614F47"/>
    <w:rsid w:val="0061558F"/>
    <w:rsid w:val="00615F21"/>
    <w:rsid w:val="006165EE"/>
    <w:rsid w:val="006170D4"/>
    <w:rsid w:val="00620599"/>
    <w:rsid w:val="006207E2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7E2"/>
    <w:rsid w:val="00630A60"/>
    <w:rsid w:val="00630EDF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223"/>
    <w:rsid w:val="006417B4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485"/>
    <w:rsid w:val="00650E65"/>
    <w:rsid w:val="00650F9B"/>
    <w:rsid w:val="0065135C"/>
    <w:rsid w:val="00651724"/>
    <w:rsid w:val="00652013"/>
    <w:rsid w:val="00652056"/>
    <w:rsid w:val="00652DBE"/>
    <w:rsid w:val="0065301E"/>
    <w:rsid w:val="006537BC"/>
    <w:rsid w:val="00653BD5"/>
    <w:rsid w:val="006541AA"/>
    <w:rsid w:val="006549E8"/>
    <w:rsid w:val="00655125"/>
    <w:rsid w:val="00660BCD"/>
    <w:rsid w:val="00660E34"/>
    <w:rsid w:val="006614FA"/>
    <w:rsid w:val="00661F80"/>
    <w:rsid w:val="00662323"/>
    <w:rsid w:val="00663DBA"/>
    <w:rsid w:val="00663F65"/>
    <w:rsid w:val="0066425C"/>
    <w:rsid w:val="006644C6"/>
    <w:rsid w:val="00664A4C"/>
    <w:rsid w:val="00664D49"/>
    <w:rsid w:val="00667E70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462"/>
    <w:rsid w:val="00681504"/>
    <w:rsid w:val="0068189E"/>
    <w:rsid w:val="006823BD"/>
    <w:rsid w:val="00682903"/>
    <w:rsid w:val="00683100"/>
    <w:rsid w:val="00683104"/>
    <w:rsid w:val="00683246"/>
    <w:rsid w:val="00683395"/>
    <w:rsid w:val="00683A3B"/>
    <w:rsid w:val="00684060"/>
    <w:rsid w:val="0068413C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346"/>
    <w:rsid w:val="00693A83"/>
    <w:rsid w:val="00693B42"/>
    <w:rsid w:val="0069599D"/>
    <w:rsid w:val="00695E09"/>
    <w:rsid w:val="006A0B34"/>
    <w:rsid w:val="006A2538"/>
    <w:rsid w:val="006A29B8"/>
    <w:rsid w:val="006A3DA1"/>
    <w:rsid w:val="006A4A7E"/>
    <w:rsid w:val="006A54E4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2929"/>
    <w:rsid w:val="006B3557"/>
    <w:rsid w:val="006B35FC"/>
    <w:rsid w:val="006B3EAB"/>
    <w:rsid w:val="006B4AE8"/>
    <w:rsid w:val="006B539D"/>
    <w:rsid w:val="006B6BB5"/>
    <w:rsid w:val="006B7E25"/>
    <w:rsid w:val="006C0383"/>
    <w:rsid w:val="006C0E05"/>
    <w:rsid w:val="006C128C"/>
    <w:rsid w:val="006C12FB"/>
    <w:rsid w:val="006C1902"/>
    <w:rsid w:val="006C1B0E"/>
    <w:rsid w:val="006C20D1"/>
    <w:rsid w:val="006C2432"/>
    <w:rsid w:val="006C334D"/>
    <w:rsid w:val="006C4CD6"/>
    <w:rsid w:val="006C5CEB"/>
    <w:rsid w:val="006C5D92"/>
    <w:rsid w:val="006D08D8"/>
    <w:rsid w:val="006D1058"/>
    <w:rsid w:val="006D15A9"/>
    <w:rsid w:val="006D15D0"/>
    <w:rsid w:val="006D15E5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2A06"/>
    <w:rsid w:val="006E3A6D"/>
    <w:rsid w:val="006E3DC3"/>
    <w:rsid w:val="006E4744"/>
    <w:rsid w:val="006E578D"/>
    <w:rsid w:val="006E5798"/>
    <w:rsid w:val="006E5EB5"/>
    <w:rsid w:val="006E6200"/>
    <w:rsid w:val="006E640B"/>
    <w:rsid w:val="006E6F7A"/>
    <w:rsid w:val="006E7DB8"/>
    <w:rsid w:val="006F04FA"/>
    <w:rsid w:val="006F1212"/>
    <w:rsid w:val="006F12DB"/>
    <w:rsid w:val="006F1546"/>
    <w:rsid w:val="006F1BF3"/>
    <w:rsid w:val="006F2260"/>
    <w:rsid w:val="006F2989"/>
    <w:rsid w:val="006F3B23"/>
    <w:rsid w:val="006F3F32"/>
    <w:rsid w:val="006F3F54"/>
    <w:rsid w:val="006F4165"/>
    <w:rsid w:val="006F45AB"/>
    <w:rsid w:val="006F4AAF"/>
    <w:rsid w:val="006F6963"/>
    <w:rsid w:val="006F6CF5"/>
    <w:rsid w:val="006F75AF"/>
    <w:rsid w:val="006F761C"/>
    <w:rsid w:val="006F791B"/>
    <w:rsid w:val="006F7EB9"/>
    <w:rsid w:val="00700320"/>
    <w:rsid w:val="0070039F"/>
    <w:rsid w:val="00700901"/>
    <w:rsid w:val="00701D94"/>
    <w:rsid w:val="00701FAB"/>
    <w:rsid w:val="00702D90"/>
    <w:rsid w:val="00703522"/>
    <w:rsid w:val="00704B32"/>
    <w:rsid w:val="00704F60"/>
    <w:rsid w:val="00705137"/>
    <w:rsid w:val="00705823"/>
    <w:rsid w:val="0070626D"/>
    <w:rsid w:val="00706587"/>
    <w:rsid w:val="0070665F"/>
    <w:rsid w:val="007077D4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440"/>
    <w:rsid w:val="00715526"/>
    <w:rsid w:val="00715F82"/>
    <w:rsid w:val="007165D6"/>
    <w:rsid w:val="00720346"/>
    <w:rsid w:val="00720720"/>
    <w:rsid w:val="00721895"/>
    <w:rsid w:val="007218C4"/>
    <w:rsid w:val="00721F55"/>
    <w:rsid w:val="0072348E"/>
    <w:rsid w:val="00723753"/>
    <w:rsid w:val="00724DDD"/>
    <w:rsid w:val="00726053"/>
    <w:rsid w:val="00726918"/>
    <w:rsid w:val="007270F0"/>
    <w:rsid w:val="00727259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E46"/>
    <w:rsid w:val="00734C5B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19E4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5AAD"/>
    <w:rsid w:val="007462D4"/>
    <w:rsid w:val="00746A78"/>
    <w:rsid w:val="00747199"/>
    <w:rsid w:val="007504EA"/>
    <w:rsid w:val="00750CD8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87F"/>
    <w:rsid w:val="00753CE4"/>
    <w:rsid w:val="00754668"/>
    <w:rsid w:val="00755689"/>
    <w:rsid w:val="00755DE2"/>
    <w:rsid w:val="00756463"/>
    <w:rsid w:val="007569B1"/>
    <w:rsid w:val="007573B9"/>
    <w:rsid w:val="00757C99"/>
    <w:rsid w:val="007607F1"/>
    <w:rsid w:val="00760982"/>
    <w:rsid w:val="00761D80"/>
    <w:rsid w:val="00761FC3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799"/>
    <w:rsid w:val="00770AB7"/>
    <w:rsid w:val="0077130B"/>
    <w:rsid w:val="0077282E"/>
    <w:rsid w:val="00772A06"/>
    <w:rsid w:val="007730B1"/>
    <w:rsid w:val="00773155"/>
    <w:rsid w:val="00773157"/>
    <w:rsid w:val="007744E9"/>
    <w:rsid w:val="00774989"/>
    <w:rsid w:val="00775109"/>
    <w:rsid w:val="00775980"/>
    <w:rsid w:val="00775B96"/>
    <w:rsid w:val="007772F3"/>
    <w:rsid w:val="007774F8"/>
    <w:rsid w:val="00777A32"/>
    <w:rsid w:val="00780894"/>
    <w:rsid w:val="007819FC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320A"/>
    <w:rsid w:val="00794094"/>
    <w:rsid w:val="00794A7F"/>
    <w:rsid w:val="00795070"/>
    <w:rsid w:val="007951DF"/>
    <w:rsid w:val="0079544A"/>
    <w:rsid w:val="0079556B"/>
    <w:rsid w:val="00795828"/>
    <w:rsid w:val="00795C66"/>
    <w:rsid w:val="00796C0E"/>
    <w:rsid w:val="007A01E9"/>
    <w:rsid w:val="007A0CCB"/>
    <w:rsid w:val="007A12F4"/>
    <w:rsid w:val="007A18BB"/>
    <w:rsid w:val="007A27AF"/>
    <w:rsid w:val="007A2E67"/>
    <w:rsid w:val="007A3EC8"/>
    <w:rsid w:val="007A4FF9"/>
    <w:rsid w:val="007A50CA"/>
    <w:rsid w:val="007A6802"/>
    <w:rsid w:val="007B0569"/>
    <w:rsid w:val="007B1563"/>
    <w:rsid w:val="007B19A3"/>
    <w:rsid w:val="007B1EE2"/>
    <w:rsid w:val="007B23BF"/>
    <w:rsid w:val="007B39FF"/>
    <w:rsid w:val="007B3DA5"/>
    <w:rsid w:val="007B4E7A"/>
    <w:rsid w:val="007B5109"/>
    <w:rsid w:val="007B662E"/>
    <w:rsid w:val="007B66A6"/>
    <w:rsid w:val="007B6DD6"/>
    <w:rsid w:val="007B709C"/>
    <w:rsid w:val="007B7471"/>
    <w:rsid w:val="007B7858"/>
    <w:rsid w:val="007C06F4"/>
    <w:rsid w:val="007C1542"/>
    <w:rsid w:val="007C173B"/>
    <w:rsid w:val="007C1E75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486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3D3"/>
    <w:rsid w:val="007F5480"/>
    <w:rsid w:val="007F6270"/>
    <w:rsid w:val="007F6DC9"/>
    <w:rsid w:val="007F75D7"/>
    <w:rsid w:val="007F7AEF"/>
    <w:rsid w:val="007F7BEE"/>
    <w:rsid w:val="007F7E60"/>
    <w:rsid w:val="008008D0"/>
    <w:rsid w:val="00800B6F"/>
    <w:rsid w:val="00800EE7"/>
    <w:rsid w:val="0080151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CDA"/>
    <w:rsid w:val="00806EC0"/>
    <w:rsid w:val="0080735D"/>
    <w:rsid w:val="0080742A"/>
    <w:rsid w:val="00807471"/>
    <w:rsid w:val="00807ECE"/>
    <w:rsid w:val="00810C01"/>
    <w:rsid w:val="00810C16"/>
    <w:rsid w:val="00811651"/>
    <w:rsid w:val="00811BDA"/>
    <w:rsid w:val="00811D42"/>
    <w:rsid w:val="00811DC3"/>
    <w:rsid w:val="0081214F"/>
    <w:rsid w:val="00812365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17D45"/>
    <w:rsid w:val="00820E73"/>
    <w:rsid w:val="008222BB"/>
    <w:rsid w:val="00822E8D"/>
    <w:rsid w:val="00823138"/>
    <w:rsid w:val="00823756"/>
    <w:rsid w:val="00823A21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5DA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C9C"/>
    <w:rsid w:val="00855F8E"/>
    <w:rsid w:val="008565E1"/>
    <w:rsid w:val="00856711"/>
    <w:rsid w:val="00856771"/>
    <w:rsid w:val="0085743A"/>
    <w:rsid w:val="0085786B"/>
    <w:rsid w:val="00857974"/>
    <w:rsid w:val="008579F2"/>
    <w:rsid w:val="008618BD"/>
    <w:rsid w:val="0086244E"/>
    <w:rsid w:val="00862DE4"/>
    <w:rsid w:val="00862F36"/>
    <w:rsid w:val="008632E4"/>
    <w:rsid w:val="00863DAF"/>
    <w:rsid w:val="00864031"/>
    <w:rsid w:val="00864397"/>
    <w:rsid w:val="00864658"/>
    <w:rsid w:val="00864C89"/>
    <w:rsid w:val="008658FA"/>
    <w:rsid w:val="00865E27"/>
    <w:rsid w:val="008664FE"/>
    <w:rsid w:val="0086710D"/>
    <w:rsid w:val="00867287"/>
    <w:rsid w:val="0086798D"/>
    <w:rsid w:val="00870C6C"/>
    <w:rsid w:val="00872B24"/>
    <w:rsid w:val="008748AD"/>
    <w:rsid w:val="00874E32"/>
    <w:rsid w:val="00875B1B"/>
    <w:rsid w:val="00875C76"/>
    <w:rsid w:val="00875F78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999"/>
    <w:rsid w:val="00882A92"/>
    <w:rsid w:val="00882BE8"/>
    <w:rsid w:val="00882CCA"/>
    <w:rsid w:val="00882EA7"/>
    <w:rsid w:val="00883536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4F76"/>
    <w:rsid w:val="00895259"/>
    <w:rsid w:val="0089565A"/>
    <w:rsid w:val="008956E8"/>
    <w:rsid w:val="00895C08"/>
    <w:rsid w:val="00896071"/>
    <w:rsid w:val="008964DA"/>
    <w:rsid w:val="008965FD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4CF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C7C13"/>
    <w:rsid w:val="008D01FE"/>
    <w:rsid w:val="008D03E2"/>
    <w:rsid w:val="008D072C"/>
    <w:rsid w:val="008D07F7"/>
    <w:rsid w:val="008D1945"/>
    <w:rsid w:val="008D1BC6"/>
    <w:rsid w:val="008D22F6"/>
    <w:rsid w:val="008D3D81"/>
    <w:rsid w:val="008D406B"/>
    <w:rsid w:val="008D4C02"/>
    <w:rsid w:val="008D4CF3"/>
    <w:rsid w:val="008D5335"/>
    <w:rsid w:val="008D58B2"/>
    <w:rsid w:val="008D5C63"/>
    <w:rsid w:val="008D5F2B"/>
    <w:rsid w:val="008D61BC"/>
    <w:rsid w:val="008D77A5"/>
    <w:rsid w:val="008D77D4"/>
    <w:rsid w:val="008D7E57"/>
    <w:rsid w:val="008E018C"/>
    <w:rsid w:val="008E085E"/>
    <w:rsid w:val="008E1869"/>
    <w:rsid w:val="008E1F3A"/>
    <w:rsid w:val="008E2A8A"/>
    <w:rsid w:val="008E2CA2"/>
    <w:rsid w:val="008E3A28"/>
    <w:rsid w:val="008E4CCC"/>
    <w:rsid w:val="008E4E38"/>
    <w:rsid w:val="008E518B"/>
    <w:rsid w:val="008E53D2"/>
    <w:rsid w:val="008E6673"/>
    <w:rsid w:val="008E67B9"/>
    <w:rsid w:val="008E67FA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C7A"/>
    <w:rsid w:val="00901422"/>
    <w:rsid w:val="00901646"/>
    <w:rsid w:val="0090210A"/>
    <w:rsid w:val="00902156"/>
    <w:rsid w:val="0090444C"/>
    <w:rsid w:val="00904596"/>
    <w:rsid w:val="00904A7B"/>
    <w:rsid w:val="00905294"/>
    <w:rsid w:val="00905C51"/>
    <w:rsid w:val="009070F5"/>
    <w:rsid w:val="0090732B"/>
    <w:rsid w:val="0090741A"/>
    <w:rsid w:val="009108A3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FDB"/>
    <w:rsid w:val="00915E75"/>
    <w:rsid w:val="00916351"/>
    <w:rsid w:val="0091659F"/>
    <w:rsid w:val="009174F4"/>
    <w:rsid w:val="00917BBE"/>
    <w:rsid w:val="00917CFB"/>
    <w:rsid w:val="00920220"/>
    <w:rsid w:val="009205E0"/>
    <w:rsid w:val="00921405"/>
    <w:rsid w:val="0092247F"/>
    <w:rsid w:val="00924414"/>
    <w:rsid w:val="00924799"/>
    <w:rsid w:val="00924FF2"/>
    <w:rsid w:val="009264D2"/>
    <w:rsid w:val="00926B9C"/>
    <w:rsid w:val="00927A15"/>
    <w:rsid w:val="0093004C"/>
    <w:rsid w:val="00931D6A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CF6"/>
    <w:rsid w:val="0095026A"/>
    <w:rsid w:val="009503DC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7DE"/>
    <w:rsid w:val="00955A2A"/>
    <w:rsid w:val="00955FC6"/>
    <w:rsid w:val="0095631D"/>
    <w:rsid w:val="0095675A"/>
    <w:rsid w:val="009579AF"/>
    <w:rsid w:val="00957C33"/>
    <w:rsid w:val="00960247"/>
    <w:rsid w:val="00960DC9"/>
    <w:rsid w:val="00961194"/>
    <w:rsid w:val="0096347B"/>
    <w:rsid w:val="00963726"/>
    <w:rsid w:val="009672A5"/>
    <w:rsid w:val="0096752E"/>
    <w:rsid w:val="00967A1D"/>
    <w:rsid w:val="00967B00"/>
    <w:rsid w:val="00967C0C"/>
    <w:rsid w:val="00971039"/>
    <w:rsid w:val="00971274"/>
    <w:rsid w:val="00971CEB"/>
    <w:rsid w:val="00972CE6"/>
    <w:rsid w:val="00973995"/>
    <w:rsid w:val="0097484F"/>
    <w:rsid w:val="009761BD"/>
    <w:rsid w:val="0097639A"/>
    <w:rsid w:val="009775A4"/>
    <w:rsid w:val="00977B32"/>
    <w:rsid w:val="00977D04"/>
    <w:rsid w:val="00980119"/>
    <w:rsid w:val="00981635"/>
    <w:rsid w:val="00981746"/>
    <w:rsid w:val="009818FB"/>
    <w:rsid w:val="00981C25"/>
    <w:rsid w:val="009821F7"/>
    <w:rsid w:val="00983364"/>
    <w:rsid w:val="0098353F"/>
    <w:rsid w:val="00983748"/>
    <w:rsid w:val="009846F9"/>
    <w:rsid w:val="009859C9"/>
    <w:rsid w:val="00985A0E"/>
    <w:rsid w:val="009865E0"/>
    <w:rsid w:val="009866B7"/>
    <w:rsid w:val="009872F1"/>
    <w:rsid w:val="00987450"/>
    <w:rsid w:val="009903AA"/>
    <w:rsid w:val="00992237"/>
    <w:rsid w:val="0099285D"/>
    <w:rsid w:val="009928F3"/>
    <w:rsid w:val="00992AB5"/>
    <w:rsid w:val="00992D13"/>
    <w:rsid w:val="00992DAA"/>
    <w:rsid w:val="009930B4"/>
    <w:rsid w:val="00993381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91B"/>
    <w:rsid w:val="009A3CDF"/>
    <w:rsid w:val="009A3DCD"/>
    <w:rsid w:val="009A4099"/>
    <w:rsid w:val="009A4B55"/>
    <w:rsid w:val="009A5309"/>
    <w:rsid w:val="009A666D"/>
    <w:rsid w:val="009A6D36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4EF5"/>
    <w:rsid w:val="009B5A67"/>
    <w:rsid w:val="009B5B04"/>
    <w:rsid w:val="009B5C0A"/>
    <w:rsid w:val="009B5CA6"/>
    <w:rsid w:val="009B6FAA"/>
    <w:rsid w:val="009B752C"/>
    <w:rsid w:val="009C0E39"/>
    <w:rsid w:val="009C12E9"/>
    <w:rsid w:val="009C18BB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ED8"/>
    <w:rsid w:val="009D4F6A"/>
    <w:rsid w:val="009D5A3E"/>
    <w:rsid w:val="009D5BE7"/>
    <w:rsid w:val="009D5C16"/>
    <w:rsid w:val="009D6724"/>
    <w:rsid w:val="009D732C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15B"/>
    <w:rsid w:val="009E4638"/>
    <w:rsid w:val="009E4724"/>
    <w:rsid w:val="009E48FD"/>
    <w:rsid w:val="009E4F13"/>
    <w:rsid w:val="009E54B7"/>
    <w:rsid w:val="009E54F4"/>
    <w:rsid w:val="009E59F9"/>
    <w:rsid w:val="009E6C42"/>
    <w:rsid w:val="009E6CCB"/>
    <w:rsid w:val="009E79AC"/>
    <w:rsid w:val="009E7D85"/>
    <w:rsid w:val="009E7DE4"/>
    <w:rsid w:val="009E7F46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A5A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A42"/>
    <w:rsid w:val="00A1092F"/>
    <w:rsid w:val="00A10986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2FE"/>
    <w:rsid w:val="00A21D23"/>
    <w:rsid w:val="00A21ECD"/>
    <w:rsid w:val="00A221ED"/>
    <w:rsid w:val="00A22C66"/>
    <w:rsid w:val="00A22C98"/>
    <w:rsid w:val="00A23000"/>
    <w:rsid w:val="00A245E6"/>
    <w:rsid w:val="00A25ED1"/>
    <w:rsid w:val="00A26087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6DC"/>
    <w:rsid w:val="00A35BAC"/>
    <w:rsid w:val="00A35E39"/>
    <w:rsid w:val="00A3648C"/>
    <w:rsid w:val="00A36CC1"/>
    <w:rsid w:val="00A36EB3"/>
    <w:rsid w:val="00A37494"/>
    <w:rsid w:val="00A37D08"/>
    <w:rsid w:val="00A37EB3"/>
    <w:rsid w:val="00A4019F"/>
    <w:rsid w:val="00A40319"/>
    <w:rsid w:val="00A40372"/>
    <w:rsid w:val="00A405B7"/>
    <w:rsid w:val="00A41122"/>
    <w:rsid w:val="00A4184D"/>
    <w:rsid w:val="00A41BA8"/>
    <w:rsid w:val="00A4295A"/>
    <w:rsid w:val="00A429A6"/>
    <w:rsid w:val="00A42C10"/>
    <w:rsid w:val="00A4399A"/>
    <w:rsid w:val="00A446FC"/>
    <w:rsid w:val="00A44905"/>
    <w:rsid w:val="00A44C6B"/>
    <w:rsid w:val="00A44D19"/>
    <w:rsid w:val="00A45873"/>
    <w:rsid w:val="00A45942"/>
    <w:rsid w:val="00A45CCD"/>
    <w:rsid w:val="00A45D89"/>
    <w:rsid w:val="00A46657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36CC"/>
    <w:rsid w:val="00A54BDD"/>
    <w:rsid w:val="00A5508F"/>
    <w:rsid w:val="00A55890"/>
    <w:rsid w:val="00A5598E"/>
    <w:rsid w:val="00A56453"/>
    <w:rsid w:val="00A5693E"/>
    <w:rsid w:val="00A5707B"/>
    <w:rsid w:val="00A570DD"/>
    <w:rsid w:val="00A57AC5"/>
    <w:rsid w:val="00A60688"/>
    <w:rsid w:val="00A606D6"/>
    <w:rsid w:val="00A60FBF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DF1"/>
    <w:rsid w:val="00A748EB"/>
    <w:rsid w:val="00A76226"/>
    <w:rsid w:val="00A76EBC"/>
    <w:rsid w:val="00A770FD"/>
    <w:rsid w:val="00A77707"/>
    <w:rsid w:val="00A778AE"/>
    <w:rsid w:val="00A77DB9"/>
    <w:rsid w:val="00A8036C"/>
    <w:rsid w:val="00A809AB"/>
    <w:rsid w:val="00A80A77"/>
    <w:rsid w:val="00A80BA5"/>
    <w:rsid w:val="00A813F0"/>
    <w:rsid w:val="00A81E0D"/>
    <w:rsid w:val="00A82C5C"/>
    <w:rsid w:val="00A8314E"/>
    <w:rsid w:val="00A8341B"/>
    <w:rsid w:val="00A834A7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0158"/>
    <w:rsid w:val="00A90532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09B"/>
    <w:rsid w:val="00AC32E6"/>
    <w:rsid w:val="00AC33E4"/>
    <w:rsid w:val="00AC442B"/>
    <w:rsid w:val="00AC4AE7"/>
    <w:rsid w:val="00AC4C25"/>
    <w:rsid w:val="00AC5318"/>
    <w:rsid w:val="00AC6380"/>
    <w:rsid w:val="00AC6539"/>
    <w:rsid w:val="00AC7D41"/>
    <w:rsid w:val="00AD23D8"/>
    <w:rsid w:val="00AD3702"/>
    <w:rsid w:val="00AD3BC7"/>
    <w:rsid w:val="00AD52B3"/>
    <w:rsid w:val="00AD6054"/>
    <w:rsid w:val="00AD6723"/>
    <w:rsid w:val="00AD7ADE"/>
    <w:rsid w:val="00AD7CC9"/>
    <w:rsid w:val="00AE019A"/>
    <w:rsid w:val="00AE0915"/>
    <w:rsid w:val="00AE0F44"/>
    <w:rsid w:val="00AE109E"/>
    <w:rsid w:val="00AE1191"/>
    <w:rsid w:val="00AE1582"/>
    <w:rsid w:val="00AE15C4"/>
    <w:rsid w:val="00AE16AE"/>
    <w:rsid w:val="00AE16DE"/>
    <w:rsid w:val="00AE1CBF"/>
    <w:rsid w:val="00AE1EC0"/>
    <w:rsid w:val="00AE2139"/>
    <w:rsid w:val="00AE2197"/>
    <w:rsid w:val="00AE2395"/>
    <w:rsid w:val="00AE29C4"/>
    <w:rsid w:val="00AE3CDA"/>
    <w:rsid w:val="00AE43D0"/>
    <w:rsid w:val="00AE475F"/>
    <w:rsid w:val="00AE5267"/>
    <w:rsid w:val="00AE67A6"/>
    <w:rsid w:val="00AE6849"/>
    <w:rsid w:val="00AE68C1"/>
    <w:rsid w:val="00AF0226"/>
    <w:rsid w:val="00AF0731"/>
    <w:rsid w:val="00AF13B2"/>
    <w:rsid w:val="00AF2654"/>
    <w:rsid w:val="00AF2991"/>
    <w:rsid w:val="00AF2BD3"/>
    <w:rsid w:val="00AF2F68"/>
    <w:rsid w:val="00AF3443"/>
    <w:rsid w:val="00AF3581"/>
    <w:rsid w:val="00AF3AA6"/>
    <w:rsid w:val="00AF413F"/>
    <w:rsid w:val="00AF44BD"/>
    <w:rsid w:val="00AF508B"/>
    <w:rsid w:val="00AF60C8"/>
    <w:rsid w:val="00AF6418"/>
    <w:rsid w:val="00AF65A2"/>
    <w:rsid w:val="00AF71DD"/>
    <w:rsid w:val="00AF72A1"/>
    <w:rsid w:val="00AF7443"/>
    <w:rsid w:val="00AF7783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39"/>
    <w:rsid w:val="00B03CF6"/>
    <w:rsid w:val="00B03D61"/>
    <w:rsid w:val="00B04C4C"/>
    <w:rsid w:val="00B05B1B"/>
    <w:rsid w:val="00B0656A"/>
    <w:rsid w:val="00B06EAB"/>
    <w:rsid w:val="00B07042"/>
    <w:rsid w:val="00B1000D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176C"/>
    <w:rsid w:val="00B239FA"/>
    <w:rsid w:val="00B23E89"/>
    <w:rsid w:val="00B2404C"/>
    <w:rsid w:val="00B247B0"/>
    <w:rsid w:val="00B251FF"/>
    <w:rsid w:val="00B25991"/>
    <w:rsid w:val="00B25ABD"/>
    <w:rsid w:val="00B25F71"/>
    <w:rsid w:val="00B26906"/>
    <w:rsid w:val="00B26E66"/>
    <w:rsid w:val="00B2795F"/>
    <w:rsid w:val="00B30923"/>
    <w:rsid w:val="00B30CA8"/>
    <w:rsid w:val="00B31594"/>
    <w:rsid w:val="00B31D4F"/>
    <w:rsid w:val="00B32126"/>
    <w:rsid w:val="00B3293F"/>
    <w:rsid w:val="00B32B50"/>
    <w:rsid w:val="00B347BC"/>
    <w:rsid w:val="00B348AC"/>
    <w:rsid w:val="00B34BC6"/>
    <w:rsid w:val="00B35685"/>
    <w:rsid w:val="00B35E91"/>
    <w:rsid w:val="00B36BDE"/>
    <w:rsid w:val="00B37152"/>
    <w:rsid w:val="00B377B7"/>
    <w:rsid w:val="00B3789C"/>
    <w:rsid w:val="00B409C2"/>
    <w:rsid w:val="00B4102B"/>
    <w:rsid w:val="00B41318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623"/>
    <w:rsid w:val="00B52D3D"/>
    <w:rsid w:val="00B53801"/>
    <w:rsid w:val="00B53F44"/>
    <w:rsid w:val="00B543DA"/>
    <w:rsid w:val="00B54EF5"/>
    <w:rsid w:val="00B559BA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2E4"/>
    <w:rsid w:val="00B62A6B"/>
    <w:rsid w:val="00B63031"/>
    <w:rsid w:val="00B6375F"/>
    <w:rsid w:val="00B638E1"/>
    <w:rsid w:val="00B63F5A"/>
    <w:rsid w:val="00B659B9"/>
    <w:rsid w:val="00B678F7"/>
    <w:rsid w:val="00B67E3C"/>
    <w:rsid w:val="00B70741"/>
    <w:rsid w:val="00B70C59"/>
    <w:rsid w:val="00B70CF3"/>
    <w:rsid w:val="00B71142"/>
    <w:rsid w:val="00B71AB9"/>
    <w:rsid w:val="00B71E4A"/>
    <w:rsid w:val="00B72072"/>
    <w:rsid w:val="00B72309"/>
    <w:rsid w:val="00B72E89"/>
    <w:rsid w:val="00B7319C"/>
    <w:rsid w:val="00B73346"/>
    <w:rsid w:val="00B73E11"/>
    <w:rsid w:val="00B7490D"/>
    <w:rsid w:val="00B74E1B"/>
    <w:rsid w:val="00B75633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96E25"/>
    <w:rsid w:val="00BA01EF"/>
    <w:rsid w:val="00BA02EE"/>
    <w:rsid w:val="00BA03F8"/>
    <w:rsid w:val="00BA126A"/>
    <w:rsid w:val="00BA1DDA"/>
    <w:rsid w:val="00BA2377"/>
    <w:rsid w:val="00BA2634"/>
    <w:rsid w:val="00BA3086"/>
    <w:rsid w:val="00BA35BD"/>
    <w:rsid w:val="00BA3681"/>
    <w:rsid w:val="00BA3A78"/>
    <w:rsid w:val="00BA3ADF"/>
    <w:rsid w:val="00BA4341"/>
    <w:rsid w:val="00BA4384"/>
    <w:rsid w:val="00BA521A"/>
    <w:rsid w:val="00BA534D"/>
    <w:rsid w:val="00BA53E7"/>
    <w:rsid w:val="00BA77C4"/>
    <w:rsid w:val="00BA7A83"/>
    <w:rsid w:val="00BA7EC7"/>
    <w:rsid w:val="00BB04B1"/>
    <w:rsid w:val="00BB12D7"/>
    <w:rsid w:val="00BB2B4A"/>
    <w:rsid w:val="00BB30DB"/>
    <w:rsid w:val="00BB3100"/>
    <w:rsid w:val="00BB3FB4"/>
    <w:rsid w:val="00BB415D"/>
    <w:rsid w:val="00BB4498"/>
    <w:rsid w:val="00BB5152"/>
    <w:rsid w:val="00BB616A"/>
    <w:rsid w:val="00BB6585"/>
    <w:rsid w:val="00BB7CF3"/>
    <w:rsid w:val="00BC098A"/>
    <w:rsid w:val="00BC1011"/>
    <w:rsid w:val="00BC1690"/>
    <w:rsid w:val="00BC1A55"/>
    <w:rsid w:val="00BC2276"/>
    <w:rsid w:val="00BC3923"/>
    <w:rsid w:val="00BC3D25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742"/>
    <w:rsid w:val="00BD19E1"/>
    <w:rsid w:val="00BD30C1"/>
    <w:rsid w:val="00BD345D"/>
    <w:rsid w:val="00BD4978"/>
    <w:rsid w:val="00BD5547"/>
    <w:rsid w:val="00BD555D"/>
    <w:rsid w:val="00BD63A7"/>
    <w:rsid w:val="00BD6ADB"/>
    <w:rsid w:val="00BD7C32"/>
    <w:rsid w:val="00BE047F"/>
    <w:rsid w:val="00BE0A8A"/>
    <w:rsid w:val="00BE0ABB"/>
    <w:rsid w:val="00BE17E7"/>
    <w:rsid w:val="00BE32C5"/>
    <w:rsid w:val="00BE4378"/>
    <w:rsid w:val="00BE4692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81B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6FC0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8E"/>
    <w:rsid w:val="00C01A85"/>
    <w:rsid w:val="00C02100"/>
    <w:rsid w:val="00C023C7"/>
    <w:rsid w:val="00C02862"/>
    <w:rsid w:val="00C02C5A"/>
    <w:rsid w:val="00C044FD"/>
    <w:rsid w:val="00C04A62"/>
    <w:rsid w:val="00C04E05"/>
    <w:rsid w:val="00C0555B"/>
    <w:rsid w:val="00C055D7"/>
    <w:rsid w:val="00C064C6"/>
    <w:rsid w:val="00C0664A"/>
    <w:rsid w:val="00C06CFA"/>
    <w:rsid w:val="00C072F9"/>
    <w:rsid w:val="00C076EA"/>
    <w:rsid w:val="00C1014A"/>
    <w:rsid w:val="00C10887"/>
    <w:rsid w:val="00C10888"/>
    <w:rsid w:val="00C10B51"/>
    <w:rsid w:val="00C10B98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08F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0FA3"/>
    <w:rsid w:val="00C41449"/>
    <w:rsid w:val="00C42644"/>
    <w:rsid w:val="00C44B60"/>
    <w:rsid w:val="00C458F4"/>
    <w:rsid w:val="00C46F3C"/>
    <w:rsid w:val="00C477E4"/>
    <w:rsid w:val="00C4783A"/>
    <w:rsid w:val="00C4797F"/>
    <w:rsid w:val="00C47A62"/>
    <w:rsid w:val="00C505F1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173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8A1"/>
    <w:rsid w:val="00C6516C"/>
    <w:rsid w:val="00C66101"/>
    <w:rsid w:val="00C661A6"/>
    <w:rsid w:val="00C670A2"/>
    <w:rsid w:val="00C6763F"/>
    <w:rsid w:val="00C708F8"/>
    <w:rsid w:val="00C70CCE"/>
    <w:rsid w:val="00C71196"/>
    <w:rsid w:val="00C7154D"/>
    <w:rsid w:val="00C71BF9"/>
    <w:rsid w:val="00C724C5"/>
    <w:rsid w:val="00C726A4"/>
    <w:rsid w:val="00C72D9B"/>
    <w:rsid w:val="00C7378A"/>
    <w:rsid w:val="00C739C6"/>
    <w:rsid w:val="00C73ECE"/>
    <w:rsid w:val="00C7442D"/>
    <w:rsid w:val="00C74F3D"/>
    <w:rsid w:val="00C75C6E"/>
    <w:rsid w:val="00C7618D"/>
    <w:rsid w:val="00C765F3"/>
    <w:rsid w:val="00C77D87"/>
    <w:rsid w:val="00C80283"/>
    <w:rsid w:val="00C80A32"/>
    <w:rsid w:val="00C81CE0"/>
    <w:rsid w:val="00C8207F"/>
    <w:rsid w:val="00C82347"/>
    <w:rsid w:val="00C83207"/>
    <w:rsid w:val="00C83577"/>
    <w:rsid w:val="00C835E6"/>
    <w:rsid w:val="00C841FA"/>
    <w:rsid w:val="00C84318"/>
    <w:rsid w:val="00C85E43"/>
    <w:rsid w:val="00C8662B"/>
    <w:rsid w:val="00C869AD"/>
    <w:rsid w:val="00C86C31"/>
    <w:rsid w:val="00C90668"/>
    <w:rsid w:val="00C90C6F"/>
    <w:rsid w:val="00C90D18"/>
    <w:rsid w:val="00C90EA2"/>
    <w:rsid w:val="00C9140E"/>
    <w:rsid w:val="00C9150A"/>
    <w:rsid w:val="00C9225C"/>
    <w:rsid w:val="00C92415"/>
    <w:rsid w:val="00C925E0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756"/>
    <w:rsid w:val="00CA2928"/>
    <w:rsid w:val="00CA3161"/>
    <w:rsid w:val="00CA33C9"/>
    <w:rsid w:val="00CA3A79"/>
    <w:rsid w:val="00CA3DA5"/>
    <w:rsid w:val="00CA4415"/>
    <w:rsid w:val="00CA4472"/>
    <w:rsid w:val="00CA5640"/>
    <w:rsid w:val="00CA608A"/>
    <w:rsid w:val="00CA60CB"/>
    <w:rsid w:val="00CA6417"/>
    <w:rsid w:val="00CA7100"/>
    <w:rsid w:val="00CA7865"/>
    <w:rsid w:val="00CA7E52"/>
    <w:rsid w:val="00CB070E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2E72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056"/>
    <w:rsid w:val="00CD2584"/>
    <w:rsid w:val="00CD27AB"/>
    <w:rsid w:val="00CD2941"/>
    <w:rsid w:val="00CD2F9D"/>
    <w:rsid w:val="00CD344F"/>
    <w:rsid w:val="00CD35C7"/>
    <w:rsid w:val="00CD4E2E"/>
    <w:rsid w:val="00CD5034"/>
    <w:rsid w:val="00CD57FF"/>
    <w:rsid w:val="00CD5F46"/>
    <w:rsid w:val="00CD6A6B"/>
    <w:rsid w:val="00CD6B21"/>
    <w:rsid w:val="00CE047C"/>
    <w:rsid w:val="00CE0890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C4B"/>
    <w:rsid w:val="00CF1F84"/>
    <w:rsid w:val="00CF2634"/>
    <w:rsid w:val="00CF2639"/>
    <w:rsid w:val="00CF2D97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61F"/>
    <w:rsid w:val="00CF7E60"/>
    <w:rsid w:val="00D000A7"/>
    <w:rsid w:val="00D0058F"/>
    <w:rsid w:val="00D010C1"/>
    <w:rsid w:val="00D0186A"/>
    <w:rsid w:val="00D01BCF"/>
    <w:rsid w:val="00D01D10"/>
    <w:rsid w:val="00D02D0C"/>
    <w:rsid w:val="00D02ECA"/>
    <w:rsid w:val="00D03553"/>
    <w:rsid w:val="00D03868"/>
    <w:rsid w:val="00D04C86"/>
    <w:rsid w:val="00D05BE1"/>
    <w:rsid w:val="00D07C8F"/>
    <w:rsid w:val="00D1016C"/>
    <w:rsid w:val="00D11101"/>
    <w:rsid w:val="00D11202"/>
    <w:rsid w:val="00D114E9"/>
    <w:rsid w:val="00D1186A"/>
    <w:rsid w:val="00D132CB"/>
    <w:rsid w:val="00D13836"/>
    <w:rsid w:val="00D1392A"/>
    <w:rsid w:val="00D14233"/>
    <w:rsid w:val="00D149D0"/>
    <w:rsid w:val="00D161AF"/>
    <w:rsid w:val="00D164D3"/>
    <w:rsid w:val="00D16799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204"/>
    <w:rsid w:val="00D267D4"/>
    <w:rsid w:val="00D2727F"/>
    <w:rsid w:val="00D272DB"/>
    <w:rsid w:val="00D27BA3"/>
    <w:rsid w:val="00D314A6"/>
    <w:rsid w:val="00D32AAC"/>
    <w:rsid w:val="00D32BE2"/>
    <w:rsid w:val="00D336D9"/>
    <w:rsid w:val="00D34622"/>
    <w:rsid w:val="00D3505C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65F"/>
    <w:rsid w:val="00D50AAB"/>
    <w:rsid w:val="00D51B36"/>
    <w:rsid w:val="00D52A1B"/>
    <w:rsid w:val="00D53B5E"/>
    <w:rsid w:val="00D54E72"/>
    <w:rsid w:val="00D55F18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2B26"/>
    <w:rsid w:val="00D72DB6"/>
    <w:rsid w:val="00D7327F"/>
    <w:rsid w:val="00D732AA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25A"/>
    <w:rsid w:val="00D76E67"/>
    <w:rsid w:val="00D77CE1"/>
    <w:rsid w:val="00D80593"/>
    <w:rsid w:val="00D80C2E"/>
    <w:rsid w:val="00D81250"/>
    <w:rsid w:val="00D81896"/>
    <w:rsid w:val="00D818DF"/>
    <w:rsid w:val="00D81A84"/>
    <w:rsid w:val="00D81B45"/>
    <w:rsid w:val="00D81DEB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0FAB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7C50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578B"/>
    <w:rsid w:val="00DA62D6"/>
    <w:rsid w:val="00DA63B4"/>
    <w:rsid w:val="00DA6A1B"/>
    <w:rsid w:val="00DA6EB0"/>
    <w:rsid w:val="00DB007A"/>
    <w:rsid w:val="00DB02CA"/>
    <w:rsid w:val="00DB08F8"/>
    <w:rsid w:val="00DB0C30"/>
    <w:rsid w:val="00DB0C54"/>
    <w:rsid w:val="00DB2771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E0E"/>
    <w:rsid w:val="00DC5AB7"/>
    <w:rsid w:val="00DC677E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5941"/>
    <w:rsid w:val="00DD6031"/>
    <w:rsid w:val="00DD68B5"/>
    <w:rsid w:val="00DD69C1"/>
    <w:rsid w:val="00DD7E61"/>
    <w:rsid w:val="00DD7EF6"/>
    <w:rsid w:val="00DE0B76"/>
    <w:rsid w:val="00DE11DE"/>
    <w:rsid w:val="00DE16F2"/>
    <w:rsid w:val="00DE2895"/>
    <w:rsid w:val="00DE2A78"/>
    <w:rsid w:val="00DE3378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F0474"/>
    <w:rsid w:val="00DF0A16"/>
    <w:rsid w:val="00DF11A9"/>
    <w:rsid w:val="00DF12D0"/>
    <w:rsid w:val="00DF2ED2"/>
    <w:rsid w:val="00DF3FFD"/>
    <w:rsid w:val="00DF485D"/>
    <w:rsid w:val="00DF48E8"/>
    <w:rsid w:val="00DF5283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3ACB"/>
    <w:rsid w:val="00E0433F"/>
    <w:rsid w:val="00E044C0"/>
    <w:rsid w:val="00E04EA6"/>
    <w:rsid w:val="00E058AE"/>
    <w:rsid w:val="00E062DF"/>
    <w:rsid w:val="00E06581"/>
    <w:rsid w:val="00E07884"/>
    <w:rsid w:val="00E10A6E"/>
    <w:rsid w:val="00E11366"/>
    <w:rsid w:val="00E147A4"/>
    <w:rsid w:val="00E14A95"/>
    <w:rsid w:val="00E14C6C"/>
    <w:rsid w:val="00E15BCC"/>
    <w:rsid w:val="00E17038"/>
    <w:rsid w:val="00E170DC"/>
    <w:rsid w:val="00E17E3E"/>
    <w:rsid w:val="00E207DA"/>
    <w:rsid w:val="00E21303"/>
    <w:rsid w:val="00E21DC2"/>
    <w:rsid w:val="00E23690"/>
    <w:rsid w:val="00E23FF2"/>
    <w:rsid w:val="00E24487"/>
    <w:rsid w:val="00E24DDF"/>
    <w:rsid w:val="00E24DF8"/>
    <w:rsid w:val="00E26326"/>
    <w:rsid w:val="00E269E6"/>
    <w:rsid w:val="00E27383"/>
    <w:rsid w:val="00E27411"/>
    <w:rsid w:val="00E27B6A"/>
    <w:rsid w:val="00E27E15"/>
    <w:rsid w:val="00E30B02"/>
    <w:rsid w:val="00E31C17"/>
    <w:rsid w:val="00E31D46"/>
    <w:rsid w:val="00E322BF"/>
    <w:rsid w:val="00E32562"/>
    <w:rsid w:val="00E33AFC"/>
    <w:rsid w:val="00E35F64"/>
    <w:rsid w:val="00E36A15"/>
    <w:rsid w:val="00E36A8B"/>
    <w:rsid w:val="00E36D74"/>
    <w:rsid w:val="00E401CC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3C15"/>
    <w:rsid w:val="00E54922"/>
    <w:rsid w:val="00E54F9D"/>
    <w:rsid w:val="00E5514C"/>
    <w:rsid w:val="00E5545F"/>
    <w:rsid w:val="00E5691D"/>
    <w:rsid w:val="00E57527"/>
    <w:rsid w:val="00E578E2"/>
    <w:rsid w:val="00E57BEE"/>
    <w:rsid w:val="00E600AD"/>
    <w:rsid w:val="00E6080D"/>
    <w:rsid w:val="00E60D39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67B73"/>
    <w:rsid w:val="00E703BA"/>
    <w:rsid w:val="00E70B79"/>
    <w:rsid w:val="00E70ED8"/>
    <w:rsid w:val="00E725C6"/>
    <w:rsid w:val="00E731E8"/>
    <w:rsid w:val="00E74335"/>
    <w:rsid w:val="00E75376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1E5"/>
    <w:rsid w:val="00E83DA5"/>
    <w:rsid w:val="00E84A4B"/>
    <w:rsid w:val="00E85E75"/>
    <w:rsid w:val="00E85F1A"/>
    <w:rsid w:val="00E86186"/>
    <w:rsid w:val="00E865D5"/>
    <w:rsid w:val="00E8694B"/>
    <w:rsid w:val="00E86BA0"/>
    <w:rsid w:val="00E877AB"/>
    <w:rsid w:val="00E901D4"/>
    <w:rsid w:val="00E9065C"/>
    <w:rsid w:val="00E93038"/>
    <w:rsid w:val="00E94414"/>
    <w:rsid w:val="00E944EE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A7326"/>
    <w:rsid w:val="00EB0064"/>
    <w:rsid w:val="00EB00F6"/>
    <w:rsid w:val="00EB0437"/>
    <w:rsid w:val="00EB0493"/>
    <w:rsid w:val="00EB0A22"/>
    <w:rsid w:val="00EB0E0A"/>
    <w:rsid w:val="00EB122A"/>
    <w:rsid w:val="00EB12CC"/>
    <w:rsid w:val="00EB13D4"/>
    <w:rsid w:val="00EB1766"/>
    <w:rsid w:val="00EB1F04"/>
    <w:rsid w:val="00EB22E2"/>
    <w:rsid w:val="00EB2834"/>
    <w:rsid w:val="00EB34CB"/>
    <w:rsid w:val="00EB43E0"/>
    <w:rsid w:val="00EB4DDE"/>
    <w:rsid w:val="00EC0C0A"/>
    <w:rsid w:val="00EC13CC"/>
    <w:rsid w:val="00EC1ED9"/>
    <w:rsid w:val="00EC26C8"/>
    <w:rsid w:val="00EC28D3"/>
    <w:rsid w:val="00EC324F"/>
    <w:rsid w:val="00EC35BA"/>
    <w:rsid w:val="00EC380D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75E5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6E88"/>
    <w:rsid w:val="00EE7122"/>
    <w:rsid w:val="00EE74F5"/>
    <w:rsid w:val="00EE76F7"/>
    <w:rsid w:val="00EE789B"/>
    <w:rsid w:val="00EE7A2D"/>
    <w:rsid w:val="00EE7E13"/>
    <w:rsid w:val="00EF074C"/>
    <w:rsid w:val="00EF1065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81A"/>
    <w:rsid w:val="00F059D2"/>
    <w:rsid w:val="00F05CA4"/>
    <w:rsid w:val="00F05D5E"/>
    <w:rsid w:val="00F06299"/>
    <w:rsid w:val="00F064A5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4133"/>
    <w:rsid w:val="00F143AD"/>
    <w:rsid w:val="00F146DB"/>
    <w:rsid w:val="00F155B0"/>
    <w:rsid w:val="00F15618"/>
    <w:rsid w:val="00F157DA"/>
    <w:rsid w:val="00F15AD5"/>
    <w:rsid w:val="00F16DF7"/>
    <w:rsid w:val="00F17277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30514"/>
    <w:rsid w:val="00F30AEE"/>
    <w:rsid w:val="00F30E58"/>
    <w:rsid w:val="00F31590"/>
    <w:rsid w:val="00F31AD0"/>
    <w:rsid w:val="00F32C0D"/>
    <w:rsid w:val="00F32E75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35"/>
    <w:rsid w:val="00F370FA"/>
    <w:rsid w:val="00F378C3"/>
    <w:rsid w:val="00F37C5D"/>
    <w:rsid w:val="00F40015"/>
    <w:rsid w:val="00F404AC"/>
    <w:rsid w:val="00F40555"/>
    <w:rsid w:val="00F410BA"/>
    <w:rsid w:val="00F41146"/>
    <w:rsid w:val="00F412F8"/>
    <w:rsid w:val="00F41884"/>
    <w:rsid w:val="00F41AC6"/>
    <w:rsid w:val="00F41E0A"/>
    <w:rsid w:val="00F41E59"/>
    <w:rsid w:val="00F423A8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053E"/>
    <w:rsid w:val="00F50B50"/>
    <w:rsid w:val="00F539D2"/>
    <w:rsid w:val="00F53B26"/>
    <w:rsid w:val="00F53F13"/>
    <w:rsid w:val="00F5457C"/>
    <w:rsid w:val="00F548A7"/>
    <w:rsid w:val="00F55985"/>
    <w:rsid w:val="00F56175"/>
    <w:rsid w:val="00F56338"/>
    <w:rsid w:val="00F56583"/>
    <w:rsid w:val="00F5678C"/>
    <w:rsid w:val="00F60130"/>
    <w:rsid w:val="00F602F6"/>
    <w:rsid w:val="00F60711"/>
    <w:rsid w:val="00F60F00"/>
    <w:rsid w:val="00F61738"/>
    <w:rsid w:val="00F61D64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69C"/>
    <w:rsid w:val="00F6799B"/>
    <w:rsid w:val="00F70786"/>
    <w:rsid w:val="00F70BE3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073"/>
    <w:rsid w:val="00F97A76"/>
    <w:rsid w:val="00FA0890"/>
    <w:rsid w:val="00FA2232"/>
    <w:rsid w:val="00FA28B2"/>
    <w:rsid w:val="00FA4D16"/>
    <w:rsid w:val="00FA5E61"/>
    <w:rsid w:val="00FA60A7"/>
    <w:rsid w:val="00FA61F1"/>
    <w:rsid w:val="00FA6A4A"/>
    <w:rsid w:val="00FA6C2B"/>
    <w:rsid w:val="00FA6E83"/>
    <w:rsid w:val="00FA7885"/>
    <w:rsid w:val="00FA7D61"/>
    <w:rsid w:val="00FA7F12"/>
    <w:rsid w:val="00FB08BA"/>
    <w:rsid w:val="00FB08D0"/>
    <w:rsid w:val="00FB21B4"/>
    <w:rsid w:val="00FB21F1"/>
    <w:rsid w:val="00FB2427"/>
    <w:rsid w:val="00FB2759"/>
    <w:rsid w:val="00FB2FD9"/>
    <w:rsid w:val="00FB3E18"/>
    <w:rsid w:val="00FB3E8C"/>
    <w:rsid w:val="00FB42A7"/>
    <w:rsid w:val="00FB491B"/>
    <w:rsid w:val="00FB6498"/>
    <w:rsid w:val="00FB6710"/>
    <w:rsid w:val="00FB6DB4"/>
    <w:rsid w:val="00FB7322"/>
    <w:rsid w:val="00FB7E94"/>
    <w:rsid w:val="00FC1C5C"/>
    <w:rsid w:val="00FC1C7B"/>
    <w:rsid w:val="00FC3214"/>
    <w:rsid w:val="00FC3808"/>
    <w:rsid w:val="00FC3BE1"/>
    <w:rsid w:val="00FC544B"/>
    <w:rsid w:val="00FC5BE0"/>
    <w:rsid w:val="00FC6714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5988"/>
    <w:rsid w:val="00FE639D"/>
    <w:rsid w:val="00FE66D7"/>
    <w:rsid w:val="00FE7367"/>
    <w:rsid w:val="00FE76AE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5070"/>
    <w:rsid w:val="00FF51FD"/>
    <w:rsid w:val="00FF620D"/>
    <w:rsid w:val="00FF6443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3234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E2C1E-B6A3-456F-B9E6-82B47045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1769</TotalTime>
  <Pages>1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ELE7EN</cp:lastModifiedBy>
  <cp:revision>258</cp:revision>
  <cp:lastPrinted>2022-04-29T04:17:00Z</cp:lastPrinted>
  <dcterms:created xsi:type="dcterms:W3CDTF">2020-05-01T04:49:00Z</dcterms:created>
  <dcterms:modified xsi:type="dcterms:W3CDTF">2022-04-29T04:17:00Z</dcterms:modified>
</cp:coreProperties>
</file>