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73A" w:rsidRPr="00E730EC" w:rsidRDefault="0055173A" w:rsidP="0055173A">
      <w:pPr>
        <w:numPr>
          <w:ilvl w:val="0"/>
          <w:numId w:val="16"/>
        </w:numPr>
        <w:tabs>
          <w:tab w:val="clear" w:pos="227"/>
          <w:tab w:val="clear" w:pos="454"/>
          <w:tab w:val="clear" w:pos="540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67"/>
        </w:tabs>
        <w:jc w:val="both"/>
        <w:rPr>
          <w:rFonts w:ascii="Angsana New" w:hAnsi="Angsana New"/>
          <w:b/>
          <w:bCs/>
          <w:sz w:val="30"/>
          <w:szCs w:val="30"/>
        </w:rPr>
      </w:pPr>
      <w:r w:rsidRPr="00E730EC">
        <w:rPr>
          <w:rFonts w:ascii="Angsana New" w:hAnsi="Angsana New"/>
          <w:b/>
          <w:bCs/>
          <w:sz w:val="30"/>
          <w:szCs w:val="30"/>
          <w:cs/>
        </w:rPr>
        <w:t>เกณฑ์กา</w:t>
      </w:r>
      <w:r w:rsidR="007658F6">
        <w:rPr>
          <w:rFonts w:ascii="Angsana New" w:hAnsi="Angsana New"/>
          <w:b/>
          <w:bCs/>
          <w:sz w:val="30"/>
          <w:szCs w:val="30"/>
          <w:cs/>
        </w:rPr>
        <w:t>รจัดทำข้อมูลทางการเงินระหว่างกา</w:t>
      </w:r>
      <w:r w:rsidR="007658F6">
        <w:rPr>
          <w:rFonts w:ascii="Angsana New" w:hAnsi="Angsana New" w:hint="cs"/>
          <w:b/>
          <w:bCs/>
          <w:sz w:val="30"/>
          <w:szCs w:val="30"/>
          <w:cs/>
        </w:rPr>
        <w:t>ล</w:t>
      </w:r>
    </w:p>
    <w:p w:rsidR="001B2C21" w:rsidRPr="00E730EC" w:rsidRDefault="001B2C21" w:rsidP="0042273D">
      <w:pPr>
        <w:pStyle w:val="a3"/>
        <w:tabs>
          <w:tab w:val="clear" w:pos="360"/>
          <w:tab w:val="clear" w:pos="720"/>
          <w:tab w:val="clear" w:pos="1080"/>
          <w:tab w:val="left" w:pos="540"/>
        </w:tabs>
        <w:jc w:val="thaiDistribute"/>
        <w:rPr>
          <w:rFonts w:ascii="Angsana New" w:hAnsi="Angsana New" w:cs="Angsana New"/>
          <w:sz w:val="30"/>
          <w:szCs w:val="30"/>
          <w:lang w:val="en-US"/>
        </w:rPr>
      </w:pPr>
    </w:p>
    <w:p w:rsidR="004E6B25" w:rsidRPr="00E730EC" w:rsidRDefault="004E6B25" w:rsidP="004E6B2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E730EC">
        <w:rPr>
          <w:rFonts w:ascii="Angsana New" w:hAnsi="Angsana New"/>
          <w:sz w:val="30"/>
          <w:szCs w:val="30"/>
          <w:cs/>
        </w:rPr>
        <w:t xml:space="preserve">ข้อมูลทางการเงินระหว่างกาลนี้ได้จัดทำขึ้นในรูปแบบย่อและตามมาตรฐานการบัญชีฉบับที่ </w:t>
      </w:r>
      <w:r w:rsidRPr="00E730EC">
        <w:rPr>
          <w:rFonts w:ascii="Angsana New" w:hAnsi="Angsana New"/>
          <w:sz w:val="30"/>
          <w:szCs w:val="30"/>
        </w:rPr>
        <w:t>34</w:t>
      </w:r>
      <w:r w:rsidRPr="00E730EC">
        <w:rPr>
          <w:rFonts w:ascii="Angsana New" w:hAnsi="Angsana New"/>
          <w:sz w:val="30"/>
          <w:szCs w:val="30"/>
          <w:cs/>
        </w:rPr>
        <w:t xml:space="preserve"> </w:t>
      </w:r>
      <w:r w:rsidRPr="00E730EC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Pr="00E730EC">
        <w:rPr>
          <w:rFonts w:ascii="Angsana New" w:hAnsi="Angsana New"/>
          <w:sz w:val="30"/>
          <w:szCs w:val="30"/>
          <w:cs/>
        </w:rPr>
        <w:t>เรื่อง</w:t>
      </w:r>
      <w:r w:rsidR="000408A8" w:rsidRPr="00E730EC">
        <w:rPr>
          <w:rFonts w:ascii="Angsana New" w:hAnsi="Angsana New"/>
          <w:sz w:val="30"/>
          <w:szCs w:val="30"/>
          <w:cs/>
        </w:rPr>
        <w:t xml:space="preserve"> </w:t>
      </w:r>
      <w:r w:rsidRPr="00E730EC">
        <w:rPr>
          <w:rFonts w:ascii="Angsana New" w:hAnsi="Angsana New"/>
          <w:sz w:val="30"/>
          <w:szCs w:val="30"/>
          <w:cs/>
        </w:rPr>
        <w:t>“</w:t>
      </w:r>
      <w:r w:rsidR="006F1212" w:rsidRPr="00E730EC">
        <w:rPr>
          <w:rFonts w:ascii="Angsana New" w:hAnsi="Angsana New"/>
          <w:sz w:val="30"/>
          <w:szCs w:val="30"/>
          <w:cs/>
        </w:rPr>
        <w:t>การรายงานทาง</w:t>
      </w:r>
      <w:r w:rsidRPr="00E730EC">
        <w:rPr>
          <w:rFonts w:ascii="Angsana New" w:hAnsi="Angsana New"/>
          <w:sz w:val="30"/>
          <w:szCs w:val="30"/>
          <w:cs/>
        </w:rPr>
        <w:t>การเงินระหว่างกาล”</w:t>
      </w:r>
      <w:r w:rsidRPr="00E730EC">
        <w:rPr>
          <w:rFonts w:ascii="Angsana New" w:hAnsi="Angsana New"/>
          <w:sz w:val="30"/>
          <w:szCs w:val="30"/>
        </w:rPr>
        <w:t xml:space="preserve"> </w:t>
      </w:r>
      <w:r w:rsidRPr="00E730EC">
        <w:rPr>
          <w:rFonts w:ascii="Angsana New" w:hAnsi="Angsana New"/>
          <w:sz w:val="30"/>
          <w:szCs w:val="30"/>
          <w:cs/>
        </w:rPr>
        <w:t>รวมถึงการตีความและแนวปฏิบัติทางการบัญชีที่ประกาศใช้โดยสภาวิชาชีพบัญชี กฎระเบียบและประกาศคณะกรรมการกำกับหลักทรัพย์และตลาดหลักทรัพย์ที่เกี่ยวข้อง</w:t>
      </w:r>
    </w:p>
    <w:p w:rsidR="004E6B25" w:rsidRPr="00E730EC" w:rsidRDefault="004E6B25" w:rsidP="0042273D">
      <w:pPr>
        <w:pStyle w:val="a3"/>
        <w:tabs>
          <w:tab w:val="clear" w:pos="360"/>
          <w:tab w:val="clear" w:pos="720"/>
          <w:tab w:val="clear" w:pos="1080"/>
          <w:tab w:val="left" w:pos="540"/>
        </w:tabs>
        <w:jc w:val="thaiDistribute"/>
        <w:rPr>
          <w:rFonts w:ascii="Angsana New" w:hAnsi="Angsana New" w:cs="Angsana New"/>
          <w:sz w:val="30"/>
          <w:szCs w:val="30"/>
          <w:lang w:val="en-US"/>
        </w:rPr>
      </w:pPr>
    </w:p>
    <w:p w:rsidR="004E6B25" w:rsidRDefault="004E6B25" w:rsidP="004E6B25">
      <w:pPr>
        <w:pStyle w:val="BodyText2"/>
        <w:tabs>
          <w:tab w:val="left" w:pos="540"/>
        </w:tabs>
        <w:ind w:left="0" w:firstLine="0"/>
        <w:jc w:val="thaiDistribute"/>
        <w:rPr>
          <w:rFonts w:ascii="Angsana New" w:hAnsi="Angsana New"/>
          <w:sz w:val="30"/>
          <w:szCs w:val="30"/>
        </w:rPr>
      </w:pPr>
      <w:r w:rsidRPr="00E730EC">
        <w:rPr>
          <w:rFonts w:ascii="Angsana New" w:hAnsi="Angsana New"/>
          <w:sz w:val="30"/>
          <w:szCs w:val="30"/>
          <w:cs/>
        </w:rPr>
        <w:t xml:space="preserve">ข้อมูลทางการเงินระหว่างกาลนี้จัดทำขึ้นเพื่อให้ข้อมูลเพิ่มเติมจากงบการเงินสำหรับปีสิ้นสุดวันที่ </w:t>
      </w:r>
      <w:r w:rsidRPr="00E730EC">
        <w:rPr>
          <w:rFonts w:ascii="Angsana New" w:hAnsi="Angsana New"/>
          <w:sz w:val="30"/>
          <w:szCs w:val="30"/>
        </w:rPr>
        <w:t xml:space="preserve">31 </w:t>
      </w:r>
      <w:r w:rsidRPr="00E730EC">
        <w:rPr>
          <w:rFonts w:ascii="Angsana New" w:hAnsi="Angsana New"/>
          <w:sz w:val="30"/>
          <w:szCs w:val="30"/>
          <w:cs/>
        </w:rPr>
        <w:t xml:space="preserve">ธันวาคม </w:t>
      </w:r>
      <w:r w:rsidR="00E730EC">
        <w:rPr>
          <w:rFonts w:ascii="Angsana New" w:hAnsi="Angsana New"/>
          <w:sz w:val="30"/>
          <w:szCs w:val="30"/>
        </w:rPr>
        <w:t>2564</w:t>
      </w:r>
      <w:r w:rsidRPr="00E730EC">
        <w:rPr>
          <w:rFonts w:ascii="Angsana New" w:hAnsi="Angsana New"/>
          <w:sz w:val="30"/>
          <w:szCs w:val="30"/>
          <w:cs/>
        </w:rPr>
        <w:t xml:space="preserve"> โดยเน้นการให้ข้อมูลที่เป็นปัจจุบันเกี่ยวกับกิจกรรม เหตุการณ์ และสถานการณ์ใหม่ๆ เพื่อไม่ให้ข้อมูลที่นำเสนอซ้ำซ้อนกับข้อมูลที่ได้รายงานไปแล้ว ดังนั้น ข้อมูลทางการเงินระหว่างกาลนี้ควรต้องอ่านควบคู่กับงบการเงินสำหรับปีสิ้นสุดวันที่ </w:t>
      </w:r>
      <w:r w:rsidRPr="00E730EC">
        <w:rPr>
          <w:rFonts w:ascii="Angsana New" w:hAnsi="Angsana New"/>
          <w:sz w:val="30"/>
          <w:szCs w:val="30"/>
        </w:rPr>
        <w:t xml:space="preserve">31 </w:t>
      </w:r>
      <w:r w:rsidRPr="00E730EC">
        <w:rPr>
          <w:rFonts w:ascii="Angsana New" w:hAnsi="Angsana New"/>
          <w:sz w:val="30"/>
          <w:szCs w:val="30"/>
          <w:cs/>
        </w:rPr>
        <w:t xml:space="preserve">ธันวาคม </w:t>
      </w:r>
      <w:r w:rsidR="00E730EC">
        <w:rPr>
          <w:rFonts w:ascii="Angsana New" w:hAnsi="Angsana New"/>
          <w:sz w:val="30"/>
          <w:szCs w:val="30"/>
        </w:rPr>
        <w:t>2564</w:t>
      </w:r>
    </w:p>
    <w:p w:rsidR="00B72718" w:rsidRDefault="00B72718" w:rsidP="004E6B25">
      <w:pPr>
        <w:pStyle w:val="BodyText2"/>
        <w:tabs>
          <w:tab w:val="left" w:pos="540"/>
        </w:tabs>
        <w:ind w:left="0" w:firstLine="0"/>
        <w:jc w:val="thaiDistribute"/>
        <w:rPr>
          <w:rFonts w:ascii="Angsana New" w:hAnsi="Angsana New"/>
          <w:sz w:val="30"/>
          <w:szCs w:val="30"/>
        </w:rPr>
      </w:pPr>
    </w:p>
    <w:p w:rsidR="00A00A5A" w:rsidRPr="00E730EC" w:rsidRDefault="00A00A5A" w:rsidP="00A00A5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E730EC">
        <w:rPr>
          <w:rFonts w:ascii="Angsana New" w:hAnsi="Angsana New"/>
          <w:sz w:val="30"/>
          <w:szCs w:val="30"/>
          <w:cs/>
        </w:rPr>
        <w:t>งบการเงินระหว่างกาลรวม</w:t>
      </w:r>
      <w:r w:rsidR="00A2664A" w:rsidRPr="00E730EC">
        <w:rPr>
          <w:rFonts w:ascii="Angsana New" w:hAnsi="Angsana New"/>
          <w:sz w:val="30"/>
          <w:szCs w:val="30"/>
          <w:cs/>
        </w:rPr>
        <w:t>สำหรับงวด</w:t>
      </w:r>
      <w:r w:rsidR="005C29D8" w:rsidRPr="00E730EC">
        <w:rPr>
          <w:rFonts w:ascii="Angsana New" w:hAnsi="Angsana New"/>
          <w:sz w:val="30"/>
          <w:szCs w:val="30"/>
          <w:cs/>
        </w:rPr>
        <w:t>สามเดือนและ</w:t>
      </w:r>
      <w:r w:rsidR="002F3D1C">
        <w:rPr>
          <w:rFonts w:ascii="Angsana New" w:hAnsi="Angsana New"/>
          <w:sz w:val="30"/>
          <w:szCs w:val="30"/>
          <w:cs/>
        </w:rPr>
        <w:t>เก้าเดือน</w:t>
      </w:r>
      <w:r w:rsidRPr="00E730EC">
        <w:rPr>
          <w:rFonts w:ascii="Angsana New" w:hAnsi="Angsana New"/>
          <w:sz w:val="30"/>
          <w:szCs w:val="30"/>
          <w:cs/>
        </w:rPr>
        <w:t xml:space="preserve">สิ้นสุดวันที่ </w:t>
      </w:r>
      <w:r w:rsidR="00A2664A" w:rsidRPr="00E730EC">
        <w:rPr>
          <w:rFonts w:ascii="Angsana New" w:hAnsi="Angsana New"/>
          <w:sz w:val="30"/>
          <w:szCs w:val="30"/>
          <w:cs/>
        </w:rPr>
        <w:t xml:space="preserve">30 </w:t>
      </w:r>
      <w:r w:rsidR="002F3D1C">
        <w:rPr>
          <w:rFonts w:ascii="Angsana New" w:hAnsi="Angsana New"/>
          <w:sz w:val="30"/>
          <w:szCs w:val="30"/>
          <w:cs/>
        </w:rPr>
        <w:t>กันยายน</w:t>
      </w:r>
      <w:r w:rsidR="005E235B" w:rsidRPr="00E730EC">
        <w:rPr>
          <w:rFonts w:ascii="Angsana New" w:hAnsi="Angsana New"/>
          <w:sz w:val="30"/>
          <w:szCs w:val="30"/>
          <w:cs/>
        </w:rPr>
        <w:t xml:space="preserve"> </w:t>
      </w:r>
      <w:r w:rsidR="00297539" w:rsidRPr="00E730EC">
        <w:rPr>
          <w:rFonts w:ascii="Angsana New" w:hAnsi="Angsana New"/>
          <w:sz w:val="30"/>
          <w:szCs w:val="30"/>
          <w:cs/>
        </w:rPr>
        <w:t>2565</w:t>
      </w:r>
      <w:r w:rsidR="00962508" w:rsidRPr="00E730EC">
        <w:rPr>
          <w:rFonts w:ascii="Angsana New" w:hAnsi="Angsana New"/>
          <w:sz w:val="30"/>
          <w:szCs w:val="30"/>
          <w:cs/>
        </w:rPr>
        <w:t xml:space="preserve"> และ </w:t>
      </w:r>
      <w:r w:rsidR="00E730EC">
        <w:rPr>
          <w:rFonts w:ascii="Angsana New" w:hAnsi="Angsana New"/>
          <w:sz w:val="30"/>
          <w:szCs w:val="30"/>
          <w:cs/>
        </w:rPr>
        <w:t>2564</w:t>
      </w:r>
      <w:r w:rsidRPr="00E730EC">
        <w:rPr>
          <w:rFonts w:ascii="Angsana New" w:hAnsi="Angsana New"/>
          <w:sz w:val="30"/>
          <w:szCs w:val="30"/>
        </w:rPr>
        <w:t xml:space="preserve"> </w:t>
      </w:r>
      <w:r w:rsidR="00962508" w:rsidRPr="00E730EC">
        <w:rPr>
          <w:rFonts w:ascii="Angsana New" w:hAnsi="Angsana New"/>
          <w:sz w:val="30"/>
          <w:szCs w:val="30"/>
          <w:cs/>
        </w:rPr>
        <w:t xml:space="preserve">และงบการเงินรวมสำหรับปีสิ้นสุดวันที่ 31 ธันวาคม </w:t>
      </w:r>
      <w:r w:rsidR="00E730EC">
        <w:rPr>
          <w:rFonts w:ascii="Angsana New" w:hAnsi="Angsana New"/>
          <w:sz w:val="30"/>
          <w:szCs w:val="30"/>
          <w:cs/>
        </w:rPr>
        <w:t>2564</w:t>
      </w:r>
      <w:r w:rsidR="00962508" w:rsidRPr="00E730EC">
        <w:rPr>
          <w:rFonts w:ascii="Angsana New" w:hAnsi="Angsana New"/>
          <w:sz w:val="30"/>
          <w:szCs w:val="30"/>
        </w:rPr>
        <w:t xml:space="preserve"> </w:t>
      </w:r>
      <w:r w:rsidR="00962508" w:rsidRPr="00E730EC">
        <w:rPr>
          <w:rFonts w:ascii="Angsana New" w:hAnsi="Angsana New"/>
          <w:sz w:val="30"/>
          <w:szCs w:val="30"/>
          <w:cs/>
        </w:rPr>
        <w:t>ซึ่งเป็นส่วนหนึ่งของข้อมูลทางการเงินระหว่างกาลนี้ได้รวมบัญชีของบริษัทและบริษัทย่อย</w:t>
      </w:r>
      <w:r w:rsidR="00962508" w:rsidRPr="00E730EC">
        <w:rPr>
          <w:rFonts w:ascii="Angsana New" w:hAnsi="Angsana New"/>
          <w:sz w:val="30"/>
          <w:szCs w:val="30"/>
        </w:rPr>
        <w:t xml:space="preserve"> (“</w:t>
      </w:r>
      <w:r w:rsidR="00962508" w:rsidRPr="00E730EC">
        <w:rPr>
          <w:rFonts w:ascii="Angsana New" w:hAnsi="Angsana New"/>
          <w:sz w:val="30"/>
          <w:szCs w:val="30"/>
          <w:cs/>
        </w:rPr>
        <w:t>กลุ่มบริษัท</w:t>
      </w:r>
      <w:r w:rsidR="00962508" w:rsidRPr="00E730EC">
        <w:rPr>
          <w:rFonts w:ascii="Angsana New" w:hAnsi="Angsana New"/>
          <w:sz w:val="30"/>
          <w:szCs w:val="30"/>
        </w:rPr>
        <w:t xml:space="preserve">”) </w:t>
      </w:r>
      <w:r w:rsidR="00962508" w:rsidRPr="00E730EC">
        <w:rPr>
          <w:rFonts w:ascii="Angsana New" w:hAnsi="Angsana New"/>
          <w:sz w:val="30"/>
          <w:szCs w:val="30"/>
          <w:cs/>
        </w:rPr>
        <w:t>ที่บริษัทมีอำนาจควบคุมหรือถือหุ้นทั้งทางตรงและทางอ้อมในบริษัทย่อยดังต่อไป</w:t>
      </w:r>
      <w:r w:rsidRPr="00E730EC">
        <w:rPr>
          <w:rFonts w:ascii="Angsana New" w:hAnsi="Angsana New"/>
          <w:sz w:val="30"/>
          <w:szCs w:val="30"/>
          <w:cs/>
        </w:rPr>
        <w:t>นี้</w:t>
      </w:r>
    </w:p>
    <w:p w:rsidR="0064260B" w:rsidRPr="0076315A" w:rsidRDefault="0064260B" w:rsidP="00F56250">
      <w:pPr>
        <w:pStyle w:val="BodyText2"/>
        <w:tabs>
          <w:tab w:val="left" w:pos="540"/>
        </w:tabs>
        <w:ind w:left="0" w:firstLine="0"/>
        <w:jc w:val="thaiDistribute"/>
        <w:rPr>
          <w:rFonts w:ascii="Angsana New" w:hAnsi="Angsana New"/>
          <w:sz w:val="20"/>
          <w:szCs w:val="20"/>
        </w:rPr>
      </w:pPr>
    </w:p>
    <w:tbl>
      <w:tblPr>
        <w:tblW w:w="10348" w:type="dxa"/>
        <w:tblInd w:w="-34" w:type="dxa"/>
        <w:tblLayout w:type="fixed"/>
        <w:tblLook w:val="0000"/>
      </w:tblPr>
      <w:tblGrid>
        <w:gridCol w:w="2269"/>
        <w:gridCol w:w="283"/>
        <w:gridCol w:w="1418"/>
        <w:gridCol w:w="283"/>
        <w:gridCol w:w="992"/>
        <w:gridCol w:w="284"/>
        <w:gridCol w:w="1417"/>
        <w:gridCol w:w="284"/>
        <w:gridCol w:w="1417"/>
        <w:gridCol w:w="284"/>
        <w:gridCol w:w="1417"/>
      </w:tblGrid>
      <w:tr w:rsidR="00962508" w:rsidRPr="00491D87" w:rsidTr="000014A7">
        <w:trPr>
          <w:tblHeader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2508" w:rsidRPr="000014A7" w:rsidRDefault="00962508" w:rsidP="00423231">
            <w:pPr>
              <w:ind w:right="-27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2508" w:rsidRPr="000014A7" w:rsidRDefault="00962508" w:rsidP="00423231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ngsana New" w:hAnsi="Angsana New"/>
                <w:b w:val="0"/>
                <w:bCs w:val="0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2508" w:rsidRPr="000014A7" w:rsidRDefault="00962508" w:rsidP="00423231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ngsana New" w:hAnsi="Angsana New"/>
                <w:b w:val="0"/>
                <w:bCs w:val="0"/>
                <w:sz w:val="28"/>
                <w:szCs w:val="28"/>
                <w: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2508" w:rsidRPr="000014A7" w:rsidRDefault="00962508" w:rsidP="00423231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ngsana New" w:hAnsi="Angsana New"/>
                <w:b w:val="0"/>
                <w:bCs w:val="0"/>
                <w:sz w:val="28"/>
                <w:szCs w:val="28"/>
                <w:cs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vAlign w:val="bottom"/>
          </w:tcPr>
          <w:p w:rsidR="00962508" w:rsidRPr="000014A7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</w:tcPr>
          <w:p w:rsidR="00962508" w:rsidRPr="000014A7" w:rsidRDefault="00962508" w:rsidP="00423231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ngsana New" w:hAnsi="Angsana New"/>
                <w:b w:val="0"/>
                <w:bCs w:val="0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vAlign w:val="bottom"/>
          </w:tcPr>
          <w:p w:rsidR="00962508" w:rsidRPr="000014A7" w:rsidRDefault="00962508" w:rsidP="00423231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ind w:left="-108" w:right="-108"/>
              <w:textAlignment w:val="baseline"/>
              <w:rPr>
                <w:rFonts w:ascii="Angsana New" w:hAnsi="Angsana New"/>
                <w:b w:val="0"/>
                <w:bCs w:val="0"/>
                <w:sz w:val="28"/>
                <w:szCs w:val="28"/>
                <w:cs/>
                <w:lang w:val="en-US"/>
              </w:rPr>
            </w:pPr>
            <w:r w:rsidRPr="000014A7">
              <w:rPr>
                <w:rFonts w:ascii="Angsana New" w:hAnsi="Angsana New"/>
                <w:b w:val="0"/>
                <w:bCs w:val="0"/>
                <w:sz w:val="28"/>
                <w:szCs w:val="28"/>
                <w:cs/>
                <w:lang w:val="en-US"/>
              </w:rPr>
              <w:t>สัดส่วนการถือหุ้น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</w:tcPr>
          <w:p w:rsidR="00962508" w:rsidRPr="000014A7" w:rsidRDefault="00962508" w:rsidP="00423231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ngsana New" w:hAnsi="Angsana New"/>
                <w:b w:val="0"/>
                <w:bCs w:val="0"/>
                <w:sz w:val="28"/>
                <w:szCs w:val="28"/>
                <w:cs/>
              </w:rPr>
            </w:pPr>
          </w:p>
        </w:tc>
        <w:tc>
          <w:tcPr>
            <w:tcW w:w="3118" w:type="dxa"/>
            <w:gridSpan w:val="3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962508" w:rsidRPr="000014A7" w:rsidRDefault="00962508" w:rsidP="00423231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ind w:right="-108"/>
              <w:textAlignment w:val="baseline"/>
              <w:rPr>
                <w:rFonts w:ascii="Angsana New" w:hAnsi="Angsana New"/>
                <w:b w:val="0"/>
                <w:bCs w:val="0"/>
                <w:sz w:val="28"/>
                <w:szCs w:val="28"/>
                <w:cs/>
              </w:rPr>
            </w:pPr>
            <w:r w:rsidRPr="000014A7">
              <w:rPr>
                <w:rFonts w:ascii="Angsana New" w:hAnsi="Angsana New"/>
                <w:b w:val="0"/>
                <w:bCs w:val="0"/>
                <w:sz w:val="28"/>
                <w:szCs w:val="28"/>
                <w:cs/>
              </w:rPr>
              <w:t>ราคาทุนของเงินลงทุน</w:t>
            </w:r>
          </w:p>
        </w:tc>
      </w:tr>
      <w:tr w:rsidR="00962508" w:rsidRPr="00491D87" w:rsidTr="000014A7">
        <w:trPr>
          <w:tblHeader/>
        </w:trPr>
        <w:tc>
          <w:tcPr>
            <w:tcW w:w="2269" w:type="dxa"/>
            <w:tcBorders>
              <w:top w:val="nil"/>
              <w:left w:val="nil"/>
              <w:right w:val="nil"/>
            </w:tcBorders>
            <w:vAlign w:val="bottom"/>
          </w:tcPr>
          <w:p w:rsidR="00962508" w:rsidRPr="000014A7" w:rsidRDefault="00962508" w:rsidP="00423231">
            <w:pPr>
              <w:tabs>
                <w:tab w:val="left" w:pos="162"/>
              </w:tabs>
              <w:ind w:right="-27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  <w:vAlign w:val="bottom"/>
          </w:tcPr>
          <w:p w:rsidR="00962508" w:rsidRPr="000014A7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vAlign w:val="bottom"/>
          </w:tcPr>
          <w:p w:rsidR="00962508" w:rsidRPr="000014A7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  <w:vAlign w:val="bottom"/>
          </w:tcPr>
          <w:p w:rsidR="00962508" w:rsidRPr="000014A7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vAlign w:val="bottom"/>
          </w:tcPr>
          <w:p w:rsidR="00962508" w:rsidRPr="000014A7" w:rsidRDefault="00962508" w:rsidP="00423231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014A7">
              <w:rPr>
                <w:rFonts w:ascii="Angsana New" w:hAnsi="Angsana New"/>
                <w:sz w:val="28"/>
                <w:szCs w:val="28"/>
                <w:cs/>
              </w:rPr>
              <w:t>ทุนจด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962508" w:rsidRPr="000014A7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vAlign w:val="bottom"/>
          </w:tcPr>
          <w:p w:rsidR="00962508" w:rsidRPr="000014A7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014A7">
              <w:rPr>
                <w:rFonts w:ascii="Angsana New" w:hAnsi="Angsana New"/>
                <w:sz w:val="28"/>
                <w:szCs w:val="28"/>
                <w:cs/>
              </w:rPr>
              <w:t>ทั้งทางตรง</w:t>
            </w:r>
            <w:r w:rsidRPr="000014A7">
              <w:rPr>
                <w:rFonts w:ascii="Angsana New" w:hAnsi="Angsana New"/>
                <w:sz w:val="28"/>
                <w:szCs w:val="28"/>
                <w:cs/>
                <w:lang w:val="en-US"/>
              </w:rPr>
              <w:t>และ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962508" w:rsidRPr="000014A7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118" w:type="dxa"/>
            <w:gridSpan w:val="3"/>
            <w:vMerge/>
            <w:tcBorders>
              <w:left w:val="nil"/>
              <w:right w:val="nil"/>
            </w:tcBorders>
          </w:tcPr>
          <w:p w:rsidR="00962508" w:rsidRPr="000014A7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962508" w:rsidRPr="00491D87" w:rsidTr="000014A7">
        <w:trPr>
          <w:tblHeader/>
        </w:trPr>
        <w:tc>
          <w:tcPr>
            <w:tcW w:w="2269" w:type="dxa"/>
            <w:tcBorders>
              <w:top w:val="nil"/>
              <w:left w:val="nil"/>
              <w:right w:val="nil"/>
            </w:tcBorders>
            <w:vAlign w:val="bottom"/>
          </w:tcPr>
          <w:p w:rsidR="00962508" w:rsidRPr="000014A7" w:rsidRDefault="00962508" w:rsidP="00423231">
            <w:pPr>
              <w:tabs>
                <w:tab w:val="left" w:pos="162"/>
              </w:tabs>
              <w:ind w:right="-27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  <w:vAlign w:val="bottom"/>
          </w:tcPr>
          <w:p w:rsidR="00962508" w:rsidRPr="000014A7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vAlign w:val="bottom"/>
          </w:tcPr>
          <w:p w:rsidR="00962508" w:rsidRPr="000014A7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  <w:vAlign w:val="bottom"/>
          </w:tcPr>
          <w:p w:rsidR="00962508" w:rsidRPr="000014A7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vAlign w:val="bottom"/>
          </w:tcPr>
          <w:p w:rsidR="00962508" w:rsidRPr="000014A7" w:rsidRDefault="00962508" w:rsidP="00423231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014A7">
              <w:rPr>
                <w:rFonts w:ascii="Angsana New" w:hAnsi="Angsana New"/>
                <w:sz w:val="28"/>
                <w:szCs w:val="28"/>
                <w:cs/>
              </w:rPr>
              <w:t>ทะเบียน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962508" w:rsidRPr="000014A7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vAlign w:val="bottom"/>
          </w:tcPr>
          <w:p w:rsidR="00962508" w:rsidRPr="000014A7" w:rsidRDefault="00962508" w:rsidP="00423231">
            <w:pPr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014A7">
              <w:rPr>
                <w:rFonts w:ascii="Angsana New" w:hAnsi="Angsana New"/>
                <w:sz w:val="28"/>
                <w:szCs w:val="28"/>
                <w:cs/>
              </w:rPr>
              <w:t>ทางอ้อมของบริษัท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962508" w:rsidRPr="000014A7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1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962508" w:rsidRPr="000014A7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014A7">
              <w:rPr>
                <w:rFonts w:ascii="Angsana New" w:hAnsi="Angsana New"/>
                <w:sz w:val="28"/>
                <w:szCs w:val="28"/>
                <w:cs/>
              </w:rPr>
              <w:t>ในงบการเงินเฉพาะกิจการ (พันบาท)</w:t>
            </w:r>
          </w:p>
        </w:tc>
      </w:tr>
      <w:tr w:rsidR="00962508" w:rsidRPr="00491D87" w:rsidTr="000014A7">
        <w:trPr>
          <w:tblHeader/>
        </w:trPr>
        <w:tc>
          <w:tcPr>
            <w:tcW w:w="2269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962508" w:rsidRPr="000014A7" w:rsidRDefault="00962508" w:rsidP="00962508">
            <w:pPr>
              <w:tabs>
                <w:tab w:val="left" w:pos="176"/>
              </w:tabs>
              <w:ind w:right="-27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014A7">
              <w:rPr>
                <w:rFonts w:ascii="Angsana New" w:hAnsi="Angsana New"/>
                <w:sz w:val="28"/>
                <w:szCs w:val="28"/>
                <w:cs/>
              </w:rPr>
              <w:t>ชื่อบริษัท</w:t>
            </w:r>
          </w:p>
        </w:tc>
        <w:tc>
          <w:tcPr>
            <w:tcW w:w="283" w:type="dxa"/>
            <w:tcBorders>
              <w:left w:val="nil"/>
              <w:right w:val="nil"/>
            </w:tcBorders>
            <w:vAlign w:val="bottom"/>
          </w:tcPr>
          <w:p w:rsidR="00962508" w:rsidRPr="000014A7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962508" w:rsidRPr="000014A7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014A7">
              <w:rPr>
                <w:rFonts w:ascii="Angsana New" w:hAnsi="Angsana New"/>
                <w:sz w:val="28"/>
                <w:szCs w:val="28"/>
                <w:cs/>
                <w:lang w:val="en-US"/>
              </w:rPr>
              <w:t>ลักษณะธุรกิจ</w:t>
            </w:r>
          </w:p>
        </w:tc>
        <w:tc>
          <w:tcPr>
            <w:tcW w:w="283" w:type="dxa"/>
            <w:tcBorders>
              <w:left w:val="nil"/>
              <w:right w:val="nil"/>
            </w:tcBorders>
            <w:vAlign w:val="bottom"/>
          </w:tcPr>
          <w:p w:rsidR="00962508" w:rsidRPr="000014A7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962508" w:rsidRPr="000014A7" w:rsidRDefault="00962508" w:rsidP="00423231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014A7">
              <w:rPr>
                <w:rFonts w:ascii="Angsana New" w:hAnsi="Angsana New"/>
                <w:sz w:val="28"/>
                <w:szCs w:val="28"/>
                <w:cs/>
              </w:rPr>
              <w:t>(พันบาท)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962508" w:rsidRPr="000014A7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962508" w:rsidRPr="000014A7" w:rsidRDefault="00962508" w:rsidP="00423231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014A7">
              <w:rPr>
                <w:rFonts w:ascii="Angsana New" w:hAnsi="Angsana New"/>
                <w:sz w:val="28"/>
                <w:szCs w:val="28"/>
              </w:rPr>
              <w:t>(</w:t>
            </w:r>
            <w:r w:rsidRPr="000014A7">
              <w:rPr>
                <w:rFonts w:ascii="Angsana New" w:hAnsi="Angsana New"/>
                <w:sz w:val="28"/>
                <w:szCs w:val="28"/>
                <w:cs/>
              </w:rPr>
              <w:t>ร้อยละ</w:t>
            </w:r>
            <w:r w:rsidRPr="000014A7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962508" w:rsidRPr="000014A7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62508" w:rsidRPr="000014A7" w:rsidRDefault="00962508" w:rsidP="00CD55EE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0014A7">
              <w:rPr>
                <w:rFonts w:ascii="Angsana New" w:hAnsi="Angsana New"/>
                <w:sz w:val="28"/>
                <w:szCs w:val="28"/>
                <w:cs/>
              </w:rPr>
              <w:t>3</w:t>
            </w:r>
            <w:r w:rsidR="00CD55EE" w:rsidRPr="000014A7">
              <w:rPr>
                <w:rFonts w:ascii="Angsana New" w:hAnsi="Angsana New"/>
                <w:sz w:val="28"/>
                <w:szCs w:val="28"/>
                <w:lang w:val="en-US"/>
              </w:rPr>
              <w:t>0</w:t>
            </w:r>
            <w:r w:rsidRPr="000014A7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="002F3D1C">
              <w:rPr>
                <w:rFonts w:ascii="Angsana New" w:hAnsi="Angsana New"/>
                <w:sz w:val="28"/>
                <w:szCs w:val="28"/>
                <w:cs/>
              </w:rPr>
              <w:t>กันยายน</w:t>
            </w:r>
            <w:r w:rsidRPr="000014A7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="00297539" w:rsidRPr="000014A7"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962508" w:rsidRPr="000014A7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62508" w:rsidRPr="000014A7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08" w:right="-108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014A7">
              <w:rPr>
                <w:rFonts w:ascii="Angsana New" w:hAnsi="Angsana New"/>
                <w:sz w:val="28"/>
                <w:szCs w:val="28"/>
                <w:cs/>
              </w:rPr>
              <w:t>3</w:t>
            </w:r>
            <w:r w:rsidRPr="000014A7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  <w:r w:rsidRPr="000014A7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Pr="000014A7">
              <w:rPr>
                <w:rFonts w:ascii="Angsana New" w:hAnsi="Angsana New"/>
                <w:sz w:val="28"/>
                <w:szCs w:val="28"/>
                <w:cs/>
                <w:lang w:val="en-US"/>
              </w:rPr>
              <w:t>ธันวาคม</w:t>
            </w:r>
            <w:r w:rsidRPr="000014A7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="00E730EC" w:rsidRPr="000014A7">
              <w:rPr>
                <w:rFonts w:ascii="Angsana New" w:hAnsi="Angsana New"/>
                <w:sz w:val="28"/>
                <w:szCs w:val="28"/>
                <w:lang w:val="en-US"/>
              </w:rPr>
              <w:t>2564</w:t>
            </w:r>
          </w:p>
        </w:tc>
      </w:tr>
      <w:tr w:rsidR="00962508" w:rsidRPr="00491D87" w:rsidTr="000014A7">
        <w:tc>
          <w:tcPr>
            <w:tcW w:w="2269" w:type="dxa"/>
            <w:tcBorders>
              <w:top w:val="single" w:sz="4" w:space="0" w:color="auto"/>
              <w:left w:val="nil"/>
              <w:right w:val="nil"/>
            </w:tcBorders>
          </w:tcPr>
          <w:p w:rsidR="00962508" w:rsidRPr="000014A7" w:rsidRDefault="00962508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34" w:right="-108"/>
              <w:rPr>
                <w:rFonts w:ascii="Angsana New" w:hAnsi="Angsana New"/>
                <w:sz w:val="28"/>
                <w:szCs w:val="28"/>
              </w:rPr>
            </w:pPr>
            <w:r w:rsidRPr="000014A7">
              <w:rPr>
                <w:rFonts w:ascii="Angsana New" w:hAnsi="Angsana New"/>
                <w:sz w:val="28"/>
                <w:szCs w:val="28"/>
                <w:cs/>
              </w:rPr>
              <w:t>บริษัท ทีเอ็ม เนิร์สซิ่ง แคร์ จำกัด</w:t>
            </w:r>
            <w:r w:rsidR="00726FB3" w:rsidRPr="000014A7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="00726FB3" w:rsidRPr="000014A7">
              <w:rPr>
                <w:rFonts w:ascii="Angsana New" w:hAnsi="Angsana New"/>
                <w:sz w:val="28"/>
                <w:szCs w:val="28"/>
              </w:rPr>
              <w:t>(“TMNC”)</w:t>
            </w:r>
          </w:p>
        </w:tc>
        <w:tc>
          <w:tcPr>
            <w:tcW w:w="283" w:type="dxa"/>
            <w:tcBorders>
              <w:left w:val="nil"/>
              <w:right w:val="nil"/>
            </w:tcBorders>
          </w:tcPr>
          <w:p w:rsidR="00962508" w:rsidRPr="000014A7" w:rsidRDefault="00962508" w:rsidP="0042323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nil"/>
            </w:tcBorders>
          </w:tcPr>
          <w:p w:rsidR="00962508" w:rsidRPr="000014A7" w:rsidRDefault="00297539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-62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0014A7">
              <w:rPr>
                <w:rFonts w:ascii="Angsana New" w:hAnsi="Angsana New" w:hint="cs"/>
                <w:sz w:val="28"/>
                <w:szCs w:val="28"/>
                <w:cs/>
              </w:rPr>
              <w:t>บริษัทผู้ลงทุนและให้บริการบริบาล</w:t>
            </w:r>
          </w:p>
        </w:tc>
        <w:tc>
          <w:tcPr>
            <w:tcW w:w="283" w:type="dxa"/>
            <w:tcBorders>
              <w:left w:val="nil"/>
              <w:right w:val="nil"/>
            </w:tcBorders>
          </w:tcPr>
          <w:p w:rsidR="00962508" w:rsidRPr="000014A7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962508" w:rsidRPr="000014A7" w:rsidRDefault="00574452" w:rsidP="00423231">
            <w:pPr>
              <w:jc w:val="center"/>
              <w:rPr>
                <w:rFonts w:ascii="Angsana New" w:hAnsi="Angsana New"/>
                <w:sz w:val="28"/>
                <w:szCs w:val="28"/>
                <w:highlight w:val="yellow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300</w:t>
            </w:r>
            <w:r>
              <w:rPr>
                <w:rFonts w:ascii="Angsana New" w:hAnsi="Angsana New"/>
                <w:sz w:val="28"/>
                <w:szCs w:val="28"/>
              </w:rPr>
              <w:t>,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0</w:t>
            </w:r>
            <w:r w:rsidR="00F56250" w:rsidRPr="000014A7">
              <w:rPr>
                <w:rFonts w:ascii="Angsana New" w:hAnsi="Angsana New"/>
                <w:sz w:val="28"/>
                <w:szCs w:val="28"/>
              </w:rPr>
              <w:t>00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962508" w:rsidRPr="000014A7" w:rsidRDefault="00962508" w:rsidP="0042323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</w:tcPr>
          <w:p w:rsidR="00962508" w:rsidRPr="000014A7" w:rsidRDefault="004759A7" w:rsidP="00423231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80</w:t>
            </w:r>
            <w:r w:rsidR="00736DDD">
              <w:rPr>
                <w:rFonts w:ascii="Angsana New" w:hAnsi="Angsana New"/>
                <w:sz w:val="28"/>
                <w:szCs w:val="28"/>
              </w:rPr>
              <w:t>.</w:t>
            </w:r>
            <w:r>
              <w:rPr>
                <w:rFonts w:ascii="Angsana New" w:hAnsi="Angsana New"/>
                <w:sz w:val="28"/>
                <w:szCs w:val="28"/>
              </w:rPr>
              <w:t>00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962508" w:rsidRPr="000014A7" w:rsidRDefault="00962508" w:rsidP="0042323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</w:tcPr>
          <w:p w:rsidR="00962508" w:rsidRPr="000014A7" w:rsidRDefault="00F56250" w:rsidP="00423231">
            <w:pPr>
              <w:tabs>
                <w:tab w:val="clear" w:pos="680"/>
                <w:tab w:val="left" w:pos="742"/>
              </w:tabs>
              <w:ind w:right="177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014A7">
              <w:rPr>
                <w:rFonts w:ascii="Angsana New" w:hAnsi="Angsana New"/>
                <w:sz w:val="28"/>
                <w:szCs w:val="28"/>
              </w:rPr>
              <w:t>24</w:t>
            </w:r>
            <w:r w:rsidR="00962508" w:rsidRPr="000014A7">
              <w:rPr>
                <w:rFonts w:ascii="Angsana New" w:hAnsi="Angsana New"/>
                <w:sz w:val="28"/>
                <w:szCs w:val="28"/>
              </w:rPr>
              <w:t>0,000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962508" w:rsidRPr="000014A7" w:rsidRDefault="00962508" w:rsidP="0042323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</w:tcPr>
          <w:p w:rsidR="00962508" w:rsidRPr="000014A7" w:rsidRDefault="00451FF1" w:rsidP="00423231">
            <w:pPr>
              <w:tabs>
                <w:tab w:val="clear" w:pos="680"/>
                <w:tab w:val="left" w:pos="742"/>
              </w:tabs>
              <w:ind w:right="177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24</w:t>
            </w:r>
            <w:r w:rsidR="00962508" w:rsidRPr="000014A7">
              <w:rPr>
                <w:rFonts w:ascii="Angsana New" w:hAnsi="Angsana New"/>
                <w:sz w:val="28"/>
                <w:szCs w:val="28"/>
              </w:rPr>
              <w:t>0,000</w:t>
            </w:r>
          </w:p>
        </w:tc>
      </w:tr>
      <w:tr w:rsidR="00297539" w:rsidRPr="00491D87" w:rsidTr="000014A7">
        <w:tc>
          <w:tcPr>
            <w:tcW w:w="2269" w:type="dxa"/>
            <w:tcBorders>
              <w:left w:val="nil"/>
              <w:right w:val="nil"/>
            </w:tcBorders>
          </w:tcPr>
          <w:p w:rsidR="00297539" w:rsidRPr="000014A7" w:rsidRDefault="00297539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34" w:right="-108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</w:tcPr>
          <w:p w:rsidR="00297539" w:rsidRPr="000014A7" w:rsidRDefault="00297539" w:rsidP="0042323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</w:tcPr>
          <w:p w:rsidR="00297539" w:rsidRPr="000014A7" w:rsidRDefault="00297539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-62" w:right="-108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</w:tcPr>
          <w:p w:rsidR="00297539" w:rsidRPr="000014A7" w:rsidRDefault="00297539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</w:tcPr>
          <w:p w:rsidR="00297539" w:rsidRPr="000014A7" w:rsidRDefault="00297539" w:rsidP="00423231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297539" w:rsidRPr="000014A7" w:rsidRDefault="00297539" w:rsidP="0042323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297539" w:rsidRPr="000014A7" w:rsidRDefault="00297539" w:rsidP="00423231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297539" w:rsidRPr="000014A7" w:rsidRDefault="00297539" w:rsidP="0042323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297539" w:rsidRPr="000014A7" w:rsidRDefault="00297539" w:rsidP="00423231">
            <w:pPr>
              <w:tabs>
                <w:tab w:val="clear" w:pos="680"/>
                <w:tab w:val="left" w:pos="742"/>
              </w:tabs>
              <w:ind w:right="177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297539" w:rsidRPr="000014A7" w:rsidRDefault="00297539" w:rsidP="0042323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297539" w:rsidRPr="000014A7" w:rsidRDefault="00297539" w:rsidP="00423231">
            <w:pPr>
              <w:tabs>
                <w:tab w:val="clear" w:pos="680"/>
                <w:tab w:val="left" w:pos="742"/>
              </w:tabs>
              <w:ind w:right="177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4759A7" w:rsidRPr="00491D87" w:rsidTr="000014A7">
        <w:tc>
          <w:tcPr>
            <w:tcW w:w="2269" w:type="dxa"/>
            <w:tcBorders>
              <w:left w:val="nil"/>
              <w:right w:val="nil"/>
            </w:tcBorders>
          </w:tcPr>
          <w:p w:rsidR="004759A7" w:rsidRPr="000014A7" w:rsidRDefault="004759A7" w:rsidP="00EC39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34" w:right="-108"/>
              <w:rPr>
                <w:rFonts w:ascii="Angsana New" w:hAnsi="Angsana New"/>
                <w:sz w:val="28"/>
                <w:szCs w:val="28"/>
              </w:rPr>
            </w:pPr>
            <w:r w:rsidRPr="000014A7">
              <w:rPr>
                <w:rFonts w:ascii="Angsana New" w:hAnsi="Angsana New"/>
                <w:sz w:val="28"/>
                <w:szCs w:val="28"/>
                <w:cs/>
              </w:rPr>
              <w:t xml:space="preserve">บริษัท </w:t>
            </w:r>
            <w:r w:rsidRPr="000014A7">
              <w:rPr>
                <w:rFonts w:ascii="Angsana New" w:hAnsi="Angsana New" w:hint="cs"/>
                <w:sz w:val="28"/>
                <w:szCs w:val="28"/>
                <w:cs/>
              </w:rPr>
              <w:t>เดอะพาเร้นท์ส</w:t>
            </w:r>
            <w:r w:rsidRPr="000014A7">
              <w:rPr>
                <w:rFonts w:ascii="Angsana New" w:hAnsi="Angsana New"/>
                <w:sz w:val="28"/>
                <w:szCs w:val="28"/>
                <w:cs/>
              </w:rPr>
              <w:t xml:space="preserve"> เนิร์ส</w:t>
            </w:r>
            <w:r w:rsidRPr="000014A7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0014A7">
              <w:rPr>
                <w:rFonts w:ascii="Angsana New" w:hAnsi="Angsana New"/>
                <w:sz w:val="28"/>
                <w:szCs w:val="28"/>
                <w:cs/>
              </w:rPr>
              <w:t xml:space="preserve">ซิ่ง แคร์ จำกัด </w:t>
            </w:r>
            <w:r w:rsidRPr="000014A7">
              <w:rPr>
                <w:rFonts w:ascii="Angsana New" w:hAnsi="Angsana New"/>
                <w:sz w:val="28"/>
                <w:szCs w:val="28"/>
              </w:rPr>
              <w:t>(“TPNC”)</w:t>
            </w:r>
          </w:p>
        </w:tc>
        <w:tc>
          <w:tcPr>
            <w:tcW w:w="283" w:type="dxa"/>
            <w:tcBorders>
              <w:left w:val="nil"/>
              <w:right w:val="nil"/>
            </w:tcBorders>
          </w:tcPr>
          <w:p w:rsidR="004759A7" w:rsidRPr="000014A7" w:rsidRDefault="004759A7" w:rsidP="0042323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</w:tcPr>
          <w:p w:rsidR="004759A7" w:rsidRPr="000014A7" w:rsidRDefault="004759A7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-62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0014A7">
              <w:rPr>
                <w:rFonts w:ascii="Angsana New" w:hAnsi="Angsana New" w:hint="cs"/>
                <w:sz w:val="28"/>
                <w:szCs w:val="28"/>
                <w:cs/>
              </w:rPr>
              <w:t>โรงเรียนสอนการบริบาล</w:t>
            </w:r>
          </w:p>
        </w:tc>
        <w:tc>
          <w:tcPr>
            <w:tcW w:w="283" w:type="dxa"/>
            <w:tcBorders>
              <w:left w:val="nil"/>
              <w:right w:val="nil"/>
            </w:tcBorders>
          </w:tcPr>
          <w:p w:rsidR="004759A7" w:rsidRPr="000014A7" w:rsidRDefault="004759A7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</w:tcPr>
          <w:p w:rsidR="004759A7" w:rsidRPr="000014A7" w:rsidRDefault="004759A7" w:rsidP="00423231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014A7">
              <w:rPr>
                <w:rFonts w:ascii="Angsana New" w:hAnsi="Angsana New"/>
                <w:sz w:val="28"/>
                <w:szCs w:val="28"/>
              </w:rPr>
              <w:t>4,000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4759A7" w:rsidRPr="000014A7" w:rsidRDefault="004759A7" w:rsidP="0042323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4759A7" w:rsidRPr="000014A7" w:rsidRDefault="004759A7" w:rsidP="004759A7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80.00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4759A7" w:rsidRPr="000014A7" w:rsidRDefault="004759A7" w:rsidP="0042323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4759A7" w:rsidRPr="000014A7" w:rsidRDefault="004759A7" w:rsidP="00EC390C">
            <w:pPr>
              <w:tabs>
                <w:tab w:val="clear" w:pos="454"/>
                <w:tab w:val="clear" w:pos="680"/>
                <w:tab w:val="left" w:pos="601"/>
              </w:tabs>
              <w:ind w:left="360" w:right="17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014A7">
              <w:rPr>
                <w:rFonts w:ascii="Angsana New" w:hAnsi="Angsana New"/>
                <w:sz w:val="28"/>
                <w:szCs w:val="28"/>
              </w:rPr>
              <w:t xml:space="preserve">    - *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4759A7" w:rsidRPr="000014A7" w:rsidRDefault="004759A7" w:rsidP="0042323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4759A7" w:rsidRPr="000014A7" w:rsidRDefault="004759A7" w:rsidP="00EC390C">
            <w:pPr>
              <w:tabs>
                <w:tab w:val="clear" w:pos="680"/>
                <w:tab w:val="left" w:pos="742"/>
              </w:tabs>
              <w:ind w:right="38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014A7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4759A7" w:rsidRPr="00491D87" w:rsidTr="000014A7">
        <w:tc>
          <w:tcPr>
            <w:tcW w:w="2269" w:type="dxa"/>
            <w:tcBorders>
              <w:left w:val="nil"/>
              <w:right w:val="nil"/>
            </w:tcBorders>
          </w:tcPr>
          <w:p w:rsidR="004759A7" w:rsidRPr="000014A7" w:rsidRDefault="004759A7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34" w:right="-108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</w:tcPr>
          <w:p w:rsidR="004759A7" w:rsidRPr="000014A7" w:rsidRDefault="004759A7" w:rsidP="0042323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</w:tcPr>
          <w:p w:rsidR="004759A7" w:rsidRPr="000014A7" w:rsidRDefault="004759A7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-62" w:right="-108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</w:tcPr>
          <w:p w:rsidR="004759A7" w:rsidRPr="000014A7" w:rsidRDefault="004759A7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</w:tcPr>
          <w:p w:rsidR="004759A7" w:rsidRPr="000014A7" w:rsidRDefault="004759A7" w:rsidP="00423231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4759A7" w:rsidRPr="000014A7" w:rsidRDefault="004759A7" w:rsidP="0042323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4759A7" w:rsidRPr="000014A7" w:rsidRDefault="004759A7" w:rsidP="00423231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4759A7" w:rsidRPr="000014A7" w:rsidRDefault="004759A7" w:rsidP="0042323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4759A7" w:rsidRPr="000014A7" w:rsidRDefault="004759A7" w:rsidP="00423231">
            <w:pPr>
              <w:tabs>
                <w:tab w:val="clear" w:pos="680"/>
                <w:tab w:val="left" w:pos="742"/>
              </w:tabs>
              <w:ind w:right="177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4759A7" w:rsidRPr="000014A7" w:rsidRDefault="004759A7" w:rsidP="0042323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4759A7" w:rsidRPr="000014A7" w:rsidRDefault="004759A7" w:rsidP="00423231">
            <w:pPr>
              <w:tabs>
                <w:tab w:val="clear" w:pos="680"/>
                <w:tab w:val="left" w:pos="742"/>
              </w:tabs>
              <w:ind w:right="177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4759A7" w:rsidRPr="00491D87" w:rsidTr="000014A7">
        <w:tc>
          <w:tcPr>
            <w:tcW w:w="2269" w:type="dxa"/>
            <w:tcBorders>
              <w:left w:val="nil"/>
              <w:right w:val="nil"/>
            </w:tcBorders>
          </w:tcPr>
          <w:p w:rsidR="004759A7" w:rsidRPr="000014A7" w:rsidRDefault="004759A7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34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0014A7">
              <w:rPr>
                <w:rFonts w:ascii="Angsana New" w:hAnsi="Angsana New" w:hint="cs"/>
                <w:sz w:val="28"/>
                <w:szCs w:val="28"/>
                <w:cs/>
              </w:rPr>
              <w:t>บริษัท โรงพยาบาล เดอะ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  </w:t>
            </w:r>
            <w:r w:rsidRPr="000014A7">
              <w:rPr>
                <w:rFonts w:ascii="Angsana New" w:hAnsi="Angsana New" w:hint="cs"/>
                <w:sz w:val="28"/>
                <w:szCs w:val="28"/>
                <w:cs/>
              </w:rPr>
              <w:t xml:space="preserve">พาเร้นท์ส จำกัด </w:t>
            </w:r>
            <w:r w:rsidRPr="000014A7">
              <w:rPr>
                <w:rFonts w:ascii="Angsana New" w:hAnsi="Angsana New"/>
                <w:sz w:val="28"/>
                <w:szCs w:val="28"/>
              </w:rPr>
              <w:t>(“TPH”)</w:t>
            </w:r>
          </w:p>
        </w:tc>
        <w:tc>
          <w:tcPr>
            <w:tcW w:w="283" w:type="dxa"/>
            <w:tcBorders>
              <w:left w:val="nil"/>
              <w:right w:val="nil"/>
            </w:tcBorders>
          </w:tcPr>
          <w:p w:rsidR="004759A7" w:rsidRPr="000014A7" w:rsidRDefault="004759A7" w:rsidP="0042323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</w:tcPr>
          <w:p w:rsidR="004759A7" w:rsidRPr="000014A7" w:rsidRDefault="004759A7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-62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0014A7">
              <w:rPr>
                <w:rFonts w:ascii="Angsana New" w:hAnsi="Angsana New" w:hint="cs"/>
                <w:sz w:val="28"/>
                <w:szCs w:val="28"/>
                <w:cs/>
              </w:rPr>
              <w:t>โรงพยาบาลผู้สูงอายุขนาดเล็ก</w:t>
            </w:r>
          </w:p>
        </w:tc>
        <w:tc>
          <w:tcPr>
            <w:tcW w:w="283" w:type="dxa"/>
            <w:tcBorders>
              <w:left w:val="nil"/>
              <w:right w:val="nil"/>
            </w:tcBorders>
          </w:tcPr>
          <w:p w:rsidR="004759A7" w:rsidRPr="000014A7" w:rsidRDefault="004759A7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</w:tcPr>
          <w:p w:rsidR="004759A7" w:rsidRPr="000014A7" w:rsidRDefault="004759A7" w:rsidP="00423231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014A7">
              <w:rPr>
                <w:rFonts w:ascii="Angsana New" w:hAnsi="Angsana New"/>
                <w:sz w:val="28"/>
                <w:szCs w:val="28"/>
              </w:rPr>
              <w:t>30,000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4759A7" w:rsidRPr="000014A7" w:rsidRDefault="004759A7" w:rsidP="0042323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4759A7" w:rsidRPr="000014A7" w:rsidRDefault="004759A7" w:rsidP="004759A7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80.00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4759A7" w:rsidRPr="000014A7" w:rsidRDefault="004759A7" w:rsidP="0042323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4759A7" w:rsidRPr="000014A7" w:rsidRDefault="004759A7" w:rsidP="00F27C3A">
            <w:pPr>
              <w:tabs>
                <w:tab w:val="clear" w:pos="454"/>
                <w:tab w:val="clear" w:pos="680"/>
                <w:tab w:val="left" w:pos="601"/>
              </w:tabs>
              <w:ind w:left="360" w:right="17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014A7">
              <w:rPr>
                <w:rFonts w:ascii="Angsana New" w:hAnsi="Angsana New"/>
                <w:sz w:val="28"/>
                <w:szCs w:val="28"/>
              </w:rPr>
              <w:t xml:space="preserve">    - *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4759A7" w:rsidRPr="000014A7" w:rsidRDefault="004759A7" w:rsidP="0042323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4759A7" w:rsidRPr="000014A7" w:rsidRDefault="004759A7" w:rsidP="00EC390C">
            <w:pPr>
              <w:tabs>
                <w:tab w:val="clear" w:pos="680"/>
                <w:tab w:val="clear" w:pos="907"/>
                <w:tab w:val="left" w:pos="742"/>
              </w:tabs>
              <w:ind w:right="38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014A7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4759A7" w:rsidRPr="00491D87" w:rsidTr="000014A7">
        <w:tc>
          <w:tcPr>
            <w:tcW w:w="2269" w:type="dxa"/>
            <w:tcBorders>
              <w:left w:val="nil"/>
              <w:right w:val="nil"/>
            </w:tcBorders>
          </w:tcPr>
          <w:p w:rsidR="004759A7" w:rsidRPr="00DF6E91" w:rsidRDefault="004759A7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34" w:right="-10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</w:tcPr>
          <w:p w:rsidR="004759A7" w:rsidRPr="00DF6E91" w:rsidRDefault="004759A7" w:rsidP="0042323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</w:tcPr>
          <w:p w:rsidR="004759A7" w:rsidRPr="00DF6E91" w:rsidRDefault="004759A7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-62" w:right="-10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</w:tcPr>
          <w:p w:rsidR="004759A7" w:rsidRPr="00DF6E91" w:rsidRDefault="004759A7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</w:tcPr>
          <w:p w:rsidR="004759A7" w:rsidRPr="00DF6E91" w:rsidRDefault="004759A7" w:rsidP="00423231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4759A7" w:rsidRPr="00DF6E91" w:rsidRDefault="004759A7" w:rsidP="0042323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4759A7" w:rsidRPr="00DF6E91" w:rsidRDefault="004759A7" w:rsidP="00A85976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4759A7" w:rsidRPr="00DF6E91" w:rsidRDefault="004759A7" w:rsidP="0042323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4759A7" w:rsidRPr="00DF6E91" w:rsidRDefault="004759A7" w:rsidP="0099436D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4759A7" w:rsidRPr="00DF6E91" w:rsidRDefault="004759A7" w:rsidP="0042323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4759A7" w:rsidRPr="00DF6E91" w:rsidRDefault="004759A7" w:rsidP="0099436D">
            <w:pPr>
              <w:tabs>
                <w:tab w:val="clear" w:pos="680"/>
                <w:tab w:val="left" w:pos="742"/>
              </w:tabs>
              <w:ind w:right="38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4759A7" w:rsidRPr="00491D87" w:rsidTr="000014A7">
        <w:tc>
          <w:tcPr>
            <w:tcW w:w="2269" w:type="dxa"/>
            <w:tcBorders>
              <w:left w:val="nil"/>
              <w:right w:val="nil"/>
            </w:tcBorders>
          </w:tcPr>
          <w:p w:rsidR="004759A7" w:rsidRPr="00DF6E91" w:rsidRDefault="004759A7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34" w:right="-108"/>
              <w:rPr>
                <w:rFonts w:ascii="Angsana New" w:hAnsi="Angsana New"/>
                <w:sz w:val="28"/>
                <w:szCs w:val="28"/>
              </w:rPr>
            </w:pPr>
            <w:r w:rsidRPr="00DF6E91">
              <w:rPr>
                <w:rFonts w:ascii="Angsana New" w:hAnsi="Angsana New" w:hint="cs"/>
                <w:sz w:val="30"/>
                <w:szCs w:val="30"/>
                <w:cs/>
              </w:rPr>
              <w:t>บริษัท</w:t>
            </w:r>
            <w:r w:rsidRPr="00DF6E91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DF6E91">
              <w:rPr>
                <w:rFonts w:ascii="Angsana New" w:hAnsi="Angsana New" w:hint="cs"/>
                <w:sz w:val="30"/>
                <w:szCs w:val="30"/>
                <w:cs/>
              </w:rPr>
              <w:t>ทีเอ็ม</w:t>
            </w:r>
            <w:r w:rsidRPr="00DF6E91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DF6E91">
              <w:rPr>
                <w:rFonts w:ascii="Angsana New" w:hAnsi="Angsana New" w:hint="cs"/>
                <w:sz w:val="30"/>
                <w:szCs w:val="30"/>
                <w:cs/>
              </w:rPr>
              <w:t>เทรดดิ้ง</w:t>
            </w:r>
            <w:r w:rsidRPr="00DF6E91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DF6E91">
              <w:rPr>
                <w:rFonts w:ascii="Angsana New" w:hAnsi="Angsana New" w:hint="cs"/>
                <w:sz w:val="30"/>
                <w:szCs w:val="30"/>
                <w:cs/>
              </w:rPr>
              <w:t>จำกัด (“</w:t>
            </w:r>
            <w:r w:rsidRPr="00DF6E91">
              <w:rPr>
                <w:rFonts w:ascii="Angsana New" w:hAnsi="Angsana New"/>
                <w:sz w:val="30"/>
                <w:szCs w:val="30"/>
              </w:rPr>
              <w:t>TMT”)</w:t>
            </w:r>
          </w:p>
        </w:tc>
        <w:tc>
          <w:tcPr>
            <w:tcW w:w="283" w:type="dxa"/>
            <w:tcBorders>
              <w:left w:val="nil"/>
              <w:right w:val="nil"/>
            </w:tcBorders>
          </w:tcPr>
          <w:p w:rsidR="004759A7" w:rsidRPr="00DF6E91" w:rsidRDefault="004759A7" w:rsidP="0042323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</w:tcPr>
          <w:p w:rsidR="004759A7" w:rsidRPr="00DF6E91" w:rsidRDefault="004759A7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-62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DF6E91">
              <w:rPr>
                <w:rFonts w:ascii="Angsana New" w:hAnsi="Angsana New" w:hint="cs"/>
                <w:sz w:val="30"/>
                <w:szCs w:val="30"/>
                <w:cs/>
              </w:rPr>
              <w:t>ขายส่งสินค้าทางเภสัชภัณฑ์และทางการแพทย์</w:t>
            </w:r>
          </w:p>
        </w:tc>
        <w:tc>
          <w:tcPr>
            <w:tcW w:w="283" w:type="dxa"/>
            <w:tcBorders>
              <w:left w:val="nil"/>
              <w:right w:val="nil"/>
            </w:tcBorders>
          </w:tcPr>
          <w:p w:rsidR="004759A7" w:rsidRPr="00DF6E91" w:rsidRDefault="004759A7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</w:tcPr>
          <w:p w:rsidR="004759A7" w:rsidRPr="00DF6E91" w:rsidRDefault="004759A7" w:rsidP="00423231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F6E91">
              <w:rPr>
                <w:rFonts w:ascii="Angsana New" w:hAnsi="Angsana New"/>
                <w:sz w:val="28"/>
                <w:szCs w:val="28"/>
              </w:rPr>
              <w:t>5,000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4759A7" w:rsidRPr="00DF6E91" w:rsidRDefault="004759A7" w:rsidP="0042323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4759A7" w:rsidRPr="00DF6E91" w:rsidRDefault="004759A7" w:rsidP="00A85976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F6E91">
              <w:rPr>
                <w:rFonts w:ascii="Angsana New" w:hAnsi="Angsana New"/>
                <w:sz w:val="28"/>
                <w:szCs w:val="28"/>
              </w:rPr>
              <w:t>99.99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4759A7" w:rsidRPr="00DF6E91" w:rsidRDefault="004759A7" w:rsidP="0042323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4759A7" w:rsidRPr="00DF6E91" w:rsidRDefault="004759A7" w:rsidP="0099436D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F6E91">
              <w:rPr>
                <w:rFonts w:ascii="Angsana New" w:hAnsi="Angsana New"/>
                <w:sz w:val="28"/>
                <w:szCs w:val="28"/>
              </w:rPr>
              <w:t>5,000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4759A7" w:rsidRPr="00DF6E91" w:rsidRDefault="004759A7" w:rsidP="0042323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4759A7" w:rsidRPr="000014A7" w:rsidRDefault="004759A7" w:rsidP="0099436D">
            <w:pPr>
              <w:tabs>
                <w:tab w:val="clear" w:pos="680"/>
                <w:tab w:val="left" w:pos="742"/>
              </w:tabs>
              <w:ind w:right="38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F6E91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</w:tbl>
    <w:p w:rsidR="00E730EC" w:rsidRDefault="00E730EC" w:rsidP="00E730EC">
      <w:pPr>
        <w:pStyle w:val="NoSpacing"/>
        <w:jc w:val="thaiDistribute"/>
        <w:rPr>
          <w:rFonts w:ascii="Angsana New" w:hAnsi="Angsana New"/>
          <w:szCs w:val="30"/>
        </w:rPr>
      </w:pPr>
      <w:r w:rsidRPr="00E730EC">
        <w:rPr>
          <w:rFonts w:ascii="Angsana New" w:hAnsi="Angsana New"/>
          <w:szCs w:val="30"/>
        </w:rPr>
        <w:lastRenderedPageBreak/>
        <w:t>*</w:t>
      </w:r>
      <w:r w:rsidRPr="00E730EC">
        <w:rPr>
          <w:rFonts w:ascii="Angsana New" w:hAnsi="Angsana New" w:hint="cs"/>
          <w:szCs w:val="30"/>
          <w:cs/>
        </w:rPr>
        <w:t xml:space="preserve"> ถือหุ้นโดย </w:t>
      </w:r>
      <w:r w:rsidRPr="00E730EC">
        <w:rPr>
          <w:rFonts w:ascii="Angsana New" w:hAnsi="Angsana New"/>
          <w:szCs w:val="30"/>
        </w:rPr>
        <w:t xml:space="preserve">TMNC </w:t>
      </w:r>
      <w:r w:rsidRPr="00E730EC">
        <w:rPr>
          <w:rFonts w:ascii="Angsana New" w:hAnsi="Angsana New" w:hint="cs"/>
          <w:szCs w:val="30"/>
          <w:cs/>
        </w:rPr>
        <w:t xml:space="preserve">ร้อยละ 99.99 ด้วยราคาทุนจำนวน 4 ล้านบาท </w:t>
      </w:r>
      <w:r w:rsidRPr="00E730EC">
        <w:rPr>
          <w:rFonts w:ascii="Angsana New" w:hAnsi="Angsana New"/>
          <w:szCs w:val="30"/>
        </w:rPr>
        <w:t xml:space="preserve">(TPNC) </w:t>
      </w:r>
      <w:r w:rsidRPr="00E730EC">
        <w:rPr>
          <w:rFonts w:ascii="Angsana New" w:hAnsi="Angsana New" w:hint="cs"/>
          <w:szCs w:val="30"/>
          <w:cs/>
        </w:rPr>
        <w:t xml:space="preserve">และ 30 ล้านบาท </w:t>
      </w:r>
      <w:r w:rsidRPr="00E730EC">
        <w:rPr>
          <w:rFonts w:ascii="Angsana New" w:hAnsi="Angsana New"/>
          <w:szCs w:val="30"/>
        </w:rPr>
        <w:t>(TPH)</w:t>
      </w:r>
      <w:r w:rsidRPr="00E730EC">
        <w:rPr>
          <w:rFonts w:ascii="Angsana New" w:hAnsi="Angsana New" w:hint="cs"/>
          <w:szCs w:val="30"/>
          <w:cs/>
        </w:rPr>
        <w:t xml:space="preserve"> โดย </w:t>
      </w:r>
      <w:r w:rsidRPr="00E730EC">
        <w:rPr>
          <w:rFonts w:ascii="Angsana New" w:hAnsi="Angsana New"/>
          <w:szCs w:val="30"/>
        </w:rPr>
        <w:t xml:space="preserve">TPNC </w:t>
      </w:r>
      <w:r w:rsidRPr="00E730EC">
        <w:rPr>
          <w:rFonts w:ascii="Angsana New" w:hAnsi="Angsana New" w:hint="cs"/>
          <w:szCs w:val="30"/>
          <w:cs/>
        </w:rPr>
        <w:t xml:space="preserve">และ </w:t>
      </w:r>
      <w:r w:rsidRPr="00E730EC">
        <w:rPr>
          <w:rFonts w:ascii="Angsana New" w:hAnsi="Angsana New"/>
          <w:szCs w:val="30"/>
        </w:rPr>
        <w:t xml:space="preserve">TPH </w:t>
      </w:r>
      <w:r w:rsidRPr="00E730EC">
        <w:rPr>
          <w:rFonts w:ascii="Angsana New" w:hAnsi="Angsana New" w:hint="cs"/>
          <w:szCs w:val="30"/>
          <w:cs/>
        </w:rPr>
        <w:t>ได้ถูกจดทะเบียนจัดตั้งขึ้นเมื่อวันที่ 25 กุมภาพันธ์ 2565</w:t>
      </w:r>
    </w:p>
    <w:p w:rsidR="00092884" w:rsidRDefault="00092884" w:rsidP="00E730EC">
      <w:pPr>
        <w:pStyle w:val="NoSpacing"/>
        <w:jc w:val="thaiDistribute"/>
        <w:rPr>
          <w:rFonts w:ascii="Angsana New" w:hAnsi="Angsana New"/>
          <w:szCs w:val="30"/>
        </w:rPr>
      </w:pPr>
    </w:p>
    <w:p w:rsidR="00A00A5A" w:rsidRPr="00E730EC" w:rsidRDefault="00A00A5A" w:rsidP="00A00A5A">
      <w:pPr>
        <w:pStyle w:val="NoSpacing"/>
        <w:jc w:val="thaiDistribute"/>
        <w:rPr>
          <w:rFonts w:ascii="Angsana New" w:hAnsi="Angsana New"/>
          <w:szCs w:val="30"/>
        </w:rPr>
      </w:pPr>
      <w:r w:rsidRPr="00E730EC">
        <w:rPr>
          <w:rFonts w:ascii="Angsana New" w:hAnsi="Angsana New"/>
          <w:szCs w:val="30"/>
          <w:cs/>
        </w:rPr>
        <w:t>รายการบัญชีระหว่างบริษัทกับบริษัทย่อยที่มีนัยสำคัญได้ถูกตัดรายการในการทำงบการเงินระหว่างกาลรวมแล้ว</w:t>
      </w:r>
    </w:p>
    <w:p w:rsidR="00E03ACB" w:rsidRPr="00E730EC" w:rsidRDefault="00E03ACB" w:rsidP="004E6B25">
      <w:pPr>
        <w:pStyle w:val="BodyText2"/>
        <w:tabs>
          <w:tab w:val="left" w:pos="540"/>
        </w:tabs>
        <w:ind w:left="0" w:firstLine="0"/>
        <w:jc w:val="thaiDistribute"/>
        <w:rPr>
          <w:rFonts w:ascii="Angsana New" w:hAnsi="Angsana New"/>
          <w:sz w:val="30"/>
          <w:szCs w:val="30"/>
        </w:rPr>
      </w:pPr>
    </w:p>
    <w:p w:rsidR="004E6B25" w:rsidRPr="00E730EC" w:rsidRDefault="004E6B25" w:rsidP="004E6B2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b/>
          <w:bCs/>
          <w:sz w:val="30"/>
          <w:szCs w:val="30"/>
        </w:rPr>
      </w:pPr>
      <w:r w:rsidRPr="00E730EC">
        <w:rPr>
          <w:rFonts w:ascii="Angsana New" w:hAnsi="Angsana New"/>
          <w:sz w:val="30"/>
          <w:szCs w:val="30"/>
          <w:cs/>
        </w:rPr>
        <w:t>เพื่อความสะดวกของผู้อ่าน ข้อมูลทางการเงินระหว่างกาลฉบับภาษาอังกฤษได้ถูกจัดทำขึ้นจากข้อมูลทางการเงินระหว่างกาลฉบับภาษาไทยนี้ ซึ่งได้นำเสนอเพื่อวัตถุประสงค์ของการรายงานทางการเงินเพื่อใช้ในประเทศ</w:t>
      </w:r>
    </w:p>
    <w:p w:rsidR="004E6B25" w:rsidRPr="00E730EC" w:rsidRDefault="004E6B25" w:rsidP="004E6B25">
      <w:pPr>
        <w:pStyle w:val="a3"/>
        <w:tabs>
          <w:tab w:val="clear" w:pos="360"/>
          <w:tab w:val="clear" w:pos="720"/>
          <w:tab w:val="clear" w:pos="1080"/>
          <w:tab w:val="left" w:pos="540"/>
        </w:tabs>
        <w:jc w:val="thaiDistribute"/>
        <w:rPr>
          <w:rFonts w:ascii="Angsana New" w:hAnsi="Angsana New" w:cs="Angsana New"/>
          <w:sz w:val="30"/>
          <w:szCs w:val="30"/>
          <w:lang w:val="en-US"/>
        </w:rPr>
      </w:pPr>
    </w:p>
    <w:p w:rsidR="00A3695E" w:rsidRDefault="00A3695E" w:rsidP="00A3695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1628F9">
        <w:rPr>
          <w:rFonts w:ascii="Angsana New" w:hAnsi="Angsana New"/>
          <w:sz w:val="30"/>
          <w:szCs w:val="30"/>
          <w:cs/>
        </w:rPr>
        <w:t xml:space="preserve">เริ่มตั้งแต่วันที่ </w:t>
      </w:r>
      <w:r w:rsidRPr="001628F9">
        <w:rPr>
          <w:rFonts w:ascii="Angsana New" w:hAnsi="Angsana New"/>
          <w:sz w:val="30"/>
          <w:szCs w:val="30"/>
        </w:rPr>
        <w:t xml:space="preserve">1 </w:t>
      </w:r>
      <w:r w:rsidRPr="001628F9">
        <w:rPr>
          <w:rFonts w:ascii="Angsana New" w:hAnsi="Angsana New"/>
          <w:sz w:val="30"/>
          <w:szCs w:val="30"/>
          <w:cs/>
        </w:rPr>
        <w:t xml:space="preserve">มกราคม </w:t>
      </w:r>
      <w:r w:rsidRPr="001628F9">
        <w:rPr>
          <w:rFonts w:ascii="Angsana New" w:hAnsi="Angsana New"/>
          <w:sz w:val="30"/>
          <w:szCs w:val="30"/>
        </w:rPr>
        <w:t>25</w:t>
      </w:r>
      <w:r w:rsidRPr="001628F9">
        <w:rPr>
          <w:rFonts w:ascii="Angsana New" w:hAnsi="Angsana New"/>
          <w:sz w:val="30"/>
          <w:szCs w:val="30"/>
          <w:cs/>
        </w:rPr>
        <w:t>6</w:t>
      </w:r>
      <w:r>
        <w:rPr>
          <w:rFonts w:ascii="Angsana New" w:hAnsi="Angsana New" w:hint="cs"/>
          <w:sz w:val="30"/>
          <w:szCs w:val="30"/>
          <w:cs/>
        </w:rPr>
        <w:t>5</w:t>
      </w:r>
      <w:r w:rsidRPr="001628F9">
        <w:rPr>
          <w:rFonts w:ascii="Angsana New" w:hAnsi="Angsana New"/>
          <w:sz w:val="30"/>
          <w:szCs w:val="30"/>
          <w:cs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>กลุ่ม</w:t>
      </w:r>
      <w:r w:rsidRPr="001628F9">
        <w:rPr>
          <w:rFonts w:ascii="Angsana New" w:hAnsi="Angsana New"/>
          <w:sz w:val="30"/>
          <w:szCs w:val="30"/>
          <w:cs/>
        </w:rPr>
        <w:t>บริษัทได้ถือปฏิบัติตามมาตรฐานการบั</w:t>
      </w:r>
      <w:r>
        <w:rPr>
          <w:rFonts w:ascii="Angsana New" w:hAnsi="Angsana New"/>
          <w:sz w:val="30"/>
          <w:szCs w:val="30"/>
          <w:cs/>
        </w:rPr>
        <w:t>ญชี</w:t>
      </w:r>
      <w:r>
        <w:rPr>
          <w:rFonts w:ascii="Angsana New" w:hAnsi="Angsana New" w:hint="cs"/>
          <w:sz w:val="30"/>
          <w:szCs w:val="30"/>
          <w:cs/>
        </w:rPr>
        <w:t xml:space="preserve"> </w:t>
      </w:r>
      <w:r>
        <w:rPr>
          <w:rFonts w:ascii="Angsana New" w:hAnsi="Angsana New"/>
          <w:sz w:val="30"/>
          <w:szCs w:val="30"/>
        </w:rPr>
        <w:t xml:space="preserve">(TAS) </w:t>
      </w:r>
      <w:r>
        <w:rPr>
          <w:rFonts w:ascii="Angsana New" w:hAnsi="Angsana New"/>
          <w:sz w:val="30"/>
          <w:szCs w:val="30"/>
          <w:cs/>
        </w:rPr>
        <w:t>มาตรฐานการรายงานทางการเงิ</w:t>
      </w:r>
      <w:r>
        <w:rPr>
          <w:rFonts w:ascii="Angsana New" w:hAnsi="Angsana New" w:hint="cs"/>
          <w:sz w:val="30"/>
          <w:szCs w:val="30"/>
          <w:cs/>
        </w:rPr>
        <w:t xml:space="preserve">น </w:t>
      </w:r>
      <w:r>
        <w:rPr>
          <w:rFonts w:ascii="Angsana New" w:hAnsi="Angsana New"/>
          <w:sz w:val="30"/>
          <w:szCs w:val="30"/>
        </w:rPr>
        <w:t xml:space="preserve">(TFRS) </w:t>
      </w:r>
      <w:r>
        <w:rPr>
          <w:rFonts w:ascii="Angsana New" w:hAnsi="Angsana New" w:hint="cs"/>
          <w:sz w:val="30"/>
          <w:szCs w:val="30"/>
          <w:cs/>
        </w:rPr>
        <w:t>ก</w:t>
      </w:r>
      <w:r w:rsidRPr="001628F9">
        <w:rPr>
          <w:rFonts w:ascii="Angsana New" w:hAnsi="Angsana New"/>
          <w:sz w:val="30"/>
          <w:szCs w:val="30"/>
          <w:cs/>
        </w:rPr>
        <w:t>ารตีความมาตรฐานการบัญชี</w:t>
      </w:r>
      <w:r>
        <w:rPr>
          <w:rFonts w:ascii="Angsana New" w:hAnsi="Angsana New" w:hint="cs"/>
          <w:sz w:val="30"/>
          <w:szCs w:val="30"/>
          <w:cs/>
        </w:rPr>
        <w:t xml:space="preserve"> </w:t>
      </w:r>
      <w:r>
        <w:rPr>
          <w:rFonts w:ascii="Angsana New" w:hAnsi="Angsana New"/>
          <w:sz w:val="30"/>
          <w:szCs w:val="30"/>
        </w:rPr>
        <w:t xml:space="preserve">(TSIC) </w:t>
      </w:r>
      <w:r w:rsidRPr="001628F9">
        <w:rPr>
          <w:rFonts w:ascii="Angsana New" w:hAnsi="Angsana New"/>
          <w:sz w:val="30"/>
          <w:szCs w:val="30"/>
          <w:cs/>
        </w:rPr>
        <w:t>การตีความมาตรฐานการรายงานทางการเงิน</w:t>
      </w:r>
      <w:r>
        <w:rPr>
          <w:rFonts w:ascii="Angsana New" w:hAnsi="Angsana New"/>
          <w:sz w:val="30"/>
          <w:szCs w:val="30"/>
        </w:rPr>
        <w:t xml:space="preserve"> (TFRIC)</w:t>
      </w:r>
      <w:r>
        <w:rPr>
          <w:rFonts w:ascii="Angsana New" w:hAnsi="Angsana New" w:hint="cs"/>
          <w:sz w:val="30"/>
          <w:szCs w:val="30"/>
          <w:cs/>
        </w:rPr>
        <w:t xml:space="preserve"> และ</w:t>
      </w:r>
      <w:r w:rsidRPr="00CF1C4B">
        <w:rPr>
          <w:rFonts w:ascii="Angsana New" w:hAnsi="Angsana New" w:hint="cs"/>
          <w:sz w:val="30"/>
          <w:szCs w:val="30"/>
          <w:cs/>
        </w:rPr>
        <w:t>แนวปฏิบัติทางการบัญชี</w:t>
      </w:r>
      <w:r w:rsidRPr="001628F9">
        <w:rPr>
          <w:rFonts w:ascii="Angsana New" w:hAnsi="Angsana New"/>
          <w:sz w:val="30"/>
          <w:szCs w:val="30"/>
          <w:cs/>
        </w:rPr>
        <w:t>ที่</w:t>
      </w:r>
      <w:r>
        <w:rPr>
          <w:rFonts w:ascii="Angsana New" w:hAnsi="Angsana New" w:hint="cs"/>
          <w:sz w:val="30"/>
          <w:szCs w:val="30"/>
          <w:cs/>
        </w:rPr>
        <w:t>ออกและ</w:t>
      </w:r>
      <w:r w:rsidRPr="001628F9">
        <w:rPr>
          <w:rFonts w:ascii="Angsana New" w:hAnsi="Angsana New"/>
          <w:sz w:val="30"/>
          <w:szCs w:val="30"/>
          <w:cs/>
        </w:rPr>
        <w:t>ปรับปรุงใหม่โดยสภาวิชาชีพบัญชี</w:t>
      </w:r>
      <w:r>
        <w:rPr>
          <w:rFonts w:ascii="Angsana New" w:hAnsi="Angsana New" w:hint="cs"/>
          <w:sz w:val="30"/>
          <w:szCs w:val="30"/>
          <w:cs/>
        </w:rPr>
        <w:t>ซึ่ง</w:t>
      </w:r>
      <w:r w:rsidRPr="00CF1C4B">
        <w:rPr>
          <w:rFonts w:ascii="Angsana New" w:hAnsi="Angsana New"/>
          <w:sz w:val="30"/>
          <w:szCs w:val="30"/>
          <w:cs/>
        </w:rPr>
        <w:t xml:space="preserve">มีผลบังคับใช้สำหรับรอบระยะเวลาบัญชีที่เริ่มต้นในหรือหลังวันที่ </w:t>
      </w:r>
      <w:r w:rsidRPr="00CF1C4B">
        <w:rPr>
          <w:rFonts w:ascii="Angsana New" w:hAnsi="Angsana New"/>
          <w:sz w:val="30"/>
          <w:szCs w:val="30"/>
        </w:rPr>
        <w:t>1</w:t>
      </w:r>
      <w:r w:rsidRPr="00CF1C4B">
        <w:rPr>
          <w:rFonts w:ascii="Angsana New" w:hAnsi="Angsana New"/>
          <w:sz w:val="30"/>
          <w:szCs w:val="30"/>
          <w:cs/>
        </w:rPr>
        <w:t xml:space="preserve"> มกราคม </w:t>
      </w:r>
      <w:r w:rsidRPr="00CF1C4B">
        <w:rPr>
          <w:rFonts w:ascii="Angsana New" w:hAnsi="Angsana New"/>
          <w:sz w:val="30"/>
          <w:szCs w:val="30"/>
        </w:rPr>
        <w:t>25</w:t>
      </w:r>
      <w:r w:rsidRPr="00CF1C4B">
        <w:rPr>
          <w:rFonts w:ascii="Angsana New" w:hAnsi="Angsana New" w:hint="cs"/>
          <w:sz w:val="30"/>
          <w:szCs w:val="30"/>
          <w:cs/>
        </w:rPr>
        <w:t>6</w:t>
      </w:r>
      <w:r w:rsidRPr="00CF1C4B">
        <w:rPr>
          <w:rFonts w:ascii="Angsana New" w:hAnsi="Angsana New"/>
          <w:sz w:val="30"/>
          <w:szCs w:val="30"/>
        </w:rPr>
        <w:t>5</w:t>
      </w:r>
      <w:r w:rsidRPr="00CF1C4B">
        <w:rPr>
          <w:rFonts w:ascii="Angsana New" w:hAnsi="Angsana New" w:hint="cs"/>
          <w:sz w:val="30"/>
          <w:szCs w:val="30"/>
          <w:cs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>โดย</w:t>
      </w:r>
      <w:r w:rsidRPr="00CF1C4B">
        <w:rPr>
          <w:rFonts w:ascii="Angsana New" w:hAnsi="Angsana New" w:hint="cs"/>
          <w:sz w:val="30"/>
          <w:szCs w:val="30"/>
          <w:cs/>
        </w:rPr>
        <w:t xml:space="preserve">ส่วนที่สำคัญๆ </w:t>
      </w:r>
      <w:r>
        <w:rPr>
          <w:rFonts w:ascii="Angsana New" w:hAnsi="Angsana New" w:hint="cs"/>
          <w:sz w:val="30"/>
          <w:szCs w:val="30"/>
          <w:cs/>
        </w:rPr>
        <w:t>สำหรับ</w:t>
      </w:r>
      <w:r w:rsidRPr="00CF1C4B">
        <w:rPr>
          <w:rFonts w:ascii="Angsana New" w:hAnsi="Angsana New" w:hint="cs"/>
          <w:sz w:val="30"/>
          <w:szCs w:val="30"/>
          <w:cs/>
        </w:rPr>
        <w:t xml:space="preserve">ปี 2565 เกี่ยวข้องกับ (1) การผ่อนปรนในทางปฏิบัติเกี่ยวกับการยินยอมลดค่าเช่าที่เกี่ยวข้องกับ COVID-19 ทางฝั่งของผู้เช่าตาม </w:t>
      </w:r>
      <w:r w:rsidRPr="00CF1C4B">
        <w:rPr>
          <w:rFonts w:ascii="Angsana New" w:hAnsi="Angsana New"/>
          <w:sz w:val="30"/>
          <w:szCs w:val="30"/>
        </w:rPr>
        <w:t xml:space="preserve">TFRS 16 </w:t>
      </w:r>
      <w:r w:rsidRPr="00CF1C4B">
        <w:rPr>
          <w:rFonts w:ascii="Angsana New" w:hAnsi="Angsana New" w:hint="cs"/>
          <w:sz w:val="30"/>
          <w:szCs w:val="30"/>
          <w:cs/>
        </w:rPr>
        <w:t>และ (2) การปฏิรูปอัตราดอกเบี้ยอ้างอิง-ระยะที่ 2 ซึ่งเกี่ยวเนื่องกับ</w:t>
      </w:r>
      <w:r w:rsidRPr="00CF1C4B">
        <w:rPr>
          <w:rFonts w:ascii="Angsana New" w:hAnsi="Angsana New"/>
          <w:sz w:val="30"/>
          <w:szCs w:val="30"/>
        </w:rPr>
        <w:t xml:space="preserve"> TFRS</w:t>
      </w:r>
      <w:r w:rsidRPr="00CF1C4B">
        <w:rPr>
          <w:rFonts w:ascii="Angsana New" w:hAnsi="Angsana New" w:hint="cs"/>
          <w:sz w:val="30"/>
          <w:szCs w:val="30"/>
          <w:cs/>
        </w:rPr>
        <w:t xml:space="preserve"> บางฉบับที่สำคัญๆ เช่น </w:t>
      </w:r>
      <w:r>
        <w:rPr>
          <w:rFonts w:ascii="Angsana New" w:hAnsi="Angsana New"/>
          <w:sz w:val="30"/>
          <w:szCs w:val="30"/>
        </w:rPr>
        <w:t xml:space="preserve">TFRS 4 </w:t>
      </w:r>
      <w:r w:rsidRPr="00CF1C4B">
        <w:rPr>
          <w:rFonts w:ascii="Angsana New" w:hAnsi="Angsana New"/>
          <w:sz w:val="30"/>
          <w:szCs w:val="30"/>
        </w:rPr>
        <w:t xml:space="preserve">TFRS 7 TFRS 9 </w:t>
      </w:r>
      <w:r w:rsidRPr="00CF1C4B">
        <w:rPr>
          <w:rFonts w:ascii="Angsana New" w:hAnsi="Angsana New" w:hint="cs"/>
          <w:sz w:val="30"/>
          <w:szCs w:val="30"/>
          <w:cs/>
        </w:rPr>
        <w:t xml:space="preserve">และ </w:t>
      </w:r>
      <w:r w:rsidRPr="00CF1C4B">
        <w:rPr>
          <w:rFonts w:ascii="Angsana New" w:hAnsi="Angsana New"/>
          <w:sz w:val="30"/>
          <w:szCs w:val="30"/>
        </w:rPr>
        <w:t>TFRS 16</w:t>
      </w:r>
      <w:r w:rsidRPr="001628F9">
        <w:rPr>
          <w:rFonts w:ascii="Angsana New" w:hAnsi="Angsana New"/>
          <w:sz w:val="30"/>
          <w:szCs w:val="30"/>
          <w:cs/>
        </w:rPr>
        <w:t xml:space="preserve"> </w:t>
      </w:r>
      <w:r w:rsidRPr="00CF1C4B">
        <w:rPr>
          <w:rFonts w:ascii="Angsana New" w:hAnsi="Angsana New" w:hint="cs"/>
          <w:sz w:val="30"/>
          <w:szCs w:val="30"/>
          <w:cs/>
        </w:rPr>
        <w:t xml:space="preserve">ทั้งนี้ </w:t>
      </w:r>
      <w:r>
        <w:rPr>
          <w:rFonts w:ascii="Angsana New" w:hAnsi="Angsana New" w:hint="cs"/>
          <w:sz w:val="30"/>
          <w:szCs w:val="30"/>
          <w:cs/>
        </w:rPr>
        <w:t>การ</w:t>
      </w:r>
      <w:r w:rsidRPr="00CF1C4B">
        <w:rPr>
          <w:rFonts w:ascii="Angsana New" w:hAnsi="Angsana New" w:hint="cs"/>
          <w:sz w:val="30"/>
          <w:szCs w:val="30"/>
          <w:cs/>
        </w:rPr>
        <w:t xml:space="preserve">นำ </w:t>
      </w:r>
      <w:r w:rsidRPr="00CF1C4B">
        <w:rPr>
          <w:rFonts w:ascii="Angsana New" w:hAnsi="Angsana New"/>
          <w:sz w:val="30"/>
          <w:szCs w:val="30"/>
        </w:rPr>
        <w:t xml:space="preserve">TAS / TFRS / TSIC / TFRIC </w:t>
      </w:r>
      <w:r>
        <w:rPr>
          <w:rFonts w:ascii="Angsana New" w:hAnsi="Angsana New" w:hint="cs"/>
          <w:sz w:val="30"/>
          <w:szCs w:val="30"/>
          <w:cs/>
        </w:rPr>
        <w:t>และ</w:t>
      </w:r>
      <w:r w:rsidRPr="00CF1C4B">
        <w:rPr>
          <w:rFonts w:ascii="Angsana New" w:hAnsi="Angsana New" w:hint="cs"/>
          <w:sz w:val="30"/>
          <w:szCs w:val="30"/>
          <w:cs/>
        </w:rPr>
        <w:t>แนวปฏิบัติทางการบัญชีดังก</w:t>
      </w:r>
      <w:r>
        <w:rPr>
          <w:rFonts w:ascii="Angsana New" w:hAnsi="Angsana New" w:hint="cs"/>
          <w:sz w:val="30"/>
          <w:szCs w:val="30"/>
          <w:cs/>
        </w:rPr>
        <w:t>ล่าวมาเริ่มถือปฏิบัติ</w:t>
      </w:r>
      <w:r w:rsidRPr="00CF1C4B">
        <w:rPr>
          <w:rFonts w:ascii="Angsana New" w:hAnsi="Angsana New" w:hint="cs"/>
          <w:sz w:val="30"/>
          <w:szCs w:val="30"/>
          <w:cs/>
        </w:rPr>
        <w:t>ไม่มีผลกระทบที่เป็นสาระสำคัญต่องบการเงินของกลุ่มบริษัท</w:t>
      </w:r>
    </w:p>
    <w:p w:rsidR="007B158D" w:rsidRDefault="007B158D" w:rsidP="00A3695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:rsidR="009D0AD5" w:rsidRPr="004B3002" w:rsidRDefault="009D0AD5" w:rsidP="00F04485">
      <w:pPr>
        <w:numPr>
          <w:ilvl w:val="0"/>
          <w:numId w:val="16"/>
        </w:numPr>
        <w:tabs>
          <w:tab w:val="clear" w:pos="227"/>
          <w:tab w:val="clear" w:pos="454"/>
          <w:tab w:val="clear" w:pos="540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67"/>
        </w:tabs>
        <w:jc w:val="both"/>
        <w:rPr>
          <w:rFonts w:ascii="Angsana New" w:hAnsi="Angsana New"/>
          <w:b/>
          <w:bCs/>
          <w:sz w:val="30"/>
          <w:szCs w:val="30"/>
        </w:rPr>
      </w:pPr>
      <w:r w:rsidRPr="004B3002">
        <w:rPr>
          <w:rFonts w:ascii="Angsana New" w:hAnsi="Angsana New"/>
          <w:b/>
          <w:bCs/>
          <w:sz w:val="30"/>
          <w:szCs w:val="30"/>
          <w:cs/>
        </w:rPr>
        <w:t>สรุปนโยบายการบัญชีที่สำคัญ</w:t>
      </w:r>
    </w:p>
    <w:p w:rsidR="0012171F" w:rsidRPr="00550D2B" w:rsidRDefault="0012171F" w:rsidP="00424177">
      <w:pPr>
        <w:pStyle w:val="BodyText2"/>
        <w:spacing w:line="240" w:lineRule="atLeast"/>
        <w:ind w:left="0" w:right="47" w:firstLine="0"/>
        <w:jc w:val="thaiDistribute"/>
        <w:rPr>
          <w:rFonts w:ascii="Angsana New" w:hAnsi="Angsana New"/>
        </w:rPr>
      </w:pPr>
    </w:p>
    <w:p w:rsidR="002822DA" w:rsidRPr="006321B6" w:rsidRDefault="003204A5" w:rsidP="002822D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>กลุ่มบริษัท</w:t>
      </w:r>
      <w:r w:rsidRPr="00D97C50">
        <w:rPr>
          <w:rFonts w:ascii="Angsana New" w:hAnsi="Angsana New"/>
          <w:sz w:val="30"/>
          <w:szCs w:val="30"/>
          <w:cs/>
        </w:rPr>
        <w:t>ใช้นโยบายการบัญชีที่สำคัญ</w:t>
      </w:r>
      <w:r w:rsidRPr="00D97C50">
        <w:rPr>
          <w:rFonts w:ascii="Angsana New" w:hAnsi="Angsana New" w:hint="cs"/>
          <w:sz w:val="30"/>
          <w:szCs w:val="30"/>
          <w:cs/>
        </w:rPr>
        <w:t xml:space="preserve">และวิธีการคำนวณต่างๆ </w:t>
      </w:r>
      <w:r w:rsidRPr="00D97C50">
        <w:rPr>
          <w:rFonts w:ascii="Angsana New" w:hAnsi="Angsana New"/>
          <w:sz w:val="30"/>
          <w:szCs w:val="30"/>
          <w:cs/>
        </w:rPr>
        <w:t>ใน</w:t>
      </w:r>
      <w:r w:rsidRPr="00D97C50">
        <w:rPr>
          <w:rFonts w:ascii="Angsana New" w:hAnsi="Angsana New" w:hint="cs"/>
          <w:sz w:val="30"/>
          <w:szCs w:val="30"/>
          <w:cs/>
        </w:rPr>
        <w:t>การจัดทำ</w:t>
      </w:r>
      <w:r w:rsidRPr="00D97C50">
        <w:rPr>
          <w:rFonts w:ascii="Angsana New" w:hAnsi="Angsana New"/>
          <w:sz w:val="30"/>
          <w:szCs w:val="30"/>
          <w:cs/>
        </w:rPr>
        <w:t>ข้อมูลทางการเงินระหว่างกาลสำหรับ</w:t>
      </w:r>
      <w:r w:rsidRPr="00D97C50">
        <w:rPr>
          <w:rFonts w:ascii="Angsana New" w:hAnsi="Angsana New" w:hint="cs"/>
          <w:sz w:val="30"/>
          <w:szCs w:val="30"/>
          <w:cs/>
        </w:rPr>
        <w:t>งวด</w:t>
      </w:r>
      <w:r w:rsidR="001869EA">
        <w:rPr>
          <w:rFonts w:ascii="Angsana New" w:hAnsi="Angsana New" w:hint="cs"/>
          <w:sz w:val="30"/>
          <w:szCs w:val="30"/>
          <w:cs/>
        </w:rPr>
        <w:t>สามเดือนและ</w:t>
      </w:r>
      <w:r w:rsidR="002F3D1C">
        <w:rPr>
          <w:rFonts w:ascii="Angsana New" w:hAnsi="Angsana New" w:hint="cs"/>
          <w:sz w:val="30"/>
          <w:szCs w:val="30"/>
          <w:cs/>
        </w:rPr>
        <w:t>เก้าเดือน</w:t>
      </w:r>
      <w:r w:rsidRPr="00D97C50">
        <w:rPr>
          <w:rFonts w:ascii="Angsana New" w:hAnsi="Angsana New"/>
          <w:sz w:val="30"/>
          <w:szCs w:val="30"/>
          <w:cs/>
        </w:rPr>
        <w:t xml:space="preserve">สิ้นสุดวันที่ </w:t>
      </w:r>
      <w:r w:rsidRPr="00D97C50">
        <w:rPr>
          <w:rFonts w:ascii="Angsana New" w:hAnsi="Angsana New" w:hint="cs"/>
          <w:sz w:val="30"/>
          <w:szCs w:val="30"/>
          <w:cs/>
        </w:rPr>
        <w:t>3</w:t>
      </w:r>
      <w:r w:rsidR="00451FF1">
        <w:rPr>
          <w:rFonts w:ascii="Angsana New" w:hAnsi="Angsana New" w:hint="cs"/>
          <w:sz w:val="30"/>
          <w:szCs w:val="30"/>
          <w:cs/>
        </w:rPr>
        <w:t>0</w:t>
      </w:r>
      <w:r w:rsidRPr="00D97C50">
        <w:rPr>
          <w:rFonts w:ascii="Angsana New" w:hAnsi="Angsana New" w:hint="cs"/>
          <w:sz w:val="30"/>
          <w:szCs w:val="30"/>
          <w:cs/>
        </w:rPr>
        <w:t xml:space="preserve"> </w:t>
      </w:r>
      <w:r w:rsidR="002F3D1C">
        <w:rPr>
          <w:rFonts w:ascii="Angsana New" w:hAnsi="Angsana New" w:hint="cs"/>
          <w:sz w:val="30"/>
          <w:szCs w:val="30"/>
          <w:cs/>
        </w:rPr>
        <w:t>กันยายน</w:t>
      </w:r>
      <w:r w:rsidRPr="00D97C50">
        <w:rPr>
          <w:rFonts w:ascii="Angsana New" w:hAnsi="Angsana New" w:hint="cs"/>
          <w:sz w:val="30"/>
          <w:szCs w:val="30"/>
          <w:cs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>2565 และ 2564</w:t>
      </w:r>
      <w:r w:rsidRPr="00D97C50">
        <w:rPr>
          <w:rFonts w:ascii="Angsana New" w:hAnsi="Angsana New"/>
          <w:sz w:val="30"/>
          <w:szCs w:val="30"/>
        </w:rPr>
        <w:t xml:space="preserve"> </w:t>
      </w:r>
      <w:r w:rsidRPr="00D97C50">
        <w:rPr>
          <w:rFonts w:ascii="Angsana New" w:hAnsi="Angsana New"/>
          <w:sz w:val="30"/>
          <w:szCs w:val="30"/>
          <w:cs/>
        </w:rPr>
        <w:t>เช่นเดียวกับที่ใช้</w:t>
      </w:r>
      <w:r w:rsidRPr="00D97C50">
        <w:rPr>
          <w:rFonts w:ascii="Angsana New" w:hAnsi="Angsana New" w:hint="cs"/>
          <w:sz w:val="30"/>
          <w:szCs w:val="30"/>
          <w:cs/>
        </w:rPr>
        <w:t>ในการจัดทำ</w:t>
      </w:r>
      <w:r w:rsidRPr="00D97C50">
        <w:rPr>
          <w:rFonts w:ascii="Angsana New" w:hAnsi="Angsana New"/>
          <w:sz w:val="30"/>
          <w:szCs w:val="30"/>
          <w:cs/>
        </w:rPr>
        <w:t>งบการเงิน</w:t>
      </w:r>
      <w:r w:rsidRPr="00D97C50">
        <w:rPr>
          <w:rFonts w:ascii="Angsana New" w:hAnsi="Angsana New" w:hint="cs"/>
          <w:sz w:val="30"/>
          <w:szCs w:val="30"/>
          <w:cs/>
        </w:rPr>
        <w:t>สำหรับปี</w:t>
      </w:r>
      <w:r w:rsidRPr="00D97C50">
        <w:rPr>
          <w:rFonts w:ascii="Angsana New" w:hAnsi="Angsana New"/>
          <w:sz w:val="30"/>
          <w:szCs w:val="30"/>
          <w:cs/>
        </w:rPr>
        <w:t xml:space="preserve">สิ้นสุดวันที่ </w:t>
      </w:r>
      <w:r w:rsidRPr="00D97C50">
        <w:rPr>
          <w:rFonts w:ascii="Angsana New" w:hAnsi="Angsana New"/>
          <w:sz w:val="30"/>
          <w:szCs w:val="30"/>
        </w:rPr>
        <w:t xml:space="preserve">31 </w:t>
      </w:r>
      <w:r w:rsidRPr="00D97C50">
        <w:rPr>
          <w:rFonts w:ascii="Angsana New" w:hAnsi="Angsana New"/>
          <w:sz w:val="30"/>
          <w:szCs w:val="30"/>
          <w:cs/>
        </w:rPr>
        <w:t xml:space="preserve">ธันวาคม </w:t>
      </w:r>
      <w:r>
        <w:rPr>
          <w:rFonts w:ascii="Angsana New" w:hAnsi="Angsana New"/>
          <w:sz w:val="30"/>
          <w:szCs w:val="30"/>
        </w:rPr>
        <w:t>2564</w:t>
      </w:r>
      <w:r w:rsidRPr="00D97C50">
        <w:rPr>
          <w:rFonts w:ascii="Angsana New" w:hAnsi="Angsana New"/>
          <w:sz w:val="30"/>
          <w:szCs w:val="30"/>
        </w:rPr>
        <w:t xml:space="preserve"> </w:t>
      </w:r>
      <w:r w:rsidRPr="00D97C50">
        <w:rPr>
          <w:rFonts w:ascii="Angsana New" w:hAnsi="Angsana New"/>
          <w:sz w:val="30"/>
          <w:szCs w:val="30"/>
          <w:cs/>
        </w:rPr>
        <w:t>ยกเว้น</w:t>
      </w:r>
      <w:r>
        <w:rPr>
          <w:rFonts w:ascii="Angsana New" w:hAnsi="Angsana New" w:hint="cs"/>
          <w:sz w:val="30"/>
          <w:szCs w:val="30"/>
          <w:cs/>
        </w:rPr>
        <w:t>เรื่องเกี่ยว</w:t>
      </w:r>
      <w:r w:rsidRPr="00D97C50">
        <w:rPr>
          <w:rFonts w:ascii="Angsana New" w:hAnsi="Angsana New" w:hint="cs"/>
          <w:sz w:val="30"/>
          <w:szCs w:val="30"/>
          <w:cs/>
        </w:rPr>
        <w:t>กับ</w:t>
      </w:r>
      <w:r w:rsidR="000014A7">
        <w:rPr>
          <w:rFonts w:ascii="Angsana New" w:hAnsi="Angsana New"/>
          <w:sz w:val="30"/>
          <w:szCs w:val="30"/>
        </w:rPr>
        <w:t xml:space="preserve"> (1) </w:t>
      </w:r>
      <w:r w:rsidRPr="00D97C50">
        <w:rPr>
          <w:rFonts w:ascii="Angsana New" w:hAnsi="Angsana New"/>
          <w:sz w:val="30"/>
          <w:szCs w:val="30"/>
          <w:cs/>
        </w:rPr>
        <w:t>การนำ</w:t>
      </w:r>
      <w:r w:rsidRPr="00CF1C4B">
        <w:rPr>
          <w:rFonts w:ascii="Angsana New" w:hAnsi="Angsana New" w:hint="cs"/>
          <w:sz w:val="30"/>
          <w:szCs w:val="30"/>
          <w:cs/>
        </w:rPr>
        <w:t xml:space="preserve"> </w:t>
      </w:r>
      <w:r w:rsidRPr="00CF1C4B">
        <w:rPr>
          <w:rFonts w:ascii="Angsana New" w:hAnsi="Angsana New"/>
          <w:sz w:val="30"/>
          <w:szCs w:val="30"/>
        </w:rPr>
        <w:t xml:space="preserve">TAS / TFRS / TSIC / TFRIC </w:t>
      </w:r>
      <w:r>
        <w:rPr>
          <w:rFonts w:ascii="Angsana New" w:hAnsi="Angsana New" w:hint="cs"/>
          <w:sz w:val="30"/>
          <w:szCs w:val="30"/>
          <w:cs/>
        </w:rPr>
        <w:t>และ</w:t>
      </w:r>
      <w:r w:rsidRPr="00CF1C4B">
        <w:rPr>
          <w:rFonts w:ascii="Angsana New" w:hAnsi="Angsana New" w:hint="cs"/>
          <w:sz w:val="30"/>
          <w:szCs w:val="30"/>
          <w:cs/>
        </w:rPr>
        <w:t>แนวปฏิบัติทางการบัญชี</w:t>
      </w:r>
      <w:r w:rsidRPr="00156BB2">
        <w:rPr>
          <w:rFonts w:ascii="Angsana New" w:hAnsi="Angsana New" w:hint="cs"/>
          <w:sz w:val="30"/>
          <w:szCs w:val="30"/>
          <w:cs/>
        </w:rPr>
        <w:t>ที่</w:t>
      </w:r>
      <w:r>
        <w:rPr>
          <w:rFonts w:ascii="Angsana New" w:hAnsi="Angsana New" w:hint="cs"/>
          <w:sz w:val="30"/>
          <w:szCs w:val="30"/>
          <w:cs/>
        </w:rPr>
        <w:t>ออกและ</w:t>
      </w:r>
      <w:r w:rsidRPr="00156BB2">
        <w:rPr>
          <w:rFonts w:ascii="Angsana New" w:hAnsi="Angsana New"/>
          <w:sz w:val="30"/>
          <w:szCs w:val="30"/>
          <w:cs/>
        </w:rPr>
        <w:t>ปรับปรุงใหม่ตามที่กล่าวในหมายเหตุ 1 มาเริ่มถือปฏิบัติซึ่ง</w:t>
      </w:r>
      <w:r>
        <w:rPr>
          <w:rFonts w:ascii="Angsana New" w:hAnsi="Angsana New" w:hint="cs"/>
          <w:sz w:val="30"/>
          <w:szCs w:val="30"/>
          <w:cs/>
        </w:rPr>
        <w:t>ไม่มี</w:t>
      </w:r>
      <w:r w:rsidRPr="00156BB2">
        <w:rPr>
          <w:rFonts w:ascii="Angsana New" w:hAnsi="Angsana New"/>
          <w:sz w:val="30"/>
          <w:szCs w:val="30"/>
          <w:cs/>
        </w:rPr>
        <w:t>ผลกระทบ</w:t>
      </w:r>
      <w:r>
        <w:rPr>
          <w:rFonts w:ascii="Angsana New" w:hAnsi="Angsana New" w:hint="cs"/>
          <w:sz w:val="30"/>
          <w:szCs w:val="30"/>
          <w:cs/>
        </w:rPr>
        <w:t xml:space="preserve">ที่เป็นสาระสำคัญ </w:t>
      </w:r>
      <w:r w:rsidR="002822DA">
        <w:rPr>
          <w:rFonts w:ascii="Angsana New" w:hAnsi="Angsana New" w:hint="cs"/>
          <w:sz w:val="30"/>
          <w:szCs w:val="30"/>
          <w:cs/>
        </w:rPr>
        <w:t xml:space="preserve">และ </w:t>
      </w:r>
      <w:r w:rsidR="002822DA" w:rsidRPr="006321B6">
        <w:rPr>
          <w:rFonts w:ascii="Angsana New" w:hAnsi="Angsana New"/>
          <w:sz w:val="30"/>
          <w:szCs w:val="30"/>
        </w:rPr>
        <w:t>(</w:t>
      </w:r>
      <w:r w:rsidR="002822DA">
        <w:rPr>
          <w:rFonts w:ascii="Angsana New" w:hAnsi="Angsana New"/>
          <w:sz w:val="30"/>
          <w:szCs w:val="30"/>
        </w:rPr>
        <w:t>2</w:t>
      </w:r>
      <w:r w:rsidR="002822DA" w:rsidRPr="006321B6">
        <w:rPr>
          <w:rFonts w:ascii="Angsana New" w:hAnsi="Angsana New"/>
          <w:sz w:val="30"/>
          <w:szCs w:val="30"/>
        </w:rPr>
        <w:t xml:space="preserve">) </w:t>
      </w:r>
      <w:r w:rsidR="004A49D5" w:rsidRPr="004A49D5">
        <w:rPr>
          <w:rFonts w:ascii="Angsana New" w:hAnsi="Angsana New" w:hint="cs"/>
          <w:sz w:val="30"/>
          <w:szCs w:val="30"/>
          <w:cs/>
        </w:rPr>
        <w:t>นโยบายการบัญชีส่วนเพิ่มเติมเกี่ยวกับ</w:t>
      </w:r>
      <w:r w:rsidR="006C2E6C">
        <w:rPr>
          <w:rFonts w:ascii="Angsana New" w:hAnsi="Angsana New" w:hint="cs"/>
          <w:sz w:val="30"/>
          <w:szCs w:val="30"/>
          <w:cs/>
        </w:rPr>
        <w:t>กำไร</w:t>
      </w:r>
      <w:r w:rsidR="004A49D5" w:rsidRPr="004A49D5">
        <w:rPr>
          <w:rFonts w:ascii="Angsana New" w:hAnsi="Angsana New" w:hint="cs"/>
          <w:sz w:val="30"/>
          <w:szCs w:val="30"/>
          <w:cs/>
        </w:rPr>
        <w:t>ต่อหุ้นปรับลดซึ่งคำนวณโดยการหาร</w:t>
      </w:r>
      <w:r w:rsidR="006C2E6C">
        <w:rPr>
          <w:rFonts w:ascii="Angsana New" w:hAnsi="Angsana New" w:hint="cs"/>
          <w:sz w:val="30"/>
          <w:szCs w:val="30"/>
          <w:cs/>
        </w:rPr>
        <w:t>กำไร</w:t>
      </w:r>
      <w:r w:rsidR="004A49D5" w:rsidRPr="004A49D5">
        <w:rPr>
          <w:rFonts w:ascii="Angsana New" w:hAnsi="Angsana New" w:hint="cs"/>
          <w:sz w:val="30"/>
          <w:szCs w:val="30"/>
          <w:cs/>
        </w:rPr>
        <w:t>สำหรับงวด</w:t>
      </w:r>
      <w:r w:rsidR="006A4D03">
        <w:rPr>
          <w:rFonts w:ascii="Angsana New" w:hAnsi="Angsana New" w:hint="cs"/>
          <w:sz w:val="30"/>
          <w:szCs w:val="30"/>
          <w:cs/>
        </w:rPr>
        <w:t>ส่วนที่เป็นของบริษัทใหญ่</w:t>
      </w:r>
      <w:r w:rsidR="004A49D5" w:rsidRPr="004A49D5">
        <w:rPr>
          <w:rFonts w:ascii="Angsana New" w:hAnsi="Angsana New" w:hint="cs"/>
          <w:sz w:val="30"/>
          <w:szCs w:val="30"/>
          <w:cs/>
        </w:rPr>
        <w:t>ด้วยจำนวนถัวเฉลี่ยถ่วงน้ำหนักของหุ้นสามัญที่ออกในระหว่างงวดหลังจากที่ได้ปรับปรุงผลกระทบของตราสารที่อาจเปลี่ยนเป็นหุ้นสามัญปรับลด</w:t>
      </w:r>
      <w:r w:rsidR="002822DA" w:rsidRPr="006321B6">
        <w:rPr>
          <w:rFonts w:ascii="Angsana New" w:hAnsi="Angsana New" w:hint="cs"/>
          <w:sz w:val="30"/>
          <w:szCs w:val="30"/>
          <w:cs/>
        </w:rPr>
        <w:t xml:space="preserve"> </w:t>
      </w:r>
    </w:p>
    <w:p w:rsidR="00C73B06" w:rsidRDefault="00C73B0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2"/>
          <w:szCs w:val="22"/>
        </w:rPr>
      </w:pPr>
      <w:r>
        <w:rPr>
          <w:rFonts w:ascii="Angsana New" w:hAnsi="Angsana New"/>
          <w:sz w:val="22"/>
          <w:szCs w:val="22"/>
        </w:rPr>
        <w:br w:type="page"/>
      </w:r>
    </w:p>
    <w:p w:rsidR="00BA534D" w:rsidRPr="007E667C" w:rsidRDefault="00BA534D" w:rsidP="000412BB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color w:val="000000"/>
          <w:sz w:val="30"/>
          <w:szCs w:val="30"/>
        </w:rPr>
      </w:pPr>
      <w:r w:rsidRPr="007E667C">
        <w:rPr>
          <w:rFonts w:ascii="Angsana New" w:hAnsi="Angsana New"/>
          <w:b/>
          <w:bCs/>
          <w:sz w:val="30"/>
          <w:szCs w:val="30"/>
          <w:cs/>
        </w:rPr>
        <w:lastRenderedPageBreak/>
        <w:t>รายการบัญชีกับบุคคล</w:t>
      </w:r>
      <w:r w:rsidR="003B2BC9" w:rsidRPr="007E667C">
        <w:rPr>
          <w:rFonts w:ascii="Angsana New" w:hAnsi="Angsana New"/>
          <w:b/>
          <w:bCs/>
          <w:sz w:val="30"/>
          <w:szCs w:val="30"/>
          <w:cs/>
        </w:rPr>
        <w:t>และ</w:t>
      </w:r>
      <w:r w:rsidR="00C01256" w:rsidRPr="007E667C">
        <w:rPr>
          <w:rFonts w:ascii="Angsana New" w:hAnsi="Angsana New"/>
          <w:b/>
          <w:bCs/>
          <w:sz w:val="30"/>
          <w:szCs w:val="30"/>
          <w:cs/>
        </w:rPr>
        <w:t>กิจการ</w:t>
      </w:r>
      <w:r w:rsidRPr="007E667C">
        <w:rPr>
          <w:rFonts w:ascii="Angsana New" w:hAnsi="Angsana New"/>
          <w:b/>
          <w:bCs/>
          <w:sz w:val="30"/>
          <w:szCs w:val="30"/>
          <w:cs/>
        </w:rPr>
        <w:t>ที่เกี่ยวข้องกัน</w:t>
      </w:r>
    </w:p>
    <w:p w:rsidR="00BA534D" w:rsidRPr="006B446F" w:rsidRDefault="00BA534D" w:rsidP="00BA53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12"/>
          <w:szCs w:val="12"/>
        </w:rPr>
      </w:pPr>
    </w:p>
    <w:p w:rsidR="00641223" w:rsidRPr="007E667C" w:rsidRDefault="00864031" w:rsidP="00641223">
      <w:pPr>
        <w:jc w:val="thaiDistribute"/>
        <w:rPr>
          <w:rFonts w:ascii="Angsana New" w:hAnsi="Angsana New"/>
          <w:color w:val="000000"/>
          <w:sz w:val="30"/>
          <w:szCs w:val="30"/>
        </w:rPr>
      </w:pPr>
      <w:r w:rsidRPr="007E667C">
        <w:rPr>
          <w:rFonts w:ascii="Angsana New" w:hAnsi="Angsana New"/>
          <w:color w:val="000000"/>
          <w:sz w:val="30"/>
          <w:szCs w:val="30"/>
          <w:cs/>
        </w:rPr>
        <w:t>รายการบัญชีกับบุคคล</w:t>
      </w:r>
      <w:r w:rsidR="00C01256" w:rsidRPr="007E667C">
        <w:rPr>
          <w:rFonts w:ascii="Angsana New" w:hAnsi="Angsana New"/>
          <w:color w:val="000000"/>
          <w:sz w:val="30"/>
          <w:szCs w:val="30"/>
          <w:cs/>
        </w:rPr>
        <w:t>และกิจการ</w:t>
      </w:r>
      <w:r w:rsidRPr="007E667C">
        <w:rPr>
          <w:rFonts w:ascii="Angsana New" w:hAnsi="Angsana New"/>
          <w:color w:val="000000"/>
          <w:sz w:val="30"/>
          <w:szCs w:val="30"/>
          <w:cs/>
        </w:rPr>
        <w:t>ที่เกี่ยวข้องกัน</w:t>
      </w:r>
      <w:r w:rsidR="00641223" w:rsidRPr="007E667C">
        <w:rPr>
          <w:rFonts w:ascii="Angsana New" w:hAnsi="Angsana New"/>
          <w:color w:val="000000"/>
          <w:sz w:val="30"/>
          <w:szCs w:val="30"/>
          <w:cs/>
        </w:rPr>
        <w:t>สำหรับงวดสามเดือน</w:t>
      </w:r>
      <w:r w:rsidR="00EF533C" w:rsidRPr="007E667C">
        <w:rPr>
          <w:rFonts w:ascii="Angsana New" w:hAnsi="Angsana New"/>
          <w:color w:val="000000"/>
          <w:sz w:val="30"/>
          <w:szCs w:val="30"/>
          <w:cs/>
        </w:rPr>
        <w:t>และ</w:t>
      </w:r>
      <w:r w:rsidR="002F3D1C">
        <w:rPr>
          <w:rFonts w:ascii="Angsana New" w:hAnsi="Angsana New"/>
          <w:color w:val="000000"/>
          <w:sz w:val="30"/>
          <w:szCs w:val="30"/>
          <w:cs/>
        </w:rPr>
        <w:t>เก้าเดือน</w:t>
      </w:r>
      <w:r w:rsidR="00641223" w:rsidRPr="007E667C">
        <w:rPr>
          <w:rFonts w:ascii="Angsana New" w:hAnsi="Angsana New"/>
          <w:color w:val="000000"/>
          <w:sz w:val="30"/>
          <w:szCs w:val="30"/>
          <w:cs/>
        </w:rPr>
        <w:t>สิ้นสุดวันที่ 3</w:t>
      </w:r>
      <w:r w:rsidR="00EF533C" w:rsidRPr="007E667C">
        <w:rPr>
          <w:rFonts w:ascii="Angsana New" w:hAnsi="Angsana New"/>
          <w:color w:val="000000"/>
          <w:sz w:val="30"/>
          <w:szCs w:val="30"/>
        </w:rPr>
        <w:t xml:space="preserve">0 </w:t>
      </w:r>
      <w:r w:rsidR="002F3D1C">
        <w:rPr>
          <w:rFonts w:ascii="Angsana New" w:hAnsi="Angsana New"/>
          <w:color w:val="000000"/>
          <w:sz w:val="30"/>
          <w:szCs w:val="30"/>
          <w:cs/>
        </w:rPr>
        <w:t>กันยายน</w:t>
      </w:r>
      <w:r w:rsidR="00EF533C" w:rsidRPr="007E667C">
        <w:rPr>
          <w:rFonts w:ascii="Angsana New" w:hAnsi="Angsana New"/>
          <w:color w:val="000000"/>
          <w:sz w:val="30"/>
          <w:szCs w:val="30"/>
          <w:cs/>
        </w:rPr>
        <w:t xml:space="preserve">  </w:t>
      </w:r>
      <w:r w:rsidR="00E730EC" w:rsidRPr="007E667C">
        <w:rPr>
          <w:rFonts w:ascii="Angsana New" w:hAnsi="Angsana New"/>
          <w:color w:val="000000"/>
          <w:sz w:val="30"/>
          <w:szCs w:val="30"/>
          <w:cs/>
        </w:rPr>
        <w:t>2565</w:t>
      </w:r>
      <w:r w:rsidR="00641223" w:rsidRPr="007E667C">
        <w:rPr>
          <w:rFonts w:ascii="Angsana New" w:hAnsi="Angsana New"/>
          <w:color w:val="000000"/>
          <w:sz w:val="30"/>
          <w:szCs w:val="30"/>
        </w:rPr>
        <w:t xml:space="preserve"> </w:t>
      </w:r>
      <w:r w:rsidR="00641223" w:rsidRPr="007E667C">
        <w:rPr>
          <w:rFonts w:ascii="Angsana New" w:hAnsi="Angsana New"/>
          <w:color w:val="000000"/>
          <w:sz w:val="30"/>
          <w:szCs w:val="30"/>
          <w:cs/>
        </w:rPr>
        <w:t xml:space="preserve">และ </w:t>
      </w:r>
      <w:r w:rsidR="00E730EC" w:rsidRPr="007E667C">
        <w:rPr>
          <w:rFonts w:ascii="Angsana New" w:hAnsi="Angsana New"/>
          <w:color w:val="000000"/>
          <w:sz w:val="30"/>
          <w:szCs w:val="30"/>
        </w:rPr>
        <w:t>2564</w:t>
      </w:r>
      <w:r w:rsidR="00641223" w:rsidRPr="007E667C">
        <w:rPr>
          <w:rFonts w:ascii="Angsana New" w:hAnsi="Angsana New"/>
          <w:color w:val="000000"/>
          <w:sz w:val="30"/>
          <w:szCs w:val="30"/>
          <w:cs/>
        </w:rPr>
        <w:t xml:space="preserve"> มีดังนี้</w:t>
      </w:r>
    </w:p>
    <w:p w:rsidR="00EF533C" w:rsidRPr="006B446F" w:rsidRDefault="00EF533C" w:rsidP="00641223">
      <w:pPr>
        <w:jc w:val="thaiDistribute"/>
        <w:rPr>
          <w:rFonts w:ascii="Angsana New" w:hAnsi="Angsana New"/>
          <w:color w:val="000000"/>
          <w:sz w:val="12"/>
          <w:szCs w:val="12"/>
        </w:rPr>
      </w:pPr>
    </w:p>
    <w:tbl>
      <w:tblPr>
        <w:tblW w:w="9782" w:type="dxa"/>
        <w:tblInd w:w="-34" w:type="dxa"/>
        <w:tblLayout w:type="fixed"/>
        <w:tblLook w:val="0000"/>
      </w:tblPr>
      <w:tblGrid>
        <w:gridCol w:w="3828"/>
        <w:gridCol w:w="1276"/>
        <w:gridCol w:w="283"/>
        <w:gridCol w:w="1276"/>
        <w:gridCol w:w="283"/>
        <w:gridCol w:w="1276"/>
        <w:gridCol w:w="283"/>
        <w:gridCol w:w="1277"/>
      </w:tblGrid>
      <w:tr w:rsidR="0037393A" w:rsidRPr="007E667C" w:rsidTr="00901DCC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:rsidR="0037393A" w:rsidRPr="007E667C" w:rsidRDefault="0037393A" w:rsidP="00EF533C">
            <w:pPr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54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7393A" w:rsidRPr="007E667C" w:rsidRDefault="0037393A" w:rsidP="00EF533C">
            <w:pPr>
              <w:ind w:left="-113" w:right="-11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7E667C">
              <w:rPr>
                <w:rFonts w:ascii="Angsana New" w:hAnsi="Angsana New"/>
                <w:sz w:val="30"/>
                <w:szCs w:val="30"/>
                <w:cs/>
              </w:rPr>
              <w:t>พันบาท</w:t>
            </w:r>
          </w:p>
        </w:tc>
      </w:tr>
      <w:tr w:rsidR="00EF533C" w:rsidRPr="007E667C" w:rsidTr="00C34773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:rsidR="00EF533C" w:rsidRPr="007E667C" w:rsidRDefault="00EF533C" w:rsidP="00EF533C">
            <w:pPr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7393A" w:rsidRPr="007E667C" w:rsidRDefault="00EF533C" w:rsidP="0037393A">
            <w:pPr>
              <w:ind w:left="-113" w:right="-11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7E667C">
              <w:rPr>
                <w:rFonts w:ascii="Angsana New" w:hAnsi="Angsana New"/>
                <w:sz w:val="30"/>
                <w:szCs w:val="30"/>
                <w:cs/>
              </w:rPr>
              <w:t>งวดสามเดือน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EF533C" w:rsidRPr="007E667C" w:rsidRDefault="00EF533C" w:rsidP="00EF533C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</w:tabs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2836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F533C" w:rsidRPr="007E667C" w:rsidRDefault="00EF533C" w:rsidP="0037393A">
            <w:pPr>
              <w:ind w:left="-113" w:right="-11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E667C">
              <w:rPr>
                <w:rFonts w:ascii="Angsana New" w:hAnsi="Angsana New"/>
                <w:sz w:val="30"/>
                <w:szCs w:val="30"/>
                <w:cs/>
              </w:rPr>
              <w:t>งวด</w:t>
            </w:r>
            <w:r w:rsidR="002F3D1C">
              <w:rPr>
                <w:rFonts w:ascii="Angsana New" w:hAnsi="Angsana New"/>
                <w:sz w:val="30"/>
                <w:szCs w:val="30"/>
                <w:cs/>
              </w:rPr>
              <w:t>เก้าเดือน</w:t>
            </w:r>
          </w:p>
        </w:tc>
      </w:tr>
      <w:tr w:rsidR="00EF533C" w:rsidRPr="007E667C" w:rsidTr="00C34773">
        <w:trPr>
          <w:trHeight w:val="73"/>
        </w:trPr>
        <w:tc>
          <w:tcPr>
            <w:tcW w:w="3828" w:type="dxa"/>
            <w:shd w:val="clear" w:color="auto" w:fill="auto"/>
            <w:vAlign w:val="bottom"/>
          </w:tcPr>
          <w:p w:rsidR="00EF533C" w:rsidRPr="007E667C" w:rsidRDefault="00EF533C" w:rsidP="00EF533C">
            <w:pPr>
              <w:pStyle w:val="Preformatted"/>
              <w:tabs>
                <w:tab w:val="clear" w:pos="0"/>
                <w:tab w:val="clear" w:pos="9590"/>
              </w:tabs>
              <w:ind w:left="34"/>
              <w:rPr>
                <w:rFonts w:ascii="Angsana New" w:hAnsi="Angsana New"/>
                <w:sz w:val="30"/>
                <w:szCs w:val="30"/>
                <w:u w:val="single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F533C" w:rsidRPr="007E667C" w:rsidRDefault="00E730EC" w:rsidP="003B2BC9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7E667C">
              <w:rPr>
                <w:rFonts w:ascii="Angsana New" w:hAnsi="Angsana New" w:cs="Angsana New"/>
                <w:sz w:val="30"/>
                <w:szCs w:val="30"/>
                <w:cs/>
              </w:rPr>
              <w:t>2565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F533C" w:rsidRPr="007E667C" w:rsidRDefault="00EF533C" w:rsidP="00EF533C">
            <w:pPr>
              <w:ind w:right="-4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F533C" w:rsidRPr="007E667C" w:rsidRDefault="00E730EC" w:rsidP="003B2BC9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7E667C">
              <w:rPr>
                <w:rFonts w:ascii="Angsana New" w:hAnsi="Angsana New" w:cs="Angsana New"/>
                <w:sz w:val="30"/>
                <w:szCs w:val="30"/>
                <w:cs/>
              </w:rPr>
              <w:t>2564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EF533C" w:rsidRPr="007E667C" w:rsidRDefault="00EF533C" w:rsidP="00EF533C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F533C" w:rsidRPr="007E667C" w:rsidRDefault="00E730EC" w:rsidP="00EF533C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7E667C">
              <w:rPr>
                <w:rFonts w:ascii="Angsana New" w:hAnsi="Angsana New" w:cs="Angsana New"/>
                <w:sz w:val="30"/>
                <w:szCs w:val="30"/>
                <w:cs/>
              </w:rPr>
              <w:t>2565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F533C" w:rsidRPr="007E667C" w:rsidRDefault="00EF533C" w:rsidP="00EF533C">
            <w:pPr>
              <w:ind w:right="-4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F533C" w:rsidRPr="007E667C" w:rsidRDefault="00E730EC" w:rsidP="00EF533C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7E667C">
              <w:rPr>
                <w:rFonts w:ascii="Angsana New" w:hAnsi="Angsana New" w:cs="Angsana New"/>
                <w:sz w:val="30"/>
                <w:szCs w:val="30"/>
                <w:cs/>
              </w:rPr>
              <w:t>2564</w:t>
            </w:r>
          </w:p>
        </w:tc>
      </w:tr>
      <w:tr w:rsidR="00C01256" w:rsidRPr="007E667C" w:rsidTr="00950A34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:rsidR="00C01256" w:rsidRPr="00F13469" w:rsidRDefault="00C01256" w:rsidP="00B366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F13469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  <w:t>จำหน่ายสินทรัพย์ไม่หมุนเวียนที่ถือไว้เพื่อขาย (ที่ดิน) - ในราคาประเมินโดยผู้ประเมินราคาอิสระ</w:t>
            </w:r>
            <w:r w:rsidR="003D4840" w:rsidRPr="00F13469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 xml:space="preserve"> (</w:t>
            </w:r>
            <w:r w:rsidR="003D4840" w:rsidRPr="00F13469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  <w:t>ราคาตามบัญชี 48.4 ล้านบาท)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01256" w:rsidRPr="00F13469" w:rsidRDefault="00C01256" w:rsidP="00950A34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highlight w:val="yellow"/>
                <w:cs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01256" w:rsidRPr="00F13469" w:rsidRDefault="00C01256" w:rsidP="00950A34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01256" w:rsidRPr="00F13469" w:rsidRDefault="00C01256" w:rsidP="00950A34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highlight w:val="yellow"/>
                <w:cs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01256" w:rsidRPr="00F13469" w:rsidRDefault="00C01256" w:rsidP="00950A34">
            <w:pPr>
              <w:pStyle w:val="Preformatted"/>
              <w:tabs>
                <w:tab w:val="clear" w:pos="9590"/>
              </w:tabs>
              <w:ind w:right="28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01256" w:rsidRPr="00F13469" w:rsidRDefault="00C01256" w:rsidP="00950A3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01256" w:rsidRPr="00F13469" w:rsidRDefault="00C01256" w:rsidP="00950A34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277" w:type="dxa"/>
            <w:shd w:val="clear" w:color="auto" w:fill="auto"/>
            <w:vAlign w:val="bottom"/>
          </w:tcPr>
          <w:p w:rsidR="00C01256" w:rsidRPr="00F13469" w:rsidRDefault="00C01256" w:rsidP="00950A3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</w:p>
        </w:tc>
      </w:tr>
      <w:tr w:rsidR="0099436D" w:rsidRPr="007E667C" w:rsidTr="00950A34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:rsidR="0099436D" w:rsidRPr="00F13469" w:rsidRDefault="0099436D" w:rsidP="00B366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F13469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บริษัทย่อย</w:t>
            </w:r>
            <w:r w:rsidRPr="00F13469">
              <w:rPr>
                <w:rFonts w:ascii="Angsana New" w:hAnsi="Angsana New"/>
                <w:sz w:val="30"/>
                <w:szCs w:val="30"/>
                <w:lang w:eastAsia="en-GB"/>
              </w:rPr>
              <w:t xml:space="preserve"> *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99436D" w:rsidRPr="00F13469" w:rsidRDefault="0099436D" w:rsidP="00901DCC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F13469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  -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9436D" w:rsidRPr="00F13469" w:rsidRDefault="0099436D" w:rsidP="00950A34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99436D" w:rsidRPr="00F13469" w:rsidRDefault="0099436D" w:rsidP="0099436D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F13469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  -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9436D" w:rsidRPr="00F13469" w:rsidRDefault="0099436D" w:rsidP="00950A34">
            <w:pPr>
              <w:pStyle w:val="Preformatted"/>
              <w:tabs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99436D" w:rsidRPr="00F13469" w:rsidRDefault="0099436D" w:rsidP="00901DCC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F13469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  -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9436D" w:rsidRPr="00F13469" w:rsidRDefault="0099436D" w:rsidP="00950A34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27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99436D" w:rsidRPr="00F13469" w:rsidRDefault="0099436D" w:rsidP="00F27C3A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F13469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7</w:t>
            </w:r>
            <w:r w:rsidRPr="00F13469">
              <w:rPr>
                <w:rFonts w:ascii="Angsana New" w:hAnsi="Angsana New"/>
                <w:sz w:val="30"/>
                <w:szCs w:val="30"/>
                <w:lang w:eastAsia="en-US"/>
              </w:rPr>
              <w:t>7,000</w:t>
            </w:r>
          </w:p>
        </w:tc>
      </w:tr>
      <w:tr w:rsidR="0099436D" w:rsidRPr="007E667C" w:rsidTr="00C34773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:rsidR="0099436D" w:rsidRPr="00F13469" w:rsidRDefault="0099436D" w:rsidP="00B366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F13469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  <w:t>ยอดขั้นต้น (ค่าเช่า) ของหนี้สินตามสัญญาเช่าลดลง - อัตราค่าเช่าตามที่ตกลงร่วมกัน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9436D" w:rsidRPr="00F13469" w:rsidRDefault="0099436D" w:rsidP="00EF533C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highlight w:val="yellow"/>
                <w:cs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99436D" w:rsidRPr="00F13469" w:rsidRDefault="0099436D" w:rsidP="00EF533C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9436D" w:rsidRPr="00F13469" w:rsidRDefault="0099436D" w:rsidP="00F27C3A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highlight w:val="yellow"/>
                <w:cs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99436D" w:rsidRPr="00F13469" w:rsidRDefault="0099436D" w:rsidP="00EF533C">
            <w:pPr>
              <w:pStyle w:val="Preformatted"/>
              <w:tabs>
                <w:tab w:val="clear" w:pos="9590"/>
              </w:tabs>
              <w:ind w:right="28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9436D" w:rsidRPr="00F13469" w:rsidRDefault="0099436D" w:rsidP="00EF533C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99436D" w:rsidRPr="00F13469" w:rsidRDefault="0099436D" w:rsidP="00EF533C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277" w:type="dxa"/>
            <w:shd w:val="clear" w:color="auto" w:fill="auto"/>
            <w:vAlign w:val="bottom"/>
          </w:tcPr>
          <w:p w:rsidR="0099436D" w:rsidRPr="00F13469" w:rsidRDefault="0099436D" w:rsidP="00F27C3A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</w:tr>
      <w:tr w:rsidR="0099436D" w:rsidRPr="007E667C" w:rsidTr="00C34773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:rsidR="0099436D" w:rsidRPr="00F13469" w:rsidRDefault="0099436D" w:rsidP="00B366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F13469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กรรมการ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99436D" w:rsidRPr="00F13469" w:rsidRDefault="00921E8A" w:rsidP="00C01256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F13469">
              <w:rPr>
                <w:rFonts w:ascii="Angsana New" w:hAnsi="Angsana New"/>
                <w:sz w:val="30"/>
                <w:szCs w:val="30"/>
                <w:lang w:eastAsia="en-US"/>
              </w:rPr>
              <w:t>30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9436D" w:rsidRPr="00F13469" w:rsidRDefault="0099436D" w:rsidP="00C01256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99436D" w:rsidRPr="00F13469" w:rsidRDefault="0099436D" w:rsidP="00F27C3A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F13469">
              <w:rPr>
                <w:rFonts w:ascii="Angsana New" w:hAnsi="Angsana New"/>
                <w:sz w:val="30"/>
                <w:szCs w:val="30"/>
                <w:lang w:eastAsia="en-US"/>
              </w:rPr>
              <w:t>3</w:t>
            </w:r>
            <w:r w:rsidRPr="00F13469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9436D" w:rsidRPr="00F13469" w:rsidRDefault="0099436D" w:rsidP="00C01256">
            <w:pPr>
              <w:pStyle w:val="Preformatted"/>
              <w:tabs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99436D" w:rsidRPr="00F13469" w:rsidRDefault="00921E8A" w:rsidP="00C01256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F13469">
              <w:rPr>
                <w:rFonts w:ascii="Angsana New" w:hAnsi="Angsana New"/>
                <w:sz w:val="30"/>
                <w:szCs w:val="30"/>
                <w:lang w:eastAsia="en-US"/>
              </w:rPr>
              <w:t>90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9436D" w:rsidRPr="00F13469" w:rsidRDefault="0099436D" w:rsidP="00C01256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27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99436D" w:rsidRPr="00F13469" w:rsidRDefault="0099436D" w:rsidP="00F27C3A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F13469">
              <w:rPr>
                <w:rFonts w:ascii="Angsana New" w:hAnsi="Angsana New"/>
                <w:sz w:val="30"/>
                <w:szCs w:val="30"/>
                <w:lang w:eastAsia="en-US"/>
              </w:rPr>
              <w:t>10</w:t>
            </w:r>
            <w:r w:rsidRPr="00F13469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0</w:t>
            </w:r>
          </w:p>
        </w:tc>
      </w:tr>
      <w:tr w:rsidR="00B927A7" w:rsidRPr="007E667C" w:rsidTr="006B446F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:rsidR="00B927A7" w:rsidRPr="00F13469" w:rsidRDefault="00B927A7" w:rsidP="00B366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F13469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  <w:t>ขายสินค้า - ราคาเทียบเคียงราคาตลาด</w:t>
            </w: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B927A7" w:rsidRPr="00F13469" w:rsidRDefault="00B927A7" w:rsidP="00C902D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B927A7" w:rsidRPr="00F13469" w:rsidRDefault="00B927A7" w:rsidP="00950A34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B927A7" w:rsidRPr="00F13469" w:rsidRDefault="00B927A7" w:rsidP="00F27C3A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highlight w:val="yellow"/>
                <w:cs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B927A7" w:rsidRPr="00F13469" w:rsidRDefault="00B927A7" w:rsidP="00950A34">
            <w:pPr>
              <w:pStyle w:val="Preformatted"/>
              <w:tabs>
                <w:tab w:val="clear" w:pos="9590"/>
              </w:tabs>
              <w:ind w:right="28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B927A7" w:rsidRPr="00F13469" w:rsidRDefault="00B927A7" w:rsidP="00950A3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B927A7" w:rsidRPr="00F13469" w:rsidRDefault="00B927A7" w:rsidP="00950A34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277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B927A7" w:rsidRPr="00F13469" w:rsidRDefault="00B927A7" w:rsidP="00F27C3A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</w:tr>
      <w:tr w:rsidR="00B927A7" w:rsidRPr="007E667C" w:rsidTr="00552512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:rsidR="00B927A7" w:rsidRPr="00F13469" w:rsidRDefault="00B927A7" w:rsidP="00B366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F13469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บริษัทย่อย</w:t>
            </w:r>
            <w:r w:rsidRPr="00F13469">
              <w:rPr>
                <w:rFonts w:ascii="Angsana New" w:hAnsi="Angsana New"/>
                <w:sz w:val="30"/>
                <w:szCs w:val="30"/>
                <w:lang w:eastAsia="en-GB"/>
              </w:rPr>
              <w:t xml:space="preserve"> *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B927A7" w:rsidRPr="00F13469" w:rsidRDefault="00B927A7" w:rsidP="00552512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F13469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30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B927A7" w:rsidRPr="00F13469" w:rsidRDefault="00B927A7" w:rsidP="00950A34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B927A7" w:rsidRPr="00F13469" w:rsidRDefault="00B927A7" w:rsidP="0099436D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F13469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  -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B927A7" w:rsidRPr="00F13469" w:rsidRDefault="00B927A7" w:rsidP="00950A34">
            <w:pPr>
              <w:pStyle w:val="Preformatted"/>
              <w:tabs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B927A7" w:rsidRPr="00F13469" w:rsidRDefault="00B927A7" w:rsidP="00552512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F13469">
              <w:rPr>
                <w:rFonts w:ascii="Angsana New" w:hAnsi="Angsana New"/>
                <w:sz w:val="30"/>
                <w:szCs w:val="30"/>
                <w:lang w:eastAsia="en-US"/>
              </w:rPr>
              <w:t>675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B927A7" w:rsidRPr="00F13469" w:rsidRDefault="00B927A7" w:rsidP="00950A34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27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B927A7" w:rsidRPr="00F13469" w:rsidRDefault="00B927A7" w:rsidP="00F27C3A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F13469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80</w:t>
            </w:r>
          </w:p>
        </w:tc>
      </w:tr>
      <w:tr w:rsidR="00B927A7" w:rsidRPr="007E667C" w:rsidTr="00950A34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:rsidR="00B927A7" w:rsidRPr="00F13469" w:rsidRDefault="00B927A7" w:rsidP="00B366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  <w:r w:rsidRPr="00F13469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  <w:t xml:space="preserve">ดอกเบี้ยจ่ายเงินกู้ยืม - ร้อยละ </w:t>
            </w:r>
            <w:r w:rsidRPr="00F13469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 xml:space="preserve">4 </w:t>
            </w:r>
            <w:r w:rsidRPr="00F13469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  <w:t xml:space="preserve">ต่อปีในปี </w:t>
            </w:r>
            <w:r w:rsidRPr="00F13469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 xml:space="preserve">2565 </w:t>
            </w:r>
            <w:r w:rsidRPr="00F13469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  <w:t>และร้อยละ 1.05 ต่อปีในปี</w:t>
            </w:r>
            <w:r w:rsidRPr="00F13469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 xml:space="preserve"> 2564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927A7" w:rsidRPr="00F13469" w:rsidRDefault="00B927A7" w:rsidP="00950A34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highlight w:val="yellow"/>
                <w:cs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B927A7" w:rsidRPr="00F13469" w:rsidRDefault="00B927A7" w:rsidP="00950A34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927A7" w:rsidRPr="00F13469" w:rsidRDefault="00B927A7" w:rsidP="00F27C3A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highlight w:val="yellow"/>
                <w:cs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B927A7" w:rsidRPr="00F13469" w:rsidRDefault="00B927A7" w:rsidP="00950A34">
            <w:pPr>
              <w:pStyle w:val="Preformatted"/>
              <w:tabs>
                <w:tab w:val="clear" w:pos="9590"/>
              </w:tabs>
              <w:ind w:right="28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927A7" w:rsidRPr="00F13469" w:rsidRDefault="00B927A7" w:rsidP="00950A3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B927A7" w:rsidRPr="00F13469" w:rsidRDefault="00B927A7" w:rsidP="00950A34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277" w:type="dxa"/>
            <w:shd w:val="clear" w:color="auto" w:fill="auto"/>
            <w:vAlign w:val="bottom"/>
          </w:tcPr>
          <w:p w:rsidR="00B927A7" w:rsidRPr="00F13469" w:rsidRDefault="00B927A7" w:rsidP="00F27C3A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</w:tr>
      <w:tr w:rsidR="00B927A7" w:rsidRPr="007E667C" w:rsidTr="00950A34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:rsidR="00B927A7" w:rsidRPr="00F13469" w:rsidRDefault="00B927A7" w:rsidP="00B366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F13469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บริษัทย่อย</w:t>
            </w:r>
            <w:r w:rsidRPr="00F13469">
              <w:rPr>
                <w:rFonts w:ascii="Angsana New" w:hAnsi="Angsana New"/>
                <w:sz w:val="30"/>
                <w:szCs w:val="30"/>
                <w:lang w:eastAsia="en-GB"/>
              </w:rPr>
              <w:t xml:space="preserve"> *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B927A7" w:rsidRPr="00F13469" w:rsidRDefault="00B927A7" w:rsidP="00451FF1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F13469">
              <w:rPr>
                <w:rFonts w:ascii="Angsana New" w:hAnsi="Angsana New"/>
                <w:sz w:val="30"/>
                <w:szCs w:val="30"/>
                <w:lang w:eastAsia="en-US"/>
              </w:rPr>
              <w:t>17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B927A7" w:rsidRPr="00F13469" w:rsidRDefault="00B927A7" w:rsidP="00950A34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B927A7" w:rsidRPr="00F13469" w:rsidRDefault="00B927A7" w:rsidP="0099436D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F13469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B927A7" w:rsidRPr="00F13469" w:rsidRDefault="00B927A7" w:rsidP="00950A34">
            <w:pPr>
              <w:pStyle w:val="Preformatted"/>
              <w:tabs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B927A7" w:rsidRPr="00F13469" w:rsidRDefault="00B927A7" w:rsidP="002D6F3D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F13469">
              <w:rPr>
                <w:rFonts w:ascii="Angsana New" w:hAnsi="Angsana New"/>
                <w:sz w:val="30"/>
                <w:szCs w:val="30"/>
                <w:lang w:eastAsia="en-US"/>
              </w:rPr>
              <w:t>770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B927A7" w:rsidRPr="00F13469" w:rsidRDefault="00B927A7" w:rsidP="00950A34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27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B927A7" w:rsidRPr="00F13469" w:rsidRDefault="00B927A7" w:rsidP="00F27C3A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F13469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167</w:t>
            </w:r>
          </w:p>
        </w:tc>
      </w:tr>
      <w:tr w:rsidR="00C902D4" w:rsidRPr="007E667C" w:rsidTr="00C902D4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:rsidR="00C902D4" w:rsidRPr="00F13469" w:rsidRDefault="00C902D4" w:rsidP="00C902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F13469">
              <w:rPr>
                <w:rFonts w:ascii="Angsana New" w:hAnsi="Angsana New" w:hint="cs"/>
                <w:b/>
                <w:bCs/>
                <w:color w:val="000000"/>
                <w:sz w:val="30"/>
                <w:szCs w:val="30"/>
                <w:cs/>
              </w:rPr>
              <w:t>ค่าที่ปรึกษา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902D4" w:rsidRPr="00F13469" w:rsidRDefault="00C902D4" w:rsidP="00C902D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C902D4" w:rsidRPr="00F13469" w:rsidRDefault="00C902D4" w:rsidP="00C902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902D4" w:rsidRPr="00F13469" w:rsidRDefault="00C902D4" w:rsidP="00C902D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C902D4" w:rsidRPr="00F13469" w:rsidRDefault="00C902D4" w:rsidP="00C902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C902D4" w:rsidRPr="00F13469" w:rsidRDefault="00C902D4" w:rsidP="00C902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902D4" w:rsidRPr="00F13469" w:rsidRDefault="00C902D4" w:rsidP="00C902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277" w:type="dxa"/>
            <w:shd w:val="clear" w:color="auto" w:fill="auto"/>
          </w:tcPr>
          <w:p w:rsidR="00C902D4" w:rsidRPr="00F13469" w:rsidRDefault="00C902D4" w:rsidP="00C902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</w:tr>
      <w:tr w:rsidR="00C902D4" w:rsidRPr="007E667C" w:rsidTr="00C902D4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:rsidR="00C902D4" w:rsidRPr="00F13469" w:rsidRDefault="00C902D4" w:rsidP="00C902D4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F13469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บุคคลที่เกี่ยวข้องกัน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C902D4" w:rsidRPr="00F13469" w:rsidRDefault="00C902D4" w:rsidP="00C902D4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F13469">
              <w:rPr>
                <w:rFonts w:ascii="Angsana New" w:hAnsi="Angsana New"/>
                <w:sz w:val="30"/>
                <w:szCs w:val="30"/>
                <w:lang w:eastAsia="en-US"/>
              </w:rPr>
              <w:t>30</w:t>
            </w:r>
          </w:p>
        </w:tc>
        <w:tc>
          <w:tcPr>
            <w:tcW w:w="283" w:type="dxa"/>
            <w:shd w:val="clear" w:color="auto" w:fill="auto"/>
          </w:tcPr>
          <w:p w:rsidR="00C902D4" w:rsidRPr="00F13469" w:rsidRDefault="00C902D4" w:rsidP="00C902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  <w:lang w:eastAsia="en-GB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C902D4" w:rsidRPr="00F13469" w:rsidRDefault="00C902D4" w:rsidP="00C902D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F13469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  -</w:t>
            </w:r>
          </w:p>
        </w:tc>
        <w:tc>
          <w:tcPr>
            <w:tcW w:w="283" w:type="dxa"/>
            <w:shd w:val="clear" w:color="auto" w:fill="auto"/>
          </w:tcPr>
          <w:p w:rsidR="00C902D4" w:rsidRPr="00F13469" w:rsidRDefault="00C902D4" w:rsidP="00C902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  <w:lang w:eastAsia="en-GB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C902D4" w:rsidRPr="00F13469" w:rsidRDefault="00C902D4" w:rsidP="00C902D4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F13469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9</w:t>
            </w:r>
            <w:r w:rsidRPr="00F13469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902D4" w:rsidRPr="00F13469" w:rsidRDefault="00C902D4" w:rsidP="00C902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sz w:val="30"/>
                <w:szCs w:val="30"/>
                <w:lang w:eastAsia="en-GB"/>
              </w:rPr>
            </w:pPr>
          </w:p>
        </w:tc>
        <w:tc>
          <w:tcPr>
            <w:tcW w:w="127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C902D4" w:rsidRPr="00F13469" w:rsidRDefault="00C902D4" w:rsidP="00C902D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F13469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  -</w:t>
            </w:r>
          </w:p>
        </w:tc>
      </w:tr>
      <w:tr w:rsidR="00B927A7" w:rsidRPr="00F745C0" w:rsidTr="00F13469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:rsidR="00B927A7" w:rsidRPr="00F13469" w:rsidRDefault="00B927A7" w:rsidP="00B366B6">
            <w:pPr>
              <w:pStyle w:val="Preformatted"/>
              <w:ind w:left="34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  <w:r w:rsidRPr="00F13469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  <w:t>ค่าตอบแทนผู้บริหารที่สำคัญ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927A7" w:rsidRPr="00F13469" w:rsidRDefault="00B927A7" w:rsidP="00C01256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B927A7" w:rsidRPr="00F13469" w:rsidRDefault="00B927A7" w:rsidP="00C01256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B927A7" w:rsidRPr="00F13469" w:rsidRDefault="00B927A7" w:rsidP="00F27C3A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B927A7" w:rsidRPr="00F13469" w:rsidRDefault="00B927A7" w:rsidP="00C01256">
            <w:pPr>
              <w:pStyle w:val="Preformatted"/>
              <w:tabs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B927A7" w:rsidRPr="00F13469" w:rsidRDefault="00B927A7" w:rsidP="00C01256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B927A7" w:rsidRPr="00F13469" w:rsidRDefault="00B927A7" w:rsidP="00C01256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277" w:type="dxa"/>
            <w:shd w:val="clear" w:color="auto" w:fill="auto"/>
            <w:vAlign w:val="bottom"/>
          </w:tcPr>
          <w:p w:rsidR="00B927A7" w:rsidRPr="00F13469" w:rsidRDefault="00B927A7" w:rsidP="00F27C3A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</w:tr>
      <w:tr w:rsidR="00B927A7" w:rsidRPr="00F745C0" w:rsidTr="000234F9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:rsidR="00B927A7" w:rsidRPr="00F13469" w:rsidRDefault="00B927A7" w:rsidP="00B366B6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"/>
              <w:rPr>
                <w:rFonts w:ascii="Angsana New" w:eastAsia="Cordia New" w:hAnsi="Angsana New"/>
                <w:sz w:val="30"/>
                <w:szCs w:val="30"/>
                <w:cs/>
              </w:rPr>
            </w:pPr>
            <w:r w:rsidRPr="00F13469">
              <w:rPr>
                <w:rFonts w:ascii="Angsana New" w:eastAsia="Cordia New" w:hAnsi="Angsana New"/>
                <w:sz w:val="30"/>
                <w:szCs w:val="30"/>
                <w:cs/>
              </w:rPr>
              <w:t>ผลประโยชน์ระยะสั้น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927A7" w:rsidRPr="00F13469" w:rsidRDefault="00C902D4" w:rsidP="00C01256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7,195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B927A7" w:rsidRPr="00F13469" w:rsidRDefault="00B927A7" w:rsidP="00C01256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B927A7" w:rsidRPr="00F13469" w:rsidRDefault="00B927A7" w:rsidP="0099436D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F13469">
              <w:rPr>
                <w:rFonts w:ascii="Angsana New" w:hAnsi="Angsana New"/>
                <w:sz w:val="30"/>
                <w:szCs w:val="30"/>
                <w:lang w:eastAsia="en-US"/>
              </w:rPr>
              <w:t>7,779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B927A7" w:rsidRPr="00F13469" w:rsidRDefault="00B927A7" w:rsidP="00C01256">
            <w:pPr>
              <w:pStyle w:val="Preformatted"/>
              <w:tabs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B927A7" w:rsidRPr="00F13469" w:rsidRDefault="00C902D4" w:rsidP="00C902D4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19</w:t>
            </w:r>
            <w:r w:rsidR="00B927A7" w:rsidRPr="00F13469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964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B927A7" w:rsidRPr="00F13469" w:rsidRDefault="00B927A7" w:rsidP="00C01256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277" w:type="dxa"/>
            <w:shd w:val="clear" w:color="auto" w:fill="auto"/>
            <w:vAlign w:val="bottom"/>
          </w:tcPr>
          <w:p w:rsidR="00B927A7" w:rsidRPr="00F13469" w:rsidRDefault="00B927A7" w:rsidP="0099436D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F13469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21,689</w:t>
            </w:r>
          </w:p>
        </w:tc>
      </w:tr>
      <w:tr w:rsidR="00B927A7" w:rsidRPr="00F745C0" w:rsidTr="000234F9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:rsidR="00B927A7" w:rsidRPr="00F13469" w:rsidRDefault="00B927A7" w:rsidP="00B366B6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"/>
              <w:rPr>
                <w:rFonts w:ascii="Angsana New" w:eastAsia="Cordia New" w:hAnsi="Angsana New"/>
                <w:sz w:val="30"/>
                <w:szCs w:val="30"/>
                <w:cs/>
              </w:rPr>
            </w:pPr>
            <w:r w:rsidRPr="00F13469">
              <w:rPr>
                <w:rFonts w:ascii="Angsana New" w:eastAsia="Cordia New" w:hAnsi="Angsana New"/>
                <w:sz w:val="30"/>
                <w:szCs w:val="30"/>
                <w:cs/>
              </w:rPr>
              <w:t>ผลประโยชน์หลังออกจากงาน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927A7" w:rsidRPr="00F13469" w:rsidRDefault="00C902D4" w:rsidP="00C01256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3,391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B927A7" w:rsidRPr="00F13469" w:rsidRDefault="00B927A7" w:rsidP="00C01256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927A7" w:rsidRPr="00F13469" w:rsidRDefault="00B927A7" w:rsidP="0099436D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F13469">
              <w:rPr>
                <w:rFonts w:ascii="Angsana New" w:hAnsi="Angsana New"/>
                <w:sz w:val="30"/>
                <w:szCs w:val="30"/>
                <w:lang w:eastAsia="en-US"/>
              </w:rPr>
              <w:t>663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B927A7" w:rsidRPr="00F13469" w:rsidRDefault="00B927A7" w:rsidP="00C01256">
            <w:pPr>
              <w:pStyle w:val="Preformatted"/>
              <w:tabs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927A7" w:rsidRPr="00F13469" w:rsidRDefault="00C902D4" w:rsidP="00C01256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4,831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B927A7" w:rsidRPr="00F13469" w:rsidRDefault="00B927A7" w:rsidP="00C01256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927A7" w:rsidRPr="00F13469" w:rsidRDefault="00B927A7" w:rsidP="0099436D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F13469">
              <w:rPr>
                <w:rFonts w:ascii="Angsana New" w:hAnsi="Angsana New"/>
                <w:sz w:val="30"/>
                <w:szCs w:val="30"/>
                <w:lang w:eastAsia="en-US"/>
              </w:rPr>
              <w:t>2,088</w:t>
            </w:r>
          </w:p>
        </w:tc>
      </w:tr>
      <w:tr w:rsidR="00B927A7" w:rsidRPr="00F745C0" w:rsidTr="000234F9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:rsidR="00B927A7" w:rsidRPr="00F13469" w:rsidRDefault="00B927A7" w:rsidP="00B366B6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F13469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รวม</w:t>
            </w: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B927A7" w:rsidRPr="00F13469" w:rsidRDefault="00B927A7" w:rsidP="00FC3C2D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F13469">
              <w:rPr>
                <w:rFonts w:ascii="Angsana New" w:hAnsi="Angsana New"/>
                <w:sz w:val="30"/>
                <w:szCs w:val="30"/>
                <w:lang w:eastAsia="en-US"/>
              </w:rPr>
              <w:t>10,586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B927A7" w:rsidRPr="00F13469" w:rsidRDefault="00B927A7" w:rsidP="00C01256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B927A7" w:rsidRPr="00F13469" w:rsidRDefault="00B927A7" w:rsidP="0099436D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F13469">
              <w:rPr>
                <w:rFonts w:ascii="Angsana New" w:hAnsi="Angsana New"/>
                <w:sz w:val="30"/>
                <w:szCs w:val="30"/>
                <w:lang w:eastAsia="en-US"/>
              </w:rPr>
              <w:t>8,442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B927A7" w:rsidRPr="00F13469" w:rsidRDefault="00B927A7" w:rsidP="00C01256">
            <w:pPr>
              <w:pStyle w:val="Preformatted"/>
              <w:tabs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B927A7" w:rsidRPr="00F13469" w:rsidRDefault="00B927A7" w:rsidP="00FC3C2D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F13469">
              <w:rPr>
                <w:rFonts w:ascii="Angsana New" w:hAnsi="Angsana New"/>
                <w:sz w:val="30"/>
                <w:szCs w:val="30"/>
                <w:lang w:eastAsia="en-US"/>
              </w:rPr>
              <w:t>24,795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B927A7" w:rsidRPr="00F13469" w:rsidRDefault="00B927A7" w:rsidP="00C01256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B927A7" w:rsidRPr="00F13469" w:rsidRDefault="00B927A7" w:rsidP="0099436D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F13469">
              <w:rPr>
                <w:rFonts w:ascii="Angsana New" w:hAnsi="Angsana New"/>
                <w:sz w:val="30"/>
                <w:szCs w:val="30"/>
                <w:lang w:eastAsia="en-US"/>
              </w:rPr>
              <w:t>23,777</w:t>
            </w:r>
          </w:p>
        </w:tc>
      </w:tr>
    </w:tbl>
    <w:p w:rsidR="001D1000" w:rsidRPr="00F745C0" w:rsidRDefault="001D1000" w:rsidP="00F46E6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color w:val="000000"/>
          <w:sz w:val="14"/>
          <w:szCs w:val="14"/>
        </w:rPr>
      </w:pPr>
    </w:p>
    <w:p w:rsidR="001D1000" w:rsidRPr="00F13469" w:rsidRDefault="001D1000" w:rsidP="00F46E6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color w:val="000000"/>
          <w:sz w:val="30"/>
          <w:szCs w:val="30"/>
        </w:rPr>
      </w:pPr>
      <w:r w:rsidRPr="00F13469">
        <w:rPr>
          <w:rFonts w:ascii="Angsana New" w:hAnsi="Angsana New"/>
          <w:color w:val="000000"/>
          <w:sz w:val="30"/>
          <w:szCs w:val="30"/>
        </w:rPr>
        <w:t xml:space="preserve">*  </w:t>
      </w:r>
      <w:r w:rsidRPr="00F13469">
        <w:rPr>
          <w:rFonts w:ascii="Angsana New" w:hAnsi="Angsana New"/>
          <w:color w:val="000000"/>
          <w:sz w:val="30"/>
          <w:szCs w:val="30"/>
          <w:cs/>
        </w:rPr>
        <w:t>เป็นรายการบัญชีในงบการเงินเฉพาะกิจการเท่านั้น</w:t>
      </w:r>
    </w:p>
    <w:p w:rsidR="00F13469" w:rsidRDefault="00F1346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color w:val="000000"/>
          <w:sz w:val="28"/>
          <w:szCs w:val="28"/>
          <w:cs/>
        </w:rPr>
      </w:pPr>
      <w:r>
        <w:rPr>
          <w:rFonts w:ascii="Angsana New" w:hAnsi="Angsana New"/>
          <w:color w:val="000000"/>
          <w:sz w:val="28"/>
          <w:szCs w:val="28"/>
          <w:cs/>
        </w:rPr>
        <w:br w:type="page"/>
      </w:r>
    </w:p>
    <w:p w:rsidR="00F46E6E" w:rsidRPr="00F745C0" w:rsidRDefault="00F46E6E" w:rsidP="00F46E6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color w:val="000000"/>
          <w:sz w:val="28"/>
          <w:szCs w:val="28"/>
        </w:rPr>
      </w:pPr>
      <w:r w:rsidRPr="00F745C0">
        <w:rPr>
          <w:rFonts w:ascii="Angsana New" w:hAnsi="Angsana New"/>
          <w:color w:val="000000"/>
          <w:sz w:val="28"/>
          <w:szCs w:val="28"/>
          <w:cs/>
        </w:rPr>
        <w:lastRenderedPageBreak/>
        <w:t>ยอดคงเหลือกับบุคคลและ</w:t>
      </w:r>
      <w:r w:rsidR="00A920A1" w:rsidRPr="00F745C0">
        <w:rPr>
          <w:rFonts w:ascii="Angsana New" w:hAnsi="Angsana New"/>
          <w:color w:val="000000"/>
          <w:sz w:val="28"/>
          <w:szCs w:val="28"/>
          <w:cs/>
        </w:rPr>
        <w:t>กิจการ</w:t>
      </w:r>
      <w:r w:rsidRPr="00F745C0">
        <w:rPr>
          <w:rFonts w:ascii="Angsana New" w:hAnsi="Angsana New"/>
          <w:color w:val="000000"/>
          <w:sz w:val="28"/>
          <w:szCs w:val="28"/>
          <w:cs/>
        </w:rPr>
        <w:t xml:space="preserve">ที่เกี่ยวข้องกัน </w:t>
      </w:r>
      <w:r w:rsidRPr="00F745C0">
        <w:rPr>
          <w:rFonts w:ascii="Angsana New" w:hAnsi="Angsana New"/>
          <w:sz w:val="28"/>
          <w:szCs w:val="28"/>
          <w:cs/>
        </w:rPr>
        <w:t xml:space="preserve">ณ วันที่ </w:t>
      </w:r>
      <w:r w:rsidRPr="00F745C0">
        <w:rPr>
          <w:rFonts w:ascii="Angsana New" w:hAnsi="Angsana New"/>
          <w:sz w:val="28"/>
          <w:szCs w:val="28"/>
        </w:rPr>
        <w:t xml:space="preserve">30 </w:t>
      </w:r>
      <w:r w:rsidR="002F3D1C" w:rsidRPr="00F745C0">
        <w:rPr>
          <w:rFonts w:ascii="Angsana New" w:hAnsi="Angsana New"/>
          <w:sz w:val="28"/>
          <w:szCs w:val="28"/>
          <w:cs/>
        </w:rPr>
        <w:t>กันยายน</w:t>
      </w:r>
      <w:r w:rsidRPr="00F745C0">
        <w:rPr>
          <w:rFonts w:ascii="Angsana New" w:hAnsi="Angsana New"/>
          <w:sz w:val="28"/>
          <w:szCs w:val="28"/>
          <w:cs/>
        </w:rPr>
        <w:t xml:space="preserve"> </w:t>
      </w:r>
      <w:r w:rsidR="00E730EC" w:rsidRPr="00F745C0">
        <w:rPr>
          <w:rFonts w:ascii="Angsana New" w:hAnsi="Angsana New"/>
          <w:sz w:val="28"/>
          <w:szCs w:val="28"/>
        </w:rPr>
        <w:t>2565</w:t>
      </w:r>
      <w:r w:rsidRPr="00F745C0">
        <w:rPr>
          <w:rFonts w:ascii="Angsana New" w:hAnsi="Angsana New"/>
          <w:sz w:val="28"/>
          <w:szCs w:val="28"/>
        </w:rPr>
        <w:t xml:space="preserve"> </w:t>
      </w:r>
      <w:r w:rsidRPr="00F745C0">
        <w:rPr>
          <w:rFonts w:ascii="Angsana New" w:hAnsi="Angsana New"/>
          <w:sz w:val="28"/>
          <w:szCs w:val="28"/>
          <w:cs/>
        </w:rPr>
        <w:t xml:space="preserve">และวันที่ 31 ธันวาคม </w:t>
      </w:r>
      <w:r w:rsidR="00E730EC" w:rsidRPr="00F745C0">
        <w:rPr>
          <w:rFonts w:ascii="Angsana New" w:hAnsi="Angsana New"/>
          <w:sz w:val="28"/>
          <w:szCs w:val="28"/>
        </w:rPr>
        <w:t>2564</w:t>
      </w:r>
      <w:r w:rsidRPr="00F745C0">
        <w:rPr>
          <w:rFonts w:ascii="Angsana New" w:hAnsi="Angsana New"/>
          <w:sz w:val="28"/>
          <w:szCs w:val="28"/>
          <w:cs/>
        </w:rPr>
        <w:t xml:space="preserve"> </w:t>
      </w:r>
      <w:r w:rsidRPr="00F745C0">
        <w:rPr>
          <w:rFonts w:ascii="Angsana New" w:hAnsi="Angsana New"/>
          <w:color w:val="000000"/>
          <w:sz w:val="28"/>
          <w:szCs w:val="28"/>
          <w:cs/>
        </w:rPr>
        <w:t>มีดังนี้</w:t>
      </w:r>
    </w:p>
    <w:p w:rsidR="00F46E6E" w:rsidRPr="00F745C0" w:rsidRDefault="00F46E6E" w:rsidP="00F46E6E">
      <w:pPr>
        <w:jc w:val="thaiDistribute"/>
        <w:rPr>
          <w:rFonts w:ascii="Angsana New" w:hAnsi="Angsana New"/>
          <w:color w:val="000000"/>
          <w:sz w:val="14"/>
          <w:szCs w:val="14"/>
        </w:rPr>
      </w:pPr>
    </w:p>
    <w:tbl>
      <w:tblPr>
        <w:tblW w:w="9640" w:type="dxa"/>
        <w:tblInd w:w="-34" w:type="dxa"/>
        <w:tblLayout w:type="fixed"/>
        <w:tblLook w:val="0000"/>
      </w:tblPr>
      <w:tblGrid>
        <w:gridCol w:w="2552"/>
        <w:gridCol w:w="1559"/>
        <w:gridCol w:w="283"/>
        <w:gridCol w:w="1561"/>
        <w:gridCol w:w="283"/>
        <w:gridCol w:w="1559"/>
        <w:gridCol w:w="241"/>
        <w:gridCol w:w="1602"/>
      </w:tblGrid>
      <w:tr w:rsidR="00F46E6E" w:rsidRPr="00F745C0" w:rsidTr="0037393A">
        <w:trPr>
          <w:cantSplit/>
          <w:trHeight w:val="20"/>
          <w:tblHeader/>
        </w:trPr>
        <w:tc>
          <w:tcPr>
            <w:tcW w:w="2552" w:type="dxa"/>
            <w:shd w:val="clear" w:color="auto" w:fill="auto"/>
            <w:vAlign w:val="bottom"/>
          </w:tcPr>
          <w:p w:rsidR="00F46E6E" w:rsidRPr="00F745C0" w:rsidRDefault="00F46E6E" w:rsidP="00423231">
            <w:pPr>
              <w:pStyle w:val="Preformatted"/>
              <w:tabs>
                <w:tab w:val="clear" w:pos="959"/>
                <w:tab w:val="clear" w:pos="9590"/>
              </w:tabs>
              <w:ind w:right="282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</w:p>
        </w:tc>
        <w:tc>
          <w:tcPr>
            <w:tcW w:w="7088" w:type="dxa"/>
            <w:gridSpan w:val="7"/>
            <w:tcBorders>
              <w:bottom w:val="single" w:sz="4" w:space="0" w:color="auto"/>
            </w:tcBorders>
          </w:tcPr>
          <w:p w:rsidR="00F46E6E" w:rsidRPr="00F745C0" w:rsidRDefault="00F46E6E" w:rsidP="00423231">
            <w:pPr>
              <w:pStyle w:val="jern1"/>
              <w:pBdr>
                <w:bottom w:val="none" w:sz="0" w:space="0" w:color="auto"/>
              </w:pBdr>
              <w:tabs>
                <w:tab w:val="clear" w:pos="959"/>
              </w:tabs>
              <w:jc w:val="center"/>
              <w:rPr>
                <w:rFonts w:ascii="Angsana New" w:hAnsi="Angsana New" w:cs="Angsana New"/>
                <w:cs/>
              </w:rPr>
            </w:pPr>
            <w:r w:rsidRPr="00F745C0">
              <w:rPr>
                <w:rFonts w:ascii="Angsana New" w:hAnsi="Angsana New" w:cs="Angsana New"/>
                <w:cs/>
              </w:rPr>
              <w:t>พันบาท</w:t>
            </w:r>
          </w:p>
        </w:tc>
      </w:tr>
      <w:tr w:rsidR="00F46E6E" w:rsidRPr="00F745C0" w:rsidTr="0037393A">
        <w:trPr>
          <w:trHeight w:val="20"/>
          <w:tblHeader/>
        </w:trPr>
        <w:tc>
          <w:tcPr>
            <w:tcW w:w="2552" w:type="dxa"/>
            <w:shd w:val="clear" w:color="auto" w:fill="auto"/>
            <w:vAlign w:val="bottom"/>
          </w:tcPr>
          <w:p w:rsidR="00F46E6E" w:rsidRPr="00F745C0" w:rsidRDefault="00F46E6E" w:rsidP="00423231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28"/>
                <w:szCs w:val="28"/>
                <w:u w:val="single"/>
                <w:cs/>
                <w:lang w:eastAsia="en-US"/>
              </w:rPr>
            </w:pPr>
          </w:p>
        </w:tc>
        <w:tc>
          <w:tcPr>
            <w:tcW w:w="340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46E6E" w:rsidRPr="00F745C0" w:rsidRDefault="00F46E6E" w:rsidP="00423231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</w:rPr>
            </w:pPr>
            <w:r w:rsidRPr="00F745C0">
              <w:rPr>
                <w:rFonts w:ascii="Angsana New" w:hAnsi="Angsana New" w:cs="Angsana New"/>
                <w:color w:val="000000"/>
                <w:cs/>
              </w:rPr>
              <w:t>งบการเงินรวม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:rsidR="00F46E6E" w:rsidRPr="00F745C0" w:rsidRDefault="00F46E6E" w:rsidP="00423231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46E6E" w:rsidRPr="00F745C0" w:rsidRDefault="00F46E6E" w:rsidP="00423231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</w:rPr>
            </w:pPr>
            <w:r w:rsidRPr="00F745C0">
              <w:rPr>
                <w:rFonts w:ascii="Angsana New" w:hAnsi="Angsana New" w:cs="Angsana New"/>
                <w:color w:val="000000"/>
                <w:cs/>
              </w:rPr>
              <w:t>งบการ</w:t>
            </w:r>
            <w:r w:rsidR="00C51ADD" w:rsidRPr="00F745C0">
              <w:rPr>
                <w:rFonts w:ascii="Angsana New" w:hAnsi="Angsana New" w:cs="Angsana New"/>
                <w:color w:val="000000"/>
                <w:cs/>
              </w:rPr>
              <w:t>เงิน</w:t>
            </w:r>
            <w:r w:rsidRPr="00F745C0">
              <w:rPr>
                <w:rFonts w:ascii="Angsana New" w:hAnsi="Angsana New" w:cs="Angsana New"/>
                <w:color w:val="000000"/>
                <w:cs/>
              </w:rPr>
              <w:t>เฉพาะกิจการ</w:t>
            </w:r>
          </w:p>
        </w:tc>
      </w:tr>
      <w:tr w:rsidR="00F46E6E" w:rsidRPr="00F745C0" w:rsidTr="0037393A">
        <w:trPr>
          <w:trHeight w:val="20"/>
          <w:tblHeader/>
        </w:trPr>
        <w:tc>
          <w:tcPr>
            <w:tcW w:w="2552" w:type="dxa"/>
            <w:shd w:val="clear" w:color="auto" w:fill="auto"/>
            <w:vAlign w:val="bottom"/>
          </w:tcPr>
          <w:p w:rsidR="00F46E6E" w:rsidRPr="00F745C0" w:rsidRDefault="00F46E6E" w:rsidP="00423231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28"/>
                <w:szCs w:val="28"/>
                <w:u w:val="single"/>
                <w:cs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46E6E" w:rsidRPr="00F745C0" w:rsidRDefault="00F46E6E" w:rsidP="00F46E6E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</w:rPr>
            </w:pPr>
            <w:r w:rsidRPr="00F745C0">
              <w:rPr>
                <w:rFonts w:ascii="Angsana New" w:hAnsi="Angsana New" w:cs="Angsana New"/>
              </w:rPr>
              <w:t xml:space="preserve">30 </w:t>
            </w:r>
            <w:r w:rsidR="002F3D1C" w:rsidRPr="00F745C0">
              <w:rPr>
                <w:rFonts w:ascii="Angsana New" w:hAnsi="Angsana New" w:cs="Angsana New"/>
                <w:cs/>
              </w:rPr>
              <w:t>กันยายน</w:t>
            </w:r>
            <w:r w:rsidRPr="00F745C0">
              <w:rPr>
                <w:rFonts w:ascii="Angsana New" w:hAnsi="Angsana New" w:cs="Angsana New"/>
                <w:cs/>
              </w:rPr>
              <w:t xml:space="preserve"> </w:t>
            </w:r>
            <w:r w:rsidR="00E730EC" w:rsidRPr="00F745C0">
              <w:rPr>
                <w:rFonts w:ascii="Angsana New" w:hAnsi="Angsana New" w:cs="Angsana New"/>
              </w:rPr>
              <w:t>2565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F46E6E" w:rsidRPr="00F745C0" w:rsidRDefault="00F46E6E" w:rsidP="00423231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561" w:type="dxa"/>
            <w:tcBorders>
              <w:top w:val="single" w:sz="4" w:space="0" w:color="auto"/>
              <w:bottom w:val="single" w:sz="4" w:space="0" w:color="auto"/>
            </w:tcBorders>
          </w:tcPr>
          <w:p w:rsidR="00F46E6E" w:rsidRPr="00F745C0" w:rsidRDefault="00F46E6E" w:rsidP="00423231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</w:rPr>
            </w:pPr>
            <w:r w:rsidRPr="00F745C0">
              <w:rPr>
                <w:rFonts w:ascii="Angsana New" w:hAnsi="Angsana New" w:cs="Angsana New"/>
              </w:rPr>
              <w:t xml:space="preserve">31 </w:t>
            </w:r>
            <w:r w:rsidRPr="00F745C0">
              <w:rPr>
                <w:rFonts w:ascii="Angsana New" w:hAnsi="Angsana New" w:cs="Angsana New"/>
                <w:cs/>
              </w:rPr>
              <w:t xml:space="preserve">ธันวาคม </w:t>
            </w:r>
            <w:r w:rsidR="00E730EC" w:rsidRPr="00F745C0">
              <w:rPr>
                <w:rFonts w:ascii="Angsana New" w:hAnsi="Angsana New" w:cs="Angsana New"/>
                <w:cs/>
              </w:rPr>
              <w:t>2564</w:t>
            </w:r>
          </w:p>
        </w:tc>
        <w:tc>
          <w:tcPr>
            <w:tcW w:w="283" w:type="dxa"/>
            <w:shd w:val="clear" w:color="auto" w:fill="auto"/>
          </w:tcPr>
          <w:p w:rsidR="00F46E6E" w:rsidRPr="00F745C0" w:rsidRDefault="00F46E6E" w:rsidP="00423231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46E6E" w:rsidRPr="00F745C0" w:rsidRDefault="00F46E6E" w:rsidP="00423231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</w:rPr>
            </w:pPr>
            <w:r w:rsidRPr="00F745C0">
              <w:rPr>
                <w:rFonts w:ascii="Angsana New" w:hAnsi="Angsana New" w:cs="Angsana New"/>
              </w:rPr>
              <w:t xml:space="preserve">30 </w:t>
            </w:r>
            <w:r w:rsidR="002F3D1C" w:rsidRPr="00F745C0">
              <w:rPr>
                <w:rFonts w:ascii="Angsana New" w:hAnsi="Angsana New" w:cs="Angsana New"/>
                <w:cs/>
              </w:rPr>
              <w:t>กันยายน</w:t>
            </w:r>
            <w:r w:rsidRPr="00F745C0">
              <w:rPr>
                <w:rFonts w:ascii="Angsana New" w:hAnsi="Angsana New" w:cs="Angsana New"/>
                <w:cs/>
              </w:rPr>
              <w:t xml:space="preserve"> </w:t>
            </w:r>
            <w:r w:rsidR="00E730EC" w:rsidRPr="00F745C0">
              <w:rPr>
                <w:rFonts w:ascii="Angsana New" w:hAnsi="Angsana New" w:cs="Angsana New"/>
              </w:rPr>
              <w:t>2565</w:t>
            </w:r>
          </w:p>
        </w:tc>
        <w:tc>
          <w:tcPr>
            <w:tcW w:w="241" w:type="dxa"/>
            <w:tcBorders>
              <w:top w:val="single" w:sz="4" w:space="0" w:color="auto"/>
            </w:tcBorders>
          </w:tcPr>
          <w:p w:rsidR="00F46E6E" w:rsidRPr="00F745C0" w:rsidRDefault="00F46E6E" w:rsidP="00423231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602" w:type="dxa"/>
            <w:tcBorders>
              <w:top w:val="single" w:sz="4" w:space="0" w:color="auto"/>
              <w:bottom w:val="single" w:sz="4" w:space="0" w:color="auto"/>
            </w:tcBorders>
          </w:tcPr>
          <w:p w:rsidR="00F46E6E" w:rsidRPr="00F745C0" w:rsidRDefault="00F46E6E" w:rsidP="00423231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</w:rPr>
            </w:pPr>
            <w:r w:rsidRPr="00F745C0">
              <w:rPr>
                <w:rFonts w:ascii="Angsana New" w:hAnsi="Angsana New" w:cs="Angsana New"/>
              </w:rPr>
              <w:t xml:space="preserve">31 </w:t>
            </w:r>
            <w:r w:rsidRPr="00F745C0">
              <w:rPr>
                <w:rFonts w:ascii="Angsana New" w:hAnsi="Angsana New" w:cs="Angsana New"/>
                <w:cs/>
              </w:rPr>
              <w:t xml:space="preserve">ธันวาคม </w:t>
            </w:r>
            <w:r w:rsidR="00E730EC" w:rsidRPr="00F745C0">
              <w:rPr>
                <w:rFonts w:ascii="Angsana New" w:hAnsi="Angsana New" w:cs="Angsana New"/>
                <w:cs/>
              </w:rPr>
              <w:t>2564</w:t>
            </w:r>
          </w:p>
        </w:tc>
      </w:tr>
      <w:tr w:rsidR="00C902D4" w:rsidRPr="00F745C0" w:rsidTr="00C902D4">
        <w:trPr>
          <w:trHeight w:val="20"/>
        </w:trPr>
        <w:tc>
          <w:tcPr>
            <w:tcW w:w="2552" w:type="dxa"/>
            <w:shd w:val="clear" w:color="auto" w:fill="auto"/>
            <w:vAlign w:val="bottom"/>
          </w:tcPr>
          <w:p w:rsidR="00C902D4" w:rsidRPr="00F745C0" w:rsidRDefault="00C902D4" w:rsidP="00BD67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b/>
                <w:bCs/>
                <w:color w:val="000000"/>
                <w:sz w:val="28"/>
                <w:szCs w:val="28"/>
                <w:cs/>
              </w:rPr>
              <w:t>ลูกหนี้การค้า</w:t>
            </w:r>
          </w:p>
        </w:tc>
        <w:tc>
          <w:tcPr>
            <w:tcW w:w="1559" w:type="dxa"/>
            <w:shd w:val="clear" w:color="auto" w:fill="auto"/>
          </w:tcPr>
          <w:p w:rsidR="00C902D4" w:rsidRPr="00F745C0" w:rsidRDefault="00C902D4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283" w:type="dxa"/>
          </w:tcPr>
          <w:p w:rsidR="00C902D4" w:rsidRPr="00F745C0" w:rsidRDefault="00C902D4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561" w:type="dxa"/>
            <w:tcBorders>
              <w:top w:val="single" w:sz="4" w:space="0" w:color="auto"/>
            </w:tcBorders>
          </w:tcPr>
          <w:p w:rsidR="00C902D4" w:rsidRPr="00F745C0" w:rsidRDefault="00C902D4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83" w:type="dxa"/>
            <w:shd w:val="clear" w:color="auto" w:fill="auto"/>
          </w:tcPr>
          <w:p w:rsidR="00C902D4" w:rsidRPr="00F745C0" w:rsidRDefault="00C902D4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C902D4" w:rsidRPr="00F745C0" w:rsidRDefault="00C902D4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241" w:type="dxa"/>
            <w:vAlign w:val="bottom"/>
          </w:tcPr>
          <w:p w:rsidR="00C902D4" w:rsidRPr="00F745C0" w:rsidRDefault="00C902D4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602" w:type="dxa"/>
            <w:vAlign w:val="bottom"/>
          </w:tcPr>
          <w:p w:rsidR="00C902D4" w:rsidRPr="00F745C0" w:rsidRDefault="00C902D4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28"/>
                <w:szCs w:val="28"/>
                <w:u w:val="single"/>
              </w:rPr>
            </w:pPr>
          </w:p>
        </w:tc>
      </w:tr>
      <w:tr w:rsidR="00C902D4" w:rsidRPr="00F745C0" w:rsidTr="00C902D4">
        <w:trPr>
          <w:trHeight w:val="20"/>
        </w:trPr>
        <w:tc>
          <w:tcPr>
            <w:tcW w:w="2552" w:type="dxa"/>
            <w:shd w:val="clear" w:color="auto" w:fill="auto"/>
            <w:vAlign w:val="bottom"/>
          </w:tcPr>
          <w:p w:rsidR="00C902D4" w:rsidRPr="00C902D4" w:rsidRDefault="00C902D4" w:rsidP="00BD67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C902D4" w:rsidRPr="00F745C0" w:rsidRDefault="00C902D4" w:rsidP="00C902D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F745C0">
              <w:rPr>
                <w:rFonts w:ascii="Angsana New" w:hAnsi="Angsana New"/>
                <w:sz w:val="28"/>
                <w:szCs w:val="28"/>
                <w:lang w:eastAsia="en-US"/>
              </w:rPr>
              <w:t xml:space="preserve">            -</w:t>
            </w:r>
          </w:p>
        </w:tc>
        <w:tc>
          <w:tcPr>
            <w:tcW w:w="283" w:type="dxa"/>
          </w:tcPr>
          <w:p w:rsidR="00C902D4" w:rsidRPr="00F745C0" w:rsidRDefault="00C902D4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561" w:type="dxa"/>
            <w:tcBorders>
              <w:bottom w:val="double" w:sz="4" w:space="0" w:color="auto"/>
            </w:tcBorders>
            <w:vAlign w:val="bottom"/>
          </w:tcPr>
          <w:p w:rsidR="00C902D4" w:rsidRPr="00F745C0" w:rsidRDefault="00C902D4" w:rsidP="00C902D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F745C0">
              <w:rPr>
                <w:rFonts w:ascii="Angsana New" w:hAnsi="Angsana New"/>
                <w:sz w:val="28"/>
                <w:szCs w:val="28"/>
                <w:lang w:eastAsia="en-US"/>
              </w:rPr>
              <w:t xml:space="preserve">            -</w:t>
            </w:r>
          </w:p>
        </w:tc>
        <w:tc>
          <w:tcPr>
            <w:tcW w:w="283" w:type="dxa"/>
            <w:shd w:val="clear" w:color="auto" w:fill="auto"/>
          </w:tcPr>
          <w:p w:rsidR="00C902D4" w:rsidRPr="00F745C0" w:rsidRDefault="00C902D4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C902D4" w:rsidRPr="00F745C0" w:rsidRDefault="00C902D4" w:rsidP="00C902D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28"/>
                <w:szCs w:val="28"/>
                <w:lang w:eastAsia="en-GB"/>
              </w:rPr>
            </w:pPr>
            <w:r w:rsidRPr="00F745C0">
              <w:rPr>
                <w:rFonts w:ascii="Angsana New" w:eastAsia="SimSun" w:hAnsi="Angsana New" w:hint="cs"/>
                <w:sz w:val="28"/>
                <w:szCs w:val="28"/>
                <w:cs/>
                <w:lang w:eastAsia="en-GB"/>
              </w:rPr>
              <w:t>1</w:t>
            </w:r>
          </w:p>
        </w:tc>
        <w:tc>
          <w:tcPr>
            <w:tcW w:w="241" w:type="dxa"/>
            <w:vAlign w:val="bottom"/>
          </w:tcPr>
          <w:p w:rsidR="00C902D4" w:rsidRPr="00F745C0" w:rsidRDefault="00C902D4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602" w:type="dxa"/>
            <w:tcBorders>
              <w:bottom w:val="double" w:sz="4" w:space="0" w:color="auto"/>
            </w:tcBorders>
            <w:vAlign w:val="bottom"/>
          </w:tcPr>
          <w:p w:rsidR="00C902D4" w:rsidRPr="00F745C0" w:rsidRDefault="00C902D4" w:rsidP="00C902D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F745C0">
              <w:rPr>
                <w:rFonts w:ascii="Angsana New" w:hAnsi="Angsana New"/>
                <w:sz w:val="28"/>
                <w:szCs w:val="28"/>
                <w:lang w:eastAsia="en-US"/>
              </w:rPr>
              <w:t xml:space="preserve">            -</w:t>
            </w:r>
          </w:p>
        </w:tc>
      </w:tr>
      <w:tr w:rsidR="00C902D4" w:rsidRPr="00F745C0" w:rsidTr="00C902D4">
        <w:trPr>
          <w:trHeight w:val="20"/>
        </w:trPr>
        <w:tc>
          <w:tcPr>
            <w:tcW w:w="2552" w:type="dxa"/>
            <w:shd w:val="clear" w:color="auto" w:fill="auto"/>
            <w:vAlign w:val="bottom"/>
          </w:tcPr>
          <w:p w:rsidR="00C902D4" w:rsidRPr="00F745C0" w:rsidRDefault="00C902D4" w:rsidP="00BD67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  <w:r w:rsidRPr="00F745C0"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  <w:t>สินทรัพย์สิทธิการใช้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auto"/>
          </w:tcPr>
          <w:p w:rsidR="00C902D4" w:rsidRPr="00F745C0" w:rsidRDefault="00C902D4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283" w:type="dxa"/>
          </w:tcPr>
          <w:p w:rsidR="00C902D4" w:rsidRPr="00F745C0" w:rsidRDefault="00C902D4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561" w:type="dxa"/>
            <w:tcBorders>
              <w:top w:val="double" w:sz="4" w:space="0" w:color="auto"/>
            </w:tcBorders>
          </w:tcPr>
          <w:p w:rsidR="00C902D4" w:rsidRPr="00F745C0" w:rsidRDefault="00C902D4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83" w:type="dxa"/>
            <w:shd w:val="clear" w:color="auto" w:fill="auto"/>
          </w:tcPr>
          <w:p w:rsidR="00C902D4" w:rsidRPr="00F745C0" w:rsidRDefault="00C902D4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auto"/>
          </w:tcPr>
          <w:p w:rsidR="00C902D4" w:rsidRPr="00F745C0" w:rsidRDefault="00C902D4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241" w:type="dxa"/>
            <w:vAlign w:val="bottom"/>
          </w:tcPr>
          <w:p w:rsidR="00C902D4" w:rsidRPr="00F745C0" w:rsidRDefault="00C902D4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602" w:type="dxa"/>
            <w:tcBorders>
              <w:top w:val="double" w:sz="4" w:space="0" w:color="auto"/>
            </w:tcBorders>
            <w:vAlign w:val="bottom"/>
          </w:tcPr>
          <w:p w:rsidR="00C902D4" w:rsidRPr="00F745C0" w:rsidRDefault="00C902D4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28"/>
                <w:szCs w:val="28"/>
                <w:u w:val="single"/>
              </w:rPr>
            </w:pPr>
          </w:p>
        </w:tc>
      </w:tr>
      <w:tr w:rsidR="00C902D4" w:rsidRPr="00F745C0" w:rsidTr="0037393A">
        <w:trPr>
          <w:trHeight w:val="20"/>
        </w:trPr>
        <w:tc>
          <w:tcPr>
            <w:tcW w:w="2552" w:type="dxa"/>
            <w:shd w:val="clear" w:color="auto" w:fill="auto"/>
            <w:vAlign w:val="bottom"/>
          </w:tcPr>
          <w:p w:rsidR="00C902D4" w:rsidRPr="00F745C0" w:rsidRDefault="00C902D4" w:rsidP="00BD67BE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28"/>
                <w:szCs w:val="28"/>
                <w:cs/>
                <w:lang w:eastAsia="en-GB"/>
              </w:rPr>
            </w:pPr>
            <w:r w:rsidRPr="00F745C0">
              <w:rPr>
                <w:rFonts w:ascii="Angsana New" w:hAnsi="Angsana New"/>
                <w:sz w:val="28"/>
                <w:szCs w:val="28"/>
                <w:cs/>
                <w:lang w:eastAsia="en-GB"/>
              </w:rPr>
              <w:t>กรรมการ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C902D4" w:rsidRPr="00F745C0" w:rsidRDefault="00C902D4" w:rsidP="00950A3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28"/>
                <w:szCs w:val="28"/>
                <w:lang w:eastAsia="en-GB"/>
              </w:rPr>
            </w:pPr>
            <w:r w:rsidRPr="00F745C0">
              <w:rPr>
                <w:rFonts w:ascii="Angsana New" w:eastAsia="SimSun" w:hAnsi="Angsana New" w:hint="cs"/>
                <w:sz w:val="28"/>
                <w:szCs w:val="28"/>
                <w:cs/>
                <w:lang w:eastAsia="en-GB"/>
              </w:rPr>
              <w:t>184</w:t>
            </w:r>
          </w:p>
        </w:tc>
        <w:tc>
          <w:tcPr>
            <w:tcW w:w="283" w:type="dxa"/>
          </w:tcPr>
          <w:p w:rsidR="00C902D4" w:rsidRPr="00F745C0" w:rsidRDefault="00C902D4" w:rsidP="00950A3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561" w:type="dxa"/>
            <w:tcBorders>
              <w:bottom w:val="double" w:sz="4" w:space="0" w:color="auto"/>
            </w:tcBorders>
            <w:vAlign w:val="bottom"/>
          </w:tcPr>
          <w:p w:rsidR="00C902D4" w:rsidRPr="00F745C0" w:rsidRDefault="00C902D4" w:rsidP="00F27C3A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28"/>
                <w:szCs w:val="28"/>
                <w:lang w:eastAsia="en-GB"/>
              </w:rPr>
            </w:pPr>
            <w:r w:rsidRPr="00F745C0">
              <w:rPr>
                <w:rFonts w:ascii="Angsana New" w:eastAsia="SimSun" w:hAnsi="Angsana New"/>
                <w:sz w:val="28"/>
                <w:szCs w:val="28"/>
                <w:cs/>
                <w:lang w:eastAsia="en-GB"/>
              </w:rPr>
              <w:t>2</w:t>
            </w:r>
            <w:r w:rsidRPr="00F745C0">
              <w:rPr>
                <w:rFonts w:ascii="Angsana New" w:eastAsia="SimSun" w:hAnsi="Angsana New"/>
                <w:sz w:val="28"/>
                <w:szCs w:val="28"/>
                <w:lang w:eastAsia="en-GB"/>
              </w:rPr>
              <w:t>82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902D4" w:rsidRPr="00F745C0" w:rsidRDefault="00C902D4" w:rsidP="00950A3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C902D4" w:rsidRPr="00F745C0" w:rsidRDefault="00C902D4" w:rsidP="00950A3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28"/>
                <w:szCs w:val="28"/>
                <w:lang w:eastAsia="en-GB"/>
              </w:rPr>
            </w:pPr>
            <w:r w:rsidRPr="00F745C0">
              <w:rPr>
                <w:rFonts w:ascii="Angsana New" w:eastAsia="SimSun" w:hAnsi="Angsana New" w:hint="cs"/>
                <w:sz w:val="28"/>
                <w:szCs w:val="28"/>
                <w:cs/>
                <w:lang w:eastAsia="en-GB"/>
              </w:rPr>
              <w:t>184</w:t>
            </w:r>
          </w:p>
        </w:tc>
        <w:tc>
          <w:tcPr>
            <w:tcW w:w="241" w:type="dxa"/>
            <w:vAlign w:val="bottom"/>
          </w:tcPr>
          <w:p w:rsidR="00C902D4" w:rsidRPr="00F745C0" w:rsidRDefault="00C902D4" w:rsidP="00950A3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602" w:type="dxa"/>
            <w:tcBorders>
              <w:bottom w:val="double" w:sz="4" w:space="0" w:color="auto"/>
            </w:tcBorders>
            <w:vAlign w:val="bottom"/>
          </w:tcPr>
          <w:p w:rsidR="00C902D4" w:rsidRPr="00F745C0" w:rsidRDefault="00C902D4" w:rsidP="00F27C3A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28"/>
                <w:szCs w:val="28"/>
                <w:lang w:eastAsia="en-GB"/>
              </w:rPr>
            </w:pPr>
            <w:r w:rsidRPr="00F745C0">
              <w:rPr>
                <w:rFonts w:ascii="Angsana New" w:eastAsia="SimSun" w:hAnsi="Angsana New"/>
                <w:sz w:val="28"/>
                <w:szCs w:val="28"/>
                <w:cs/>
                <w:lang w:eastAsia="en-GB"/>
              </w:rPr>
              <w:t>2</w:t>
            </w:r>
            <w:r w:rsidRPr="00F745C0">
              <w:rPr>
                <w:rFonts w:ascii="Angsana New" w:eastAsia="SimSun" w:hAnsi="Angsana New"/>
                <w:sz w:val="28"/>
                <w:szCs w:val="28"/>
                <w:lang w:eastAsia="en-GB"/>
              </w:rPr>
              <w:t>82</w:t>
            </w:r>
          </w:p>
        </w:tc>
      </w:tr>
      <w:tr w:rsidR="00C902D4" w:rsidRPr="00F745C0" w:rsidTr="0037393A">
        <w:trPr>
          <w:trHeight w:val="20"/>
        </w:trPr>
        <w:tc>
          <w:tcPr>
            <w:tcW w:w="2552" w:type="dxa"/>
            <w:shd w:val="clear" w:color="auto" w:fill="auto"/>
            <w:vAlign w:val="bottom"/>
          </w:tcPr>
          <w:p w:rsidR="00C902D4" w:rsidRPr="00F745C0" w:rsidRDefault="00C902D4" w:rsidP="00BD67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  <w:r w:rsidRPr="00F745C0"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  <w:t>หนี้สินตามสัญญาเช่า</w:t>
            </w:r>
          </w:p>
        </w:tc>
        <w:tc>
          <w:tcPr>
            <w:tcW w:w="1559" w:type="dxa"/>
            <w:shd w:val="clear" w:color="auto" w:fill="auto"/>
          </w:tcPr>
          <w:p w:rsidR="00C902D4" w:rsidRPr="00F745C0" w:rsidRDefault="00C902D4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83" w:type="dxa"/>
          </w:tcPr>
          <w:p w:rsidR="00C902D4" w:rsidRPr="00F745C0" w:rsidRDefault="00C902D4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561" w:type="dxa"/>
            <w:tcBorders>
              <w:top w:val="single" w:sz="4" w:space="0" w:color="auto"/>
            </w:tcBorders>
          </w:tcPr>
          <w:p w:rsidR="00C902D4" w:rsidRPr="00F745C0" w:rsidRDefault="00C902D4" w:rsidP="00F27C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83" w:type="dxa"/>
            <w:shd w:val="clear" w:color="auto" w:fill="auto"/>
          </w:tcPr>
          <w:p w:rsidR="00C902D4" w:rsidRPr="00F745C0" w:rsidRDefault="00C902D4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C902D4" w:rsidRPr="00F745C0" w:rsidRDefault="00C902D4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1" w:type="dxa"/>
            <w:vAlign w:val="bottom"/>
          </w:tcPr>
          <w:p w:rsidR="00C902D4" w:rsidRPr="00F745C0" w:rsidRDefault="00C902D4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602" w:type="dxa"/>
          </w:tcPr>
          <w:p w:rsidR="00C902D4" w:rsidRPr="00F745C0" w:rsidRDefault="00C902D4" w:rsidP="00F27C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</w:tr>
      <w:tr w:rsidR="00C902D4" w:rsidRPr="00F745C0" w:rsidTr="0037393A">
        <w:trPr>
          <w:trHeight w:val="20"/>
        </w:trPr>
        <w:tc>
          <w:tcPr>
            <w:tcW w:w="2552" w:type="dxa"/>
            <w:shd w:val="clear" w:color="auto" w:fill="auto"/>
            <w:vAlign w:val="bottom"/>
          </w:tcPr>
          <w:p w:rsidR="00C902D4" w:rsidRPr="00F745C0" w:rsidRDefault="00C902D4" w:rsidP="00BD67BE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28"/>
                <w:szCs w:val="28"/>
                <w:cs/>
                <w:lang w:eastAsia="en-GB"/>
              </w:rPr>
            </w:pPr>
            <w:r w:rsidRPr="00F745C0">
              <w:rPr>
                <w:rFonts w:ascii="Angsana New" w:hAnsi="Angsana New"/>
                <w:sz w:val="28"/>
                <w:szCs w:val="28"/>
                <w:cs/>
                <w:lang w:eastAsia="en-GB"/>
              </w:rPr>
              <w:t>กรรมการ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C902D4" w:rsidRPr="00F745C0" w:rsidRDefault="00C902D4" w:rsidP="00950A3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28"/>
                <w:szCs w:val="28"/>
                <w:lang w:eastAsia="en-GB"/>
              </w:rPr>
            </w:pPr>
            <w:r w:rsidRPr="00F745C0">
              <w:rPr>
                <w:rFonts w:ascii="Angsana New" w:eastAsia="SimSun" w:hAnsi="Angsana New" w:hint="cs"/>
                <w:sz w:val="28"/>
                <w:szCs w:val="28"/>
                <w:cs/>
                <w:lang w:eastAsia="en-GB"/>
              </w:rPr>
              <w:t>163</w:t>
            </w:r>
          </w:p>
        </w:tc>
        <w:tc>
          <w:tcPr>
            <w:tcW w:w="283" w:type="dxa"/>
          </w:tcPr>
          <w:p w:rsidR="00C902D4" w:rsidRPr="00F745C0" w:rsidRDefault="00C902D4" w:rsidP="00950A3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561" w:type="dxa"/>
            <w:tcBorders>
              <w:bottom w:val="double" w:sz="4" w:space="0" w:color="auto"/>
            </w:tcBorders>
            <w:vAlign w:val="bottom"/>
          </w:tcPr>
          <w:p w:rsidR="00C902D4" w:rsidRPr="00F745C0" w:rsidRDefault="00C902D4" w:rsidP="00F27C3A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28"/>
                <w:szCs w:val="28"/>
                <w:lang w:eastAsia="en-GB"/>
              </w:rPr>
            </w:pPr>
            <w:r w:rsidRPr="00F745C0">
              <w:rPr>
                <w:rFonts w:ascii="Angsana New" w:eastAsia="SimSun" w:hAnsi="Angsana New"/>
                <w:sz w:val="28"/>
                <w:szCs w:val="28"/>
                <w:cs/>
                <w:lang w:eastAsia="en-GB"/>
              </w:rPr>
              <w:t>2</w:t>
            </w:r>
            <w:r w:rsidRPr="00F745C0">
              <w:rPr>
                <w:rFonts w:ascii="Angsana New" w:eastAsia="SimSun" w:hAnsi="Angsana New"/>
                <w:sz w:val="28"/>
                <w:szCs w:val="28"/>
                <w:lang w:eastAsia="en-GB"/>
              </w:rPr>
              <w:t>45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902D4" w:rsidRPr="00F745C0" w:rsidRDefault="00C902D4" w:rsidP="00950A3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C902D4" w:rsidRPr="00F745C0" w:rsidRDefault="00C902D4" w:rsidP="00950A3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28"/>
                <w:szCs w:val="28"/>
                <w:lang w:eastAsia="en-GB"/>
              </w:rPr>
            </w:pPr>
            <w:r w:rsidRPr="00F745C0">
              <w:rPr>
                <w:rFonts w:ascii="Angsana New" w:eastAsia="SimSun" w:hAnsi="Angsana New" w:hint="cs"/>
                <w:sz w:val="28"/>
                <w:szCs w:val="28"/>
                <w:cs/>
                <w:lang w:eastAsia="en-GB"/>
              </w:rPr>
              <w:t>163</w:t>
            </w:r>
          </w:p>
        </w:tc>
        <w:tc>
          <w:tcPr>
            <w:tcW w:w="241" w:type="dxa"/>
            <w:vAlign w:val="bottom"/>
          </w:tcPr>
          <w:p w:rsidR="00C902D4" w:rsidRPr="00F745C0" w:rsidRDefault="00C902D4" w:rsidP="00950A3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602" w:type="dxa"/>
            <w:tcBorders>
              <w:bottom w:val="double" w:sz="4" w:space="0" w:color="auto"/>
            </w:tcBorders>
            <w:vAlign w:val="bottom"/>
          </w:tcPr>
          <w:p w:rsidR="00C902D4" w:rsidRPr="00F745C0" w:rsidRDefault="00C902D4" w:rsidP="00F27C3A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28"/>
                <w:szCs w:val="28"/>
                <w:lang w:eastAsia="en-GB"/>
              </w:rPr>
            </w:pPr>
            <w:r w:rsidRPr="00F745C0">
              <w:rPr>
                <w:rFonts w:ascii="Angsana New" w:eastAsia="SimSun" w:hAnsi="Angsana New"/>
                <w:sz w:val="28"/>
                <w:szCs w:val="28"/>
                <w:cs/>
                <w:lang w:eastAsia="en-GB"/>
              </w:rPr>
              <w:t>2</w:t>
            </w:r>
            <w:r w:rsidRPr="00F745C0">
              <w:rPr>
                <w:rFonts w:ascii="Angsana New" w:eastAsia="SimSun" w:hAnsi="Angsana New"/>
                <w:sz w:val="28"/>
                <w:szCs w:val="28"/>
                <w:lang w:eastAsia="en-GB"/>
              </w:rPr>
              <w:t>45</w:t>
            </w:r>
          </w:p>
        </w:tc>
      </w:tr>
      <w:tr w:rsidR="00C902D4" w:rsidRPr="00F745C0" w:rsidTr="0037393A">
        <w:trPr>
          <w:trHeight w:val="20"/>
        </w:trPr>
        <w:tc>
          <w:tcPr>
            <w:tcW w:w="2552" w:type="dxa"/>
            <w:shd w:val="clear" w:color="auto" w:fill="auto"/>
            <w:vAlign w:val="bottom"/>
          </w:tcPr>
          <w:p w:rsidR="00C902D4" w:rsidRPr="00F745C0" w:rsidRDefault="00C902D4" w:rsidP="00BD67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  <w:r w:rsidRPr="00F745C0"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  <w:t>เงินกู้ยืม (ดอกเบี้ยร้อยละ 4 ต่อปีในปี 2565 และร้อยละ 1.05 ต่อปีในปี 2564)</w:t>
            </w:r>
          </w:p>
        </w:tc>
        <w:tc>
          <w:tcPr>
            <w:tcW w:w="1559" w:type="dxa"/>
            <w:shd w:val="clear" w:color="auto" w:fill="auto"/>
          </w:tcPr>
          <w:p w:rsidR="00C902D4" w:rsidRPr="00F745C0" w:rsidRDefault="00C902D4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283" w:type="dxa"/>
          </w:tcPr>
          <w:p w:rsidR="00C902D4" w:rsidRPr="00F745C0" w:rsidRDefault="00C902D4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561" w:type="dxa"/>
            <w:tcBorders>
              <w:top w:val="single" w:sz="4" w:space="0" w:color="auto"/>
            </w:tcBorders>
          </w:tcPr>
          <w:p w:rsidR="00C902D4" w:rsidRPr="00F745C0" w:rsidRDefault="00C902D4" w:rsidP="00F27C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283" w:type="dxa"/>
            <w:shd w:val="clear" w:color="auto" w:fill="auto"/>
          </w:tcPr>
          <w:p w:rsidR="00C902D4" w:rsidRPr="00F745C0" w:rsidRDefault="00C902D4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C902D4" w:rsidRPr="00F745C0" w:rsidRDefault="00C902D4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241" w:type="dxa"/>
            <w:vAlign w:val="bottom"/>
          </w:tcPr>
          <w:p w:rsidR="00C902D4" w:rsidRPr="00F745C0" w:rsidRDefault="00C902D4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602" w:type="dxa"/>
          </w:tcPr>
          <w:p w:rsidR="00C902D4" w:rsidRPr="00F745C0" w:rsidRDefault="00C902D4" w:rsidP="00F27C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28"/>
                <w:szCs w:val="28"/>
                <w:highlight w:val="yellow"/>
              </w:rPr>
            </w:pPr>
          </w:p>
        </w:tc>
      </w:tr>
      <w:tr w:rsidR="00C902D4" w:rsidRPr="00F745C0" w:rsidTr="0037393A">
        <w:trPr>
          <w:trHeight w:val="20"/>
        </w:trPr>
        <w:tc>
          <w:tcPr>
            <w:tcW w:w="2552" w:type="dxa"/>
            <w:shd w:val="clear" w:color="auto" w:fill="auto"/>
            <w:vAlign w:val="bottom"/>
          </w:tcPr>
          <w:p w:rsidR="00C902D4" w:rsidRPr="00F745C0" w:rsidRDefault="00C902D4" w:rsidP="00BD67BE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28"/>
                <w:szCs w:val="28"/>
                <w:cs/>
                <w:lang w:eastAsia="en-GB"/>
              </w:rPr>
            </w:pPr>
            <w:r w:rsidRPr="00F745C0">
              <w:rPr>
                <w:rFonts w:ascii="Angsana New" w:hAnsi="Angsana New"/>
                <w:sz w:val="28"/>
                <w:szCs w:val="28"/>
                <w:cs/>
                <w:lang w:eastAsia="en-GB"/>
              </w:rPr>
              <w:t>บริษัทย่อย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C902D4" w:rsidRPr="00F745C0" w:rsidRDefault="00C902D4" w:rsidP="00901DCC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F745C0">
              <w:rPr>
                <w:rFonts w:ascii="Angsana New" w:hAnsi="Angsana New"/>
                <w:sz w:val="28"/>
                <w:szCs w:val="28"/>
                <w:lang w:eastAsia="en-US"/>
              </w:rPr>
              <w:t xml:space="preserve">            -</w:t>
            </w:r>
          </w:p>
        </w:tc>
        <w:tc>
          <w:tcPr>
            <w:tcW w:w="283" w:type="dxa"/>
          </w:tcPr>
          <w:p w:rsidR="00C902D4" w:rsidRPr="00F745C0" w:rsidRDefault="00C902D4" w:rsidP="00423231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561" w:type="dxa"/>
            <w:tcBorders>
              <w:bottom w:val="double" w:sz="4" w:space="0" w:color="auto"/>
            </w:tcBorders>
            <w:vAlign w:val="bottom"/>
          </w:tcPr>
          <w:p w:rsidR="00C902D4" w:rsidRPr="00F745C0" w:rsidRDefault="00C902D4" w:rsidP="00F27C3A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F745C0">
              <w:rPr>
                <w:rFonts w:ascii="Angsana New" w:hAnsi="Angsana New"/>
                <w:sz w:val="28"/>
                <w:szCs w:val="28"/>
                <w:lang w:eastAsia="en-US"/>
              </w:rPr>
              <w:t xml:space="preserve">            -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902D4" w:rsidRPr="00F745C0" w:rsidRDefault="00C902D4" w:rsidP="00423231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C902D4" w:rsidRPr="00F745C0" w:rsidRDefault="00C902D4" w:rsidP="00C73B06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28"/>
                <w:szCs w:val="28"/>
                <w:lang w:eastAsia="en-GB"/>
              </w:rPr>
            </w:pPr>
            <w:r>
              <w:rPr>
                <w:rFonts w:ascii="Angsana New" w:eastAsia="SimSun" w:hAnsi="Angsana New"/>
                <w:sz w:val="28"/>
                <w:szCs w:val="28"/>
                <w:lang w:eastAsia="en-GB"/>
              </w:rPr>
              <w:t>3</w:t>
            </w:r>
            <w:r w:rsidRPr="00F745C0">
              <w:rPr>
                <w:rFonts w:ascii="Angsana New" w:eastAsia="SimSun" w:hAnsi="Angsana New"/>
                <w:sz w:val="28"/>
                <w:szCs w:val="28"/>
                <w:cs/>
                <w:lang w:eastAsia="en-GB"/>
              </w:rPr>
              <w:t>0</w:t>
            </w:r>
            <w:r w:rsidRPr="00F745C0">
              <w:rPr>
                <w:rFonts w:ascii="Angsana New" w:eastAsia="SimSun" w:hAnsi="Angsana New"/>
                <w:sz w:val="28"/>
                <w:szCs w:val="28"/>
                <w:lang w:eastAsia="en-GB"/>
              </w:rPr>
              <w:t>,000</w:t>
            </w:r>
          </w:p>
        </w:tc>
        <w:tc>
          <w:tcPr>
            <w:tcW w:w="241" w:type="dxa"/>
            <w:vAlign w:val="bottom"/>
          </w:tcPr>
          <w:p w:rsidR="00C902D4" w:rsidRPr="00F745C0" w:rsidRDefault="00C902D4" w:rsidP="00423231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602" w:type="dxa"/>
            <w:tcBorders>
              <w:bottom w:val="double" w:sz="4" w:space="0" w:color="auto"/>
            </w:tcBorders>
            <w:vAlign w:val="bottom"/>
          </w:tcPr>
          <w:p w:rsidR="00C902D4" w:rsidRPr="00F745C0" w:rsidRDefault="00C902D4" w:rsidP="00F27C3A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28"/>
                <w:szCs w:val="28"/>
                <w:lang w:eastAsia="en-GB"/>
              </w:rPr>
            </w:pPr>
            <w:r w:rsidRPr="00F745C0">
              <w:rPr>
                <w:rFonts w:ascii="Angsana New" w:eastAsia="SimSun" w:hAnsi="Angsana New"/>
                <w:sz w:val="28"/>
                <w:szCs w:val="28"/>
                <w:cs/>
                <w:lang w:eastAsia="en-GB"/>
              </w:rPr>
              <w:t>50</w:t>
            </w:r>
            <w:r w:rsidRPr="00F745C0">
              <w:rPr>
                <w:rFonts w:ascii="Angsana New" w:eastAsia="SimSun" w:hAnsi="Angsana New"/>
                <w:sz w:val="28"/>
                <w:szCs w:val="28"/>
                <w:lang w:eastAsia="en-GB"/>
              </w:rPr>
              <w:t>,000</w:t>
            </w:r>
          </w:p>
        </w:tc>
      </w:tr>
      <w:tr w:rsidR="00C902D4" w:rsidRPr="00F745C0" w:rsidTr="00550D2B">
        <w:trPr>
          <w:trHeight w:val="20"/>
        </w:trPr>
        <w:tc>
          <w:tcPr>
            <w:tcW w:w="2552" w:type="dxa"/>
            <w:shd w:val="clear" w:color="auto" w:fill="auto"/>
            <w:vAlign w:val="bottom"/>
          </w:tcPr>
          <w:p w:rsidR="00C902D4" w:rsidRPr="00F745C0" w:rsidRDefault="00C902D4" w:rsidP="00BD67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  <w:r w:rsidRPr="00F745C0"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  <w:t>ดอกเบี้ยค้างจ่ายเงินกู้ยืม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C902D4" w:rsidRPr="00F745C0" w:rsidRDefault="00C902D4" w:rsidP="00950A3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283" w:type="dxa"/>
          </w:tcPr>
          <w:p w:rsidR="00C902D4" w:rsidRPr="00F745C0" w:rsidRDefault="00C902D4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561" w:type="dxa"/>
            <w:tcBorders>
              <w:top w:val="double" w:sz="4" w:space="0" w:color="auto"/>
            </w:tcBorders>
            <w:vAlign w:val="bottom"/>
          </w:tcPr>
          <w:p w:rsidR="00C902D4" w:rsidRPr="00F745C0" w:rsidRDefault="00C902D4" w:rsidP="00F27C3A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C902D4" w:rsidRPr="00F745C0" w:rsidRDefault="00C902D4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auto"/>
          </w:tcPr>
          <w:p w:rsidR="00C902D4" w:rsidRPr="00F745C0" w:rsidRDefault="00C902D4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1" w:type="dxa"/>
            <w:vAlign w:val="bottom"/>
          </w:tcPr>
          <w:p w:rsidR="00C902D4" w:rsidRPr="00F745C0" w:rsidRDefault="00C902D4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602" w:type="dxa"/>
            <w:tcBorders>
              <w:top w:val="double" w:sz="4" w:space="0" w:color="auto"/>
            </w:tcBorders>
          </w:tcPr>
          <w:p w:rsidR="00C902D4" w:rsidRPr="00F745C0" w:rsidRDefault="00C902D4" w:rsidP="00F27C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</w:tr>
      <w:tr w:rsidR="00C902D4" w:rsidRPr="00F745C0" w:rsidTr="0037393A">
        <w:trPr>
          <w:trHeight w:val="20"/>
        </w:trPr>
        <w:tc>
          <w:tcPr>
            <w:tcW w:w="2552" w:type="dxa"/>
            <w:shd w:val="clear" w:color="auto" w:fill="auto"/>
            <w:vAlign w:val="bottom"/>
          </w:tcPr>
          <w:p w:rsidR="00C902D4" w:rsidRPr="00F745C0" w:rsidRDefault="00C902D4" w:rsidP="00BD67BE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28"/>
                <w:szCs w:val="28"/>
                <w:cs/>
                <w:lang w:eastAsia="en-GB"/>
              </w:rPr>
            </w:pPr>
            <w:r w:rsidRPr="00F745C0">
              <w:rPr>
                <w:rFonts w:ascii="Angsana New" w:hAnsi="Angsana New"/>
                <w:sz w:val="28"/>
                <w:szCs w:val="28"/>
                <w:cs/>
                <w:lang w:eastAsia="en-GB"/>
              </w:rPr>
              <w:t>บริษัทย่อย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C902D4" w:rsidRPr="00F745C0" w:rsidRDefault="00C902D4" w:rsidP="00901DCC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F745C0">
              <w:rPr>
                <w:rFonts w:ascii="Angsana New" w:hAnsi="Angsana New"/>
                <w:sz w:val="28"/>
                <w:szCs w:val="28"/>
                <w:lang w:eastAsia="en-US"/>
              </w:rPr>
              <w:t xml:space="preserve">            -</w:t>
            </w:r>
          </w:p>
        </w:tc>
        <w:tc>
          <w:tcPr>
            <w:tcW w:w="283" w:type="dxa"/>
          </w:tcPr>
          <w:p w:rsidR="00C902D4" w:rsidRPr="00F745C0" w:rsidRDefault="00C902D4" w:rsidP="00423231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561" w:type="dxa"/>
            <w:tcBorders>
              <w:bottom w:val="double" w:sz="4" w:space="0" w:color="auto"/>
            </w:tcBorders>
            <w:vAlign w:val="bottom"/>
          </w:tcPr>
          <w:p w:rsidR="00C902D4" w:rsidRPr="00F745C0" w:rsidRDefault="00C902D4" w:rsidP="00F27C3A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F745C0">
              <w:rPr>
                <w:rFonts w:ascii="Angsana New" w:hAnsi="Angsana New"/>
                <w:sz w:val="28"/>
                <w:szCs w:val="28"/>
                <w:lang w:eastAsia="en-US"/>
              </w:rPr>
              <w:t xml:space="preserve">            -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902D4" w:rsidRPr="00F745C0" w:rsidRDefault="00C902D4" w:rsidP="00423231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C902D4" w:rsidRPr="00F745C0" w:rsidRDefault="00C902D4" w:rsidP="00BC7DB2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28"/>
                <w:szCs w:val="28"/>
                <w:lang w:eastAsia="en-GB"/>
              </w:rPr>
            </w:pPr>
            <w:r w:rsidRPr="00F745C0">
              <w:rPr>
                <w:rFonts w:ascii="Angsana New" w:eastAsia="SimSun" w:hAnsi="Angsana New"/>
                <w:sz w:val="28"/>
                <w:szCs w:val="28"/>
                <w:lang w:eastAsia="en-GB"/>
              </w:rPr>
              <w:t xml:space="preserve">            </w:t>
            </w:r>
            <w:r w:rsidRPr="00F745C0">
              <w:rPr>
                <w:rFonts w:ascii="Angsana New" w:eastAsia="SimSun" w:hAnsi="Angsana New" w:hint="cs"/>
                <w:sz w:val="28"/>
                <w:szCs w:val="28"/>
                <w:cs/>
                <w:lang w:eastAsia="en-GB"/>
              </w:rPr>
              <w:t>16</w:t>
            </w:r>
          </w:p>
        </w:tc>
        <w:tc>
          <w:tcPr>
            <w:tcW w:w="241" w:type="dxa"/>
            <w:vAlign w:val="bottom"/>
          </w:tcPr>
          <w:p w:rsidR="00C902D4" w:rsidRPr="00F745C0" w:rsidRDefault="00C902D4" w:rsidP="00423231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602" w:type="dxa"/>
            <w:tcBorders>
              <w:bottom w:val="double" w:sz="4" w:space="0" w:color="auto"/>
            </w:tcBorders>
            <w:vAlign w:val="bottom"/>
          </w:tcPr>
          <w:p w:rsidR="00C902D4" w:rsidRPr="00F745C0" w:rsidRDefault="00C902D4" w:rsidP="00F27C3A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28"/>
                <w:szCs w:val="28"/>
                <w:lang w:eastAsia="en-GB"/>
              </w:rPr>
            </w:pPr>
            <w:r w:rsidRPr="00F745C0">
              <w:rPr>
                <w:rFonts w:ascii="Angsana New" w:eastAsia="SimSun" w:hAnsi="Angsana New"/>
                <w:sz w:val="28"/>
                <w:szCs w:val="28"/>
                <w:lang w:eastAsia="en-GB"/>
              </w:rPr>
              <w:t>299</w:t>
            </w:r>
          </w:p>
        </w:tc>
      </w:tr>
    </w:tbl>
    <w:p w:rsidR="004C77FC" w:rsidRPr="00F745C0" w:rsidRDefault="004C77F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14"/>
          <w:szCs w:val="14"/>
        </w:rPr>
      </w:pPr>
    </w:p>
    <w:p w:rsidR="003E705F" w:rsidRPr="00F745C0" w:rsidRDefault="003E705F" w:rsidP="003E705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8"/>
          <w:szCs w:val="28"/>
          <w:cs/>
        </w:rPr>
      </w:pPr>
      <w:r w:rsidRPr="00F745C0">
        <w:rPr>
          <w:rFonts w:ascii="Angsana New" w:hAnsi="Angsana New"/>
          <w:sz w:val="28"/>
          <w:szCs w:val="28"/>
          <w:cs/>
        </w:rPr>
        <w:t>รายการเคลื่อนไหวของเงินกู้ยืมจาก</w:t>
      </w:r>
      <w:r w:rsidR="00D72189" w:rsidRPr="00F745C0">
        <w:rPr>
          <w:rFonts w:ascii="Angsana New" w:hAnsi="Angsana New"/>
          <w:sz w:val="28"/>
          <w:szCs w:val="28"/>
          <w:cs/>
        </w:rPr>
        <w:t>กิจการที่เกี่ยวข้องกัน</w:t>
      </w:r>
      <w:r w:rsidRPr="00F745C0">
        <w:rPr>
          <w:rFonts w:ascii="Angsana New" w:hAnsi="Angsana New"/>
          <w:sz w:val="28"/>
          <w:szCs w:val="28"/>
          <w:cs/>
        </w:rPr>
        <w:t>ในงบการเงินเฉพาะกิจการสำหรับงวด</w:t>
      </w:r>
      <w:r w:rsidR="002F3D1C" w:rsidRPr="00F745C0">
        <w:rPr>
          <w:rFonts w:ascii="Angsana New" w:hAnsi="Angsana New"/>
          <w:sz w:val="28"/>
          <w:szCs w:val="28"/>
          <w:cs/>
        </w:rPr>
        <w:t>เก้าเดือน</w:t>
      </w:r>
      <w:r w:rsidRPr="00F745C0">
        <w:rPr>
          <w:rFonts w:ascii="Angsana New" w:hAnsi="Angsana New"/>
          <w:sz w:val="28"/>
          <w:szCs w:val="28"/>
          <w:cs/>
        </w:rPr>
        <w:t xml:space="preserve">สิ้นสุดวันที่ 30 </w:t>
      </w:r>
      <w:r w:rsidR="002F3D1C" w:rsidRPr="00F745C0">
        <w:rPr>
          <w:rFonts w:ascii="Angsana New" w:hAnsi="Angsana New"/>
          <w:sz w:val="28"/>
          <w:szCs w:val="28"/>
          <w:cs/>
        </w:rPr>
        <w:t>กันยายน</w:t>
      </w:r>
      <w:r w:rsidRPr="00F745C0">
        <w:rPr>
          <w:rFonts w:ascii="Angsana New" w:hAnsi="Angsana New"/>
          <w:sz w:val="28"/>
          <w:szCs w:val="28"/>
          <w:cs/>
        </w:rPr>
        <w:t xml:space="preserve"> </w:t>
      </w:r>
      <w:r w:rsidR="00E730EC" w:rsidRPr="00F745C0">
        <w:rPr>
          <w:rFonts w:ascii="Angsana New" w:hAnsi="Angsana New"/>
          <w:sz w:val="28"/>
          <w:szCs w:val="28"/>
          <w:cs/>
        </w:rPr>
        <w:t>2565</w:t>
      </w:r>
      <w:r w:rsidRPr="00F745C0">
        <w:rPr>
          <w:rFonts w:ascii="Angsana New" w:hAnsi="Angsana New"/>
          <w:sz w:val="28"/>
          <w:szCs w:val="28"/>
          <w:cs/>
        </w:rPr>
        <w:t xml:space="preserve"> มีดังนี้</w:t>
      </w:r>
    </w:p>
    <w:p w:rsidR="00610425" w:rsidRPr="00F745C0" w:rsidRDefault="0061042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14"/>
          <w:szCs w:val="14"/>
        </w:rPr>
      </w:pPr>
    </w:p>
    <w:tbl>
      <w:tblPr>
        <w:tblW w:w="9640" w:type="dxa"/>
        <w:tblInd w:w="-34" w:type="dxa"/>
        <w:tblLayout w:type="fixed"/>
        <w:tblLook w:val="0000"/>
      </w:tblPr>
      <w:tblGrid>
        <w:gridCol w:w="2552"/>
        <w:gridCol w:w="1559"/>
        <w:gridCol w:w="283"/>
        <w:gridCol w:w="1561"/>
        <w:gridCol w:w="283"/>
        <w:gridCol w:w="1559"/>
        <w:gridCol w:w="241"/>
        <w:gridCol w:w="1602"/>
      </w:tblGrid>
      <w:tr w:rsidR="00D72189" w:rsidRPr="00F745C0" w:rsidTr="004C7B6E">
        <w:trPr>
          <w:trHeight w:val="20"/>
          <w:tblHeader/>
        </w:trPr>
        <w:tc>
          <w:tcPr>
            <w:tcW w:w="2552" w:type="dxa"/>
            <w:shd w:val="clear" w:color="auto" w:fill="auto"/>
            <w:vAlign w:val="bottom"/>
          </w:tcPr>
          <w:p w:rsidR="00D72189" w:rsidRPr="00F745C0" w:rsidRDefault="00D72189" w:rsidP="00BD67BE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34" w:right="282"/>
              <w:rPr>
                <w:rFonts w:ascii="Angsana New" w:hAnsi="Angsana New"/>
                <w:sz w:val="28"/>
                <w:szCs w:val="28"/>
                <w:u w:val="single"/>
                <w:cs/>
                <w:lang w:eastAsia="en-US"/>
              </w:rPr>
            </w:pPr>
          </w:p>
        </w:tc>
        <w:tc>
          <w:tcPr>
            <w:tcW w:w="7088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D72189" w:rsidRPr="00F745C0" w:rsidRDefault="00D72189" w:rsidP="00297539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</w:rPr>
            </w:pPr>
            <w:r w:rsidRPr="00F745C0">
              <w:rPr>
                <w:rFonts w:ascii="Angsana New" w:hAnsi="Angsana New" w:cs="Angsana New"/>
                <w:cs/>
              </w:rPr>
              <w:t>พันบาท</w:t>
            </w:r>
          </w:p>
        </w:tc>
      </w:tr>
      <w:tr w:rsidR="00610425" w:rsidRPr="00F745C0" w:rsidTr="004C7B6E">
        <w:trPr>
          <w:trHeight w:val="20"/>
          <w:tblHeader/>
        </w:trPr>
        <w:tc>
          <w:tcPr>
            <w:tcW w:w="2552" w:type="dxa"/>
            <w:shd w:val="clear" w:color="auto" w:fill="auto"/>
            <w:vAlign w:val="bottom"/>
          </w:tcPr>
          <w:p w:rsidR="00610425" w:rsidRPr="00F745C0" w:rsidRDefault="00610425" w:rsidP="00BD67BE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34" w:right="282"/>
              <w:rPr>
                <w:rFonts w:ascii="Angsana New" w:hAnsi="Angsana New"/>
                <w:sz w:val="28"/>
                <w:szCs w:val="28"/>
                <w:u w:val="single"/>
                <w:cs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10425" w:rsidRPr="00F745C0" w:rsidRDefault="00786CE2" w:rsidP="00297539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</w:rPr>
            </w:pPr>
            <w:r w:rsidRPr="00F745C0">
              <w:rPr>
                <w:rFonts w:ascii="Angsana New" w:hAnsi="Angsana New" w:cs="Angsana New"/>
                <w:cs/>
              </w:rPr>
              <w:t>ยอด</w:t>
            </w:r>
            <w:r w:rsidR="00D72189" w:rsidRPr="00F745C0">
              <w:rPr>
                <w:rFonts w:ascii="Angsana New" w:hAnsi="Angsana New" w:cs="Angsana New"/>
                <w:cs/>
              </w:rPr>
              <w:t>ยกมาต้นงวด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610425" w:rsidRPr="00F745C0" w:rsidRDefault="00610425" w:rsidP="00297539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561" w:type="dxa"/>
            <w:tcBorders>
              <w:top w:val="single" w:sz="4" w:space="0" w:color="auto"/>
              <w:bottom w:val="single" w:sz="4" w:space="0" w:color="auto"/>
            </w:tcBorders>
          </w:tcPr>
          <w:p w:rsidR="00610425" w:rsidRPr="00F745C0" w:rsidRDefault="00D72189" w:rsidP="00297539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</w:rPr>
            </w:pPr>
            <w:r w:rsidRPr="00F745C0">
              <w:rPr>
                <w:rFonts w:ascii="Angsana New" w:hAnsi="Angsana New" w:cs="Angsana New"/>
                <w:cs/>
              </w:rPr>
              <w:t>เพิ่มขึ้น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:rsidR="00610425" w:rsidRPr="00F745C0" w:rsidRDefault="00610425" w:rsidP="00297539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10425" w:rsidRPr="00F745C0" w:rsidRDefault="00D72189" w:rsidP="00297539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</w:rPr>
            </w:pPr>
            <w:r w:rsidRPr="00F745C0">
              <w:rPr>
                <w:rFonts w:ascii="Angsana New" w:hAnsi="Angsana New" w:cs="Angsana New"/>
                <w:cs/>
              </w:rPr>
              <w:t>ลดลง</w:t>
            </w:r>
          </w:p>
        </w:tc>
        <w:tc>
          <w:tcPr>
            <w:tcW w:w="241" w:type="dxa"/>
            <w:tcBorders>
              <w:top w:val="single" w:sz="4" w:space="0" w:color="auto"/>
            </w:tcBorders>
          </w:tcPr>
          <w:p w:rsidR="00610425" w:rsidRPr="00F745C0" w:rsidRDefault="00610425" w:rsidP="00297539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602" w:type="dxa"/>
            <w:tcBorders>
              <w:top w:val="single" w:sz="4" w:space="0" w:color="auto"/>
              <w:bottom w:val="single" w:sz="4" w:space="0" w:color="auto"/>
            </w:tcBorders>
          </w:tcPr>
          <w:p w:rsidR="00610425" w:rsidRPr="00F745C0" w:rsidRDefault="00786CE2" w:rsidP="00297539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</w:rPr>
            </w:pPr>
            <w:r w:rsidRPr="00F745C0">
              <w:rPr>
                <w:rFonts w:ascii="Angsana New" w:hAnsi="Angsana New" w:cs="Angsana New"/>
                <w:cs/>
              </w:rPr>
              <w:t>ยอด</w:t>
            </w:r>
            <w:r w:rsidR="00D72189" w:rsidRPr="00F745C0">
              <w:rPr>
                <w:rFonts w:ascii="Angsana New" w:hAnsi="Angsana New" w:cs="Angsana New"/>
                <w:cs/>
              </w:rPr>
              <w:t>ยกไปสิ้นงวด</w:t>
            </w:r>
          </w:p>
        </w:tc>
      </w:tr>
      <w:tr w:rsidR="00EB1748" w:rsidRPr="00F745C0" w:rsidTr="004C7B6E">
        <w:trPr>
          <w:trHeight w:val="20"/>
        </w:trPr>
        <w:tc>
          <w:tcPr>
            <w:tcW w:w="2552" w:type="dxa"/>
            <w:shd w:val="clear" w:color="auto" w:fill="auto"/>
            <w:vAlign w:val="bottom"/>
          </w:tcPr>
          <w:p w:rsidR="00EB1748" w:rsidRPr="00F745C0" w:rsidRDefault="00EB1748" w:rsidP="00BD67BE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28"/>
                <w:szCs w:val="28"/>
                <w:cs/>
                <w:lang w:eastAsia="en-GB"/>
              </w:rPr>
            </w:pPr>
            <w:r w:rsidRPr="00F745C0">
              <w:rPr>
                <w:rFonts w:ascii="Angsana New" w:hAnsi="Angsana New"/>
                <w:sz w:val="28"/>
                <w:szCs w:val="28"/>
                <w:cs/>
                <w:lang w:eastAsia="en-GB"/>
              </w:rPr>
              <w:t>บริษัทย่อย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EB1748" w:rsidRPr="00F745C0" w:rsidRDefault="00EB1748" w:rsidP="00F27C3A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28"/>
                <w:szCs w:val="28"/>
                <w:lang w:eastAsia="en-GB"/>
              </w:rPr>
            </w:pPr>
            <w:r w:rsidRPr="00F745C0">
              <w:rPr>
                <w:rFonts w:ascii="Angsana New" w:eastAsia="SimSun" w:hAnsi="Angsana New"/>
                <w:sz w:val="28"/>
                <w:szCs w:val="28"/>
                <w:cs/>
                <w:lang w:eastAsia="en-GB"/>
              </w:rPr>
              <w:t>50</w:t>
            </w:r>
            <w:r w:rsidRPr="00F745C0">
              <w:rPr>
                <w:rFonts w:ascii="Angsana New" w:eastAsia="SimSun" w:hAnsi="Angsana New"/>
                <w:sz w:val="28"/>
                <w:szCs w:val="28"/>
                <w:lang w:eastAsia="en-GB"/>
              </w:rPr>
              <w:t>,000</w:t>
            </w:r>
          </w:p>
        </w:tc>
        <w:tc>
          <w:tcPr>
            <w:tcW w:w="283" w:type="dxa"/>
          </w:tcPr>
          <w:p w:rsidR="00EB1748" w:rsidRPr="00F745C0" w:rsidRDefault="00EB1748" w:rsidP="00297539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561" w:type="dxa"/>
            <w:tcBorders>
              <w:bottom w:val="double" w:sz="4" w:space="0" w:color="auto"/>
            </w:tcBorders>
            <w:vAlign w:val="bottom"/>
          </w:tcPr>
          <w:p w:rsidR="00EB1748" w:rsidRPr="00F745C0" w:rsidRDefault="00EB1748" w:rsidP="001B52D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28"/>
                <w:szCs w:val="28"/>
                <w:lang w:eastAsia="en-GB"/>
              </w:rPr>
            </w:pPr>
            <w:r w:rsidRPr="00F745C0">
              <w:rPr>
                <w:rFonts w:ascii="Angsana New" w:eastAsia="SimSun" w:hAnsi="Angsana New"/>
                <w:sz w:val="28"/>
                <w:szCs w:val="28"/>
                <w:lang w:eastAsia="en-GB"/>
              </w:rPr>
              <w:t>3</w:t>
            </w:r>
            <w:r w:rsidRPr="00F745C0">
              <w:rPr>
                <w:rFonts w:ascii="Angsana New" w:eastAsia="SimSun" w:hAnsi="Angsana New"/>
                <w:sz w:val="28"/>
                <w:szCs w:val="28"/>
                <w:cs/>
                <w:lang w:eastAsia="en-GB"/>
              </w:rPr>
              <w:t>0</w:t>
            </w:r>
            <w:r w:rsidRPr="00F745C0">
              <w:rPr>
                <w:rFonts w:ascii="Angsana New" w:eastAsia="SimSun" w:hAnsi="Angsana New"/>
                <w:sz w:val="28"/>
                <w:szCs w:val="28"/>
                <w:lang w:eastAsia="en-GB"/>
              </w:rPr>
              <w:t>,000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EB1748" w:rsidRPr="00F745C0" w:rsidRDefault="00EB1748" w:rsidP="00297539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EB1748" w:rsidRPr="00F745C0" w:rsidRDefault="00EB1748" w:rsidP="000234F9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28"/>
                <w:szCs w:val="28"/>
                <w:lang w:eastAsia="en-GB"/>
              </w:rPr>
            </w:pPr>
            <w:r w:rsidRPr="00F745C0">
              <w:rPr>
                <w:rFonts w:ascii="Angsana New" w:eastAsia="SimSun" w:hAnsi="Angsana New"/>
                <w:sz w:val="28"/>
                <w:szCs w:val="28"/>
                <w:cs/>
                <w:lang w:eastAsia="en-GB"/>
              </w:rPr>
              <w:t>50</w:t>
            </w:r>
            <w:r w:rsidRPr="00F745C0">
              <w:rPr>
                <w:rFonts w:ascii="Angsana New" w:eastAsia="SimSun" w:hAnsi="Angsana New"/>
                <w:sz w:val="28"/>
                <w:szCs w:val="28"/>
                <w:lang w:eastAsia="en-GB"/>
              </w:rPr>
              <w:t>,000</w:t>
            </w:r>
          </w:p>
        </w:tc>
        <w:tc>
          <w:tcPr>
            <w:tcW w:w="241" w:type="dxa"/>
            <w:vAlign w:val="bottom"/>
          </w:tcPr>
          <w:p w:rsidR="00EB1748" w:rsidRPr="00F745C0" w:rsidRDefault="00EB1748" w:rsidP="00297539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602" w:type="dxa"/>
            <w:tcBorders>
              <w:bottom w:val="double" w:sz="4" w:space="0" w:color="auto"/>
            </w:tcBorders>
            <w:vAlign w:val="bottom"/>
          </w:tcPr>
          <w:p w:rsidR="00EB1748" w:rsidRPr="00F745C0" w:rsidRDefault="00EB1748" w:rsidP="001B52D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28"/>
                <w:szCs w:val="28"/>
                <w:lang w:eastAsia="en-GB"/>
              </w:rPr>
            </w:pPr>
            <w:r w:rsidRPr="00F745C0">
              <w:rPr>
                <w:rFonts w:ascii="Angsana New" w:eastAsia="SimSun" w:hAnsi="Angsana New"/>
                <w:sz w:val="28"/>
                <w:szCs w:val="28"/>
                <w:lang w:eastAsia="en-GB"/>
              </w:rPr>
              <w:t>3</w:t>
            </w:r>
            <w:r w:rsidRPr="00F745C0">
              <w:rPr>
                <w:rFonts w:ascii="Angsana New" w:eastAsia="SimSun" w:hAnsi="Angsana New"/>
                <w:sz w:val="28"/>
                <w:szCs w:val="28"/>
                <w:cs/>
                <w:lang w:eastAsia="en-GB"/>
              </w:rPr>
              <w:t>0</w:t>
            </w:r>
            <w:r w:rsidRPr="00F745C0">
              <w:rPr>
                <w:rFonts w:ascii="Angsana New" w:eastAsia="SimSun" w:hAnsi="Angsana New"/>
                <w:sz w:val="28"/>
                <w:szCs w:val="28"/>
                <w:lang w:eastAsia="en-GB"/>
              </w:rPr>
              <w:t>,000</w:t>
            </w:r>
          </w:p>
        </w:tc>
      </w:tr>
    </w:tbl>
    <w:p w:rsidR="00C73B06" w:rsidRDefault="00C73B06" w:rsidP="00F745C0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ind w:left="540"/>
        <w:jc w:val="thaiDistribute"/>
        <w:rPr>
          <w:rFonts w:ascii="Angsana New" w:hAnsi="Angsana New"/>
          <w:b/>
          <w:bCs/>
          <w:sz w:val="29"/>
          <w:szCs w:val="29"/>
        </w:rPr>
      </w:pPr>
    </w:p>
    <w:p w:rsidR="00C73B06" w:rsidRDefault="00C73B0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29"/>
          <w:szCs w:val="29"/>
        </w:rPr>
      </w:pPr>
      <w:r>
        <w:rPr>
          <w:rFonts w:ascii="Angsana New" w:hAnsi="Angsana New"/>
          <w:b/>
          <w:bCs/>
          <w:sz w:val="29"/>
          <w:szCs w:val="29"/>
        </w:rPr>
        <w:br w:type="page"/>
      </w:r>
    </w:p>
    <w:p w:rsidR="00F745C0" w:rsidRPr="00F745C0" w:rsidRDefault="00F745C0" w:rsidP="00F745C0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b/>
          <w:bCs/>
          <w:sz w:val="29"/>
          <w:szCs w:val="29"/>
        </w:rPr>
      </w:pPr>
      <w:r w:rsidRPr="00F745C0">
        <w:rPr>
          <w:rFonts w:ascii="Angsana New" w:hAnsi="Angsana New"/>
          <w:b/>
          <w:bCs/>
          <w:sz w:val="29"/>
          <w:szCs w:val="29"/>
          <w:cs/>
        </w:rPr>
        <w:lastRenderedPageBreak/>
        <w:t>ลูกหนี้การค้า</w:t>
      </w:r>
      <w:r w:rsidRPr="00F745C0">
        <w:rPr>
          <w:rFonts w:ascii="Angsana New" w:hAnsi="Angsana New"/>
          <w:b/>
          <w:bCs/>
          <w:sz w:val="29"/>
          <w:szCs w:val="29"/>
        </w:rPr>
        <w:t xml:space="preserve"> </w:t>
      </w:r>
      <w:r w:rsidR="00C902D4">
        <w:rPr>
          <w:rFonts w:ascii="Angsana New" w:hAnsi="Angsana New" w:hint="cs"/>
          <w:b/>
          <w:bCs/>
          <w:sz w:val="29"/>
          <w:szCs w:val="29"/>
          <w:cs/>
        </w:rPr>
        <w:t>-</w:t>
      </w:r>
      <w:r w:rsidRPr="00F745C0">
        <w:rPr>
          <w:rFonts w:ascii="Angsana New" w:hAnsi="Angsana New"/>
          <w:b/>
          <w:bCs/>
          <w:sz w:val="29"/>
          <w:szCs w:val="29"/>
        </w:rPr>
        <w:t xml:space="preserve"> </w:t>
      </w:r>
      <w:r w:rsidRPr="00F745C0">
        <w:rPr>
          <w:rFonts w:ascii="Angsana New" w:hAnsi="Angsana New" w:hint="cs"/>
          <w:b/>
          <w:bCs/>
          <w:sz w:val="29"/>
          <w:szCs w:val="29"/>
          <w:cs/>
        </w:rPr>
        <w:t>สุทธิ</w:t>
      </w:r>
    </w:p>
    <w:p w:rsidR="0062372A" w:rsidRPr="00BD67BE" w:rsidRDefault="0062372A" w:rsidP="00F0318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sz w:val="16"/>
          <w:szCs w:val="16"/>
        </w:rPr>
      </w:pPr>
    </w:p>
    <w:p w:rsidR="006351AC" w:rsidRPr="00BD67BE" w:rsidRDefault="00C3163B" w:rsidP="00C316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sz w:val="29"/>
          <w:szCs w:val="29"/>
        </w:rPr>
      </w:pPr>
      <w:r w:rsidRPr="00BD67BE">
        <w:rPr>
          <w:rFonts w:ascii="Angsana New" w:hAnsi="Angsana New"/>
          <w:sz w:val="29"/>
          <w:szCs w:val="29"/>
          <w:cs/>
        </w:rPr>
        <w:t xml:space="preserve">ลูกหนี้การค้า </w:t>
      </w:r>
      <w:r w:rsidR="000B0DF5">
        <w:rPr>
          <w:rFonts w:ascii="Angsana New" w:hAnsi="Angsana New"/>
          <w:sz w:val="29"/>
          <w:szCs w:val="29"/>
        </w:rPr>
        <w:t>-</w:t>
      </w:r>
      <w:r w:rsidR="000B0DF5">
        <w:rPr>
          <w:rFonts w:ascii="Angsana New" w:hAnsi="Angsana New" w:hint="cs"/>
          <w:sz w:val="29"/>
          <w:szCs w:val="29"/>
          <w:cs/>
        </w:rPr>
        <w:t xml:space="preserve"> สุทธิ </w:t>
      </w:r>
      <w:r w:rsidRPr="00BD67BE">
        <w:rPr>
          <w:rFonts w:ascii="Angsana New" w:hAnsi="Angsana New"/>
          <w:sz w:val="29"/>
          <w:szCs w:val="29"/>
          <w:cs/>
        </w:rPr>
        <w:t xml:space="preserve">ณ วันที่ </w:t>
      </w:r>
      <w:r w:rsidR="009F7466" w:rsidRPr="00BD67BE">
        <w:rPr>
          <w:rFonts w:ascii="Angsana New" w:hAnsi="Angsana New"/>
          <w:sz w:val="29"/>
          <w:szCs w:val="29"/>
        </w:rPr>
        <w:t>30</w:t>
      </w:r>
      <w:r w:rsidRPr="00BD67BE">
        <w:rPr>
          <w:rFonts w:ascii="Angsana New" w:hAnsi="Angsana New"/>
          <w:sz w:val="29"/>
          <w:szCs w:val="29"/>
        </w:rPr>
        <w:t xml:space="preserve"> </w:t>
      </w:r>
      <w:r w:rsidR="002F3D1C">
        <w:rPr>
          <w:rFonts w:ascii="Angsana New" w:hAnsi="Angsana New"/>
          <w:sz w:val="29"/>
          <w:szCs w:val="29"/>
          <w:cs/>
        </w:rPr>
        <w:t>กันยายน</w:t>
      </w:r>
      <w:r w:rsidRPr="00BD67BE">
        <w:rPr>
          <w:rFonts w:ascii="Angsana New" w:hAnsi="Angsana New"/>
          <w:sz w:val="29"/>
          <w:szCs w:val="29"/>
          <w:cs/>
        </w:rPr>
        <w:t xml:space="preserve"> </w:t>
      </w:r>
      <w:r w:rsidR="00E730EC" w:rsidRPr="00BD67BE">
        <w:rPr>
          <w:rFonts w:ascii="Angsana New" w:hAnsi="Angsana New"/>
          <w:sz w:val="29"/>
          <w:szCs w:val="29"/>
        </w:rPr>
        <w:t>2565</w:t>
      </w:r>
      <w:r w:rsidRPr="00BD67BE">
        <w:rPr>
          <w:rFonts w:ascii="Angsana New" w:hAnsi="Angsana New"/>
          <w:sz w:val="29"/>
          <w:szCs w:val="29"/>
        </w:rPr>
        <w:t xml:space="preserve"> </w:t>
      </w:r>
      <w:r w:rsidRPr="00BD67BE">
        <w:rPr>
          <w:rFonts w:ascii="Angsana New" w:hAnsi="Angsana New"/>
          <w:sz w:val="29"/>
          <w:szCs w:val="29"/>
          <w:cs/>
        </w:rPr>
        <w:t>และ</w:t>
      </w:r>
      <w:r w:rsidR="00F73FE2" w:rsidRPr="00BD67BE">
        <w:rPr>
          <w:rFonts w:ascii="Angsana New" w:hAnsi="Angsana New"/>
          <w:sz w:val="29"/>
          <w:szCs w:val="29"/>
          <w:cs/>
        </w:rPr>
        <w:t>วันที่ 31 ธันวาคม</w:t>
      </w:r>
      <w:r w:rsidRPr="00BD67BE">
        <w:rPr>
          <w:rFonts w:ascii="Angsana New" w:hAnsi="Angsana New"/>
          <w:sz w:val="29"/>
          <w:szCs w:val="29"/>
          <w:cs/>
        </w:rPr>
        <w:t xml:space="preserve"> </w:t>
      </w:r>
      <w:r w:rsidR="00E730EC" w:rsidRPr="00BD67BE">
        <w:rPr>
          <w:rFonts w:ascii="Angsana New" w:hAnsi="Angsana New"/>
          <w:sz w:val="29"/>
          <w:szCs w:val="29"/>
        </w:rPr>
        <w:t>2564</w:t>
      </w:r>
      <w:r w:rsidRPr="00BD67BE">
        <w:rPr>
          <w:rFonts w:ascii="Angsana New" w:hAnsi="Angsana New"/>
          <w:sz w:val="29"/>
          <w:szCs w:val="29"/>
          <w:cs/>
        </w:rPr>
        <w:t xml:space="preserve"> แยกตามอายุหนี้ที่ค้างชำระได้ดังนี้</w:t>
      </w:r>
    </w:p>
    <w:p w:rsidR="005E434E" w:rsidRPr="00BD67BE" w:rsidRDefault="005E434E" w:rsidP="00C316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sz w:val="16"/>
          <w:szCs w:val="16"/>
        </w:rPr>
      </w:pPr>
    </w:p>
    <w:tbl>
      <w:tblPr>
        <w:tblW w:w="9682" w:type="dxa"/>
        <w:tblInd w:w="-34" w:type="dxa"/>
        <w:tblLayout w:type="fixed"/>
        <w:tblLook w:val="0000"/>
      </w:tblPr>
      <w:tblGrid>
        <w:gridCol w:w="3292"/>
        <w:gridCol w:w="1440"/>
        <w:gridCol w:w="283"/>
        <w:gridCol w:w="1337"/>
        <w:gridCol w:w="283"/>
        <w:gridCol w:w="1427"/>
        <w:gridCol w:w="270"/>
        <w:gridCol w:w="1350"/>
      </w:tblGrid>
      <w:tr w:rsidR="005E434E" w:rsidRPr="00BD67BE" w:rsidTr="00451FF1">
        <w:trPr>
          <w:trHeight w:val="20"/>
        </w:trPr>
        <w:tc>
          <w:tcPr>
            <w:tcW w:w="3292" w:type="dxa"/>
            <w:shd w:val="clear" w:color="auto" w:fill="auto"/>
            <w:vAlign w:val="bottom"/>
          </w:tcPr>
          <w:p w:rsidR="005E434E" w:rsidRPr="00BD67BE" w:rsidRDefault="005E434E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6390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E434E" w:rsidRPr="00BD67BE" w:rsidRDefault="005E434E" w:rsidP="004D490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29"/>
                <w:szCs w:val="29"/>
                <w:cs/>
                <w:lang w:eastAsia="en-US"/>
              </w:rPr>
            </w:pPr>
            <w:r w:rsidRPr="00BD67BE">
              <w:rPr>
                <w:rFonts w:ascii="Angsana New" w:hAnsi="Angsana New"/>
                <w:sz w:val="29"/>
                <w:szCs w:val="29"/>
                <w:cs/>
                <w:lang w:eastAsia="en-US"/>
              </w:rPr>
              <w:t>พันบาท</w:t>
            </w:r>
          </w:p>
        </w:tc>
      </w:tr>
      <w:tr w:rsidR="005E434E" w:rsidRPr="00BD67BE" w:rsidTr="00451FF1">
        <w:trPr>
          <w:trHeight w:val="20"/>
        </w:trPr>
        <w:tc>
          <w:tcPr>
            <w:tcW w:w="3292" w:type="dxa"/>
            <w:shd w:val="clear" w:color="auto" w:fill="auto"/>
            <w:vAlign w:val="bottom"/>
          </w:tcPr>
          <w:p w:rsidR="005E434E" w:rsidRPr="00BD67BE" w:rsidRDefault="005E434E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306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E434E" w:rsidRPr="00BD67BE" w:rsidRDefault="005E434E" w:rsidP="00950A34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29"/>
                <w:szCs w:val="29"/>
              </w:rPr>
            </w:pPr>
            <w:r w:rsidRPr="00BD67BE">
              <w:rPr>
                <w:rFonts w:ascii="Angsana New" w:hAnsi="Angsana New" w:cs="Angsana New"/>
                <w:color w:val="000000"/>
                <w:sz w:val="29"/>
                <w:szCs w:val="29"/>
                <w:cs/>
              </w:rPr>
              <w:t>งบการเงินรวม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:rsidR="005E434E" w:rsidRPr="00BD67BE" w:rsidRDefault="005E434E" w:rsidP="00950A34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304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E434E" w:rsidRPr="00BD67BE" w:rsidRDefault="005E434E" w:rsidP="00950A34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29"/>
                <w:szCs w:val="29"/>
              </w:rPr>
            </w:pPr>
            <w:r w:rsidRPr="00BD67BE">
              <w:rPr>
                <w:rFonts w:ascii="Angsana New" w:hAnsi="Angsana New" w:cs="Angsana New"/>
                <w:color w:val="000000"/>
                <w:sz w:val="29"/>
                <w:szCs w:val="29"/>
                <w:cs/>
              </w:rPr>
              <w:t>งบการเงินเฉพาะกิจการ</w:t>
            </w:r>
          </w:p>
        </w:tc>
      </w:tr>
      <w:tr w:rsidR="005E434E" w:rsidRPr="00BD67BE" w:rsidTr="00451FF1">
        <w:trPr>
          <w:trHeight w:val="20"/>
        </w:trPr>
        <w:tc>
          <w:tcPr>
            <w:tcW w:w="3292" w:type="dxa"/>
            <w:shd w:val="clear" w:color="auto" w:fill="auto"/>
            <w:vAlign w:val="bottom"/>
          </w:tcPr>
          <w:p w:rsidR="005E434E" w:rsidRPr="00BD67BE" w:rsidRDefault="005E434E" w:rsidP="000624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E434E" w:rsidRPr="00BD67BE" w:rsidRDefault="005E434E" w:rsidP="00062488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108" w:right="-108"/>
              <w:jc w:val="center"/>
              <w:rPr>
                <w:rFonts w:ascii="Angsana New" w:hAnsi="Angsana New" w:cs="Angsana New"/>
                <w:sz w:val="29"/>
                <w:szCs w:val="29"/>
              </w:rPr>
            </w:pPr>
            <w:r w:rsidRPr="00BD67BE">
              <w:rPr>
                <w:rFonts w:ascii="Angsana New" w:hAnsi="Angsana New" w:cs="Angsana New"/>
                <w:sz w:val="29"/>
                <w:szCs w:val="29"/>
              </w:rPr>
              <w:t xml:space="preserve">30 </w:t>
            </w:r>
            <w:r w:rsidR="002F3D1C">
              <w:rPr>
                <w:rFonts w:ascii="Angsana New" w:hAnsi="Angsana New" w:cs="Angsana New"/>
                <w:sz w:val="29"/>
                <w:szCs w:val="29"/>
                <w:cs/>
              </w:rPr>
              <w:t>กันยายน</w:t>
            </w:r>
            <w:r w:rsidRPr="00BD67BE">
              <w:rPr>
                <w:rFonts w:ascii="Angsana New" w:hAnsi="Angsana New" w:cs="Angsana New"/>
                <w:sz w:val="29"/>
                <w:szCs w:val="29"/>
                <w:cs/>
              </w:rPr>
              <w:t xml:space="preserve"> </w:t>
            </w:r>
            <w:r w:rsidRPr="00BD67BE">
              <w:rPr>
                <w:rFonts w:ascii="Angsana New" w:hAnsi="Angsana New" w:cs="Angsana New"/>
                <w:sz w:val="29"/>
                <w:szCs w:val="29"/>
              </w:rPr>
              <w:t>2565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5E434E" w:rsidRPr="00BD67BE" w:rsidRDefault="005E434E" w:rsidP="00062488">
            <w:pPr>
              <w:pStyle w:val="jern1"/>
              <w:pBdr>
                <w:bottom w:val="none" w:sz="0" w:space="0" w:color="auto"/>
              </w:pBdr>
              <w:ind w:left="-108" w:right="-108"/>
              <w:jc w:val="center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</w:tcPr>
          <w:p w:rsidR="005E434E" w:rsidRPr="00BD67BE" w:rsidRDefault="005E434E" w:rsidP="00062488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108" w:right="-108"/>
              <w:jc w:val="center"/>
              <w:rPr>
                <w:rFonts w:ascii="Angsana New" w:hAnsi="Angsana New" w:cs="Angsana New"/>
                <w:sz w:val="29"/>
                <w:szCs w:val="29"/>
              </w:rPr>
            </w:pPr>
            <w:r w:rsidRPr="00BD67BE">
              <w:rPr>
                <w:rFonts w:ascii="Angsana New" w:hAnsi="Angsana New" w:cs="Angsana New"/>
                <w:sz w:val="29"/>
                <w:szCs w:val="29"/>
              </w:rPr>
              <w:t xml:space="preserve">31 </w:t>
            </w:r>
            <w:r w:rsidRPr="00BD67BE">
              <w:rPr>
                <w:rFonts w:ascii="Angsana New" w:hAnsi="Angsana New" w:cs="Angsana New"/>
                <w:sz w:val="29"/>
                <w:szCs w:val="29"/>
                <w:cs/>
              </w:rPr>
              <w:t>ธันวาคม 2564</w:t>
            </w:r>
          </w:p>
        </w:tc>
        <w:tc>
          <w:tcPr>
            <w:tcW w:w="283" w:type="dxa"/>
            <w:shd w:val="clear" w:color="auto" w:fill="auto"/>
          </w:tcPr>
          <w:p w:rsidR="005E434E" w:rsidRPr="00BD67BE" w:rsidRDefault="005E434E" w:rsidP="00062488">
            <w:pPr>
              <w:pStyle w:val="jern1"/>
              <w:pBdr>
                <w:bottom w:val="none" w:sz="0" w:space="0" w:color="auto"/>
              </w:pBdr>
              <w:ind w:left="-108" w:right="-108"/>
              <w:jc w:val="center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427" w:type="dxa"/>
            <w:tcBorders>
              <w:bottom w:val="single" w:sz="4" w:space="0" w:color="auto"/>
            </w:tcBorders>
            <w:shd w:val="clear" w:color="auto" w:fill="auto"/>
          </w:tcPr>
          <w:p w:rsidR="005E434E" w:rsidRPr="00BD67BE" w:rsidRDefault="005E434E" w:rsidP="00062488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108" w:right="-108"/>
              <w:jc w:val="center"/>
              <w:rPr>
                <w:rFonts w:ascii="Angsana New" w:hAnsi="Angsana New" w:cs="Angsana New"/>
                <w:sz w:val="29"/>
                <w:szCs w:val="29"/>
              </w:rPr>
            </w:pPr>
            <w:r w:rsidRPr="00BD67BE">
              <w:rPr>
                <w:rFonts w:ascii="Angsana New" w:hAnsi="Angsana New" w:cs="Angsana New"/>
                <w:sz w:val="29"/>
                <w:szCs w:val="29"/>
              </w:rPr>
              <w:t xml:space="preserve">30 </w:t>
            </w:r>
            <w:r w:rsidR="002F3D1C">
              <w:rPr>
                <w:rFonts w:ascii="Angsana New" w:hAnsi="Angsana New" w:cs="Angsana New"/>
                <w:sz w:val="29"/>
                <w:szCs w:val="29"/>
                <w:cs/>
              </w:rPr>
              <w:t>กันยายน</w:t>
            </w:r>
            <w:r w:rsidRPr="00BD67BE">
              <w:rPr>
                <w:rFonts w:ascii="Angsana New" w:hAnsi="Angsana New" w:cs="Angsana New"/>
                <w:sz w:val="29"/>
                <w:szCs w:val="29"/>
                <w:cs/>
              </w:rPr>
              <w:t xml:space="preserve"> </w:t>
            </w:r>
            <w:r w:rsidRPr="00BD67BE">
              <w:rPr>
                <w:rFonts w:ascii="Angsana New" w:hAnsi="Angsana New" w:cs="Angsana New"/>
                <w:sz w:val="29"/>
                <w:szCs w:val="29"/>
              </w:rPr>
              <w:t>2565</w:t>
            </w:r>
          </w:p>
        </w:tc>
        <w:tc>
          <w:tcPr>
            <w:tcW w:w="270" w:type="dxa"/>
          </w:tcPr>
          <w:p w:rsidR="005E434E" w:rsidRPr="00BD67BE" w:rsidRDefault="005E434E" w:rsidP="00062488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108" w:right="-108"/>
              <w:jc w:val="center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5E434E" w:rsidRPr="00BD67BE" w:rsidRDefault="005E434E" w:rsidP="00062488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108" w:right="-108"/>
              <w:jc w:val="center"/>
              <w:rPr>
                <w:rFonts w:ascii="Angsana New" w:hAnsi="Angsana New" w:cs="Angsana New"/>
                <w:sz w:val="29"/>
                <w:szCs w:val="29"/>
              </w:rPr>
            </w:pPr>
            <w:r w:rsidRPr="00BD67BE">
              <w:rPr>
                <w:rFonts w:ascii="Angsana New" w:hAnsi="Angsana New" w:cs="Angsana New"/>
                <w:sz w:val="29"/>
                <w:szCs w:val="29"/>
              </w:rPr>
              <w:t xml:space="preserve">31 </w:t>
            </w:r>
            <w:r w:rsidRPr="00BD67BE">
              <w:rPr>
                <w:rFonts w:ascii="Angsana New" w:hAnsi="Angsana New" w:cs="Angsana New"/>
                <w:sz w:val="29"/>
                <w:szCs w:val="29"/>
                <w:cs/>
              </w:rPr>
              <w:t>ธันวาคม 2564</w:t>
            </w:r>
          </w:p>
        </w:tc>
      </w:tr>
      <w:tr w:rsidR="008D1CCD" w:rsidRPr="00BD67BE" w:rsidTr="00451FF1">
        <w:trPr>
          <w:trHeight w:val="20"/>
        </w:trPr>
        <w:tc>
          <w:tcPr>
            <w:tcW w:w="3292" w:type="dxa"/>
            <w:shd w:val="clear" w:color="auto" w:fill="auto"/>
            <w:vAlign w:val="bottom"/>
          </w:tcPr>
          <w:p w:rsidR="008D1CCD" w:rsidRPr="00BD67BE" w:rsidRDefault="008D1CCD" w:rsidP="00BD67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sz w:val="29"/>
                <w:szCs w:val="29"/>
                <w:cs/>
              </w:rPr>
            </w:pPr>
            <w:r w:rsidRPr="00BD67BE">
              <w:rPr>
                <w:rFonts w:ascii="Angsana New" w:hAnsi="Angsana New"/>
                <w:sz w:val="29"/>
                <w:szCs w:val="29"/>
                <w:cs/>
              </w:rPr>
              <w:t>ยังไม่ครบกำหนดชำระ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D1CCD" w:rsidRPr="00BD67BE" w:rsidRDefault="008E7D40" w:rsidP="001B52D0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>
              <w:rPr>
                <w:rFonts w:ascii="Angsana New" w:hAnsi="Angsana New" w:hint="cs"/>
                <w:sz w:val="29"/>
                <w:szCs w:val="29"/>
                <w:cs/>
                <w:lang w:eastAsia="en-US"/>
              </w:rPr>
              <w:t>131,121</w:t>
            </w:r>
          </w:p>
        </w:tc>
        <w:tc>
          <w:tcPr>
            <w:tcW w:w="283" w:type="dxa"/>
          </w:tcPr>
          <w:p w:rsidR="008D1CCD" w:rsidRPr="00BD67BE" w:rsidRDefault="008D1CCD" w:rsidP="004D490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bottom"/>
          </w:tcPr>
          <w:p w:rsidR="008D1CCD" w:rsidRPr="00BD67BE" w:rsidRDefault="008D1CCD" w:rsidP="00733AF8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BD67BE">
              <w:rPr>
                <w:rFonts w:ascii="Angsana New" w:hAnsi="Angsana New"/>
                <w:sz w:val="29"/>
                <w:szCs w:val="29"/>
                <w:lang w:eastAsia="en-US"/>
              </w:rPr>
              <w:t>119,732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8D1CCD" w:rsidRPr="00BD67BE" w:rsidRDefault="008D1CCD" w:rsidP="004D490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42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D1CCD" w:rsidRPr="00BD67BE" w:rsidRDefault="008D1CCD" w:rsidP="000234F9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>
              <w:rPr>
                <w:rFonts w:ascii="Angsana New" w:hAnsi="Angsana New" w:hint="cs"/>
                <w:sz w:val="29"/>
                <w:szCs w:val="29"/>
                <w:cs/>
                <w:lang w:eastAsia="en-US"/>
              </w:rPr>
              <w:t>131,122</w:t>
            </w:r>
          </w:p>
        </w:tc>
        <w:tc>
          <w:tcPr>
            <w:tcW w:w="270" w:type="dxa"/>
            <w:vAlign w:val="bottom"/>
          </w:tcPr>
          <w:p w:rsidR="008D1CCD" w:rsidRPr="00BD67BE" w:rsidRDefault="008D1CCD" w:rsidP="004D490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350" w:type="dxa"/>
            <w:vAlign w:val="bottom"/>
          </w:tcPr>
          <w:p w:rsidR="008D1CCD" w:rsidRPr="00BD67BE" w:rsidRDefault="008D1CCD" w:rsidP="005F02AD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BD67BE">
              <w:rPr>
                <w:rFonts w:ascii="Angsana New" w:hAnsi="Angsana New"/>
                <w:sz w:val="29"/>
                <w:szCs w:val="29"/>
                <w:lang w:eastAsia="en-US"/>
              </w:rPr>
              <w:t>119,732</w:t>
            </w:r>
          </w:p>
        </w:tc>
      </w:tr>
      <w:tr w:rsidR="008D1CCD" w:rsidRPr="00BD67BE" w:rsidTr="00451FF1">
        <w:trPr>
          <w:trHeight w:val="20"/>
        </w:trPr>
        <w:tc>
          <w:tcPr>
            <w:tcW w:w="3292" w:type="dxa"/>
            <w:shd w:val="clear" w:color="auto" w:fill="auto"/>
            <w:vAlign w:val="bottom"/>
          </w:tcPr>
          <w:p w:rsidR="008D1CCD" w:rsidRPr="00BD67BE" w:rsidRDefault="008D1CCD" w:rsidP="00BD67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BD67BE">
              <w:rPr>
                <w:rFonts w:ascii="Angsana New" w:hAnsi="Angsana New"/>
                <w:sz w:val="29"/>
                <w:szCs w:val="29"/>
                <w:cs/>
              </w:rPr>
              <w:t xml:space="preserve">ค้างชำระ </w:t>
            </w:r>
            <w:r w:rsidRPr="00BD67BE">
              <w:rPr>
                <w:rFonts w:ascii="Angsana New" w:hAnsi="Angsana New"/>
                <w:sz w:val="29"/>
                <w:szCs w:val="29"/>
              </w:rPr>
              <w:t>: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8D1CCD" w:rsidRPr="00BD67BE" w:rsidRDefault="008D1CCD" w:rsidP="001B52D0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283" w:type="dxa"/>
          </w:tcPr>
          <w:p w:rsidR="008D1CCD" w:rsidRPr="00BD67BE" w:rsidRDefault="008D1CCD" w:rsidP="004D490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337" w:type="dxa"/>
            <w:vAlign w:val="bottom"/>
          </w:tcPr>
          <w:p w:rsidR="008D1CCD" w:rsidRPr="00BD67BE" w:rsidRDefault="008D1CCD" w:rsidP="00F27C3A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8D1CCD" w:rsidRPr="00BD67BE" w:rsidRDefault="008D1CCD" w:rsidP="004D490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427" w:type="dxa"/>
            <w:shd w:val="clear" w:color="auto" w:fill="auto"/>
            <w:vAlign w:val="bottom"/>
          </w:tcPr>
          <w:p w:rsidR="008D1CCD" w:rsidRPr="00BD67BE" w:rsidRDefault="008D1CCD" w:rsidP="00950A3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270" w:type="dxa"/>
            <w:vAlign w:val="bottom"/>
          </w:tcPr>
          <w:p w:rsidR="008D1CCD" w:rsidRPr="00BD67BE" w:rsidRDefault="008D1CCD" w:rsidP="004D490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350" w:type="dxa"/>
            <w:vAlign w:val="bottom"/>
          </w:tcPr>
          <w:p w:rsidR="008D1CCD" w:rsidRPr="00BD67BE" w:rsidRDefault="008D1CCD" w:rsidP="005F02AD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</w:tr>
      <w:tr w:rsidR="008D1CCD" w:rsidRPr="00BD67BE" w:rsidTr="00451FF1">
        <w:trPr>
          <w:trHeight w:val="20"/>
        </w:trPr>
        <w:tc>
          <w:tcPr>
            <w:tcW w:w="3292" w:type="dxa"/>
            <w:shd w:val="clear" w:color="auto" w:fill="auto"/>
            <w:vAlign w:val="bottom"/>
          </w:tcPr>
          <w:p w:rsidR="008D1CCD" w:rsidRPr="00BD67BE" w:rsidRDefault="008D1CCD" w:rsidP="00BD67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color w:val="000000"/>
                <w:sz w:val="29"/>
                <w:szCs w:val="29"/>
                <w:cs/>
              </w:rPr>
            </w:pPr>
            <w:r w:rsidRPr="00BD67BE">
              <w:rPr>
                <w:rFonts w:ascii="Angsana New" w:hAnsi="Angsana New"/>
                <w:sz w:val="29"/>
                <w:szCs w:val="29"/>
                <w:cs/>
              </w:rPr>
              <w:t xml:space="preserve">ไม่เกิน </w:t>
            </w:r>
            <w:r w:rsidRPr="00BD67BE">
              <w:rPr>
                <w:rFonts w:ascii="Angsana New" w:hAnsi="Angsana New"/>
                <w:sz w:val="29"/>
                <w:szCs w:val="29"/>
              </w:rPr>
              <w:t>3</w:t>
            </w:r>
            <w:r w:rsidRPr="00BD67BE">
              <w:rPr>
                <w:rFonts w:ascii="Angsana New" w:hAnsi="Angsana New"/>
                <w:sz w:val="29"/>
                <w:szCs w:val="29"/>
                <w:cs/>
              </w:rPr>
              <w:t xml:space="preserve"> เดือน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8D1CCD" w:rsidRPr="00BD67BE" w:rsidRDefault="008D1CCD" w:rsidP="001B52D0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cs/>
                <w:lang w:eastAsia="en-US"/>
              </w:rPr>
            </w:pPr>
            <w:r>
              <w:rPr>
                <w:rFonts w:ascii="Angsana New" w:hAnsi="Angsana New" w:hint="cs"/>
                <w:sz w:val="29"/>
                <w:szCs w:val="29"/>
                <w:cs/>
                <w:lang w:eastAsia="en-US"/>
              </w:rPr>
              <w:t>49,076</w:t>
            </w:r>
          </w:p>
        </w:tc>
        <w:tc>
          <w:tcPr>
            <w:tcW w:w="283" w:type="dxa"/>
          </w:tcPr>
          <w:p w:rsidR="008D1CCD" w:rsidRPr="00BD67BE" w:rsidRDefault="008D1CCD" w:rsidP="004D490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337" w:type="dxa"/>
            <w:vAlign w:val="bottom"/>
          </w:tcPr>
          <w:p w:rsidR="008D1CCD" w:rsidRPr="00BD67BE" w:rsidRDefault="008D1CCD" w:rsidP="00733AF8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cs/>
                <w:lang w:eastAsia="en-US"/>
              </w:rPr>
            </w:pPr>
            <w:r w:rsidRPr="00BD67BE">
              <w:rPr>
                <w:rFonts w:ascii="Angsana New" w:hAnsi="Angsana New"/>
                <w:sz w:val="29"/>
                <w:szCs w:val="29"/>
                <w:lang w:eastAsia="en-US"/>
              </w:rPr>
              <w:t>53,432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8D1CCD" w:rsidRPr="00BD67BE" w:rsidRDefault="008D1CCD" w:rsidP="004D490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427" w:type="dxa"/>
            <w:shd w:val="clear" w:color="auto" w:fill="auto"/>
            <w:vAlign w:val="bottom"/>
          </w:tcPr>
          <w:p w:rsidR="008D1CCD" w:rsidRPr="00BD67BE" w:rsidRDefault="008D1CCD" w:rsidP="00950A3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cs/>
                <w:lang w:eastAsia="en-US"/>
              </w:rPr>
            </w:pPr>
            <w:r>
              <w:rPr>
                <w:rFonts w:ascii="Angsana New" w:hAnsi="Angsana New" w:hint="cs"/>
                <w:sz w:val="29"/>
                <w:szCs w:val="29"/>
                <w:cs/>
                <w:lang w:eastAsia="en-US"/>
              </w:rPr>
              <w:t>49,076</w:t>
            </w:r>
          </w:p>
        </w:tc>
        <w:tc>
          <w:tcPr>
            <w:tcW w:w="270" w:type="dxa"/>
            <w:vAlign w:val="bottom"/>
          </w:tcPr>
          <w:p w:rsidR="008D1CCD" w:rsidRPr="00BD67BE" w:rsidRDefault="008D1CCD" w:rsidP="004D490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350" w:type="dxa"/>
            <w:vAlign w:val="bottom"/>
          </w:tcPr>
          <w:p w:rsidR="008D1CCD" w:rsidRPr="00BD67BE" w:rsidRDefault="008D1CCD" w:rsidP="005F02AD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cs/>
                <w:lang w:eastAsia="en-US"/>
              </w:rPr>
            </w:pPr>
            <w:r w:rsidRPr="00BD67BE">
              <w:rPr>
                <w:rFonts w:ascii="Angsana New" w:hAnsi="Angsana New"/>
                <w:sz w:val="29"/>
                <w:szCs w:val="29"/>
                <w:lang w:eastAsia="en-US"/>
              </w:rPr>
              <w:t>53,432</w:t>
            </w:r>
          </w:p>
        </w:tc>
      </w:tr>
      <w:tr w:rsidR="008D1CCD" w:rsidRPr="00BD67BE" w:rsidTr="00451FF1">
        <w:trPr>
          <w:trHeight w:val="20"/>
        </w:trPr>
        <w:tc>
          <w:tcPr>
            <w:tcW w:w="3292" w:type="dxa"/>
            <w:shd w:val="clear" w:color="auto" w:fill="auto"/>
            <w:vAlign w:val="bottom"/>
          </w:tcPr>
          <w:p w:rsidR="008D1CCD" w:rsidRPr="00BD67BE" w:rsidRDefault="008D1CCD" w:rsidP="00BD67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BD67BE">
              <w:rPr>
                <w:rFonts w:ascii="Angsana New" w:hAnsi="Angsana New"/>
                <w:sz w:val="29"/>
                <w:szCs w:val="29"/>
                <w:cs/>
              </w:rPr>
              <w:t xml:space="preserve">ระหว่าง </w:t>
            </w:r>
            <w:r w:rsidRPr="00BD67BE">
              <w:rPr>
                <w:rFonts w:ascii="Angsana New" w:hAnsi="Angsana New"/>
                <w:sz w:val="29"/>
                <w:szCs w:val="29"/>
              </w:rPr>
              <w:t>3</w:t>
            </w:r>
            <w:r w:rsidRPr="00BD67BE">
              <w:rPr>
                <w:rFonts w:ascii="Angsana New" w:hAnsi="Angsana New"/>
                <w:sz w:val="29"/>
                <w:szCs w:val="29"/>
                <w:cs/>
              </w:rPr>
              <w:t xml:space="preserve"> เดือนถึง </w:t>
            </w:r>
            <w:r w:rsidRPr="00BD67BE">
              <w:rPr>
                <w:rFonts w:ascii="Angsana New" w:hAnsi="Angsana New"/>
                <w:sz w:val="29"/>
                <w:szCs w:val="29"/>
              </w:rPr>
              <w:t>6</w:t>
            </w:r>
            <w:r w:rsidRPr="00BD67BE">
              <w:rPr>
                <w:rFonts w:ascii="Angsana New" w:hAnsi="Angsana New"/>
                <w:sz w:val="29"/>
                <w:szCs w:val="29"/>
                <w:cs/>
              </w:rPr>
              <w:t xml:space="preserve"> เดือน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8D1CCD" w:rsidRPr="00BD67BE" w:rsidRDefault="008D1CCD" w:rsidP="001B52D0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cs/>
                <w:lang w:eastAsia="en-US"/>
              </w:rPr>
            </w:pPr>
            <w:r>
              <w:rPr>
                <w:rFonts w:ascii="Angsana New" w:hAnsi="Angsana New" w:hint="cs"/>
                <w:sz w:val="29"/>
                <w:szCs w:val="29"/>
                <w:cs/>
                <w:lang w:eastAsia="en-US"/>
              </w:rPr>
              <w:t>16,690</w:t>
            </w:r>
          </w:p>
        </w:tc>
        <w:tc>
          <w:tcPr>
            <w:tcW w:w="283" w:type="dxa"/>
          </w:tcPr>
          <w:p w:rsidR="008D1CCD" w:rsidRPr="00BD67BE" w:rsidRDefault="008D1CCD" w:rsidP="004D490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337" w:type="dxa"/>
            <w:vAlign w:val="bottom"/>
          </w:tcPr>
          <w:p w:rsidR="008D1CCD" w:rsidRPr="00BD67BE" w:rsidRDefault="008D1CCD" w:rsidP="00733AF8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cs/>
                <w:lang w:eastAsia="en-US"/>
              </w:rPr>
            </w:pPr>
            <w:r w:rsidRPr="00BD67BE">
              <w:rPr>
                <w:rFonts w:ascii="Angsana New" w:hAnsi="Angsana New"/>
                <w:sz w:val="29"/>
                <w:szCs w:val="29"/>
                <w:lang w:eastAsia="en-US"/>
              </w:rPr>
              <w:t>14,776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8D1CCD" w:rsidRPr="00BD67BE" w:rsidRDefault="008D1CCD" w:rsidP="004D490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427" w:type="dxa"/>
            <w:shd w:val="clear" w:color="auto" w:fill="auto"/>
            <w:vAlign w:val="bottom"/>
          </w:tcPr>
          <w:p w:rsidR="008D1CCD" w:rsidRPr="00BD67BE" w:rsidRDefault="008D1CCD" w:rsidP="00950A3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cs/>
                <w:lang w:eastAsia="en-US"/>
              </w:rPr>
            </w:pPr>
            <w:r>
              <w:rPr>
                <w:rFonts w:ascii="Angsana New" w:hAnsi="Angsana New" w:hint="cs"/>
                <w:sz w:val="29"/>
                <w:szCs w:val="29"/>
                <w:cs/>
                <w:lang w:eastAsia="en-US"/>
              </w:rPr>
              <w:t>16,690</w:t>
            </w:r>
          </w:p>
        </w:tc>
        <w:tc>
          <w:tcPr>
            <w:tcW w:w="270" w:type="dxa"/>
            <w:vAlign w:val="bottom"/>
          </w:tcPr>
          <w:p w:rsidR="008D1CCD" w:rsidRPr="00BD67BE" w:rsidRDefault="008D1CCD" w:rsidP="004D490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350" w:type="dxa"/>
            <w:vAlign w:val="bottom"/>
          </w:tcPr>
          <w:p w:rsidR="008D1CCD" w:rsidRPr="00BD67BE" w:rsidRDefault="008D1CCD" w:rsidP="005F02AD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cs/>
                <w:lang w:eastAsia="en-US"/>
              </w:rPr>
            </w:pPr>
            <w:r w:rsidRPr="00BD67BE">
              <w:rPr>
                <w:rFonts w:ascii="Angsana New" w:hAnsi="Angsana New"/>
                <w:sz w:val="29"/>
                <w:szCs w:val="29"/>
                <w:lang w:eastAsia="en-US"/>
              </w:rPr>
              <w:t>14,776</w:t>
            </w:r>
          </w:p>
        </w:tc>
      </w:tr>
      <w:tr w:rsidR="008D1CCD" w:rsidRPr="00BD67BE" w:rsidTr="00451FF1">
        <w:trPr>
          <w:trHeight w:val="20"/>
        </w:trPr>
        <w:tc>
          <w:tcPr>
            <w:tcW w:w="3292" w:type="dxa"/>
            <w:shd w:val="clear" w:color="auto" w:fill="auto"/>
            <w:vAlign w:val="bottom"/>
          </w:tcPr>
          <w:p w:rsidR="008D1CCD" w:rsidRPr="00BD67BE" w:rsidRDefault="008D1CCD" w:rsidP="00BD67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BD67BE">
              <w:rPr>
                <w:rFonts w:ascii="Angsana New" w:hAnsi="Angsana New"/>
                <w:sz w:val="29"/>
                <w:szCs w:val="29"/>
                <w:cs/>
              </w:rPr>
              <w:t xml:space="preserve">ระหว่าง </w:t>
            </w:r>
            <w:r w:rsidRPr="00BD67BE">
              <w:rPr>
                <w:rFonts w:ascii="Angsana New" w:hAnsi="Angsana New"/>
                <w:sz w:val="29"/>
                <w:szCs w:val="29"/>
              </w:rPr>
              <w:t>6</w:t>
            </w:r>
            <w:r w:rsidRPr="00BD67BE">
              <w:rPr>
                <w:rFonts w:ascii="Angsana New" w:hAnsi="Angsana New"/>
                <w:sz w:val="29"/>
                <w:szCs w:val="29"/>
                <w:cs/>
              </w:rPr>
              <w:t xml:space="preserve"> เดือนถึง </w:t>
            </w:r>
            <w:r w:rsidRPr="00BD67BE">
              <w:rPr>
                <w:rFonts w:ascii="Angsana New" w:hAnsi="Angsana New"/>
                <w:sz w:val="29"/>
                <w:szCs w:val="29"/>
              </w:rPr>
              <w:t>12</w:t>
            </w:r>
            <w:r w:rsidRPr="00BD67BE">
              <w:rPr>
                <w:rFonts w:ascii="Angsana New" w:hAnsi="Angsana New"/>
                <w:sz w:val="29"/>
                <w:szCs w:val="29"/>
                <w:cs/>
              </w:rPr>
              <w:t xml:space="preserve"> เดือน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8D1CCD" w:rsidRPr="00BD67BE" w:rsidRDefault="008D1CCD" w:rsidP="001B52D0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>
              <w:rPr>
                <w:rFonts w:ascii="Angsana New" w:hAnsi="Angsana New" w:hint="cs"/>
                <w:sz w:val="29"/>
                <w:szCs w:val="29"/>
                <w:cs/>
                <w:lang w:eastAsia="en-US"/>
              </w:rPr>
              <w:t>3,686</w:t>
            </w:r>
          </w:p>
        </w:tc>
        <w:tc>
          <w:tcPr>
            <w:tcW w:w="283" w:type="dxa"/>
          </w:tcPr>
          <w:p w:rsidR="008D1CCD" w:rsidRPr="00BD67BE" w:rsidRDefault="008D1CCD" w:rsidP="004D490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337" w:type="dxa"/>
            <w:vAlign w:val="bottom"/>
          </w:tcPr>
          <w:p w:rsidR="008D1CCD" w:rsidRPr="00BD67BE" w:rsidRDefault="008D1CCD" w:rsidP="00F27C3A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BD67BE">
              <w:rPr>
                <w:rFonts w:ascii="Angsana New" w:hAnsi="Angsana New"/>
                <w:sz w:val="29"/>
                <w:szCs w:val="29"/>
                <w:lang w:eastAsia="en-US"/>
              </w:rPr>
              <w:t>7,348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8D1CCD" w:rsidRPr="00BD67BE" w:rsidRDefault="008D1CCD" w:rsidP="004D490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427" w:type="dxa"/>
            <w:shd w:val="clear" w:color="auto" w:fill="auto"/>
            <w:vAlign w:val="bottom"/>
          </w:tcPr>
          <w:p w:rsidR="008D1CCD" w:rsidRPr="00BD67BE" w:rsidRDefault="008D1CCD" w:rsidP="00950A3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>
              <w:rPr>
                <w:rFonts w:ascii="Angsana New" w:hAnsi="Angsana New" w:hint="cs"/>
                <w:sz w:val="29"/>
                <w:szCs w:val="29"/>
                <w:cs/>
                <w:lang w:eastAsia="en-US"/>
              </w:rPr>
              <w:t>3,686</w:t>
            </w:r>
          </w:p>
        </w:tc>
        <w:tc>
          <w:tcPr>
            <w:tcW w:w="270" w:type="dxa"/>
            <w:vAlign w:val="bottom"/>
          </w:tcPr>
          <w:p w:rsidR="008D1CCD" w:rsidRPr="00BD67BE" w:rsidRDefault="008D1CCD" w:rsidP="004D490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350" w:type="dxa"/>
            <w:vAlign w:val="bottom"/>
          </w:tcPr>
          <w:p w:rsidR="008D1CCD" w:rsidRPr="00BD67BE" w:rsidRDefault="008D1CCD" w:rsidP="005F02AD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BD67BE">
              <w:rPr>
                <w:rFonts w:ascii="Angsana New" w:hAnsi="Angsana New"/>
                <w:sz w:val="29"/>
                <w:szCs w:val="29"/>
                <w:lang w:eastAsia="en-US"/>
              </w:rPr>
              <w:t>7,348</w:t>
            </w:r>
          </w:p>
        </w:tc>
      </w:tr>
      <w:tr w:rsidR="008D1CCD" w:rsidRPr="00BD67BE" w:rsidTr="00451FF1">
        <w:trPr>
          <w:trHeight w:val="20"/>
        </w:trPr>
        <w:tc>
          <w:tcPr>
            <w:tcW w:w="3292" w:type="dxa"/>
            <w:shd w:val="clear" w:color="auto" w:fill="auto"/>
            <w:vAlign w:val="bottom"/>
          </w:tcPr>
          <w:p w:rsidR="008D1CCD" w:rsidRPr="00BD67BE" w:rsidRDefault="008D1CCD" w:rsidP="00BD67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BD67BE">
              <w:rPr>
                <w:rFonts w:ascii="Angsana New" w:hAnsi="Angsana New"/>
                <w:color w:val="000000"/>
                <w:sz w:val="29"/>
                <w:szCs w:val="29"/>
                <w:cs/>
              </w:rPr>
              <w:t xml:space="preserve">เกินกว่า </w:t>
            </w:r>
            <w:r w:rsidRPr="00BD67BE">
              <w:rPr>
                <w:rFonts w:ascii="Angsana New" w:hAnsi="Angsana New"/>
                <w:color w:val="000000"/>
                <w:sz w:val="29"/>
                <w:szCs w:val="29"/>
              </w:rPr>
              <w:t xml:space="preserve">12  </w:t>
            </w:r>
            <w:r w:rsidRPr="00BD67BE">
              <w:rPr>
                <w:rFonts w:ascii="Angsana New" w:hAnsi="Angsana New"/>
                <w:color w:val="000000"/>
                <w:sz w:val="29"/>
                <w:szCs w:val="29"/>
                <w:cs/>
              </w:rPr>
              <w:t>เดือน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D1CCD" w:rsidRPr="00BD67BE" w:rsidRDefault="008D1CCD" w:rsidP="001B52D0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>
              <w:rPr>
                <w:rFonts w:ascii="Angsana New" w:hAnsi="Angsana New" w:hint="cs"/>
                <w:sz w:val="29"/>
                <w:szCs w:val="29"/>
                <w:cs/>
                <w:lang w:eastAsia="en-US"/>
              </w:rPr>
              <w:t>244</w:t>
            </w:r>
          </w:p>
        </w:tc>
        <w:tc>
          <w:tcPr>
            <w:tcW w:w="283" w:type="dxa"/>
          </w:tcPr>
          <w:p w:rsidR="008D1CCD" w:rsidRPr="00BD67BE" w:rsidRDefault="008D1CCD" w:rsidP="004D490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bottom"/>
          </w:tcPr>
          <w:p w:rsidR="008D1CCD" w:rsidRPr="00BD67BE" w:rsidRDefault="008D1CCD" w:rsidP="00F27C3A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BD67BE">
              <w:rPr>
                <w:rFonts w:ascii="Angsana New" w:hAnsi="Angsana New"/>
                <w:sz w:val="29"/>
                <w:szCs w:val="29"/>
                <w:lang w:eastAsia="en-US"/>
              </w:rPr>
              <w:t>714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8D1CCD" w:rsidRPr="00BD67BE" w:rsidRDefault="008D1CCD" w:rsidP="004D490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42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D1CCD" w:rsidRPr="00BD67BE" w:rsidRDefault="008D1CCD" w:rsidP="00950A3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>
              <w:rPr>
                <w:rFonts w:ascii="Angsana New" w:hAnsi="Angsana New" w:hint="cs"/>
                <w:sz w:val="29"/>
                <w:szCs w:val="29"/>
                <w:cs/>
                <w:lang w:eastAsia="en-US"/>
              </w:rPr>
              <w:t>244</w:t>
            </w:r>
          </w:p>
        </w:tc>
        <w:tc>
          <w:tcPr>
            <w:tcW w:w="270" w:type="dxa"/>
            <w:vAlign w:val="bottom"/>
          </w:tcPr>
          <w:p w:rsidR="008D1CCD" w:rsidRPr="00BD67BE" w:rsidRDefault="008D1CCD" w:rsidP="004D490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:rsidR="008D1CCD" w:rsidRPr="00BD67BE" w:rsidRDefault="008D1CCD" w:rsidP="005F02AD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BD67BE">
              <w:rPr>
                <w:rFonts w:ascii="Angsana New" w:hAnsi="Angsana New"/>
                <w:sz w:val="29"/>
                <w:szCs w:val="29"/>
                <w:lang w:eastAsia="en-US"/>
              </w:rPr>
              <w:t>714</w:t>
            </w:r>
          </w:p>
        </w:tc>
      </w:tr>
      <w:tr w:rsidR="008D1CCD" w:rsidRPr="00BD67BE" w:rsidTr="00451FF1">
        <w:trPr>
          <w:trHeight w:val="20"/>
        </w:trPr>
        <w:tc>
          <w:tcPr>
            <w:tcW w:w="3292" w:type="dxa"/>
            <w:shd w:val="clear" w:color="auto" w:fill="auto"/>
            <w:vAlign w:val="bottom"/>
          </w:tcPr>
          <w:p w:rsidR="008D1CCD" w:rsidRPr="00BD67BE" w:rsidRDefault="008D1CCD" w:rsidP="00BD67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color w:val="000000"/>
                <w:sz w:val="29"/>
                <w:szCs w:val="29"/>
                <w:cs/>
              </w:rPr>
            </w:pPr>
            <w:r w:rsidRPr="00BD67BE">
              <w:rPr>
                <w:rFonts w:ascii="Angsana New" w:hAnsi="Angsana New"/>
                <w:color w:val="000000"/>
                <w:sz w:val="29"/>
                <w:szCs w:val="29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E7D40" w:rsidRPr="00BD67BE" w:rsidRDefault="008D1CCD" w:rsidP="008E7D40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>
              <w:rPr>
                <w:rFonts w:ascii="Angsana New" w:hAnsi="Angsana New" w:hint="cs"/>
                <w:sz w:val="29"/>
                <w:szCs w:val="29"/>
                <w:cs/>
                <w:lang w:eastAsia="en-US"/>
              </w:rPr>
              <w:t>200,</w:t>
            </w:r>
            <w:r w:rsidR="008E7D40">
              <w:rPr>
                <w:rFonts w:ascii="Angsana New" w:hAnsi="Angsana New" w:hint="cs"/>
                <w:sz w:val="29"/>
                <w:szCs w:val="29"/>
                <w:cs/>
                <w:lang w:eastAsia="en-US"/>
              </w:rPr>
              <w:t>817</w:t>
            </w:r>
          </w:p>
        </w:tc>
        <w:tc>
          <w:tcPr>
            <w:tcW w:w="283" w:type="dxa"/>
          </w:tcPr>
          <w:p w:rsidR="008D1CCD" w:rsidRPr="00BD67BE" w:rsidRDefault="008D1CCD" w:rsidP="004D490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bottom"/>
          </w:tcPr>
          <w:p w:rsidR="008D1CCD" w:rsidRPr="00BD67BE" w:rsidRDefault="008D1CCD" w:rsidP="00733AF8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BD67BE">
              <w:rPr>
                <w:rFonts w:ascii="Angsana New" w:hAnsi="Angsana New"/>
                <w:sz w:val="29"/>
                <w:szCs w:val="29"/>
                <w:lang w:eastAsia="en-US"/>
              </w:rPr>
              <w:t>196,002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8D1CCD" w:rsidRPr="00BD67BE" w:rsidRDefault="008D1CCD" w:rsidP="004D490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42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D1CCD" w:rsidRPr="00BD67BE" w:rsidRDefault="008D1CCD" w:rsidP="00950A3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>
              <w:rPr>
                <w:rFonts w:ascii="Angsana New" w:hAnsi="Angsana New" w:hint="cs"/>
                <w:sz w:val="29"/>
                <w:szCs w:val="29"/>
                <w:cs/>
                <w:lang w:eastAsia="en-US"/>
              </w:rPr>
              <w:t>200,</w:t>
            </w:r>
            <w:r w:rsidR="008E7D40">
              <w:rPr>
                <w:rFonts w:ascii="Angsana New" w:hAnsi="Angsana New" w:hint="cs"/>
                <w:sz w:val="29"/>
                <w:szCs w:val="29"/>
                <w:cs/>
                <w:lang w:eastAsia="en-US"/>
              </w:rPr>
              <w:t>818</w:t>
            </w:r>
          </w:p>
        </w:tc>
        <w:tc>
          <w:tcPr>
            <w:tcW w:w="270" w:type="dxa"/>
            <w:vAlign w:val="bottom"/>
          </w:tcPr>
          <w:p w:rsidR="008D1CCD" w:rsidRPr="00BD67BE" w:rsidRDefault="008D1CCD" w:rsidP="004D490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:rsidR="008D1CCD" w:rsidRPr="00BD67BE" w:rsidRDefault="008D1CCD" w:rsidP="005F02AD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BD67BE">
              <w:rPr>
                <w:rFonts w:ascii="Angsana New" w:hAnsi="Angsana New"/>
                <w:sz w:val="29"/>
                <w:szCs w:val="29"/>
                <w:lang w:eastAsia="en-US"/>
              </w:rPr>
              <w:t>196,002</w:t>
            </w:r>
          </w:p>
        </w:tc>
      </w:tr>
      <w:tr w:rsidR="008D1CCD" w:rsidRPr="00BD67BE" w:rsidTr="00451FF1">
        <w:trPr>
          <w:trHeight w:val="20"/>
        </w:trPr>
        <w:tc>
          <w:tcPr>
            <w:tcW w:w="3292" w:type="dxa"/>
            <w:shd w:val="clear" w:color="auto" w:fill="auto"/>
          </w:tcPr>
          <w:p w:rsidR="008D1CCD" w:rsidRPr="00BD67BE" w:rsidRDefault="008D1CCD" w:rsidP="00BD67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 w:right="-289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BD67BE">
              <w:rPr>
                <w:rFonts w:ascii="Angsana New" w:hAnsi="Angsana New"/>
                <w:color w:val="000000"/>
                <w:sz w:val="29"/>
                <w:szCs w:val="29"/>
                <w:u w:val="single"/>
                <w:cs/>
              </w:rPr>
              <w:t>หัก</w:t>
            </w:r>
            <w:r w:rsidRPr="00BD67BE">
              <w:rPr>
                <w:rFonts w:ascii="Angsana New" w:hAnsi="Angsana New"/>
                <w:color w:val="000000"/>
                <w:sz w:val="29"/>
                <w:szCs w:val="29"/>
                <w:cs/>
              </w:rPr>
              <w:t xml:space="preserve"> ค่าเผื่อการด้อยค่าจากผลขาดทุน</w:t>
            </w:r>
          </w:p>
          <w:p w:rsidR="008D1CCD" w:rsidRPr="00BD67BE" w:rsidRDefault="008D1CCD" w:rsidP="00BD67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 w:right="-289"/>
              <w:rPr>
                <w:rFonts w:ascii="Angsana New" w:hAnsi="Angsana New"/>
                <w:color w:val="000000"/>
                <w:sz w:val="29"/>
                <w:szCs w:val="29"/>
                <w:cs/>
              </w:rPr>
            </w:pPr>
            <w:r w:rsidRPr="00BD67BE">
              <w:rPr>
                <w:rFonts w:ascii="Angsana New" w:hAnsi="Angsana New"/>
                <w:color w:val="000000"/>
                <w:sz w:val="29"/>
                <w:szCs w:val="29"/>
                <w:cs/>
              </w:rPr>
              <w:t>ด้านเครดิตที่คาดว่าจะเกิดขึ้น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D1CCD" w:rsidRPr="00BD67BE" w:rsidRDefault="008D1CCD" w:rsidP="001B52D0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left="-108" w:right="175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BD67BE">
              <w:rPr>
                <w:rFonts w:ascii="Angsana New" w:hAnsi="Angsana New"/>
                <w:sz w:val="29"/>
                <w:szCs w:val="29"/>
                <w:cs/>
              </w:rPr>
              <w:t xml:space="preserve"> (    </w:t>
            </w:r>
            <w:r>
              <w:rPr>
                <w:rFonts w:ascii="Angsana New" w:hAnsi="Angsana New" w:hint="cs"/>
                <w:sz w:val="29"/>
                <w:szCs w:val="29"/>
                <w:cs/>
              </w:rPr>
              <w:t xml:space="preserve">  </w:t>
            </w:r>
            <w:r>
              <w:rPr>
                <w:rFonts w:ascii="Angsana New" w:hAnsi="Angsana New"/>
                <w:sz w:val="29"/>
                <w:szCs w:val="29"/>
              </w:rPr>
              <w:t xml:space="preserve">  </w:t>
            </w:r>
            <w:r>
              <w:rPr>
                <w:rFonts w:ascii="Angsana New" w:hAnsi="Angsana New" w:hint="cs"/>
                <w:sz w:val="29"/>
                <w:szCs w:val="29"/>
                <w:cs/>
              </w:rPr>
              <w:t>358</w:t>
            </w:r>
            <w:r w:rsidRPr="00BD67BE">
              <w:rPr>
                <w:rFonts w:ascii="Angsana New" w:hAnsi="Angsana New"/>
                <w:sz w:val="29"/>
                <w:szCs w:val="29"/>
                <w:cs/>
              </w:rPr>
              <w:t>)</w:t>
            </w:r>
          </w:p>
        </w:tc>
        <w:tc>
          <w:tcPr>
            <w:tcW w:w="283" w:type="dxa"/>
          </w:tcPr>
          <w:p w:rsidR="008D1CCD" w:rsidRPr="00BD67BE" w:rsidRDefault="008D1CCD" w:rsidP="004D490E">
            <w:pPr>
              <w:pStyle w:val="Preformatted"/>
              <w:tabs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29"/>
                <w:szCs w:val="29"/>
                <w:cs/>
                <w:lang w:eastAsia="en-GB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bottom"/>
          </w:tcPr>
          <w:p w:rsidR="008D1CCD" w:rsidRPr="00BD67BE" w:rsidRDefault="008D1CCD" w:rsidP="008D0284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left="-108" w:right="175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BD67BE">
              <w:rPr>
                <w:rFonts w:ascii="Angsana New" w:hAnsi="Angsana New"/>
                <w:sz w:val="29"/>
                <w:szCs w:val="29"/>
                <w:cs/>
              </w:rPr>
              <w:t xml:space="preserve"> (    </w:t>
            </w:r>
            <w:r>
              <w:rPr>
                <w:rFonts w:ascii="Angsana New" w:hAnsi="Angsana New"/>
                <w:sz w:val="29"/>
                <w:szCs w:val="29"/>
              </w:rPr>
              <w:t xml:space="preserve">  1,045</w:t>
            </w:r>
            <w:r w:rsidRPr="00BD67BE">
              <w:rPr>
                <w:rFonts w:ascii="Angsana New" w:hAnsi="Angsana New"/>
                <w:sz w:val="29"/>
                <w:szCs w:val="29"/>
                <w:cs/>
              </w:rPr>
              <w:t>)</w:t>
            </w:r>
          </w:p>
        </w:tc>
        <w:tc>
          <w:tcPr>
            <w:tcW w:w="283" w:type="dxa"/>
            <w:shd w:val="clear" w:color="auto" w:fill="auto"/>
          </w:tcPr>
          <w:p w:rsidR="008D1CCD" w:rsidRPr="00BD67BE" w:rsidRDefault="008D1CCD" w:rsidP="004D490E">
            <w:pPr>
              <w:pStyle w:val="Preformatted"/>
              <w:tabs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29"/>
                <w:szCs w:val="29"/>
                <w:cs/>
                <w:lang w:eastAsia="en-GB"/>
              </w:rPr>
            </w:pPr>
          </w:p>
        </w:tc>
        <w:tc>
          <w:tcPr>
            <w:tcW w:w="142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D1CCD" w:rsidRPr="00BD67BE" w:rsidRDefault="008D1CCD" w:rsidP="001B52D0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left="-108" w:right="175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BD67BE">
              <w:rPr>
                <w:rFonts w:ascii="Angsana New" w:hAnsi="Angsana New"/>
                <w:sz w:val="29"/>
                <w:szCs w:val="29"/>
                <w:cs/>
              </w:rPr>
              <w:t xml:space="preserve"> (    </w:t>
            </w:r>
            <w:r>
              <w:rPr>
                <w:rFonts w:ascii="Angsana New" w:hAnsi="Angsana New" w:hint="cs"/>
                <w:sz w:val="29"/>
                <w:szCs w:val="29"/>
                <w:cs/>
              </w:rPr>
              <w:t xml:space="preserve">  </w:t>
            </w:r>
            <w:r>
              <w:rPr>
                <w:rFonts w:ascii="Angsana New" w:hAnsi="Angsana New"/>
                <w:sz w:val="29"/>
                <w:szCs w:val="29"/>
              </w:rPr>
              <w:t xml:space="preserve">  </w:t>
            </w:r>
            <w:r>
              <w:rPr>
                <w:rFonts w:ascii="Angsana New" w:hAnsi="Angsana New" w:hint="cs"/>
                <w:sz w:val="29"/>
                <w:szCs w:val="29"/>
                <w:cs/>
              </w:rPr>
              <w:t>358</w:t>
            </w:r>
            <w:r w:rsidRPr="00BD67BE">
              <w:rPr>
                <w:rFonts w:ascii="Angsana New" w:hAnsi="Angsana New"/>
                <w:sz w:val="29"/>
                <w:szCs w:val="29"/>
                <w:cs/>
              </w:rPr>
              <w:t>)</w:t>
            </w:r>
          </w:p>
        </w:tc>
        <w:tc>
          <w:tcPr>
            <w:tcW w:w="270" w:type="dxa"/>
          </w:tcPr>
          <w:p w:rsidR="008D1CCD" w:rsidRPr="00BD67BE" w:rsidRDefault="008D1CCD" w:rsidP="004D490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29"/>
                <w:szCs w:val="29"/>
                <w:lang w:eastAsia="en-GB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:rsidR="008D1CCD" w:rsidRPr="00BD67BE" w:rsidRDefault="008D1CCD" w:rsidP="005A37D7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left="-108" w:right="175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BD67BE">
              <w:rPr>
                <w:rFonts w:ascii="Angsana New" w:hAnsi="Angsana New"/>
                <w:sz w:val="29"/>
                <w:szCs w:val="29"/>
                <w:cs/>
              </w:rPr>
              <w:t xml:space="preserve"> (    </w:t>
            </w:r>
            <w:r>
              <w:rPr>
                <w:rFonts w:ascii="Angsana New" w:hAnsi="Angsana New"/>
                <w:sz w:val="29"/>
                <w:szCs w:val="29"/>
              </w:rPr>
              <w:t xml:space="preserve">  1,045</w:t>
            </w:r>
            <w:r w:rsidRPr="00BD67BE">
              <w:rPr>
                <w:rFonts w:ascii="Angsana New" w:hAnsi="Angsana New"/>
                <w:sz w:val="29"/>
                <w:szCs w:val="29"/>
                <w:cs/>
              </w:rPr>
              <w:t>)</w:t>
            </w:r>
          </w:p>
        </w:tc>
      </w:tr>
      <w:tr w:rsidR="008D1CCD" w:rsidRPr="00BD67BE" w:rsidTr="00451FF1">
        <w:trPr>
          <w:trHeight w:val="20"/>
        </w:trPr>
        <w:tc>
          <w:tcPr>
            <w:tcW w:w="3292" w:type="dxa"/>
            <w:shd w:val="clear" w:color="auto" w:fill="auto"/>
            <w:vAlign w:val="bottom"/>
          </w:tcPr>
          <w:p w:rsidR="008D1CCD" w:rsidRPr="00BD67BE" w:rsidRDefault="008D1CCD" w:rsidP="00BD67BE">
            <w:pPr>
              <w:tabs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29"/>
                <w:szCs w:val="29"/>
                <w:cs/>
                <w:lang w:eastAsia="en-GB"/>
              </w:rPr>
            </w:pPr>
            <w:r w:rsidRPr="00BD67BE">
              <w:rPr>
                <w:rFonts w:ascii="Angsana New" w:hAnsi="Angsana New"/>
                <w:sz w:val="29"/>
                <w:szCs w:val="29"/>
                <w:cs/>
                <w:lang w:eastAsia="en-GB"/>
              </w:rPr>
              <w:t>สุทธิ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8D1CCD" w:rsidRPr="00BD67BE" w:rsidRDefault="008D1CCD" w:rsidP="001B52D0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>
              <w:rPr>
                <w:rFonts w:ascii="Angsana New" w:hAnsi="Angsana New" w:hint="cs"/>
                <w:sz w:val="29"/>
                <w:szCs w:val="29"/>
                <w:cs/>
                <w:lang w:eastAsia="en-US"/>
              </w:rPr>
              <w:t>200,4</w:t>
            </w:r>
            <w:r w:rsidR="008E7D40">
              <w:rPr>
                <w:rFonts w:ascii="Angsana New" w:hAnsi="Angsana New" w:hint="cs"/>
                <w:sz w:val="29"/>
                <w:szCs w:val="29"/>
                <w:cs/>
                <w:lang w:eastAsia="en-US"/>
              </w:rPr>
              <w:t>59</w:t>
            </w:r>
          </w:p>
        </w:tc>
        <w:tc>
          <w:tcPr>
            <w:tcW w:w="283" w:type="dxa"/>
          </w:tcPr>
          <w:p w:rsidR="008D1CCD" w:rsidRPr="00BD67BE" w:rsidRDefault="008D1CCD" w:rsidP="004D490E">
            <w:pPr>
              <w:pStyle w:val="Preformatted"/>
              <w:tabs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29"/>
                <w:szCs w:val="29"/>
                <w:cs/>
                <w:lang w:eastAsia="en-GB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8D1CCD" w:rsidRPr="00BD67BE" w:rsidRDefault="008D1CCD" w:rsidP="00733AF8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BD67BE">
              <w:rPr>
                <w:rFonts w:ascii="Angsana New" w:hAnsi="Angsana New"/>
                <w:sz w:val="29"/>
                <w:szCs w:val="29"/>
                <w:lang w:eastAsia="en-US"/>
              </w:rPr>
              <w:t>194,957</w:t>
            </w:r>
          </w:p>
        </w:tc>
        <w:tc>
          <w:tcPr>
            <w:tcW w:w="283" w:type="dxa"/>
            <w:shd w:val="clear" w:color="auto" w:fill="auto"/>
          </w:tcPr>
          <w:p w:rsidR="008D1CCD" w:rsidRPr="00BD67BE" w:rsidRDefault="008D1CCD" w:rsidP="004D490E">
            <w:pPr>
              <w:pStyle w:val="Preformatted"/>
              <w:tabs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29"/>
                <w:szCs w:val="29"/>
                <w:cs/>
                <w:lang w:eastAsia="en-GB"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8D1CCD" w:rsidRPr="00BD67BE" w:rsidRDefault="008D1CCD" w:rsidP="00950A3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>
              <w:rPr>
                <w:rFonts w:ascii="Angsana New" w:hAnsi="Angsana New" w:hint="cs"/>
                <w:sz w:val="29"/>
                <w:szCs w:val="29"/>
                <w:cs/>
                <w:lang w:eastAsia="en-US"/>
              </w:rPr>
              <w:t>200,460</w:t>
            </w:r>
          </w:p>
        </w:tc>
        <w:tc>
          <w:tcPr>
            <w:tcW w:w="270" w:type="dxa"/>
          </w:tcPr>
          <w:p w:rsidR="008D1CCD" w:rsidRPr="00BD67BE" w:rsidRDefault="008D1CCD" w:rsidP="004D490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29"/>
                <w:szCs w:val="29"/>
                <w:cs/>
                <w:lang w:eastAsia="en-GB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8D1CCD" w:rsidRPr="00BD67BE" w:rsidRDefault="008D1CCD" w:rsidP="005F02AD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BD67BE">
              <w:rPr>
                <w:rFonts w:ascii="Angsana New" w:hAnsi="Angsana New"/>
                <w:sz w:val="29"/>
                <w:szCs w:val="29"/>
                <w:lang w:eastAsia="en-US"/>
              </w:rPr>
              <w:t>194,957</w:t>
            </w:r>
          </w:p>
        </w:tc>
      </w:tr>
    </w:tbl>
    <w:p w:rsidR="004C77FC" w:rsidRPr="00BD67BE" w:rsidRDefault="004C77FC" w:rsidP="004C1D4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16"/>
          <w:szCs w:val="16"/>
        </w:rPr>
      </w:pPr>
    </w:p>
    <w:p w:rsidR="004A2A1D" w:rsidRPr="00BD67BE" w:rsidRDefault="004A2A1D" w:rsidP="004A2A1D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29"/>
          <w:szCs w:val="29"/>
        </w:rPr>
      </w:pPr>
      <w:r w:rsidRPr="00BD67BE">
        <w:rPr>
          <w:rFonts w:ascii="Angsana New" w:hAnsi="Angsana New"/>
          <w:b/>
          <w:bCs/>
          <w:sz w:val="29"/>
          <w:szCs w:val="29"/>
          <w:cs/>
        </w:rPr>
        <w:t>ค่าใช้จ่ายค้างจ่ายและหนี้สินหมุนเวียนอื่น</w:t>
      </w:r>
    </w:p>
    <w:p w:rsidR="004A2A1D" w:rsidRPr="00BD67BE" w:rsidRDefault="004A2A1D" w:rsidP="000D1151">
      <w:pPr>
        <w:spacing w:line="200" w:lineRule="atLeast"/>
        <w:jc w:val="thaiDistribute"/>
        <w:rPr>
          <w:rFonts w:ascii="Angsana New" w:hAnsi="Angsana New"/>
          <w:sz w:val="16"/>
          <w:szCs w:val="16"/>
        </w:rPr>
      </w:pPr>
    </w:p>
    <w:tbl>
      <w:tblPr>
        <w:tblpPr w:leftFromText="180" w:rightFromText="180" w:vertAnchor="text" w:horzAnchor="margin" w:tblpY="67"/>
        <w:tblW w:w="9744" w:type="dxa"/>
        <w:tblLayout w:type="fixed"/>
        <w:tblLook w:val="0000"/>
      </w:tblPr>
      <w:tblGrid>
        <w:gridCol w:w="3258"/>
        <w:gridCol w:w="1440"/>
        <w:gridCol w:w="284"/>
        <w:gridCol w:w="1432"/>
        <w:gridCol w:w="284"/>
        <w:gridCol w:w="1426"/>
        <w:gridCol w:w="270"/>
        <w:gridCol w:w="1350"/>
      </w:tblGrid>
      <w:tr w:rsidR="00E11780" w:rsidRPr="00BD67BE" w:rsidTr="00AD526B">
        <w:tc>
          <w:tcPr>
            <w:tcW w:w="3258" w:type="dxa"/>
          </w:tcPr>
          <w:p w:rsidR="00E11780" w:rsidRPr="00BD67BE" w:rsidRDefault="00E11780" w:rsidP="00E11780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29"/>
                <w:szCs w:val="29"/>
                <w:highlight w:val="green"/>
              </w:rPr>
            </w:pPr>
          </w:p>
        </w:tc>
        <w:tc>
          <w:tcPr>
            <w:tcW w:w="6486" w:type="dxa"/>
            <w:gridSpan w:val="7"/>
          </w:tcPr>
          <w:p w:rsidR="00E11780" w:rsidRPr="00BD67BE" w:rsidRDefault="00E11780" w:rsidP="00E117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72"/>
              <w:jc w:val="center"/>
              <w:rPr>
                <w:rFonts w:ascii="Angsana New" w:hAnsi="Angsana New"/>
                <w:sz w:val="29"/>
                <w:szCs w:val="29"/>
                <w:cs/>
              </w:rPr>
            </w:pPr>
            <w:r w:rsidRPr="00BD67BE">
              <w:rPr>
                <w:rFonts w:ascii="Angsana New" w:hAnsi="Angsana New"/>
                <w:sz w:val="29"/>
                <w:szCs w:val="29"/>
                <w:cs/>
              </w:rPr>
              <w:t>พันบาท</w:t>
            </w:r>
          </w:p>
        </w:tc>
      </w:tr>
      <w:tr w:rsidR="00E11780" w:rsidRPr="00BD67BE" w:rsidTr="00AD526B">
        <w:tc>
          <w:tcPr>
            <w:tcW w:w="3258" w:type="dxa"/>
          </w:tcPr>
          <w:p w:rsidR="00E11780" w:rsidRPr="00BD67BE" w:rsidRDefault="00E11780" w:rsidP="00E11780">
            <w:pPr>
              <w:pStyle w:val="Heading5"/>
              <w:spacing w:line="240" w:lineRule="atLeast"/>
              <w:ind w:hanging="10"/>
              <w:rPr>
                <w:rFonts w:ascii="Angsana New" w:hAnsi="Angsana New"/>
                <w:b w:val="0"/>
                <w:bCs w:val="0"/>
                <w:sz w:val="29"/>
                <w:szCs w:val="29"/>
                <w:highlight w:val="green"/>
              </w:rPr>
            </w:pPr>
          </w:p>
        </w:tc>
        <w:tc>
          <w:tcPr>
            <w:tcW w:w="31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11780" w:rsidRPr="00BD67BE" w:rsidRDefault="00E11780" w:rsidP="00E117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79"/>
              <w:jc w:val="center"/>
              <w:rPr>
                <w:rFonts w:ascii="Angsana New" w:hAnsi="Angsana New"/>
                <w:sz w:val="29"/>
                <w:szCs w:val="29"/>
                <w:highlight w:val="green"/>
              </w:rPr>
            </w:pPr>
            <w:r w:rsidRPr="00BD67BE">
              <w:rPr>
                <w:rFonts w:ascii="Angsana New" w:hAnsi="Angsana New"/>
                <w:color w:val="000000"/>
                <w:sz w:val="29"/>
                <w:szCs w:val="29"/>
                <w:cs/>
              </w:rPr>
              <w:t>งบการเงินรวม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11780" w:rsidRPr="00BD67BE" w:rsidRDefault="00E11780" w:rsidP="00E117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79"/>
              <w:jc w:val="right"/>
              <w:rPr>
                <w:rFonts w:ascii="Angsana New" w:hAnsi="Angsana New"/>
                <w:sz w:val="29"/>
                <w:szCs w:val="29"/>
                <w:highlight w:val="green"/>
              </w:rPr>
            </w:pPr>
          </w:p>
        </w:tc>
        <w:tc>
          <w:tcPr>
            <w:tcW w:w="304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11780" w:rsidRPr="00BD67BE" w:rsidRDefault="00E11780" w:rsidP="00E117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3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BD67BE">
              <w:rPr>
                <w:rFonts w:ascii="Angsana New" w:hAnsi="Angsana New"/>
                <w:color w:val="000000"/>
                <w:sz w:val="29"/>
                <w:szCs w:val="29"/>
                <w:cs/>
              </w:rPr>
              <w:t>งบการเงินเฉพาะกิจการ</w:t>
            </w:r>
          </w:p>
        </w:tc>
      </w:tr>
      <w:tr w:rsidR="00ED4921" w:rsidRPr="00BD67BE" w:rsidTr="00AD526B">
        <w:tc>
          <w:tcPr>
            <w:tcW w:w="3258" w:type="dxa"/>
          </w:tcPr>
          <w:p w:rsidR="00ED4921" w:rsidRPr="00BD67BE" w:rsidRDefault="00ED4921" w:rsidP="00E11780">
            <w:pPr>
              <w:pStyle w:val="Heading5"/>
              <w:spacing w:line="240" w:lineRule="atLeast"/>
              <w:ind w:hanging="10"/>
              <w:rPr>
                <w:rFonts w:ascii="Angsana New" w:hAnsi="Angsana New"/>
                <w:b w:val="0"/>
                <w:bCs w:val="0"/>
                <w:sz w:val="29"/>
                <w:szCs w:val="29"/>
                <w:highlight w:val="green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ED4921" w:rsidRPr="00BD67BE" w:rsidRDefault="00ED4921" w:rsidP="0013602B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108" w:right="-108"/>
              <w:jc w:val="center"/>
              <w:rPr>
                <w:rFonts w:ascii="Angsana New" w:hAnsi="Angsana New" w:cs="Angsana New"/>
                <w:sz w:val="29"/>
                <w:szCs w:val="29"/>
              </w:rPr>
            </w:pPr>
            <w:r w:rsidRPr="00BD67BE">
              <w:rPr>
                <w:rFonts w:ascii="Angsana New" w:hAnsi="Angsana New" w:cs="Angsana New"/>
                <w:sz w:val="29"/>
                <w:szCs w:val="29"/>
              </w:rPr>
              <w:t xml:space="preserve">30 </w:t>
            </w:r>
            <w:r w:rsidR="002F3D1C">
              <w:rPr>
                <w:rFonts w:ascii="Angsana New" w:hAnsi="Angsana New" w:cs="Angsana New"/>
                <w:sz w:val="29"/>
                <w:szCs w:val="29"/>
                <w:cs/>
              </w:rPr>
              <w:t>กันยายน</w:t>
            </w:r>
            <w:r w:rsidRPr="00BD67BE">
              <w:rPr>
                <w:rFonts w:ascii="Angsana New" w:hAnsi="Angsana New" w:cs="Angsana New"/>
                <w:sz w:val="29"/>
                <w:szCs w:val="29"/>
                <w:cs/>
              </w:rPr>
              <w:t xml:space="preserve"> </w:t>
            </w:r>
            <w:r w:rsidR="00E730EC" w:rsidRPr="00BD67BE">
              <w:rPr>
                <w:rFonts w:ascii="Angsana New" w:hAnsi="Angsana New" w:cs="Angsana New"/>
                <w:sz w:val="29"/>
                <w:szCs w:val="29"/>
              </w:rPr>
              <w:t>2565</w:t>
            </w:r>
          </w:p>
        </w:tc>
        <w:tc>
          <w:tcPr>
            <w:tcW w:w="284" w:type="dxa"/>
          </w:tcPr>
          <w:p w:rsidR="00ED4921" w:rsidRPr="00BD67BE" w:rsidRDefault="00ED4921" w:rsidP="0013602B">
            <w:pPr>
              <w:pStyle w:val="jern1"/>
              <w:pBdr>
                <w:bottom w:val="none" w:sz="0" w:space="0" w:color="auto"/>
              </w:pBdr>
              <w:ind w:left="-108" w:right="-108"/>
              <w:jc w:val="center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432" w:type="dxa"/>
            <w:tcBorders>
              <w:bottom w:val="single" w:sz="4" w:space="0" w:color="auto"/>
            </w:tcBorders>
          </w:tcPr>
          <w:p w:rsidR="00ED4921" w:rsidRPr="00BD67BE" w:rsidRDefault="00ED4921" w:rsidP="0013602B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108" w:right="-108"/>
              <w:jc w:val="center"/>
              <w:rPr>
                <w:rFonts w:ascii="Angsana New" w:hAnsi="Angsana New" w:cs="Angsana New"/>
                <w:sz w:val="29"/>
                <w:szCs w:val="29"/>
              </w:rPr>
            </w:pPr>
            <w:r w:rsidRPr="00BD67BE">
              <w:rPr>
                <w:rFonts w:ascii="Angsana New" w:hAnsi="Angsana New" w:cs="Angsana New"/>
                <w:sz w:val="29"/>
                <w:szCs w:val="29"/>
              </w:rPr>
              <w:t xml:space="preserve">31 </w:t>
            </w:r>
            <w:r w:rsidRPr="00BD67BE">
              <w:rPr>
                <w:rFonts w:ascii="Angsana New" w:hAnsi="Angsana New" w:cs="Angsana New"/>
                <w:sz w:val="29"/>
                <w:szCs w:val="29"/>
                <w:cs/>
              </w:rPr>
              <w:t xml:space="preserve">ธันวาคม </w:t>
            </w:r>
            <w:r w:rsidR="00E730EC" w:rsidRPr="00BD67BE">
              <w:rPr>
                <w:rFonts w:ascii="Angsana New" w:hAnsi="Angsana New" w:cs="Angsana New"/>
                <w:sz w:val="29"/>
                <w:szCs w:val="29"/>
                <w:cs/>
              </w:rPr>
              <w:t>2564</w:t>
            </w:r>
          </w:p>
        </w:tc>
        <w:tc>
          <w:tcPr>
            <w:tcW w:w="284" w:type="dxa"/>
          </w:tcPr>
          <w:p w:rsidR="00ED4921" w:rsidRPr="00BD67BE" w:rsidRDefault="00ED4921" w:rsidP="0013602B">
            <w:pPr>
              <w:pStyle w:val="jern1"/>
              <w:pBdr>
                <w:bottom w:val="none" w:sz="0" w:space="0" w:color="auto"/>
              </w:pBdr>
              <w:ind w:left="-108" w:right="-108"/>
              <w:jc w:val="center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426" w:type="dxa"/>
            <w:tcBorders>
              <w:top w:val="single" w:sz="4" w:space="0" w:color="auto"/>
              <w:bottom w:val="single" w:sz="4" w:space="0" w:color="auto"/>
            </w:tcBorders>
          </w:tcPr>
          <w:p w:rsidR="00ED4921" w:rsidRPr="00BD67BE" w:rsidRDefault="00ED4921" w:rsidP="0013602B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108" w:right="-108"/>
              <w:jc w:val="center"/>
              <w:rPr>
                <w:rFonts w:ascii="Angsana New" w:hAnsi="Angsana New" w:cs="Angsana New"/>
                <w:sz w:val="29"/>
                <w:szCs w:val="29"/>
              </w:rPr>
            </w:pPr>
            <w:r w:rsidRPr="00BD67BE">
              <w:rPr>
                <w:rFonts w:ascii="Angsana New" w:hAnsi="Angsana New" w:cs="Angsana New"/>
                <w:sz w:val="29"/>
                <w:szCs w:val="29"/>
              </w:rPr>
              <w:t xml:space="preserve">30 </w:t>
            </w:r>
            <w:r w:rsidR="002F3D1C">
              <w:rPr>
                <w:rFonts w:ascii="Angsana New" w:hAnsi="Angsana New" w:cs="Angsana New"/>
                <w:sz w:val="29"/>
                <w:szCs w:val="29"/>
                <w:cs/>
              </w:rPr>
              <w:t>กันยายน</w:t>
            </w:r>
            <w:r w:rsidRPr="00BD67BE">
              <w:rPr>
                <w:rFonts w:ascii="Angsana New" w:hAnsi="Angsana New" w:cs="Angsana New"/>
                <w:sz w:val="29"/>
                <w:szCs w:val="29"/>
                <w:cs/>
              </w:rPr>
              <w:t xml:space="preserve"> </w:t>
            </w:r>
            <w:r w:rsidR="00E730EC" w:rsidRPr="00BD67BE">
              <w:rPr>
                <w:rFonts w:ascii="Angsana New" w:hAnsi="Angsana New" w:cs="Angsana New"/>
                <w:sz w:val="29"/>
                <w:szCs w:val="29"/>
              </w:rPr>
              <w:t>2565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ED4921" w:rsidRPr="00BD67BE" w:rsidRDefault="00ED4921" w:rsidP="0013602B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108" w:right="-108"/>
              <w:jc w:val="center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ED4921" w:rsidRPr="00BD67BE" w:rsidRDefault="00ED4921" w:rsidP="0013602B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108" w:right="-108"/>
              <w:jc w:val="center"/>
              <w:rPr>
                <w:rFonts w:ascii="Angsana New" w:hAnsi="Angsana New" w:cs="Angsana New"/>
                <w:sz w:val="29"/>
                <w:szCs w:val="29"/>
              </w:rPr>
            </w:pPr>
            <w:r w:rsidRPr="00BD67BE">
              <w:rPr>
                <w:rFonts w:ascii="Angsana New" w:hAnsi="Angsana New" w:cs="Angsana New"/>
                <w:sz w:val="29"/>
                <w:szCs w:val="29"/>
              </w:rPr>
              <w:t xml:space="preserve">31 </w:t>
            </w:r>
            <w:r w:rsidRPr="00BD67BE">
              <w:rPr>
                <w:rFonts w:ascii="Angsana New" w:hAnsi="Angsana New" w:cs="Angsana New"/>
                <w:sz w:val="29"/>
                <w:szCs w:val="29"/>
                <w:cs/>
              </w:rPr>
              <w:t xml:space="preserve">ธันวาคม </w:t>
            </w:r>
            <w:r w:rsidR="00E730EC" w:rsidRPr="00BD67BE">
              <w:rPr>
                <w:rFonts w:ascii="Angsana New" w:hAnsi="Angsana New" w:cs="Angsana New"/>
                <w:sz w:val="29"/>
                <w:szCs w:val="29"/>
                <w:cs/>
              </w:rPr>
              <w:t>2564</w:t>
            </w:r>
          </w:p>
        </w:tc>
      </w:tr>
      <w:tr w:rsidR="001F529C" w:rsidRPr="00BD67BE" w:rsidTr="00AD526B">
        <w:trPr>
          <w:trHeight w:val="364"/>
        </w:trPr>
        <w:tc>
          <w:tcPr>
            <w:tcW w:w="3258" w:type="dxa"/>
          </w:tcPr>
          <w:p w:rsidR="001F529C" w:rsidRPr="00BD67BE" w:rsidRDefault="001F529C" w:rsidP="001F529C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29"/>
                <w:szCs w:val="29"/>
                <w:cs/>
              </w:rPr>
            </w:pPr>
            <w:r w:rsidRPr="00BD67BE">
              <w:rPr>
                <w:rFonts w:ascii="Angsana New" w:hAnsi="Angsana New"/>
                <w:b w:val="0"/>
                <w:bCs w:val="0"/>
                <w:sz w:val="29"/>
                <w:szCs w:val="29"/>
                <w:cs/>
              </w:rPr>
              <w:t>เจ้าหนี้อื่น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1F529C" w:rsidRPr="00BD67BE" w:rsidRDefault="00646EF4" w:rsidP="001F529C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cs/>
                <w:lang w:eastAsia="en-US"/>
              </w:rPr>
            </w:pPr>
            <w:r>
              <w:rPr>
                <w:rFonts w:ascii="Angsana New" w:hAnsi="Angsana New"/>
                <w:sz w:val="29"/>
                <w:szCs w:val="29"/>
                <w:lang w:eastAsia="en-US"/>
              </w:rPr>
              <w:t>19,078</w:t>
            </w:r>
          </w:p>
        </w:tc>
        <w:tc>
          <w:tcPr>
            <w:tcW w:w="284" w:type="dxa"/>
          </w:tcPr>
          <w:p w:rsidR="001F529C" w:rsidRPr="00BD67BE" w:rsidRDefault="001F529C" w:rsidP="001F529C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432" w:type="dxa"/>
            <w:tcBorders>
              <w:top w:val="single" w:sz="4" w:space="0" w:color="auto"/>
            </w:tcBorders>
            <w:vAlign w:val="bottom"/>
          </w:tcPr>
          <w:p w:rsidR="001F529C" w:rsidRPr="00BD67BE" w:rsidRDefault="001F529C" w:rsidP="001F529C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cs/>
                <w:lang w:eastAsia="en-US"/>
              </w:rPr>
            </w:pPr>
            <w:r w:rsidRPr="00BD67BE">
              <w:rPr>
                <w:rFonts w:ascii="Angsana New" w:hAnsi="Angsana New"/>
                <w:sz w:val="29"/>
                <w:szCs w:val="29"/>
                <w:lang w:eastAsia="en-US"/>
              </w:rPr>
              <w:t>16,773</w:t>
            </w:r>
          </w:p>
        </w:tc>
        <w:tc>
          <w:tcPr>
            <w:tcW w:w="284" w:type="dxa"/>
          </w:tcPr>
          <w:p w:rsidR="001F529C" w:rsidRPr="00BD67BE" w:rsidRDefault="001F529C" w:rsidP="001F529C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426" w:type="dxa"/>
            <w:shd w:val="clear" w:color="auto" w:fill="auto"/>
            <w:vAlign w:val="bottom"/>
          </w:tcPr>
          <w:p w:rsidR="001F529C" w:rsidRPr="001F529C" w:rsidRDefault="00B770B6" w:rsidP="001F529C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>
              <w:rPr>
                <w:rFonts w:ascii="Angsana New" w:hAnsi="Angsana New"/>
                <w:sz w:val="29"/>
                <w:szCs w:val="29"/>
                <w:lang w:eastAsia="en-US"/>
              </w:rPr>
              <w:t>8,666</w:t>
            </w:r>
          </w:p>
        </w:tc>
        <w:tc>
          <w:tcPr>
            <w:tcW w:w="270" w:type="dxa"/>
          </w:tcPr>
          <w:p w:rsidR="001F529C" w:rsidRPr="00BD67BE" w:rsidRDefault="001F529C" w:rsidP="001F529C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350" w:type="dxa"/>
            <w:vAlign w:val="bottom"/>
          </w:tcPr>
          <w:p w:rsidR="001F529C" w:rsidRPr="00BD67BE" w:rsidRDefault="001F529C" w:rsidP="001F529C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BD67BE">
              <w:rPr>
                <w:rFonts w:ascii="Angsana New" w:hAnsi="Angsana New"/>
                <w:sz w:val="29"/>
                <w:szCs w:val="29"/>
                <w:lang w:eastAsia="en-US"/>
              </w:rPr>
              <w:t>7,863</w:t>
            </w:r>
          </w:p>
        </w:tc>
      </w:tr>
      <w:tr w:rsidR="00916429" w:rsidRPr="00BD67BE" w:rsidTr="00AD526B">
        <w:trPr>
          <w:trHeight w:val="277"/>
        </w:trPr>
        <w:tc>
          <w:tcPr>
            <w:tcW w:w="3258" w:type="dxa"/>
            <w:vAlign w:val="center"/>
          </w:tcPr>
          <w:p w:rsidR="00916429" w:rsidRPr="00BD67BE" w:rsidRDefault="00916429" w:rsidP="00916429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29"/>
                <w:szCs w:val="29"/>
                <w:cs/>
              </w:rPr>
            </w:pPr>
            <w:r w:rsidRPr="00BD67BE">
              <w:rPr>
                <w:rFonts w:ascii="Angsana New" w:hAnsi="Angsana New"/>
                <w:b w:val="0"/>
                <w:bCs w:val="0"/>
                <w:sz w:val="29"/>
                <w:szCs w:val="29"/>
                <w:cs/>
              </w:rPr>
              <w:t>โบนัสพนักงานค้างจ่าย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916429" w:rsidRPr="001F529C" w:rsidRDefault="00916429" w:rsidP="00916429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>
              <w:rPr>
                <w:rFonts w:ascii="Angsana New" w:hAnsi="Angsana New"/>
                <w:sz w:val="29"/>
                <w:szCs w:val="29"/>
                <w:lang w:eastAsia="en-US"/>
              </w:rPr>
              <w:t>5,762</w:t>
            </w:r>
          </w:p>
        </w:tc>
        <w:tc>
          <w:tcPr>
            <w:tcW w:w="284" w:type="dxa"/>
          </w:tcPr>
          <w:p w:rsidR="00916429" w:rsidRPr="00BD67BE" w:rsidRDefault="00916429" w:rsidP="00916429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432" w:type="dxa"/>
            <w:vAlign w:val="bottom"/>
          </w:tcPr>
          <w:p w:rsidR="00916429" w:rsidRPr="00BD67BE" w:rsidRDefault="00916429" w:rsidP="00916429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BD67BE">
              <w:rPr>
                <w:rFonts w:ascii="Angsana New" w:hAnsi="Angsana New"/>
                <w:sz w:val="29"/>
                <w:szCs w:val="29"/>
                <w:lang w:eastAsia="en-US"/>
              </w:rPr>
              <w:t>9,382</w:t>
            </w:r>
          </w:p>
        </w:tc>
        <w:tc>
          <w:tcPr>
            <w:tcW w:w="284" w:type="dxa"/>
          </w:tcPr>
          <w:p w:rsidR="00916429" w:rsidRPr="00BD67BE" w:rsidRDefault="00916429" w:rsidP="00916429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426" w:type="dxa"/>
            <w:shd w:val="clear" w:color="auto" w:fill="auto"/>
            <w:vAlign w:val="bottom"/>
          </w:tcPr>
          <w:p w:rsidR="00916429" w:rsidRPr="001F529C" w:rsidRDefault="00916429" w:rsidP="00916429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>
              <w:rPr>
                <w:rFonts w:ascii="Angsana New" w:hAnsi="Angsana New"/>
                <w:sz w:val="29"/>
                <w:szCs w:val="29"/>
                <w:lang w:eastAsia="en-US"/>
              </w:rPr>
              <w:t>5,762</w:t>
            </w:r>
          </w:p>
        </w:tc>
        <w:tc>
          <w:tcPr>
            <w:tcW w:w="270" w:type="dxa"/>
          </w:tcPr>
          <w:p w:rsidR="00916429" w:rsidRPr="00BD67BE" w:rsidRDefault="00916429" w:rsidP="00916429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350" w:type="dxa"/>
            <w:vAlign w:val="bottom"/>
          </w:tcPr>
          <w:p w:rsidR="00916429" w:rsidRPr="00BD67BE" w:rsidRDefault="00916429" w:rsidP="00916429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BD67BE">
              <w:rPr>
                <w:rFonts w:ascii="Angsana New" w:hAnsi="Angsana New"/>
                <w:sz w:val="29"/>
                <w:szCs w:val="29"/>
                <w:lang w:eastAsia="en-US"/>
              </w:rPr>
              <w:t>9,382</w:t>
            </w:r>
          </w:p>
        </w:tc>
      </w:tr>
      <w:tr w:rsidR="00916429" w:rsidRPr="00BD67BE" w:rsidTr="00AD526B">
        <w:trPr>
          <w:trHeight w:val="277"/>
        </w:trPr>
        <w:tc>
          <w:tcPr>
            <w:tcW w:w="3258" w:type="dxa"/>
          </w:tcPr>
          <w:p w:rsidR="00916429" w:rsidRPr="00BD67BE" w:rsidRDefault="00916429" w:rsidP="00916429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29"/>
                <w:szCs w:val="29"/>
                <w:cs/>
              </w:rPr>
            </w:pPr>
            <w:r w:rsidRPr="00BD67BE">
              <w:rPr>
                <w:rFonts w:ascii="Angsana New" w:hAnsi="Angsana New"/>
                <w:b w:val="0"/>
                <w:bCs w:val="0"/>
                <w:sz w:val="29"/>
                <w:szCs w:val="29"/>
                <w:cs/>
              </w:rPr>
              <w:t>ค่านายหน้าค้างจ่าย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916429" w:rsidRPr="001F529C" w:rsidRDefault="00916429" w:rsidP="00916429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>
              <w:rPr>
                <w:rFonts w:ascii="Angsana New" w:hAnsi="Angsana New"/>
                <w:sz w:val="29"/>
                <w:szCs w:val="29"/>
                <w:lang w:eastAsia="en-US"/>
              </w:rPr>
              <w:t>3,322</w:t>
            </w:r>
          </w:p>
        </w:tc>
        <w:tc>
          <w:tcPr>
            <w:tcW w:w="284" w:type="dxa"/>
          </w:tcPr>
          <w:p w:rsidR="00916429" w:rsidRPr="00BD67BE" w:rsidRDefault="00916429" w:rsidP="00916429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432" w:type="dxa"/>
            <w:vAlign w:val="bottom"/>
          </w:tcPr>
          <w:p w:rsidR="00916429" w:rsidRPr="00BD67BE" w:rsidRDefault="00916429" w:rsidP="00916429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BD67BE">
              <w:rPr>
                <w:rFonts w:ascii="Angsana New" w:hAnsi="Angsana New"/>
                <w:sz w:val="29"/>
                <w:szCs w:val="29"/>
                <w:lang w:eastAsia="en-US"/>
              </w:rPr>
              <w:t>3,216</w:t>
            </w:r>
          </w:p>
        </w:tc>
        <w:tc>
          <w:tcPr>
            <w:tcW w:w="284" w:type="dxa"/>
          </w:tcPr>
          <w:p w:rsidR="00916429" w:rsidRPr="00BD67BE" w:rsidRDefault="00916429" w:rsidP="00916429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426" w:type="dxa"/>
            <w:shd w:val="clear" w:color="auto" w:fill="auto"/>
            <w:vAlign w:val="bottom"/>
          </w:tcPr>
          <w:p w:rsidR="00916429" w:rsidRPr="001F529C" w:rsidRDefault="00916429" w:rsidP="00916429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>
              <w:rPr>
                <w:rFonts w:ascii="Angsana New" w:hAnsi="Angsana New"/>
                <w:sz w:val="29"/>
                <w:szCs w:val="29"/>
                <w:lang w:eastAsia="en-US"/>
              </w:rPr>
              <w:t>3,322</w:t>
            </w:r>
          </w:p>
        </w:tc>
        <w:tc>
          <w:tcPr>
            <w:tcW w:w="270" w:type="dxa"/>
          </w:tcPr>
          <w:p w:rsidR="00916429" w:rsidRPr="00BD67BE" w:rsidRDefault="00916429" w:rsidP="00916429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350" w:type="dxa"/>
            <w:vAlign w:val="bottom"/>
          </w:tcPr>
          <w:p w:rsidR="00916429" w:rsidRPr="00BD67BE" w:rsidRDefault="00916429" w:rsidP="00916429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BD67BE">
              <w:rPr>
                <w:rFonts w:ascii="Angsana New" w:hAnsi="Angsana New"/>
                <w:sz w:val="29"/>
                <w:szCs w:val="29"/>
                <w:lang w:eastAsia="en-US"/>
              </w:rPr>
              <w:t>3,216</w:t>
            </w:r>
          </w:p>
        </w:tc>
      </w:tr>
      <w:tr w:rsidR="00916429" w:rsidRPr="00BD67BE" w:rsidTr="00AD526B">
        <w:trPr>
          <w:trHeight w:val="277"/>
        </w:trPr>
        <w:tc>
          <w:tcPr>
            <w:tcW w:w="3258" w:type="dxa"/>
          </w:tcPr>
          <w:p w:rsidR="00916429" w:rsidRPr="00BD67BE" w:rsidRDefault="00916429" w:rsidP="00916429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29"/>
                <w:szCs w:val="29"/>
                <w:cs/>
              </w:rPr>
            </w:pPr>
            <w:r w:rsidRPr="00BD67BE">
              <w:rPr>
                <w:rFonts w:ascii="Angsana New" w:hAnsi="Angsana New"/>
                <w:b w:val="0"/>
                <w:bCs w:val="0"/>
                <w:sz w:val="29"/>
                <w:szCs w:val="29"/>
                <w:cs/>
              </w:rPr>
              <w:t>ส่วนลดในการรับเงินค้างจ่าย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916429" w:rsidRPr="001F529C" w:rsidRDefault="00916429" w:rsidP="00916429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>
              <w:rPr>
                <w:rFonts w:ascii="Angsana New" w:hAnsi="Angsana New"/>
                <w:sz w:val="29"/>
                <w:szCs w:val="29"/>
                <w:lang w:eastAsia="en-US"/>
              </w:rPr>
              <w:t>2,500</w:t>
            </w:r>
          </w:p>
        </w:tc>
        <w:tc>
          <w:tcPr>
            <w:tcW w:w="284" w:type="dxa"/>
          </w:tcPr>
          <w:p w:rsidR="00916429" w:rsidRPr="00BD67BE" w:rsidRDefault="00916429" w:rsidP="00916429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432" w:type="dxa"/>
            <w:vAlign w:val="bottom"/>
          </w:tcPr>
          <w:p w:rsidR="00916429" w:rsidRPr="00BD67BE" w:rsidRDefault="00916429" w:rsidP="00916429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BD67BE">
              <w:rPr>
                <w:rFonts w:ascii="Angsana New" w:hAnsi="Angsana New"/>
                <w:sz w:val="29"/>
                <w:szCs w:val="29"/>
                <w:lang w:eastAsia="en-US"/>
              </w:rPr>
              <w:t>2,946</w:t>
            </w:r>
          </w:p>
        </w:tc>
        <w:tc>
          <w:tcPr>
            <w:tcW w:w="284" w:type="dxa"/>
          </w:tcPr>
          <w:p w:rsidR="00916429" w:rsidRPr="00BD67BE" w:rsidRDefault="00916429" w:rsidP="00916429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426" w:type="dxa"/>
            <w:shd w:val="clear" w:color="auto" w:fill="auto"/>
            <w:vAlign w:val="bottom"/>
          </w:tcPr>
          <w:p w:rsidR="00916429" w:rsidRPr="001F529C" w:rsidRDefault="00916429" w:rsidP="00916429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>
              <w:rPr>
                <w:rFonts w:ascii="Angsana New" w:hAnsi="Angsana New"/>
                <w:sz w:val="29"/>
                <w:szCs w:val="29"/>
                <w:lang w:eastAsia="en-US"/>
              </w:rPr>
              <w:t>2,500</w:t>
            </w:r>
          </w:p>
        </w:tc>
        <w:tc>
          <w:tcPr>
            <w:tcW w:w="270" w:type="dxa"/>
          </w:tcPr>
          <w:p w:rsidR="00916429" w:rsidRPr="00BD67BE" w:rsidRDefault="00916429" w:rsidP="00916429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350" w:type="dxa"/>
            <w:vAlign w:val="bottom"/>
          </w:tcPr>
          <w:p w:rsidR="00916429" w:rsidRPr="00BD67BE" w:rsidRDefault="00916429" w:rsidP="00916429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BD67BE">
              <w:rPr>
                <w:rFonts w:ascii="Angsana New" w:hAnsi="Angsana New"/>
                <w:sz w:val="29"/>
                <w:szCs w:val="29"/>
                <w:lang w:eastAsia="en-US"/>
              </w:rPr>
              <w:t>2,946</w:t>
            </w:r>
          </w:p>
        </w:tc>
      </w:tr>
      <w:tr w:rsidR="00916429" w:rsidRPr="00BD67BE" w:rsidTr="00AD526B">
        <w:trPr>
          <w:trHeight w:val="277"/>
        </w:trPr>
        <w:tc>
          <w:tcPr>
            <w:tcW w:w="3258" w:type="dxa"/>
          </w:tcPr>
          <w:p w:rsidR="00916429" w:rsidRPr="00BD67BE" w:rsidRDefault="00916429" w:rsidP="00916429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29"/>
                <w:szCs w:val="29"/>
                <w:cs/>
              </w:rPr>
            </w:pPr>
            <w:r w:rsidRPr="00BD67BE">
              <w:rPr>
                <w:rFonts w:ascii="Angsana New" w:hAnsi="Angsana New"/>
                <w:b w:val="0"/>
                <w:bCs w:val="0"/>
                <w:sz w:val="29"/>
                <w:szCs w:val="29"/>
                <w:cs/>
              </w:rPr>
              <w:t>เจ้าหนี้กรมสรรพากร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916429" w:rsidRPr="001F529C" w:rsidRDefault="00916429" w:rsidP="00916429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>
              <w:rPr>
                <w:rFonts w:ascii="Angsana New" w:hAnsi="Angsana New"/>
                <w:sz w:val="29"/>
                <w:szCs w:val="29"/>
                <w:lang w:eastAsia="en-US"/>
              </w:rPr>
              <w:t>1,740</w:t>
            </w:r>
          </w:p>
        </w:tc>
        <w:tc>
          <w:tcPr>
            <w:tcW w:w="284" w:type="dxa"/>
          </w:tcPr>
          <w:p w:rsidR="00916429" w:rsidRPr="00BD67BE" w:rsidRDefault="00916429" w:rsidP="00916429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432" w:type="dxa"/>
            <w:vAlign w:val="bottom"/>
          </w:tcPr>
          <w:p w:rsidR="00916429" w:rsidRPr="00BD67BE" w:rsidRDefault="00916429" w:rsidP="00916429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BD67BE">
              <w:rPr>
                <w:rFonts w:ascii="Angsana New" w:hAnsi="Angsana New"/>
                <w:sz w:val="29"/>
                <w:szCs w:val="29"/>
                <w:lang w:eastAsia="en-US"/>
              </w:rPr>
              <w:t>1,869</w:t>
            </w:r>
          </w:p>
        </w:tc>
        <w:tc>
          <w:tcPr>
            <w:tcW w:w="284" w:type="dxa"/>
          </w:tcPr>
          <w:p w:rsidR="00916429" w:rsidRPr="00BD67BE" w:rsidRDefault="00916429" w:rsidP="00916429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426" w:type="dxa"/>
            <w:shd w:val="clear" w:color="auto" w:fill="auto"/>
            <w:vAlign w:val="bottom"/>
          </w:tcPr>
          <w:p w:rsidR="00916429" w:rsidRPr="001F529C" w:rsidRDefault="00916429" w:rsidP="00916429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>
              <w:rPr>
                <w:rFonts w:ascii="Angsana New" w:hAnsi="Angsana New"/>
                <w:sz w:val="29"/>
                <w:szCs w:val="29"/>
                <w:lang w:eastAsia="en-US"/>
              </w:rPr>
              <w:t>1,740</w:t>
            </w:r>
          </w:p>
        </w:tc>
        <w:tc>
          <w:tcPr>
            <w:tcW w:w="270" w:type="dxa"/>
          </w:tcPr>
          <w:p w:rsidR="00916429" w:rsidRPr="00BD67BE" w:rsidRDefault="00916429" w:rsidP="00916429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350" w:type="dxa"/>
            <w:vAlign w:val="bottom"/>
          </w:tcPr>
          <w:p w:rsidR="00916429" w:rsidRPr="00BD67BE" w:rsidRDefault="00916429" w:rsidP="00916429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BD67BE">
              <w:rPr>
                <w:rFonts w:ascii="Angsana New" w:hAnsi="Angsana New"/>
                <w:sz w:val="29"/>
                <w:szCs w:val="29"/>
                <w:lang w:eastAsia="en-US"/>
              </w:rPr>
              <w:t>1,869</w:t>
            </w:r>
          </w:p>
        </w:tc>
      </w:tr>
      <w:tr w:rsidR="00916429" w:rsidRPr="00BD67BE" w:rsidTr="00AD526B">
        <w:trPr>
          <w:trHeight w:val="277"/>
        </w:trPr>
        <w:tc>
          <w:tcPr>
            <w:tcW w:w="3258" w:type="dxa"/>
          </w:tcPr>
          <w:p w:rsidR="00916429" w:rsidRPr="00BD67BE" w:rsidRDefault="00916429" w:rsidP="00916429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29"/>
                <w:szCs w:val="29"/>
                <w:cs/>
              </w:rPr>
            </w:pPr>
            <w:r w:rsidRPr="00BD67BE">
              <w:rPr>
                <w:rFonts w:ascii="Angsana New" w:hAnsi="Angsana New"/>
                <w:b w:val="0"/>
                <w:bCs w:val="0"/>
                <w:sz w:val="29"/>
                <w:szCs w:val="29"/>
                <w:cs/>
              </w:rPr>
              <w:t>เงินรับล่วงหน้าค่าสินค้า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916429" w:rsidRPr="001F529C" w:rsidRDefault="00916429" w:rsidP="00916429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>
              <w:rPr>
                <w:rFonts w:ascii="Angsana New" w:hAnsi="Angsana New"/>
                <w:sz w:val="29"/>
                <w:szCs w:val="29"/>
                <w:lang w:eastAsia="en-US"/>
              </w:rPr>
              <w:t>865</w:t>
            </w:r>
          </w:p>
        </w:tc>
        <w:tc>
          <w:tcPr>
            <w:tcW w:w="284" w:type="dxa"/>
          </w:tcPr>
          <w:p w:rsidR="00916429" w:rsidRPr="00BD67BE" w:rsidRDefault="00916429" w:rsidP="00916429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432" w:type="dxa"/>
            <w:vAlign w:val="bottom"/>
          </w:tcPr>
          <w:p w:rsidR="00916429" w:rsidRPr="00BD67BE" w:rsidRDefault="00916429" w:rsidP="00916429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BD67BE">
              <w:rPr>
                <w:rFonts w:ascii="Angsana New" w:hAnsi="Angsana New"/>
                <w:sz w:val="29"/>
                <w:szCs w:val="29"/>
                <w:lang w:eastAsia="en-US"/>
              </w:rPr>
              <w:t>2,495</w:t>
            </w:r>
          </w:p>
        </w:tc>
        <w:tc>
          <w:tcPr>
            <w:tcW w:w="284" w:type="dxa"/>
          </w:tcPr>
          <w:p w:rsidR="00916429" w:rsidRPr="00BD67BE" w:rsidRDefault="00916429" w:rsidP="00916429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426" w:type="dxa"/>
            <w:shd w:val="clear" w:color="auto" w:fill="auto"/>
            <w:vAlign w:val="bottom"/>
          </w:tcPr>
          <w:p w:rsidR="00916429" w:rsidRPr="001F529C" w:rsidRDefault="00916429" w:rsidP="00916429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>
              <w:rPr>
                <w:rFonts w:ascii="Angsana New" w:hAnsi="Angsana New"/>
                <w:sz w:val="29"/>
                <w:szCs w:val="29"/>
                <w:lang w:eastAsia="en-US"/>
              </w:rPr>
              <w:t>865</w:t>
            </w:r>
          </w:p>
        </w:tc>
        <w:tc>
          <w:tcPr>
            <w:tcW w:w="270" w:type="dxa"/>
          </w:tcPr>
          <w:p w:rsidR="00916429" w:rsidRPr="00BD67BE" w:rsidRDefault="00916429" w:rsidP="00916429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350" w:type="dxa"/>
            <w:vAlign w:val="bottom"/>
          </w:tcPr>
          <w:p w:rsidR="00916429" w:rsidRPr="00BD67BE" w:rsidRDefault="00916429" w:rsidP="00916429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BD67BE">
              <w:rPr>
                <w:rFonts w:ascii="Angsana New" w:hAnsi="Angsana New"/>
                <w:sz w:val="29"/>
                <w:szCs w:val="29"/>
                <w:lang w:eastAsia="en-US"/>
              </w:rPr>
              <w:t>2,495</w:t>
            </w:r>
          </w:p>
        </w:tc>
      </w:tr>
      <w:tr w:rsidR="00916429" w:rsidRPr="00BD67BE" w:rsidTr="00AD526B">
        <w:trPr>
          <w:trHeight w:val="277"/>
        </w:trPr>
        <w:tc>
          <w:tcPr>
            <w:tcW w:w="3258" w:type="dxa"/>
          </w:tcPr>
          <w:p w:rsidR="00916429" w:rsidRPr="00BD67BE" w:rsidRDefault="00916429" w:rsidP="00916429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29"/>
                <w:szCs w:val="29"/>
                <w:cs/>
              </w:rPr>
            </w:pPr>
            <w:r w:rsidRPr="00BD67BE">
              <w:rPr>
                <w:rFonts w:ascii="Angsana New" w:hAnsi="Angsana New"/>
                <w:b w:val="0"/>
                <w:bCs w:val="0"/>
                <w:sz w:val="29"/>
                <w:szCs w:val="29"/>
                <w:cs/>
              </w:rPr>
              <w:t>อื่นๆ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916429" w:rsidRPr="00BD67BE" w:rsidRDefault="00646EF4" w:rsidP="00916429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>
              <w:rPr>
                <w:rFonts w:ascii="Angsana New" w:hAnsi="Angsana New"/>
                <w:sz w:val="29"/>
                <w:szCs w:val="29"/>
                <w:lang w:eastAsia="en-US"/>
              </w:rPr>
              <w:t>1,523</w:t>
            </w:r>
          </w:p>
        </w:tc>
        <w:tc>
          <w:tcPr>
            <w:tcW w:w="284" w:type="dxa"/>
          </w:tcPr>
          <w:p w:rsidR="00916429" w:rsidRPr="00BD67BE" w:rsidRDefault="00916429" w:rsidP="00916429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432" w:type="dxa"/>
            <w:tcBorders>
              <w:bottom w:val="single" w:sz="4" w:space="0" w:color="auto"/>
            </w:tcBorders>
            <w:vAlign w:val="bottom"/>
          </w:tcPr>
          <w:p w:rsidR="00916429" w:rsidRPr="00BD67BE" w:rsidRDefault="00916429" w:rsidP="00916429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BD67BE">
              <w:rPr>
                <w:rFonts w:ascii="Angsana New" w:hAnsi="Angsana New"/>
                <w:sz w:val="29"/>
                <w:szCs w:val="29"/>
                <w:lang w:eastAsia="en-US"/>
              </w:rPr>
              <w:t>1,638</w:t>
            </w:r>
          </w:p>
        </w:tc>
        <w:tc>
          <w:tcPr>
            <w:tcW w:w="284" w:type="dxa"/>
          </w:tcPr>
          <w:p w:rsidR="00916429" w:rsidRPr="00BD67BE" w:rsidRDefault="00916429" w:rsidP="00916429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426" w:type="dxa"/>
            <w:shd w:val="clear" w:color="auto" w:fill="auto"/>
            <w:vAlign w:val="bottom"/>
          </w:tcPr>
          <w:p w:rsidR="00916429" w:rsidRPr="001F529C" w:rsidRDefault="00916429" w:rsidP="00916429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>
              <w:rPr>
                <w:rFonts w:ascii="Angsana New" w:hAnsi="Angsana New"/>
                <w:sz w:val="29"/>
                <w:szCs w:val="29"/>
                <w:lang w:eastAsia="en-US"/>
              </w:rPr>
              <w:t>909</w:t>
            </w:r>
          </w:p>
        </w:tc>
        <w:tc>
          <w:tcPr>
            <w:tcW w:w="270" w:type="dxa"/>
          </w:tcPr>
          <w:p w:rsidR="00916429" w:rsidRPr="00BD67BE" w:rsidRDefault="00916429" w:rsidP="00916429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cs/>
                <w:lang w:eastAsia="en-US"/>
              </w:rPr>
            </w:pPr>
          </w:p>
        </w:tc>
        <w:tc>
          <w:tcPr>
            <w:tcW w:w="1350" w:type="dxa"/>
            <w:vAlign w:val="bottom"/>
          </w:tcPr>
          <w:p w:rsidR="00916429" w:rsidRPr="00BD67BE" w:rsidRDefault="00916429" w:rsidP="00916429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BD67BE">
              <w:rPr>
                <w:rFonts w:ascii="Angsana New" w:hAnsi="Angsana New"/>
                <w:sz w:val="29"/>
                <w:szCs w:val="29"/>
                <w:lang w:eastAsia="en-US"/>
              </w:rPr>
              <w:t>1,608</w:t>
            </w:r>
          </w:p>
        </w:tc>
      </w:tr>
      <w:tr w:rsidR="00916429" w:rsidRPr="00BD67BE" w:rsidTr="00AD526B">
        <w:trPr>
          <w:trHeight w:val="277"/>
        </w:trPr>
        <w:tc>
          <w:tcPr>
            <w:tcW w:w="3258" w:type="dxa"/>
          </w:tcPr>
          <w:p w:rsidR="00916429" w:rsidRPr="00BD67BE" w:rsidRDefault="00916429" w:rsidP="00916429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29"/>
                <w:szCs w:val="29"/>
                <w:cs/>
              </w:rPr>
            </w:pPr>
            <w:r w:rsidRPr="00BD67BE">
              <w:rPr>
                <w:rFonts w:ascii="Angsana New" w:hAnsi="Angsana New"/>
                <w:b w:val="0"/>
                <w:bCs w:val="0"/>
                <w:sz w:val="29"/>
                <w:szCs w:val="29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916429" w:rsidRPr="00BD67BE" w:rsidRDefault="00646EF4" w:rsidP="00916429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>
              <w:rPr>
                <w:rFonts w:ascii="Angsana New" w:hAnsi="Angsana New"/>
                <w:sz w:val="29"/>
                <w:szCs w:val="29"/>
                <w:lang w:eastAsia="en-US"/>
              </w:rPr>
              <w:t>34,790</w:t>
            </w:r>
          </w:p>
        </w:tc>
        <w:tc>
          <w:tcPr>
            <w:tcW w:w="284" w:type="dxa"/>
          </w:tcPr>
          <w:p w:rsidR="00916429" w:rsidRPr="00BD67BE" w:rsidRDefault="00916429" w:rsidP="00916429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432" w:type="dxa"/>
            <w:tcBorders>
              <w:top w:val="single" w:sz="4" w:space="0" w:color="auto"/>
              <w:bottom w:val="double" w:sz="4" w:space="0" w:color="auto"/>
            </w:tcBorders>
          </w:tcPr>
          <w:p w:rsidR="00916429" w:rsidRPr="00BD67BE" w:rsidRDefault="00916429" w:rsidP="00916429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BD67BE">
              <w:rPr>
                <w:rFonts w:ascii="Angsana New" w:hAnsi="Angsana New"/>
                <w:sz w:val="29"/>
                <w:szCs w:val="29"/>
                <w:lang w:eastAsia="en-US"/>
              </w:rPr>
              <w:t>38,319</w:t>
            </w:r>
          </w:p>
        </w:tc>
        <w:tc>
          <w:tcPr>
            <w:tcW w:w="284" w:type="dxa"/>
          </w:tcPr>
          <w:p w:rsidR="00916429" w:rsidRPr="00BD67BE" w:rsidRDefault="00916429" w:rsidP="00916429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42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916429" w:rsidRPr="00BD67BE" w:rsidRDefault="00916429" w:rsidP="00916429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>
              <w:rPr>
                <w:rFonts w:ascii="Angsana New" w:hAnsi="Angsana New"/>
                <w:sz w:val="29"/>
                <w:szCs w:val="29"/>
                <w:lang w:eastAsia="en-US"/>
              </w:rPr>
              <w:t>23,764</w:t>
            </w:r>
          </w:p>
        </w:tc>
        <w:tc>
          <w:tcPr>
            <w:tcW w:w="270" w:type="dxa"/>
          </w:tcPr>
          <w:p w:rsidR="00916429" w:rsidRPr="00BD67BE" w:rsidRDefault="00916429" w:rsidP="00916429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:rsidR="00916429" w:rsidRPr="00BD67BE" w:rsidRDefault="00916429" w:rsidP="00916429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BD67BE">
              <w:rPr>
                <w:rFonts w:ascii="Angsana New" w:hAnsi="Angsana New"/>
                <w:sz w:val="29"/>
                <w:szCs w:val="29"/>
                <w:lang w:eastAsia="en-US"/>
              </w:rPr>
              <w:t>29,379</w:t>
            </w:r>
          </w:p>
        </w:tc>
      </w:tr>
    </w:tbl>
    <w:p w:rsidR="000F3A2A" w:rsidRDefault="000F3A2A" w:rsidP="00B35D0E">
      <w:pPr>
        <w:pStyle w:val="NoSpacing"/>
        <w:tabs>
          <w:tab w:val="clear" w:pos="227"/>
          <w:tab w:val="clear" w:pos="454"/>
        </w:tabs>
        <w:ind w:left="540"/>
        <w:jc w:val="thaiDistribute"/>
        <w:rPr>
          <w:rFonts w:ascii="Angsana New" w:hAnsi="Angsana New"/>
          <w:b/>
          <w:bCs/>
          <w:szCs w:val="30"/>
        </w:rPr>
      </w:pPr>
    </w:p>
    <w:p w:rsidR="000F3A2A" w:rsidRDefault="000F3A2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/>
          <w:b/>
          <w:bCs/>
          <w:szCs w:val="30"/>
        </w:rPr>
        <w:br w:type="page"/>
      </w:r>
    </w:p>
    <w:p w:rsidR="00015BB7" w:rsidRPr="00601052" w:rsidRDefault="00015BB7" w:rsidP="00015BB7">
      <w:pPr>
        <w:pStyle w:val="NoSpacing"/>
        <w:numPr>
          <w:ilvl w:val="0"/>
          <w:numId w:val="16"/>
        </w:numPr>
        <w:tabs>
          <w:tab w:val="clear" w:pos="227"/>
          <w:tab w:val="clear" w:pos="454"/>
        </w:tabs>
        <w:jc w:val="thaiDistribute"/>
        <w:rPr>
          <w:rFonts w:ascii="Angsana New" w:hAnsi="Angsana New"/>
          <w:b/>
          <w:bCs/>
          <w:szCs w:val="30"/>
        </w:rPr>
      </w:pPr>
      <w:r w:rsidRPr="00601052">
        <w:rPr>
          <w:rFonts w:ascii="Angsana New" w:hAnsi="Angsana New"/>
          <w:b/>
          <w:bCs/>
          <w:szCs w:val="30"/>
          <w:cs/>
        </w:rPr>
        <w:lastRenderedPageBreak/>
        <w:t>หนี้สินผลประโยชน์พนักงานหลังออกจากงาน</w:t>
      </w:r>
    </w:p>
    <w:p w:rsidR="00015BB7" w:rsidRPr="000F3A2A" w:rsidRDefault="00015BB7" w:rsidP="00015BB7">
      <w:pPr>
        <w:pStyle w:val="NoSpacing"/>
        <w:tabs>
          <w:tab w:val="clear" w:pos="227"/>
          <w:tab w:val="clear" w:pos="454"/>
          <w:tab w:val="clear" w:pos="680"/>
          <w:tab w:val="clear" w:pos="907"/>
          <w:tab w:val="clear" w:pos="1644"/>
          <w:tab w:val="left" w:pos="567"/>
        </w:tabs>
        <w:jc w:val="thaiDistribute"/>
        <w:rPr>
          <w:rFonts w:ascii="Angsana New" w:hAnsi="Angsana New"/>
          <w:b/>
          <w:bCs/>
          <w:sz w:val="18"/>
          <w:szCs w:val="18"/>
        </w:rPr>
      </w:pPr>
    </w:p>
    <w:p w:rsidR="00015BB7" w:rsidRPr="00601052" w:rsidRDefault="00015BB7" w:rsidP="000C17B3">
      <w:pPr>
        <w:pStyle w:val="NoSpacing"/>
        <w:tabs>
          <w:tab w:val="clear" w:pos="227"/>
          <w:tab w:val="clear" w:pos="454"/>
          <w:tab w:val="clear" w:pos="680"/>
          <w:tab w:val="clear" w:pos="907"/>
          <w:tab w:val="clear" w:pos="1644"/>
          <w:tab w:val="left" w:pos="567"/>
        </w:tabs>
        <w:jc w:val="thaiDistribute"/>
        <w:rPr>
          <w:rFonts w:ascii="Angsana New" w:hAnsi="Angsana New"/>
          <w:spacing w:val="-10"/>
          <w:szCs w:val="30"/>
        </w:rPr>
      </w:pPr>
      <w:r w:rsidRPr="00601052">
        <w:rPr>
          <w:rFonts w:ascii="Angsana New" w:hAnsi="Angsana New"/>
          <w:spacing w:val="-10"/>
          <w:szCs w:val="30"/>
          <w:cs/>
        </w:rPr>
        <w:t>รายการเคลื่อนไหวของหนี้สินผลประโยชน์พนักงานหลังออกจากงานสำหรับ</w:t>
      </w:r>
      <w:r w:rsidR="009F7466" w:rsidRPr="00601052">
        <w:rPr>
          <w:rFonts w:ascii="Angsana New" w:hAnsi="Angsana New"/>
          <w:spacing w:val="-10"/>
          <w:szCs w:val="30"/>
          <w:cs/>
        </w:rPr>
        <w:t>งวด</w:t>
      </w:r>
      <w:r w:rsidR="002F3D1C">
        <w:rPr>
          <w:rFonts w:ascii="Angsana New" w:hAnsi="Angsana New"/>
          <w:spacing w:val="-10"/>
          <w:szCs w:val="30"/>
          <w:cs/>
        </w:rPr>
        <w:t>เก้าเดือน</w:t>
      </w:r>
      <w:r w:rsidRPr="00601052">
        <w:rPr>
          <w:rFonts w:ascii="Angsana New" w:hAnsi="Angsana New"/>
          <w:spacing w:val="-10"/>
          <w:szCs w:val="30"/>
          <w:cs/>
        </w:rPr>
        <w:t xml:space="preserve">สิ้นสุดวันที่ </w:t>
      </w:r>
      <w:r w:rsidR="009F7466" w:rsidRPr="00601052">
        <w:rPr>
          <w:rFonts w:ascii="Angsana New" w:hAnsi="Angsana New"/>
          <w:spacing w:val="-10"/>
          <w:szCs w:val="30"/>
        </w:rPr>
        <w:t xml:space="preserve">30 </w:t>
      </w:r>
      <w:r w:rsidR="009F7466" w:rsidRPr="00601052">
        <w:rPr>
          <w:rFonts w:ascii="Angsana New" w:hAnsi="Angsana New"/>
          <w:spacing w:val="-10"/>
          <w:szCs w:val="30"/>
          <w:cs/>
        </w:rPr>
        <w:t xml:space="preserve"> </w:t>
      </w:r>
      <w:r w:rsidR="002F3D1C">
        <w:rPr>
          <w:rFonts w:ascii="Angsana New" w:hAnsi="Angsana New"/>
          <w:spacing w:val="-10"/>
          <w:szCs w:val="30"/>
          <w:cs/>
        </w:rPr>
        <w:t>กันยายน</w:t>
      </w:r>
      <w:r w:rsidRPr="00601052">
        <w:rPr>
          <w:rFonts w:ascii="Angsana New" w:hAnsi="Angsana New"/>
          <w:spacing w:val="-10"/>
          <w:szCs w:val="30"/>
          <w:cs/>
        </w:rPr>
        <w:t xml:space="preserve"> </w:t>
      </w:r>
      <w:r w:rsidR="00E730EC" w:rsidRPr="00601052">
        <w:rPr>
          <w:rFonts w:ascii="Angsana New" w:hAnsi="Angsana New"/>
          <w:spacing w:val="-10"/>
          <w:szCs w:val="30"/>
        </w:rPr>
        <w:t>2565</w:t>
      </w:r>
      <w:r w:rsidRPr="00601052">
        <w:rPr>
          <w:rFonts w:ascii="Angsana New" w:hAnsi="Angsana New"/>
          <w:spacing w:val="-10"/>
          <w:szCs w:val="30"/>
        </w:rPr>
        <w:t xml:space="preserve"> </w:t>
      </w:r>
      <w:r w:rsidRPr="00601052">
        <w:rPr>
          <w:rFonts w:ascii="Angsana New" w:hAnsi="Angsana New"/>
          <w:spacing w:val="-10"/>
          <w:szCs w:val="30"/>
          <w:cs/>
        </w:rPr>
        <w:t xml:space="preserve">และ </w:t>
      </w:r>
      <w:r w:rsidR="00E730EC" w:rsidRPr="00601052">
        <w:rPr>
          <w:rFonts w:ascii="Angsana New" w:hAnsi="Angsana New"/>
          <w:spacing w:val="-10"/>
          <w:szCs w:val="30"/>
        </w:rPr>
        <w:t>2564</w:t>
      </w:r>
      <w:r w:rsidRPr="00601052">
        <w:rPr>
          <w:rFonts w:ascii="Angsana New" w:hAnsi="Angsana New"/>
          <w:spacing w:val="-10"/>
          <w:szCs w:val="30"/>
        </w:rPr>
        <w:t xml:space="preserve"> </w:t>
      </w:r>
      <w:r w:rsidRPr="00601052">
        <w:rPr>
          <w:rFonts w:ascii="Angsana New" w:hAnsi="Angsana New"/>
          <w:spacing w:val="-10"/>
          <w:szCs w:val="30"/>
          <w:cs/>
        </w:rPr>
        <w:t>มีดังนี้</w:t>
      </w:r>
    </w:p>
    <w:p w:rsidR="004B6A18" w:rsidRPr="000F3A2A" w:rsidRDefault="004B6A18" w:rsidP="000C17B3">
      <w:pPr>
        <w:pStyle w:val="NoSpacing"/>
        <w:tabs>
          <w:tab w:val="clear" w:pos="227"/>
          <w:tab w:val="clear" w:pos="454"/>
          <w:tab w:val="clear" w:pos="680"/>
          <w:tab w:val="clear" w:pos="907"/>
          <w:tab w:val="clear" w:pos="1644"/>
          <w:tab w:val="left" w:pos="567"/>
        </w:tabs>
        <w:jc w:val="thaiDistribute"/>
        <w:rPr>
          <w:rFonts w:ascii="Angsana New" w:hAnsi="Angsana New"/>
          <w:spacing w:val="-10"/>
          <w:sz w:val="20"/>
          <w:szCs w:val="20"/>
        </w:rPr>
      </w:pPr>
    </w:p>
    <w:tbl>
      <w:tblPr>
        <w:tblW w:w="9464" w:type="dxa"/>
        <w:tblLook w:val="04A0"/>
      </w:tblPr>
      <w:tblGrid>
        <w:gridCol w:w="6345"/>
        <w:gridCol w:w="1418"/>
        <w:gridCol w:w="270"/>
        <w:gridCol w:w="1431"/>
      </w:tblGrid>
      <w:tr w:rsidR="00015BB7" w:rsidRPr="00601052" w:rsidTr="00C27D98">
        <w:tc>
          <w:tcPr>
            <w:tcW w:w="6345" w:type="dxa"/>
            <w:vAlign w:val="bottom"/>
          </w:tcPr>
          <w:p w:rsidR="00015BB7" w:rsidRPr="00601052" w:rsidRDefault="00015BB7" w:rsidP="00773157">
            <w:pPr>
              <w:pStyle w:val="NoSpacing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3119" w:type="dxa"/>
            <w:gridSpan w:val="3"/>
            <w:tcBorders>
              <w:bottom w:val="single" w:sz="4" w:space="0" w:color="auto"/>
            </w:tcBorders>
            <w:vAlign w:val="bottom"/>
          </w:tcPr>
          <w:p w:rsidR="0028571A" w:rsidRPr="00601052" w:rsidRDefault="0028571A" w:rsidP="002857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0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01052">
              <w:rPr>
                <w:rFonts w:ascii="Angsana New" w:hAnsi="Angsana New"/>
                <w:sz w:val="30"/>
                <w:szCs w:val="30"/>
                <w:cs/>
              </w:rPr>
              <w:t>งบการเงินรวมและ</w:t>
            </w:r>
          </w:p>
          <w:p w:rsidR="00015BB7" w:rsidRPr="00601052" w:rsidRDefault="0028571A" w:rsidP="002857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0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01052">
              <w:rPr>
                <w:rFonts w:ascii="Angsana New" w:hAnsi="Angsana New"/>
                <w:sz w:val="30"/>
                <w:szCs w:val="30"/>
                <w:cs/>
              </w:rPr>
              <w:t>งบการเงินเฉพาะกิจการ (พันบาท)</w:t>
            </w:r>
          </w:p>
        </w:tc>
      </w:tr>
      <w:tr w:rsidR="00E11780" w:rsidRPr="00601052" w:rsidTr="00C27D98">
        <w:tc>
          <w:tcPr>
            <w:tcW w:w="6345" w:type="dxa"/>
            <w:vAlign w:val="bottom"/>
          </w:tcPr>
          <w:p w:rsidR="00E11780" w:rsidRPr="00601052" w:rsidRDefault="00E11780" w:rsidP="00DD69C1">
            <w:pPr>
              <w:pStyle w:val="NoSpacing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:rsidR="00E11780" w:rsidRPr="00601052" w:rsidRDefault="00E730EC" w:rsidP="00C02C5A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  <w:r w:rsidRPr="00601052">
              <w:rPr>
                <w:rFonts w:ascii="Angsana New" w:hAnsi="Angsana New"/>
                <w:szCs w:val="30"/>
              </w:rPr>
              <w:t>2565</w:t>
            </w:r>
          </w:p>
        </w:tc>
        <w:tc>
          <w:tcPr>
            <w:tcW w:w="270" w:type="dxa"/>
            <w:tcBorders>
              <w:top w:val="single" w:sz="4" w:space="0" w:color="auto"/>
            </w:tcBorders>
            <w:vAlign w:val="bottom"/>
          </w:tcPr>
          <w:p w:rsidR="00E11780" w:rsidRPr="00601052" w:rsidRDefault="00E11780" w:rsidP="00DD69C1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</w:p>
        </w:tc>
        <w:tc>
          <w:tcPr>
            <w:tcW w:w="143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11780" w:rsidRPr="00601052" w:rsidRDefault="00E730EC" w:rsidP="00950A34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  <w:r w:rsidRPr="00601052">
              <w:rPr>
                <w:rFonts w:ascii="Angsana New" w:hAnsi="Angsana New"/>
                <w:szCs w:val="30"/>
              </w:rPr>
              <w:t>2564</w:t>
            </w:r>
          </w:p>
        </w:tc>
      </w:tr>
      <w:tr w:rsidR="00A021E1" w:rsidRPr="00601052" w:rsidTr="00C27D98">
        <w:tc>
          <w:tcPr>
            <w:tcW w:w="6345" w:type="dxa"/>
            <w:vAlign w:val="bottom"/>
          </w:tcPr>
          <w:p w:rsidR="00A021E1" w:rsidRPr="00601052" w:rsidRDefault="00A021E1" w:rsidP="00DD69C1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</w:rPr>
            </w:pPr>
            <w:r w:rsidRPr="00601052">
              <w:rPr>
                <w:rFonts w:ascii="Angsana New" w:hAnsi="Angsana New"/>
                <w:szCs w:val="30"/>
                <w:cs/>
              </w:rPr>
              <w:t xml:space="preserve">หนี้สินผลประโยชน์ของพนักงานหลังออกจากงาน ณ วันที่ </w:t>
            </w:r>
            <w:r w:rsidRPr="00601052">
              <w:rPr>
                <w:rFonts w:ascii="Angsana New" w:hAnsi="Angsana New"/>
                <w:szCs w:val="30"/>
              </w:rPr>
              <w:t xml:space="preserve">1 </w:t>
            </w:r>
            <w:r w:rsidRPr="00601052">
              <w:rPr>
                <w:rFonts w:ascii="Angsana New" w:hAnsi="Angsana New"/>
                <w:szCs w:val="30"/>
                <w:cs/>
              </w:rPr>
              <w:t>มกราคม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021E1" w:rsidRPr="00601052" w:rsidRDefault="00B770B6" w:rsidP="006C19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10,63</w:t>
            </w:r>
            <w:r w:rsidR="00137286"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270" w:type="dxa"/>
            <w:vAlign w:val="bottom"/>
          </w:tcPr>
          <w:p w:rsidR="00A021E1" w:rsidRPr="00601052" w:rsidRDefault="00A021E1" w:rsidP="00DD69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021E1" w:rsidRPr="00601052" w:rsidRDefault="00A021E1" w:rsidP="00F27C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01052">
              <w:rPr>
                <w:rFonts w:ascii="Angsana New" w:hAnsi="Angsana New"/>
                <w:sz w:val="30"/>
                <w:szCs w:val="30"/>
              </w:rPr>
              <w:t>9,752</w:t>
            </w:r>
          </w:p>
        </w:tc>
      </w:tr>
      <w:tr w:rsidR="00C27D98" w:rsidRPr="00601052" w:rsidTr="00C27D98">
        <w:tc>
          <w:tcPr>
            <w:tcW w:w="6345" w:type="dxa"/>
            <w:vAlign w:val="bottom"/>
          </w:tcPr>
          <w:p w:rsidR="00C27D98" w:rsidRPr="00601052" w:rsidRDefault="00C27D98" w:rsidP="00C27D98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  <w:cs/>
              </w:rPr>
            </w:pPr>
            <w:r w:rsidRPr="00601052">
              <w:rPr>
                <w:rFonts w:ascii="Angsana New" w:hAnsi="Angsana New"/>
                <w:szCs w:val="30"/>
                <w:cs/>
              </w:rPr>
              <w:t>ต้นทุนบริการ</w:t>
            </w:r>
            <w:r w:rsidRPr="00601052">
              <w:rPr>
                <w:rFonts w:ascii="Angsana New" w:hAnsi="Angsana New" w:hint="cs"/>
                <w:szCs w:val="30"/>
                <w:cs/>
              </w:rPr>
              <w:t>ในอดีต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27D98" w:rsidRPr="00601052" w:rsidRDefault="00B770B6" w:rsidP="00875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752</w:t>
            </w:r>
          </w:p>
        </w:tc>
        <w:tc>
          <w:tcPr>
            <w:tcW w:w="270" w:type="dxa"/>
            <w:vAlign w:val="bottom"/>
          </w:tcPr>
          <w:p w:rsidR="00C27D98" w:rsidRPr="00601052" w:rsidRDefault="00C27D98" w:rsidP="00DD69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1" w:type="dxa"/>
            <w:tcBorders>
              <w:top w:val="single" w:sz="4" w:space="0" w:color="auto"/>
            </w:tcBorders>
            <w:vAlign w:val="bottom"/>
          </w:tcPr>
          <w:p w:rsidR="00C27D98" w:rsidRPr="00601052" w:rsidRDefault="00C27D98" w:rsidP="005F02AD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601052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  -</w:t>
            </w:r>
          </w:p>
        </w:tc>
      </w:tr>
      <w:tr w:rsidR="004C77FC" w:rsidRPr="00601052" w:rsidTr="00C27D98">
        <w:tc>
          <w:tcPr>
            <w:tcW w:w="6345" w:type="dxa"/>
            <w:vAlign w:val="bottom"/>
          </w:tcPr>
          <w:p w:rsidR="004C77FC" w:rsidRPr="00601052" w:rsidRDefault="004C77FC" w:rsidP="00DD69C1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</w:rPr>
            </w:pPr>
            <w:r w:rsidRPr="00601052">
              <w:rPr>
                <w:rFonts w:ascii="Angsana New" w:hAnsi="Angsana New"/>
                <w:szCs w:val="30"/>
                <w:cs/>
              </w:rPr>
              <w:t>ต้นทุนบริการปัจจุบัน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C77FC" w:rsidRPr="00601052" w:rsidRDefault="00B770B6" w:rsidP="00875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1,474</w:t>
            </w:r>
          </w:p>
        </w:tc>
        <w:tc>
          <w:tcPr>
            <w:tcW w:w="270" w:type="dxa"/>
            <w:vAlign w:val="bottom"/>
          </w:tcPr>
          <w:p w:rsidR="004C77FC" w:rsidRPr="00601052" w:rsidRDefault="004C77FC" w:rsidP="00DD69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1" w:type="dxa"/>
            <w:vAlign w:val="bottom"/>
          </w:tcPr>
          <w:p w:rsidR="004C77FC" w:rsidRPr="00EF025A" w:rsidRDefault="004C77FC" w:rsidP="00DF6E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F025A">
              <w:rPr>
                <w:rFonts w:ascii="Angsana New" w:hAnsi="Angsana New"/>
                <w:sz w:val="30"/>
                <w:szCs w:val="30"/>
              </w:rPr>
              <w:t>754</w:t>
            </w:r>
          </w:p>
        </w:tc>
      </w:tr>
      <w:tr w:rsidR="004C77FC" w:rsidRPr="00601052" w:rsidTr="00C27D98">
        <w:tc>
          <w:tcPr>
            <w:tcW w:w="6345" w:type="dxa"/>
            <w:vAlign w:val="bottom"/>
          </w:tcPr>
          <w:p w:rsidR="004C77FC" w:rsidRPr="00601052" w:rsidRDefault="004C77FC" w:rsidP="00DD69C1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  <w:cs/>
              </w:rPr>
            </w:pPr>
            <w:r w:rsidRPr="00601052">
              <w:rPr>
                <w:rFonts w:ascii="Angsana New" w:hAnsi="Angsana New"/>
                <w:szCs w:val="30"/>
                <w:cs/>
              </w:rPr>
              <w:t>ต้นทุนดอกเบี้ย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C77FC" w:rsidRPr="00601052" w:rsidRDefault="00B770B6" w:rsidP="00275B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254</w:t>
            </w:r>
          </w:p>
        </w:tc>
        <w:tc>
          <w:tcPr>
            <w:tcW w:w="270" w:type="dxa"/>
            <w:vAlign w:val="bottom"/>
          </w:tcPr>
          <w:p w:rsidR="004C77FC" w:rsidRPr="00601052" w:rsidRDefault="004C77FC" w:rsidP="00DD69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1" w:type="dxa"/>
            <w:vAlign w:val="bottom"/>
          </w:tcPr>
          <w:p w:rsidR="004C77FC" w:rsidRPr="00EF025A" w:rsidRDefault="004C77FC" w:rsidP="00DF6E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EF025A">
              <w:rPr>
                <w:rFonts w:ascii="Angsana New" w:hAnsi="Angsana New"/>
                <w:sz w:val="30"/>
                <w:szCs w:val="30"/>
              </w:rPr>
              <w:t>205</w:t>
            </w:r>
          </w:p>
        </w:tc>
      </w:tr>
      <w:tr w:rsidR="004C77FC" w:rsidRPr="00601052" w:rsidTr="00C27D98">
        <w:tc>
          <w:tcPr>
            <w:tcW w:w="6345" w:type="dxa"/>
            <w:vAlign w:val="bottom"/>
          </w:tcPr>
          <w:p w:rsidR="004C77FC" w:rsidRPr="00601052" w:rsidRDefault="004C77FC" w:rsidP="00DD69C1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  <w:cs/>
              </w:rPr>
            </w:pPr>
            <w:r w:rsidRPr="00601052">
              <w:rPr>
                <w:rFonts w:ascii="Angsana New" w:hAnsi="Angsana New"/>
                <w:szCs w:val="30"/>
                <w:cs/>
              </w:rPr>
              <w:t>ค่าใช้จ่ายที่รับรู้เป็นรายการกำไรหรือขาดทุนในงบกำไรขาดทุนเบ็ดเสร็จ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C77FC" w:rsidRPr="00601052" w:rsidRDefault="00B770B6" w:rsidP="00275B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2,480</w:t>
            </w:r>
          </w:p>
        </w:tc>
        <w:tc>
          <w:tcPr>
            <w:tcW w:w="270" w:type="dxa"/>
            <w:vAlign w:val="bottom"/>
          </w:tcPr>
          <w:p w:rsidR="004C77FC" w:rsidRPr="00601052" w:rsidRDefault="004C77FC" w:rsidP="00DD69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C77FC" w:rsidRPr="00EF025A" w:rsidRDefault="004C77FC" w:rsidP="00DF6E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F025A">
              <w:rPr>
                <w:rFonts w:ascii="Angsana New" w:hAnsi="Angsana New"/>
                <w:sz w:val="30"/>
                <w:szCs w:val="30"/>
              </w:rPr>
              <w:t>959</w:t>
            </w:r>
          </w:p>
        </w:tc>
      </w:tr>
      <w:tr w:rsidR="004C77FC" w:rsidRPr="00601052" w:rsidTr="00C27D98">
        <w:tc>
          <w:tcPr>
            <w:tcW w:w="6345" w:type="dxa"/>
            <w:vAlign w:val="bottom"/>
          </w:tcPr>
          <w:p w:rsidR="004C77FC" w:rsidRPr="00601052" w:rsidRDefault="004C77FC" w:rsidP="00553CE8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  <w:cs/>
              </w:rPr>
            </w:pPr>
            <w:r w:rsidRPr="00601052">
              <w:rPr>
                <w:rFonts w:ascii="Angsana New" w:hAnsi="Angsana New" w:hint="cs"/>
                <w:szCs w:val="30"/>
                <w:cs/>
              </w:rPr>
              <w:t>ขาดทุนจากการวัดมูลค่าใหม่ของการคำนวณตามหลักคณิตศาสตร์ประกันภัย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C77FC" w:rsidRPr="00601052" w:rsidRDefault="00B770B6" w:rsidP="00071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3,080</w:t>
            </w:r>
          </w:p>
        </w:tc>
        <w:tc>
          <w:tcPr>
            <w:tcW w:w="270" w:type="dxa"/>
            <w:vAlign w:val="bottom"/>
          </w:tcPr>
          <w:p w:rsidR="004C77FC" w:rsidRPr="00601052" w:rsidRDefault="004C77FC" w:rsidP="00553C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C77FC" w:rsidRPr="00601052" w:rsidRDefault="004C77FC" w:rsidP="00DF6E91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601052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  -</w:t>
            </w:r>
          </w:p>
        </w:tc>
      </w:tr>
      <w:tr w:rsidR="00B770B6" w:rsidRPr="00601052" w:rsidTr="00C27D98">
        <w:tc>
          <w:tcPr>
            <w:tcW w:w="6345" w:type="dxa"/>
            <w:vAlign w:val="bottom"/>
          </w:tcPr>
          <w:p w:rsidR="00B770B6" w:rsidRPr="00601052" w:rsidRDefault="00B770B6" w:rsidP="005F02AD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  <w:cs/>
              </w:rPr>
            </w:pPr>
            <w:r w:rsidRPr="00601052">
              <w:rPr>
                <w:rFonts w:ascii="Angsana New" w:hAnsi="Angsana New"/>
                <w:szCs w:val="30"/>
                <w:cs/>
              </w:rPr>
              <w:t>ผลประโยชน์ของพนักงานที่จ่ายชำระในระหว่างงวด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770B6" w:rsidRPr="00EF025A" w:rsidRDefault="00B770B6" w:rsidP="001B52D0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F025A">
              <w:rPr>
                <w:rFonts w:ascii="Angsana New" w:hAnsi="Angsana New"/>
                <w:sz w:val="30"/>
                <w:szCs w:val="30"/>
                <w:cs/>
              </w:rPr>
              <w:t xml:space="preserve"> (   </w:t>
            </w:r>
            <w:r w:rsidR="00137286">
              <w:rPr>
                <w:rFonts w:ascii="Angsana New" w:hAnsi="Angsana New"/>
                <w:sz w:val="30"/>
                <w:szCs w:val="30"/>
              </w:rPr>
              <w:t>2,556</w:t>
            </w:r>
            <w:r w:rsidRPr="00EF025A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  <w:tc>
          <w:tcPr>
            <w:tcW w:w="270" w:type="dxa"/>
            <w:vAlign w:val="bottom"/>
          </w:tcPr>
          <w:p w:rsidR="00B770B6" w:rsidRPr="00601052" w:rsidRDefault="00B770B6" w:rsidP="005F02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770B6" w:rsidRPr="00EF025A" w:rsidRDefault="00B770B6" w:rsidP="00DF6E91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F025A">
              <w:rPr>
                <w:rFonts w:ascii="Angsana New" w:hAnsi="Angsana New"/>
                <w:sz w:val="30"/>
                <w:szCs w:val="30"/>
                <w:cs/>
              </w:rPr>
              <w:t xml:space="preserve"> ( </w:t>
            </w:r>
            <w:r>
              <w:rPr>
                <w:rFonts w:ascii="Angsana New" w:hAnsi="Angsana New"/>
                <w:sz w:val="30"/>
                <w:szCs w:val="30"/>
              </w:rPr>
              <w:t xml:space="preserve">  </w:t>
            </w:r>
            <w:r w:rsidRPr="00EF025A">
              <w:rPr>
                <w:rFonts w:ascii="Angsana New" w:hAnsi="Angsana New"/>
                <w:sz w:val="30"/>
                <w:szCs w:val="30"/>
                <w:cs/>
              </w:rPr>
              <w:t xml:space="preserve">  </w:t>
            </w:r>
            <w:r w:rsidRPr="00EF025A">
              <w:rPr>
                <w:rFonts w:ascii="Angsana New" w:hAnsi="Angsana New"/>
                <w:sz w:val="30"/>
                <w:szCs w:val="30"/>
              </w:rPr>
              <w:t>400</w:t>
            </w:r>
            <w:r w:rsidRPr="00EF025A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</w:tr>
      <w:tr w:rsidR="004C77FC" w:rsidRPr="00601052" w:rsidTr="00C27D98">
        <w:trPr>
          <w:trHeight w:val="215"/>
        </w:trPr>
        <w:tc>
          <w:tcPr>
            <w:tcW w:w="6345" w:type="dxa"/>
            <w:vAlign w:val="bottom"/>
          </w:tcPr>
          <w:p w:rsidR="004C77FC" w:rsidRPr="00601052" w:rsidRDefault="004C77FC" w:rsidP="00DD69C1">
            <w:pPr>
              <w:pStyle w:val="NoSpacing"/>
              <w:rPr>
                <w:rFonts w:ascii="Angsana New" w:hAnsi="Angsana New"/>
                <w:szCs w:val="30"/>
                <w:cs/>
              </w:rPr>
            </w:pPr>
            <w:r w:rsidRPr="00601052">
              <w:rPr>
                <w:rFonts w:ascii="Angsana New" w:hAnsi="Angsana New"/>
                <w:szCs w:val="30"/>
                <w:cs/>
              </w:rPr>
              <w:t xml:space="preserve">หนี้สินผลประโยชน์พนักงานหลังออกจากงาน ณ วันที่ </w:t>
            </w:r>
            <w:r w:rsidRPr="00601052">
              <w:rPr>
                <w:rFonts w:ascii="Angsana New" w:hAnsi="Angsana New"/>
                <w:szCs w:val="30"/>
              </w:rPr>
              <w:t xml:space="preserve">30 </w:t>
            </w:r>
            <w:r>
              <w:rPr>
                <w:rFonts w:ascii="Angsana New" w:hAnsi="Angsana New"/>
                <w:szCs w:val="30"/>
                <w:cs/>
              </w:rPr>
              <w:t>กันยายน</w:t>
            </w: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4C77FC" w:rsidRPr="00601052" w:rsidRDefault="00B770B6" w:rsidP="001920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13,635</w:t>
            </w:r>
          </w:p>
        </w:tc>
        <w:tc>
          <w:tcPr>
            <w:tcW w:w="270" w:type="dxa"/>
            <w:vAlign w:val="bottom"/>
          </w:tcPr>
          <w:p w:rsidR="004C77FC" w:rsidRPr="00601052" w:rsidRDefault="004C77FC" w:rsidP="00DD69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4C77FC" w:rsidRPr="00B82138" w:rsidRDefault="00503B96" w:rsidP="00DF6E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F025A">
              <w:rPr>
                <w:rFonts w:ascii="Angsana New" w:hAnsi="Angsana New"/>
                <w:sz w:val="30"/>
                <w:szCs w:val="30"/>
              </w:rPr>
              <w:t>10,311</w:t>
            </w:r>
          </w:p>
        </w:tc>
      </w:tr>
    </w:tbl>
    <w:p w:rsidR="00275BD9" w:rsidRPr="000F3A2A" w:rsidRDefault="00275BD9" w:rsidP="00420D8D">
      <w:pPr>
        <w:pStyle w:val="BodyText2"/>
        <w:tabs>
          <w:tab w:val="left" w:pos="0"/>
        </w:tabs>
        <w:ind w:left="0" w:firstLine="0"/>
        <w:jc w:val="thaiDistribute"/>
        <w:rPr>
          <w:rFonts w:ascii="Angsana New" w:hAnsi="Angsana New"/>
          <w:sz w:val="20"/>
          <w:szCs w:val="20"/>
        </w:rPr>
      </w:pPr>
    </w:p>
    <w:p w:rsidR="0037410C" w:rsidRDefault="0037410C" w:rsidP="0037410C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 xml:space="preserve">ในระหว่างไตรมาสที่สามของปี </w:t>
      </w:r>
      <w:r>
        <w:rPr>
          <w:rFonts w:ascii="Angsana New" w:hAnsi="Angsana New"/>
          <w:sz w:val="30"/>
          <w:szCs w:val="30"/>
        </w:rPr>
        <w:t xml:space="preserve">2565 </w:t>
      </w:r>
      <w:r>
        <w:rPr>
          <w:rFonts w:ascii="Angsana New" w:hAnsi="Angsana New" w:hint="cs"/>
          <w:sz w:val="30"/>
          <w:szCs w:val="30"/>
          <w:cs/>
        </w:rPr>
        <w:t>ฝ่ายบริหารได้พิจารณา</w:t>
      </w:r>
      <w:r w:rsidR="00A10062">
        <w:rPr>
          <w:rFonts w:ascii="Angsana New" w:hAnsi="Angsana New" w:hint="cs"/>
          <w:sz w:val="30"/>
          <w:szCs w:val="30"/>
          <w:cs/>
        </w:rPr>
        <w:t>และ</w:t>
      </w:r>
      <w:r>
        <w:rPr>
          <w:rFonts w:ascii="Angsana New" w:hAnsi="Angsana New" w:hint="cs"/>
          <w:sz w:val="30"/>
          <w:szCs w:val="30"/>
          <w:cs/>
        </w:rPr>
        <w:t xml:space="preserve">เห็นว่ามีการเปลี่ยนแปลงพนักงานภายในบริษัทจำนวนหนึ่งซึ่งอาจมีผลกระทบต่อประมาณการหนี้สินผลประโยชน์พนักงานงานอย่างมีนัยสำคัญ จึงจัดให้มีการคำนวณใหม่และเกิดกำไรจากการวัดมูลค่าใหม่ของการคำนวณตามหลักคณิตศาสตร์ประกันภัยประมาณ </w:t>
      </w:r>
      <w:r>
        <w:rPr>
          <w:rFonts w:ascii="Angsana New" w:hAnsi="Angsana New"/>
          <w:sz w:val="30"/>
          <w:szCs w:val="30"/>
        </w:rPr>
        <w:t>5,619</w:t>
      </w:r>
      <w:r>
        <w:rPr>
          <w:rFonts w:ascii="Angsana New" w:hAnsi="Angsana New" w:hint="cs"/>
          <w:sz w:val="30"/>
          <w:szCs w:val="30"/>
          <w:cs/>
        </w:rPr>
        <w:t xml:space="preserve"> พันบาท ซึ่งประกอบด้วย </w:t>
      </w:r>
    </w:p>
    <w:p w:rsidR="0037410C" w:rsidRPr="003233D1" w:rsidRDefault="0037410C" w:rsidP="0037410C">
      <w:pPr>
        <w:pStyle w:val="BodyText2"/>
        <w:tabs>
          <w:tab w:val="right" w:pos="6120"/>
        </w:tabs>
        <w:ind w:left="0" w:firstLine="0"/>
        <w:jc w:val="thaiDistribute"/>
        <w:rPr>
          <w:rFonts w:ascii="Angsana New" w:hAnsi="Angsana New"/>
          <w:sz w:val="30"/>
          <w:szCs w:val="30"/>
          <w:cs/>
        </w:rPr>
      </w:pPr>
      <w:r w:rsidRPr="003233D1">
        <w:rPr>
          <w:rFonts w:ascii="Angsana New" w:hAnsi="Angsana New"/>
          <w:sz w:val="30"/>
          <w:szCs w:val="30"/>
        </w:rPr>
        <w:t xml:space="preserve">-  </w:t>
      </w:r>
      <w:r>
        <w:rPr>
          <w:rFonts w:ascii="Angsana New" w:hAnsi="Angsana New" w:hint="cs"/>
          <w:sz w:val="30"/>
          <w:szCs w:val="30"/>
          <w:cs/>
        </w:rPr>
        <w:t>กำไร</w:t>
      </w:r>
      <w:r w:rsidRPr="003233D1">
        <w:rPr>
          <w:rFonts w:ascii="Angsana New" w:hAnsi="Angsana New" w:hint="cs"/>
          <w:sz w:val="30"/>
          <w:szCs w:val="30"/>
          <w:cs/>
        </w:rPr>
        <w:t>จากการปรับปรุงประสบการณ์</w:t>
      </w:r>
      <w:r w:rsidRPr="003233D1">
        <w:rPr>
          <w:rFonts w:ascii="Angsana New" w:hAnsi="Angsana New" w:hint="cs"/>
          <w:sz w:val="30"/>
          <w:szCs w:val="30"/>
          <w:cs/>
        </w:rPr>
        <w:tab/>
      </w:r>
      <w:r>
        <w:rPr>
          <w:rFonts w:ascii="Angsana New" w:hAnsi="Angsana New"/>
          <w:sz w:val="30"/>
          <w:szCs w:val="30"/>
        </w:rPr>
        <w:t>4</w:t>
      </w:r>
      <w:r w:rsidRPr="003233D1">
        <w:rPr>
          <w:rFonts w:ascii="Angsana New" w:hAnsi="Angsana New"/>
          <w:sz w:val="30"/>
          <w:szCs w:val="30"/>
        </w:rPr>
        <w:t>,</w:t>
      </w:r>
      <w:r>
        <w:rPr>
          <w:rFonts w:ascii="Angsana New" w:hAnsi="Angsana New"/>
          <w:sz w:val="30"/>
          <w:szCs w:val="30"/>
        </w:rPr>
        <w:t>609</w:t>
      </w:r>
      <w:r w:rsidRPr="003233D1">
        <w:rPr>
          <w:rFonts w:ascii="Angsana New" w:hAnsi="Angsana New" w:hint="cs"/>
          <w:sz w:val="30"/>
          <w:szCs w:val="30"/>
          <w:cs/>
        </w:rPr>
        <w:tab/>
        <w:t>พันบาท</w:t>
      </w:r>
    </w:p>
    <w:p w:rsidR="0037410C" w:rsidRPr="003233D1" w:rsidRDefault="0037410C" w:rsidP="0037410C">
      <w:pPr>
        <w:pStyle w:val="BodyText2"/>
        <w:tabs>
          <w:tab w:val="right" w:pos="6120"/>
        </w:tabs>
        <w:ind w:left="0" w:firstLine="0"/>
        <w:jc w:val="thaiDistribute"/>
        <w:rPr>
          <w:rFonts w:ascii="Angsana New" w:hAnsi="Angsana New"/>
          <w:sz w:val="30"/>
          <w:szCs w:val="30"/>
        </w:rPr>
      </w:pPr>
      <w:r w:rsidRPr="003233D1">
        <w:rPr>
          <w:rFonts w:ascii="Angsana New" w:hAnsi="Angsana New"/>
          <w:sz w:val="30"/>
          <w:szCs w:val="30"/>
        </w:rPr>
        <w:t xml:space="preserve">-  </w:t>
      </w:r>
      <w:r>
        <w:rPr>
          <w:rFonts w:ascii="Angsana New" w:hAnsi="Angsana New" w:hint="cs"/>
          <w:sz w:val="30"/>
          <w:szCs w:val="30"/>
          <w:cs/>
        </w:rPr>
        <w:t>กำไร</w:t>
      </w:r>
      <w:r w:rsidRPr="003233D1">
        <w:rPr>
          <w:rFonts w:ascii="Angsana New" w:hAnsi="Angsana New" w:hint="cs"/>
          <w:sz w:val="30"/>
          <w:szCs w:val="30"/>
          <w:cs/>
        </w:rPr>
        <w:t>จากการการเปลี่ยนแปลงสมมุติฐานด้านการเงิน</w:t>
      </w:r>
      <w:r w:rsidRPr="003233D1">
        <w:rPr>
          <w:rFonts w:ascii="Angsana New" w:hAnsi="Angsana New" w:hint="cs"/>
          <w:sz w:val="30"/>
          <w:szCs w:val="30"/>
          <w:cs/>
        </w:rPr>
        <w:tab/>
        <w:t xml:space="preserve">       </w:t>
      </w:r>
      <w:r>
        <w:rPr>
          <w:rFonts w:ascii="Angsana New" w:hAnsi="Angsana New"/>
          <w:sz w:val="30"/>
          <w:szCs w:val="30"/>
        </w:rPr>
        <w:t>1,010</w:t>
      </w:r>
      <w:r w:rsidRPr="003233D1">
        <w:rPr>
          <w:rFonts w:ascii="Angsana New" w:hAnsi="Angsana New" w:hint="cs"/>
          <w:sz w:val="30"/>
          <w:szCs w:val="30"/>
          <w:cs/>
        </w:rPr>
        <w:t xml:space="preserve"> </w:t>
      </w:r>
      <w:r w:rsidRPr="003233D1">
        <w:rPr>
          <w:rFonts w:ascii="Angsana New" w:hAnsi="Angsana New" w:hint="cs"/>
          <w:sz w:val="30"/>
          <w:szCs w:val="30"/>
          <w:cs/>
        </w:rPr>
        <w:tab/>
        <w:t>พันบาท</w:t>
      </w:r>
    </w:p>
    <w:p w:rsidR="0037410C" w:rsidRDefault="0037410C" w:rsidP="00C27D9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C27D98" w:rsidRPr="003233D1" w:rsidRDefault="00C27D98" w:rsidP="00C27D9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601052">
        <w:rPr>
          <w:rFonts w:ascii="Angsana New" w:hAnsi="Angsana New" w:hint="cs"/>
          <w:sz w:val="30"/>
          <w:szCs w:val="30"/>
          <w:cs/>
        </w:rPr>
        <w:t>ขาดทุน</w:t>
      </w:r>
      <w:r w:rsidR="00C902D4">
        <w:rPr>
          <w:rFonts w:ascii="Angsana New" w:hAnsi="Angsana New" w:hint="cs"/>
          <w:sz w:val="30"/>
          <w:szCs w:val="30"/>
          <w:cs/>
        </w:rPr>
        <w:t>สำหรับงวดเก้าเดือน</w:t>
      </w:r>
      <w:r w:rsidRPr="00601052">
        <w:rPr>
          <w:rFonts w:ascii="Angsana New" w:hAnsi="Angsana New" w:hint="cs"/>
          <w:sz w:val="30"/>
          <w:szCs w:val="30"/>
          <w:cs/>
        </w:rPr>
        <w:t>จากการวัดมูลค่าใหม่ของการคำนวณตามหลักคณิตศาสตร์</w:t>
      </w:r>
      <w:r w:rsidRPr="003233D1">
        <w:rPr>
          <w:rFonts w:ascii="Angsana New" w:hAnsi="Angsana New" w:hint="cs"/>
          <w:sz w:val="30"/>
          <w:szCs w:val="30"/>
          <w:cs/>
        </w:rPr>
        <w:t>ประกันภัยในปี 2565 ประกอบด้วย</w:t>
      </w:r>
    </w:p>
    <w:p w:rsidR="00C27D98" w:rsidRPr="003233D1" w:rsidRDefault="00C27D98" w:rsidP="00C27D98">
      <w:pPr>
        <w:pStyle w:val="BodyText2"/>
        <w:tabs>
          <w:tab w:val="right" w:pos="6120"/>
        </w:tabs>
        <w:ind w:left="0" w:firstLine="0"/>
        <w:jc w:val="thaiDistribute"/>
        <w:rPr>
          <w:rFonts w:ascii="Angsana New" w:hAnsi="Angsana New"/>
          <w:sz w:val="30"/>
          <w:szCs w:val="30"/>
          <w:cs/>
        </w:rPr>
      </w:pPr>
      <w:r w:rsidRPr="003233D1">
        <w:rPr>
          <w:rFonts w:ascii="Angsana New" w:hAnsi="Angsana New"/>
          <w:sz w:val="30"/>
          <w:szCs w:val="30"/>
        </w:rPr>
        <w:t xml:space="preserve">-  </w:t>
      </w:r>
      <w:r w:rsidRPr="003233D1">
        <w:rPr>
          <w:rFonts w:ascii="Angsana New" w:hAnsi="Angsana New" w:hint="cs"/>
          <w:sz w:val="30"/>
          <w:szCs w:val="30"/>
          <w:cs/>
        </w:rPr>
        <w:t>ขาดทุนจากการปรับปรุงประสบการณ์</w:t>
      </w:r>
      <w:r w:rsidRPr="003233D1">
        <w:rPr>
          <w:rFonts w:ascii="Angsana New" w:hAnsi="Angsana New" w:hint="cs"/>
          <w:sz w:val="30"/>
          <w:szCs w:val="30"/>
          <w:cs/>
        </w:rPr>
        <w:tab/>
      </w:r>
      <w:r w:rsidR="003233D1" w:rsidRPr="003233D1">
        <w:rPr>
          <w:rFonts w:ascii="Angsana New" w:hAnsi="Angsana New" w:hint="cs"/>
          <w:sz w:val="30"/>
          <w:szCs w:val="30"/>
          <w:cs/>
        </w:rPr>
        <w:t>1</w:t>
      </w:r>
      <w:r w:rsidR="003233D1" w:rsidRPr="003233D1">
        <w:rPr>
          <w:rFonts w:ascii="Angsana New" w:hAnsi="Angsana New"/>
          <w:sz w:val="30"/>
          <w:szCs w:val="30"/>
        </w:rPr>
        <w:t>0,972</w:t>
      </w:r>
      <w:r w:rsidRPr="003233D1">
        <w:rPr>
          <w:rFonts w:ascii="Angsana New" w:hAnsi="Angsana New" w:hint="cs"/>
          <w:sz w:val="30"/>
          <w:szCs w:val="30"/>
          <w:cs/>
        </w:rPr>
        <w:tab/>
        <w:t>พันบาท</w:t>
      </w:r>
    </w:p>
    <w:p w:rsidR="00C27D98" w:rsidRPr="003233D1" w:rsidRDefault="00C27D98" w:rsidP="00C27D98">
      <w:pPr>
        <w:pStyle w:val="BodyText2"/>
        <w:tabs>
          <w:tab w:val="right" w:pos="6120"/>
        </w:tabs>
        <w:ind w:left="0" w:firstLine="0"/>
        <w:jc w:val="thaiDistribute"/>
        <w:rPr>
          <w:rFonts w:ascii="Angsana New" w:hAnsi="Angsana New"/>
          <w:sz w:val="30"/>
          <w:szCs w:val="30"/>
        </w:rPr>
      </w:pPr>
      <w:r w:rsidRPr="003233D1">
        <w:rPr>
          <w:rFonts w:ascii="Angsana New" w:hAnsi="Angsana New"/>
          <w:sz w:val="30"/>
          <w:szCs w:val="30"/>
        </w:rPr>
        <w:t xml:space="preserve">-  </w:t>
      </w:r>
      <w:r w:rsidRPr="003233D1">
        <w:rPr>
          <w:rFonts w:ascii="Angsana New" w:hAnsi="Angsana New" w:hint="cs"/>
          <w:sz w:val="30"/>
          <w:szCs w:val="30"/>
          <w:cs/>
        </w:rPr>
        <w:t>ขาดทุนจากการการเปลี่ยนแปลงสมมุติฐานด้านการเงิน</w:t>
      </w:r>
      <w:r w:rsidRPr="003233D1">
        <w:rPr>
          <w:rFonts w:ascii="Angsana New" w:hAnsi="Angsana New" w:hint="cs"/>
          <w:sz w:val="30"/>
          <w:szCs w:val="30"/>
          <w:cs/>
        </w:rPr>
        <w:tab/>
        <w:t xml:space="preserve">       </w:t>
      </w:r>
      <w:r w:rsidR="003233D1" w:rsidRPr="003233D1">
        <w:rPr>
          <w:rFonts w:ascii="Angsana New" w:hAnsi="Angsana New"/>
          <w:sz w:val="30"/>
          <w:szCs w:val="30"/>
        </w:rPr>
        <w:t>854</w:t>
      </w:r>
      <w:r w:rsidRPr="003233D1">
        <w:rPr>
          <w:rFonts w:ascii="Angsana New" w:hAnsi="Angsana New" w:hint="cs"/>
          <w:sz w:val="30"/>
          <w:szCs w:val="30"/>
          <w:cs/>
        </w:rPr>
        <w:t xml:space="preserve"> </w:t>
      </w:r>
      <w:r w:rsidRPr="003233D1">
        <w:rPr>
          <w:rFonts w:ascii="Angsana New" w:hAnsi="Angsana New" w:hint="cs"/>
          <w:sz w:val="30"/>
          <w:szCs w:val="30"/>
          <w:cs/>
        </w:rPr>
        <w:tab/>
        <w:t>พันบาท</w:t>
      </w:r>
    </w:p>
    <w:p w:rsidR="00C27D98" w:rsidRPr="00601052" w:rsidRDefault="00C27D98" w:rsidP="00C27D98">
      <w:pPr>
        <w:pStyle w:val="BodyText2"/>
        <w:tabs>
          <w:tab w:val="right" w:pos="6120"/>
        </w:tabs>
        <w:ind w:left="0" w:firstLine="0"/>
        <w:jc w:val="thaiDistribute"/>
        <w:rPr>
          <w:rFonts w:ascii="Angsana New" w:hAnsi="Angsana New"/>
          <w:sz w:val="30"/>
          <w:szCs w:val="30"/>
        </w:rPr>
      </w:pPr>
      <w:r w:rsidRPr="003233D1">
        <w:rPr>
          <w:rFonts w:ascii="Angsana New" w:hAnsi="Angsana New"/>
          <w:sz w:val="30"/>
          <w:szCs w:val="30"/>
        </w:rPr>
        <w:t xml:space="preserve">-  </w:t>
      </w:r>
      <w:r w:rsidRPr="003233D1">
        <w:rPr>
          <w:rFonts w:ascii="Angsana New" w:hAnsi="Angsana New" w:hint="cs"/>
          <w:sz w:val="30"/>
          <w:szCs w:val="30"/>
          <w:cs/>
        </w:rPr>
        <w:t>กำไรจากการการเปลี่ยนแปลงสมมุติฐานด้านประชากรศาสตร์</w:t>
      </w:r>
      <w:r w:rsidRPr="003233D1">
        <w:rPr>
          <w:rFonts w:ascii="Angsana New" w:hAnsi="Angsana New" w:hint="cs"/>
          <w:sz w:val="30"/>
          <w:szCs w:val="30"/>
          <w:cs/>
        </w:rPr>
        <w:tab/>
        <w:t>8</w:t>
      </w:r>
      <w:r w:rsidR="003233D1" w:rsidRPr="003233D1">
        <w:rPr>
          <w:rFonts w:ascii="Angsana New" w:hAnsi="Angsana New"/>
          <w:sz w:val="30"/>
          <w:szCs w:val="30"/>
        </w:rPr>
        <w:t>,746</w:t>
      </w:r>
      <w:r w:rsidRPr="00601052">
        <w:rPr>
          <w:rFonts w:ascii="Angsana New" w:hAnsi="Angsana New" w:hint="cs"/>
          <w:sz w:val="30"/>
          <w:szCs w:val="30"/>
          <w:cs/>
        </w:rPr>
        <w:t xml:space="preserve"> </w:t>
      </w:r>
      <w:r w:rsidRPr="00601052">
        <w:rPr>
          <w:rFonts w:ascii="Angsana New" w:hAnsi="Angsana New" w:hint="cs"/>
          <w:sz w:val="30"/>
          <w:szCs w:val="30"/>
          <w:cs/>
        </w:rPr>
        <w:tab/>
        <w:t>พันบาท</w:t>
      </w:r>
    </w:p>
    <w:p w:rsidR="003233D1" w:rsidRDefault="003233D1" w:rsidP="00C27D98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</w:p>
    <w:p w:rsidR="00C902D4" w:rsidRDefault="00C902D4" w:rsidP="003233D1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</w:p>
    <w:p w:rsidR="00F13469" w:rsidRDefault="00F1346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/>
          <w:sz w:val="30"/>
          <w:szCs w:val="30"/>
          <w:cs/>
        </w:rPr>
        <w:br w:type="page"/>
      </w:r>
    </w:p>
    <w:p w:rsidR="00812201" w:rsidRPr="00601052" w:rsidRDefault="00812201" w:rsidP="0081220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601052">
        <w:rPr>
          <w:rFonts w:ascii="Angsana New" w:hAnsi="Angsana New" w:hint="cs"/>
          <w:sz w:val="30"/>
          <w:szCs w:val="30"/>
          <w:cs/>
        </w:rPr>
        <w:lastRenderedPageBreak/>
        <w:t xml:space="preserve">สมมติฐานที่สำคัญที่ใช้ในการคำนวณหนี้สินผลประโยชน์ของพนักงานหลังออกจากงานในปี </w:t>
      </w:r>
      <w:r w:rsidRPr="00601052">
        <w:rPr>
          <w:rFonts w:ascii="Angsana New" w:hAnsi="Angsana New"/>
          <w:color w:val="000000"/>
          <w:sz w:val="30"/>
          <w:szCs w:val="30"/>
        </w:rPr>
        <w:t xml:space="preserve">2565 </w:t>
      </w:r>
      <w:r w:rsidRPr="00601052">
        <w:rPr>
          <w:rFonts w:ascii="Angsana New" w:hAnsi="Angsana New"/>
          <w:color w:val="000000"/>
          <w:sz w:val="30"/>
          <w:szCs w:val="30"/>
          <w:cs/>
        </w:rPr>
        <w:t xml:space="preserve">และ </w:t>
      </w:r>
      <w:r w:rsidRPr="00601052">
        <w:rPr>
          <w:rFonts w:ascii="Angsana New" w:hAnsi="Angsana New"/>
          <w:color w:val="000000"/>
          <w:sz w:val="30"/>
          <w:szCs w:val="30"/>
        </w:rPr>
        <w:t xml:space="preserve">2564 </w:t>
      </w:r>
      <w:r w:rsidRPr="00601052">
        <w:rPr>
          <w:rFonts w:ascii="Angsana New" w:hAnsi="Angsana New" w:hint="cs"/>
          <w:sz w:val="30"/>
          <w:szCs w:val="30"/>
          <w:cs/>
        </w:rPr>
        <w:t>มีดังนี้</w:t>
      </w:r>
    </w:p>
    <w:p w:rsidR="00812201" w:rsidRPr="00601052" w:rsidRDefault="00812201" w:rsidP="00812201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  <w:r w:rsidRPr="00601052">
        <w:rPr>
          <w:rFonts w:ascii="Angsana New" w:hAnsi="Angsana New" w:hint="cs"/>
          <w:sz w:val="30"/>
          <w:szCs w:val="30"/>
          <w:cs/>
        </w:rPr>
        <w:t>อัตราคิดลด</w:t>
      </w:r>
      <w:r w:rsidRPr="00601052">
        <w:rPr>
          <w:rFonts w:ascii="Angsana New" w:hAnsi="Angsana New" w:hint="cs"/>
          <w:sz w:val="30"/>
          <w:szCs w:val="30"/>
          <w:cs/>
        </w:rPr>
        <w:tab/>
      </w:r>
      <w:r w:rsidRPr="00601052">
        <w:rPr>
          <w:rFonts w:ascii="Angsana New" w:hAnsi="Angsana New" w:hint="cs"/>
          <w:sz w:val="30"/>
          <w:szCs w:val="30"/>
          <w:cs/>
        </w:rPr>
        <w:tab/>
      </w:r>
      <w:r w:rsidRPr="00601052">
        <w:rPr>
          <w:rFonts w:ascii="Angsana New" w:hAnsi="Angsana New" w:hint="cs"/>
          <w:sz w:val="30"/>
          <w:szCs w:val="30"/>
          <w:cs/>
        </w:rPr>
        <w:tab/>
        <w:t xml:space="preserve">ร้อยละ </w:t>
      </w:r>
      <w:r>
        <w:rPr>
          <w:rFonts w:ascii="Angsana New" w:hAnsi="Angsana New"/>
          <w:sz w:val="30"/>
          <w:szCs w:val="30"/>
        </w:rPr>
        <w:t>2.39</w:t>
      </w:r>
      <w:r w:rsidRPr="00601052">
        <w:rPr>
          <w:rFonts w:ascii="Angsana New" w:hAnsi="Angsana New"/>
          <w:sz w:val="30"/>
          <w:szCs w:val="30"/>
        </w:rPr>
        <w:t xml:space="preserve"> </w:t>
      </w:r>
      <w:r w:rsidRPr="00601052">
        <w:rPr>
          <w:rFonts w:ascii="Angsana New" w:hAnsi="Angsana New" w:hint="cs"/>
          <w:sz w:val="30"/>
          <w:szCs w:val="30"/>
          <w:cs/>
        </w:rPr>
        <w:t xml:space="preserve">ต่อปีในปี 2565 และร้อยละ </w:t>
      </w:r>
      <w:r w:rsidRPr="00601052">
        <w:rPr>
          <w:rFonts w:ascii="Angsana New" w:hAnsi="Angsana New"/>
          <w:sz w:val="30"/>
          <w:szCs w:val="30"/>
        </w:rPr>
        <w:t xml:space="preserve">2.92 </w:t>
      </w:r>
      <w:r w:rsidRPr="00601052">
        <w:rPr>
          <w:rFonts w:ascii="Angsana New" w:hAnsi="Angsana New" w:hint="cs"/>
          <w:sz w:val="30"/>
          <w:szCs w:val="30"/>
          <w:cs/>
        </w:rPr>
        <w:t>ต่อปีในปี 2564</w:t>
      </w:r>
    </w:p>
    <w:p w:rsidR="00812201" w:rsidRPr="00601052" w:rsidRDefault="00812201" w:rsidP="00812201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  <w:r w:rsidRPr="00601052">
        <w:rPr>
          <w:rFonts w:ascii="Angsana New" w:hAnsi="Angsana New" w:hint="cs"/>
          <w:sz w:val="30"/>
          <w:szCs w:val="30"/>
          <w:cs/>
        </w:rPr>
        <w:t>อัตราการขึ้นเงินเดือน</w:t>
      </w:r>
      <w:r w:rsidRPr="00601052">
        <w:rPr>
          <w:rFonts w:ascii="Angsana New" w:hAnsi="Angsana New" w:hint="cs"/>
          <w:sz w:val="30"/>
          <w:szCs w:val="30"/>
          <w:cs/>
        </w:rPr>
        <w:tab/>
      </w:r>
      <w:r w:rsidRPr="00601052">
        <w:rPr>
          <w:rFonts w:ascii="Angsana New" w:hAnsi="Angsana New" w:hint="cs"/>
          <w:sz w:val="30"/>
          <w:szCs w:val="30"/>
          <w:cs/>
        </w:rPr>
        <w:tab/>
        <w:t>ร้อยละ</w:t>
      </w:r>
      <w:r w:rsidRPr="00601052">
        <w:rPr>
          <w:rFonts w:ascii="Angsana New" w:hAnsi="Angsana New"/>
          <w:sz w:val="30"/>
          <w:szCs w:val="30"/>
        </w:rPr>
        <w:t xml:space="preserve"> </w:t>
      </w:r>
      <w:r>
        <w:rPr>
          <w:rFonts w:ascii="Angsana New" w:hAnsi="Angsana New"/>
          <w:sz w:val="30"/>
          <w:szCs w:val="30"/>
        </w:rPr>
        <w:t xml:space="preserve">3 - </w:t>
      </w:r>
      <w:r w:rsidRPr="00601052">
        <w:rPr>
          <w:rFonts w:ascii="Angsana New" w:hAnsi="Angsana New"/>
          <w:sz w:val="30"/>
          <w:szCs w:val="30"/>
        </w:rPr>
        <w:t>5</w:t>
      </w:r>
      <w:r w:rsidRPr="00601052">
        <w:rPr>
          <w:rFonts w:ascii="Angsana New" w:hAnsi="Angsana New" w:hint="cs"/>
          <w:sz w:val="30"/>
          <w:szCs w:val="30"/>
          <w:cs/>
        </w:rPr>
        <w:t xml:space="preserve"> ต่อปีในปี 2565 และร้อยละ</w:t>
      </w:r>
      <w:r w:rsidRPr="00601052">
        <w:rPr>
          <w:rFonts w:ascii="Angsana New" w:hAnsi="Angsana New"/>
          <w:sz w:val="30"/>
          <w:szCs w:val="30"/>
        </w:rPr>
        <w:t xml:space="preserve"> 5</w:t>
      </w:r>
      <w:r w:rsidRPr="00601052">
        <w:rPr>
          <w:rFonts w:ascii="Angsana New" w:hAnsi="Angsana New" w:hint="cs"/>
          <w:sz w:val="30"/>
          <w:szCs w:val="30"/>
          <w:cs/>
        </w:rPr>
        <w:t xml:space="preserve"> ต่อปีในปี 2564</w:t>
      </w:r>
    </w:p>
    <w:p w:rsidR="00812201" w:rsidRDefault="00812201" w:rsidP="003233D1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  <w:r w:rsidRPr="00601052">
        <w:rPr>
          <w:rFonts w:ascii="Angsana New" w:hAnsi="Angsana New" w:hint="cs"/>
          <w:sz w:val="30"/>
          <w:szCs w:val="30"/>
          <w:cs/>
        </w:rPr>
        <w:t>อัตราการหมุนเวียนของพนักงาน</w:t>
      </w:r>
      <w:r w:rsidRPr="00601052">
        <w:rPr>
          <w:rFonts w:ascii="Angsana New" w:hAnsi="Angsana New" w:hint="cs"/>
          <w:sz w:val="30"/>
          <w:szCs w:val="30"/>
          <w:cs/>
        </w:rPr>
        <w:tab/>
      </w:r>
      <w:r w:rsidRPr="00601052">
        <w:rPr>
          <w:rFonts w:ascii="Angsana New" w:hAnsi="Angsana New"/>
          <w:sz w:val="30"/>
          <w:szCs w:val="30"/>
          <w:cs/>
        </w:rPr>
        <w:t xml:space="preserve">ร้อยละ </w:t>
      </w:r>
      <w:r w:rsidRPr="00601052">
        <w:rPr>
          <w:rFonts w:ascii="Angsana New" w:hAnsi="Angsana New"/>
          <w:sz w:val="30"/>
          <w:szCs w:val="30"/>
        </w:rPr>
        <w:t xml:space="preserve">0 - 30 </w:t>
      </w:r>
      <w:r w:rsidRPr="00601052">
        <w:rPr>
          <w:rFonts w:ascii="Angsana New" w:hAnsi="Angsana New" w:hint="cs"/>
          <w:sz w:val="30"/>
          <w:szCs w:val="30"/>
          <w:cs/>
        </w:rPr>
        <w:t>ต่อปีในปี 2565 และ</w:t>
      </w:r>
      <w:r w:rsidRPr="00601052">
        <w:rPr>
          <w:rFonts w:ascii="Angsana New" w:hAnsi="Angsana New"/>
          <w:sz w:val="30"/>
          <w:szCs w:val="30"/>
          <w:cs/>
        </w:rPr>
        <w:t xml:space="preserve">ร้อยละ </w:t>
      </w:r>
      <w:r w:rsidRPr="00601052">
        <w:rPr>
          <w:rFonts w:ascii="Angsana New" w:hAnsi="Angsana New" w:hint="cs"/>
          <w:sz w:val="30"/>
          <w:szCs w:val="30"/>
          <w:cs/>
        </w:rPr>
        <w:t>2.87 - 34.38</w:t>
      </w:r>
      <w:r w:rsidRPr="00601052">
        <w:rPr>
          <w:rFonts w:ascii="Angsana New" w:hAnsi="Angsana New"/>
          <w:sz w:val="30"/>
          <w:szCs w:val="30"/>
        </w:rPr>
        <w:t xml:space="preserve"> </w:t>
      </w:r>
      <w:r w:rsidRPr="00601052">
        <w:rPr>
          <w:rFonts w:ascii="Angsana New" w:hAnsi="Angsana New" w:hint="cs"/>
          <w:sz w:val="30"/>
          <w:szCs w:val="30"/>
          <w:cs/>
        </w:rPr>
        <w:t>ต่อปีในปี 2564</w:t>
      </w:r>
    </w:p>
    <w:p w:rsidR="003A12CC" w:rsidRDefault="003A12C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:rsidR="00C27D98" w:rsidRPr="00601052" w:rsidRDefault="00C27D98" w:rsidP="00C27D98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  <w:r w:rsidRPr="00601052">
        <w:rPr>
          <w:rFonts w:ascii="Angsana New" w:hAnsi="Angsana New" w:hint="cs"/>
          <w:sz w:val="30"/>
          <w:szCs w:val="30"/>
          <w:cs/>
        </w:rPr>
        <w:t>การเปลี่ยนแปลงของสมมติฐานที่สำคัญข้างต้นอาจมีผลต่อความอ่อนไหวของประมาณการหนี้สินผลประโยชน์พนักงานหลังออกจากงานซึ่งอาศัยข้อมูลตามรายงานการคำนวณของนักคณิตศาสตร์ประกันภัยดังนี้</w:t>
      </w:r>
    </w:p>
    <w:p w:rsidR="00420D8D" w:rsidRPr="00601052" w:rsidRDefault="00420D8D" w:rsidP="00420D8D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</w:p>
    <w:tbl>
      <w:tblPr>
        <w:tblW w:w="9648" w:type="dxa"/>
        <w:tblLook w:val="04A0"/>
      </w:tblPr>
      <w:tblGrid>
        <w:gridCol w:w="5058"/>
        <w:gridCol w:w="302"/>
        <w:gridCol w:w="2038"/>
        <w:gridCol w:w="261"/>
        <w:gridCol w:w="1989"/>
      </w:tblGrid>
      <w:tr w:rsidR="00420D8D" w:rsidRPr="00601052" w:rsidTr="00EF1065">
        <w:tc>
          <w:tcPr>
            <w:tcW w:w="5058" w:type="dxa"/>
            <w:vAlign w:val="bottom"/>
          </w:tcPr>
          <w:p w:rsidR="00420D8D" w:rsidRPr="00601052" w:rsidRDefault="00420D8D" w:rsidP="003854CB">
            <w:pPr>
              <w:pStyle w:val="NoSpacing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302" w:type="dxa"/>
          </w:tcPr>
          <w:p w:rsidR="00420D8D" w:rsidRPr="00601052" w:rsidRDefault="00420D8D" w:rsidP="003854CB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4288" w:type="dxa"/>
            <w:gridSpan w:val="3"/>
          </w:tcPr>
          <w:p w:rsidR="00420D8D" w:rsidRPr="00601052" w:rsidRDefault="00420D8D" w:rsidP="003854CB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  <w:r w:rsidRPr="00601052">
              <w:rPr>
                <w:rFonts w:ascii="Angsana New" w:hAnsi="Angsana New"/>
                <w:szCs w:val="30"/>
                <w:cs/>
              </w:rPr>
              <w:t>หนี้สินอาจเพิ่มขึ้น (ลดลง) จากการ</w:t>
            </w:r>
          </w:p>
          <w:p w:rsidR="00420D8D" w:rsidRPr="00601052" w:rsidRDefault="00420D8D" w:rsidP="003854CB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  <w:r w:rsidRPr="00601052">
              <w:rPr>
                <w:rFonts w:ascii="Angsana New" w:hAnsi="Angsana New"/>
                <w:szCs w:val="30"/>
                <w:cs/>
              </w:rPr>
              <w:t>เปลี่ยนแปลงของสมมติฐาน (พันบาท)</w:t>
            </w:r>
          </w:p>
        </w:tc>
      </w:tr>
      <w:tr w:rsidR="00420D8D" w:rsidRPr="00601052" w:rsidTr="00EF1065">
        <w:tc>
          <w:tcPr>
            <w:tcW w:w="5058" w:type="dxa"/>
            <w:tcBorders>
              <w:bottom w:val="single" w:sz="4" w:space="0" w:color="auto"/>
            </w:tcBorders>
            <w:vAlign w:val="bottom"/>
          </w:tcPr>
          <w:p w:rsidR="00420D8D" w:rsidRPr="00601052" w:rsidRDefault="00420D8D" w:rsidP="003854CB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  <w:r w:rsidRPr="00601052">
              <w:rPr>
                <w:rFonts w:ascii="Angsana New" w:hAnsi="Angsana New"/>
                <w:szCs w:val="30"/>
                <w:cs/>
              </w:rPr>
              <w:t>สมมติฐานที่สำคัญ</w:t>
            </w:r>
          </w:p>
        </w:tc>
        <w:tc>
          <w:tcPr>
            <w:tcW w:w="302" w:type="dxa"/>
            <w:vMerge w:val="restart"/>
          </w:tcPr>
          <w:p w:rsidR="00420D8D" w:rsidRPr="00601052" w:rsidRDefault="00420D8D" w:rsidP="003854CB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203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20D8D" w:rsidRPr="00601052" w:rsidRDefault="00420D8D" w:rsidP="003854CB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  <w:r w:rsidRPr="00601052">
              <w:rPr>
                <w:rFonts w:ascii="Angsana New" w:hAnsi="Angsana New"/>
                <w:szCs w:val="30"/>
                <w:cs/>
              </w:rPr>
              <w:t>หากสมมติฐานเพิ่มขึ้น</w:t>
            </w:r>
          </w:p>
        </w:tc>
        <w:tc>
          <w:tcPr>
            <w:tcW w:w="261" w:type="dxa"/>
            <w:vMerge w:val="restart"/>
            <w:tcBorders>
              <w:top w:val="single" w:sz="4" w:space="0" w:color="auto"/>
            </w:tcBorders>
          </w:tcPr>
          <w:p w:rsidR="00420D8D" w:rsidRPr="00601052" w:rsidRDefault="00420D8D" w:rsidP="003854CB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198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20D8D" w:rsidRPr="00601052" w:rsidRDefault="00420D8D" w:rsidP="003854CB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  <w:r w:rsidRPr="00601052">
              <w:rPr>
                <w:rFonts w:ascii="Angsana New" w:hAnsi="Angsana New"/>
                <w:szCs w:val="30"/>
                <w:cs/>
              </w:rPr>
              <w:t>หากสมมติฐานลดลง</w:t>
            </w:r>
          </w:p>
        </w:tc>
      </w:tr>
      <w:tr w:rsidR="00E11780" w:rsidRPr="00601052" w:rsidTr="00EF1065">
        <w:tc>
          <w:tcPr>
            <w:tcW w:w="5058" w:type="dxa"/>
            <w:tcBorders>
              <w:top w:val="single" w:sz="4" w:space="0" w:color="auto"/>
            </w:tcBorders>
            <w:vAlign w:val="bottom"/>
          </w:tcPr>
          <w:p w:rsidR="00E11780" w:rsidRPr="00601052" w:rsidRDefault="00E11780" w:rsidP="00A021E1">
            <w:pPr>
              <w:pStyle w:val="NoSpacing"/>
              <w:rPr>
                <w:rFonts w:ascii="Angsana New" w:hAnsi="Angsana New"/>
                <w:szCs w:val="30"/>
                <w:cs/>
              </w:rPr>
            </w:pPr>
            <w:r w:rsidRPr="00601052">
              <w:rPr>
                <w:rFonts w:ascii="Angsana New" w:hAnsi="Angsana New"/>
                <w:szCs w:val="30"/>
                <w:cs/>
              </w:rPr>
              <w:t xml:space="preserve">อัตราคิดลด (เพิ่มขึ้น/ลดลงร้อยละ </w:t>
            </w:r>
            <w:r w:rsidR="00A021E1" w:rsidRPr="00601052">
              <w:rPr>
                <w:rFonts w:ascii="Angsana New" w:hAnsi="Angsana New"/>
                <w:szCs w:val="30"/>
              </w:rPr>
              <w:t>1.0</w:t>
            </w:r>
            <w:r w:rsidRPr="00601052">
              <w:rPr>
                <w:rFonts w:ascii="Angsana New" w:hAnsi="Angsana New"/>
                <w:szCs w:val="30"/>
                <w:cs/>
              </w:rPr>
              <w:t>)</w:t>
            </w:r>
          </w:p>
        </w:tc>
        <w:tc>
          <w:tcPr>
            <w:tcW w:w="302" w:type="dxa"/>
            <w:vMerge/>
          </w:tcPr>
          <w:p w:rsidR="00E11780" w:rsidRPr="00601052" w:rsidRDefault="00E11780" w:rsidP="003854CB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03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11780" w:rsidRPr="003233D1" w:rsidRDefault="00E11780" w:rsidP="00650333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233D1">
              <w:rPr>
                <w:rFonts w:ascii="Angsana New" w:hAnsi="Angsana New"/>
                <w:sz w:val="30"/>
                <w:szCs w:val="30"/>
                <w:cs/>
              </w:rPr>
              <w:t xml:space="preserve"> (</w:t>
            </w:r>
            <w:r w:rsidR="003233D1" w:rsidRPr="003233D1">
              <w:rPr>
                <w:rFonts w:ascii="Angsana New" w:hAnsi="Angsana New" w:hint="cs"/>
                <w:sz w:val="30"/>
                <w:szCs w:val="30"/>
                <w:cs/>
              </w:rPr>
              <w:t>415</w:t>
            </w:r>
            <w:r w:rsidRPr="003233D1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  <w:tc>
          <w:tcPr>
            <w:tcW w:w="261" w:type="dxa"/>
            <w:vMerge/>
          </w:tcPr>
          <w:p w:rsidR="00E11780" w:rsidRPr="003233D1" w:rsidRDefault="00E11780" w:rsidP="003854CB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989" w:type="dxa"/>
            <w:tcBorders>
              <w:top w:val="single" w:sz="4" w:space="0" w:color="auto"/>
            </w:tcBorders>
            <w:vAlign w:val="bottom"/>
          </w:tcPr>
          <w:p w:rsidR="00E11780" w:rsidRPr="003233D1" w:rsidRDefault="003233D1" w:rsidP="003F628E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21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233D1">
              <w:rPr>
                <w:rFonts w:ascii="Angsana New" w:hAnsi="Angsana New" w:hint="cs"/>
                <w:sz w:val="30"/>
                <w:szCs w:val="30"/>
                <w:cs/>
              </w:rPr>
              <w:t>464</w:t>
            </w:r>
          </w:p>
        </w:tc>
      </w:tr>
      <w:tr w:rsidR="00E11780" w:rsidRPr="00601052" w:rsidTr="00EF1065">
        <w:tc>
          <w:tcPr>
            <w:tcW w:w="5058" w:type="dxa"/>
            <w:vAlign w:val="bottom"/>
          </w:tcPr>
          <w:p w:rsidR="00E11780" w:rsidRPr="00601052" w:rsidRDefault="00E11780" w:rsidP="003854CB">
            <w:pPr>
              <w:pStyle w:val="NoSpacing"/>
              <w:rPr>
                <w:rFonts w:ascii="Angsana New" w:hAnsi="Angsana New"/>
                <w:szCs w:val="30"/>
              </w:rPr>
            </w:pPr>
            <w:r w:rsidRPr="00601052">
              <w:rPr>
                <w:rFonts w:ascii="Angsana New" w:hAnsi="Angsana New"/>
                <w:szCs w:val="30"/>
                <w:cs/>
              </w:rPr>
              <w:t>อัตราการขึ้นเงินเดือน (เพิ่มขึ้น/ลดลงร้อยละ 1.0)</w:t>
            </w:r>
          </w:p>
        </w:tc>
        <w:tc>
          <w:tcPr>
            <w:tcW w:w="302" w:type="dxa"/>
          </w:tcPr>
          <w:p w:rsidR="00E11780" w:rsidRPr="00601052" w:rsidRDefault="00E11780" w:rsidP="003854CB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038" w:type="dxa"/>
            <w:shd w:val="clear" w:color="auto" w:fill="auto"/>
            <w:vAlign w:val="bottom"/>
          </w:tcPr>
          <w:p w:rsidR="00E11780" w:rsidRPr="003233D1" w:rsidRDefault="003233D1" w:rsidP="003F628E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21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233D1">
              <w:rPr>
                <w:rFonts w:ascii="Angsana New" w:hAnsi="Angsana New" w:hint="cs"/>
                <w:sz w:val="30"/>
                <w:szCs w:val="30"/>
                <w:cs/>
              </w:rPr>
              <w:t>406</w:t>
            </w:r>
          </w:p>
        </w:tc>
        <w:tc>
          <w:tcPr>
            <w:tcW w:w="261" w:type="dxa"/>
          </w:tcPr>
          <w:p w:rsidR="00E11780" w:rsidRPr="003233D1" w:rsidRDefault="00E11780" w:rsidP="00950A34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989" w:type="dxa"/>
            <w:vAlign w:val="bottom"/>
          </w:tcPr>
          <w:p w:rsidR="00E11780" w:rsidRPr="003233D1" w:rsidRDefault="00E11780" w:rsidP="00650333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233D1">
              <w:rPr>
                <w:rFonts w:ascii="Angsana New" w:hAnsi="Angsana New"/>
                <w:sz w:val="30"/>
                <w:szCs w:val="30"/>
                <w:cs/>
              </w:rPr>
              <w:t xml:space="preserve"> (</w:t>
            </w:r>
            <w:r w:rsidR="003233D1" w:rsidRPr="003233D1">
              <w:rPr>
                <w:rFonts w:ascii="Angsana New" w:hAnsi="Angsana New" w:hint="cs"/>
                <w:sz w:val="30"/>
                <w:szCs w:val="30"/>
                <w:cs/>
              </w:rPr>
              <w:t>367</w:t>
            </w:r>
            <w:r w:rsidRPr="003233D1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</w:tr>
      <w:tr w:rsidR="00E11780" w:rsidRPr="00601052" w:rsidTr="00EF1065">
        <w:tc>
          <w:tcPr>
            <w:tcW w:w="5058" w:type="dxa"/>
            <w:vAlign w:val="bottom"/>
          </w:tcPr>
          <w:p w:rsidR="00E11780" w:rsidRPr="00601052" w:rsidRDefault="00E11780" w:rsidP="003854CB">
            <w:pPr>
              <w:pStyle w:val="NoSpacing"/>
              <w:rPr>
                <w:rFonts w:ascii="Angsana New" w:hAnsi="Angsana New"/>
                <w:szCs w:val="30"/>
              </w:rPr>
            </w:pPr>
            <w:r w:rsidRPr="00601052">
              <w:rPr>
                <w:rFonts w:ascii="Angsana New" w:hAnsi="Angsana New"/>
                <w:szCs w:val="30"/>
                <w:cs/>
              </w:rPr>
              <w:t>อัตราการ</w:t>
            </w:r>
            <w:r w:rsidRPr="00601052">
              <w:rPr>
                <w:rFonts w:ascii="Angsana New" w:eastAsiaTheme="majorEastAsia" w:hAnsi="Angsana New"/>
                <w:szCs w:val="30"/>
                <w:cs/>
              </w:rPr>
              <w:t xml:space="preserve">หมุนเวียนของพนักงาน </w:t>
            </w:r>
            <w:r w:rsidR="00650333" w:rsidRPr="00601052">
              <w:rPr>
                <w:rFonts w:ascii="Angsana New" w:hAnsi="Angsana New"/>
                <w:szCs w:val="30"/>
                <w:cs/>
              </w:rPr>
              <w:t xml:space="preserve">(เพิ่มขึ้น/ลดลงร้อยละ </w:t>
            </w:r>
            <w:r w:rsidR="00650333" w:rsidRPr="00601052">
              <w:rPr>
                <w:rFonts w:ascii="Angsana New" w:hAnsi="Angsana New"/>
                <w:szCs w:val="30"/>
              </w:rPr>
              <w:t>1</w:t>
            </w:r>
            <w:r w:rsidRPr="00601052">
              <w:rPr>
                <w:rFonts w:ascii="Angsana New" w:hAnsi="Angsana New"/>
                <w:szCs w:val="30"/>
                <w:cs/>
              </w:rPr>
              <w:t>.0)</w:t>
            </w:r>
          </w:p>
        </w:tc>
        <w:tc>
          <w:tcPr>
            <w:tcW w:w="302" w:type="dxa"/>
          </w:tcPr>
          <w:p w:rsidR="00E11780" w:rsidRPr="00601052" w:rsidRDefault="00E11780" w:rsidP="003854CB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038" w:type="dxa"/>
            <w:shd w:val="clear" w:color="auto" w:fill="auto"/>
            <w:vAlign w:val="bottom"/>
          </w:tcPr>
          <w:p w:rsidR="00E11780" w:rsidRPr="003233D1" w:rsidRDefault="00E11780" w:rsidP="00650333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233D1">
              <w:rPr>
                <w:rFonts w:ascii="Angsana New" w:hAnsi="Angsana New"/>
                <w:sz w:val="30"/>
                <w:szCs w:val="30"/>
                <w:cs/>
              </w:rPr>
              <w:t>(</w:t>
            </w:r>
            <w:r w:rsidR="003233D1" w:rsidRPr="003233D1">
              <w:rPr>
                <w:rFonts w:ascii="Angsana New" w:hAnsi="Angsana New" w:hint="cs"/>
                <w:sz w:val="30"/>
                <w:szCs w:val="30"/>
                <w:cs/>
              </w:rPr>
              <w:t>476</w:t>
            </w:r>
            <w:r w:rsidRPr="003233D1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  <w:tc>
          <w:tcPr>
            <w:tcW w:w="261" w:type="dxa"/>
          </w:tcPr>
          <w:p w:rsidR="00E11780" w:rsidRPr="003233D1" w:rsidRDefault="00E11780" w:rsidP="00950A34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989" w:type="dxa"/>
            <w:vAlign w:val="bottom"/>
          </w:tcPr>
          <w:p w:rsidR="00E11780" w:rsidRPr="003233D1" w:rsidRDefault="003233D1" w:rsidP="003F628E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21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233D1">
              <w:rPr>
                <w:rFonts w:ascii="Angsana New" w:hAnsi="Angsana New" w:hint="cs"/>
                <w:sz w:val="30"/>
                <w:szCs w:val="30"/>
                <w:cs/>
              </w:rPr>
              <w:t>349</w:t>
            </w:r>
          </w:p>
        </w:tc>
      </w:tr>
    </w:tbl>
    <w:p w:rsidR="002719FE" w:rsidRDefault="002719F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</w:p>
    <w:p w:rsidR="003A12CC" w:rsidRDefault="003A12C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</w:p>
    <w:p w:rsidR="003A12CC" w:rsidRDefault="003A12C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</w:p>
    <w:p w:rsidR="003A12CC" w:rsidRDefault="003A12C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</w:p>
    <w:p w:rsidR="003A12CC" w:rsidRDefault="003A12C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</w:p>
    <w:p w:rsidR="003A12CC" w:rsidRDefault="003A12C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</w:p>
    <w:p w:rsidR="003A12CC" w:rsidRDefault="003A12C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</w:p>
    <w:p w:rsidR="003A12CC" w:rsidRDefault="003A12C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</w:p>
    <w:p w:rsidR="003A12CC" w:rsidRDefault="003A12C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</w:p>
    <w:p w:rsidR="003A12CC" w:rsidRDefault="003A12C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</w:p>
    <w:p w:rsidR="003A12CC" w:rsidRDefault="003A12C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</w:p>
    <w:p w:rsidR="003A12CC" w:rsidRDefault="003A12C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</w:p>
    <w:p w:rsidR="003A12CC" w:rsidRDefault="003A12C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</w:p>
    <w:p w:rsidR="00812201" w:rsidRDefault="0081220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</w:p>
    <w:p w:rsidR="003A12CC" w:rsidRDefault="003A12C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</w:p>
    <w:p w:rsidR="003A12CC" w:rsidRDefault="003A12C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</w:p>
    <w:p w:rsidR="0009604B" w:rsidRPr="00601052" w:rsidRDefault="0009604B" w:rsidP="0009604B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  <w:r w:rsidRPr="00601052">
        <w:rPr>
          <w:rFonts w:ascii="Angsana New" w:hAnsi="Angsana New" w:hint="cs"/>
          <w:b/>
          <w:bCs/>
          <w:sz w:val="30"/>
          <w:szCs w:val="30"/>
          <w:cs/>
        </w:rPr>
        <w:lastRenderedPageBreak/>
        <w:t>ภาษีเงินได้</w:t>
      </w:r>
    </w:p>
    <w:p w:rsidR="0014612C" w:rsidRPr="00DF6E91" w:rsidRDefault="0014612C" w:rsidP="0014612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</w:rPr>
      </w:pPr>
    </w:p>
    <w:p w:rsidR="00E11780" w:rsidRDefault="0009604B" w:rsidP="00DF6E91">
      <w:pPr>
        <w:tabs>
          <w:tab w:val="clear" w:pos="227"/>
          <w:tab w:val="clear" w:pos="907"/>
          <w:tab w:val="left" w:pos="0"/>
          <w:tab w:val="left" w:pos="900"/>
          <w:tab w:val="left" w:pos="1440"/>
          <w:tab w:val="left" w:pos="2160"/>
        </w:tabs>
        <w:ind w:right="-45"/>
        <w:jc w:val="thaiDistribute"/>
        <w:rPr>
          <w:rFonts w:ascii="Angsana New" w:hAnsi="Angsana New"/>
          <w:sz w:val="30"/>
          <w:szCs w:val="30"/>
        </w:rPr>
      </w:pPr>
      <w:r w:rsidRPr="00601052">
        <w:rPr>
          <w:rFonts w:ascii="Angsana New" w:hAnsi="Angsana New"/>
          <w:sz w:val="30"/>
          <w:szCs w:val="30"/>
          <w:cs/>
        </w:rPr>
        <w:t>ภาษีเงินได้</w:t>
      </w:r>
      <w:r w:rsidRPr="00601052">
        <w:rPr>
          <w:rFonts w:ascii="Angsana New" w:hAnsi="Angsana New" w:hint="cs"/>
          <w:sz w:val="30"/>
          <w:szCs w:val="30"/>
          <w:cs/>
        </w:rPr>
        <w:t>นิติบุคคล</w:t>
      </w:r>
      <w:r w:rsidRPr="00601052">
        <w:rPr>
          <w:rFonts w:ascii="Angsana New" w:hAnsi="Angsana New"/>
          <w:sz w:val="30"/>
          <w:szCs w:val="30"/>
          <w:cs/>
        </w:rPr>
        <w:t>ที่บันทึกเป็นค่าใช้จ่าย</w:t>
      </w:r>
      <w:r w:rsidRPr="00601052">
        <w:rPr>
          <w:rFonts w:ascii="Angsana New" w:hAnsi="Angsana New" w:hint="cs"/>
          <w:sz w:val="30"/>
          <w:szCs w:val="30"/>
          <w:cs/>
        </w:rPr>
        <w:t xml:space="preserve"> (รายได้) สำหรับงวดสาม</w:t>
      </w:r>
      <w:r w:rsidR="006A1E21" w:rsidRPr="00601052">
        <w:rPr>
          <w:rFonts w:ascii="Angsana New" w:hAnsi="Angsana New" w:hint="cs"/>
          <w:sz w:val="30"/>
          <w:szCs w:val="30"/>
          <w:cs/>
        </w:rPr>
        <w:t>เดือน</w:t>
      </w:r>
      <w:r w:rsidR="00334F7E" w:rsidRPr="00601052">
        <w:rPr>
          <w:rFonts w:ascii="Angsana New" w:hAnsi="Angsana New" w:hint="cs"/>
          <w:sz w:val="30"/>
          <w:szCs w:val="30"/>
          <w:cs/>
        </w:rPr>
        <w:t>และ</w:t>
      </w:r>
      <w:r w:rsidR="002F3D1C">
        <w:rPr>
          <w:rFonts w:ascii="Angsana New" w:hAnsi="Angsana New" w:hint="cs"/>
          <w:sz w:val="30"/>
          <w:szCs w:val="30"/>
          <w:cs/>
        </w:rPr>
        <w:t>เก้าเดือน</w:t>
      </w:r>
      <w:r w:rsidRPr="00601052">
        <w:rPr>
          <w:rFonts w:ascii="Angsana New" w:hAnsi="Angsana New"/>
          <w:sz w:val="30"/>
          <w:szCs w:val="30"/>
          <w:cs/>
        </w:rPr>
        <w:t xml:space="preserve">สิ้นสุดวันที่ </w:t>
      </w:r>
      <w:r w:rsidR="00334F7E" w:rsidRPr="00601052">
        <w:rPr>
          <w:rFonts w:ascii="Angsana New" w:hAnsi="Angsana New"/>
          <w:sz w:val="30"/>
          <w:szCs w:val="30"/>
        </w:rPr>
        <w:t xml:space="preserve">30 </w:t>
      </w:r>
      <w:r w:rsidR="002F3D1C">
        <w:rPr>
          <w:rFonts w:ascii="Angsana New" w:hAnsi="Angsana New" w:hint="cs"/>
          <w:sz w:val="30"/>
          <w:szCs w:val="30"/>
          <w:cs/>
        </w:rPr>
        <w:t>กันยายน</w:t>
      </w:r>
      <w:r w:rsidRPr="00601052">
        <w:rPr>
          <w:rFonts w:ascii="Angsana New" w:hAnsi="Angsana New" w:hint="cs"/>
          <w:sz w:val="30"/>
          <w:szCs w:val="30"/>
          <w:cs/>
        </w:rPr>
        <w:t xml:space="preserve"> </w:t>
      </w:r>
      <w:r w:rsidR="00E730EC" w:rsidRPr="00601052">
        <w:rPr>
          <w:rFonts w:ascii="Angsana New" w:hAnsi="Angsana New"/>
          <w:sz w:val="30"/>
          <w:szCs w:val="30"/>
        </w:rPr>
        <w:t>2565</w:t>
      </w:r>
      <w:r w:rsidR="001F01F5" w:rsidRPr="00601052">
        <w:rPr>
          <w:rFonts w:ascii="Angsana New" w:hAnsi="Angsana New"/>
          <w:sz w:val="30"/>
          <w:szCs w:val="30"/>
        </w:rPr>
        <w:t xml:space="preserve"> </w:t>
      </w:r>
      <w:r w:rsidRPr="00601052">
        <w:rPr>
          <w:rFonts w:ascii="Angsana New" w:hAnsi="Angsana New" w:hint="cs"/>
          <w:sz w:val="30"/>
          <w:szCs w:val="30"/>
          <w:cs/>
        </w:rPr>
        <w:t xml:space="preserve">และ </w:t>
      </w:r>
      <w:r w:rsidR="00E730EC" w:rsidRPr="00601052">
        <w:rPr>
          <w:rFonts w:ascii="Angsana New" w:hAnsi="Angsana New"/>
          <w:sz w:val="30"/>
          <w:szCs w:val="30"/>
        </w:rPr>
        <w:t>2564</w:t>
      </w:r>
      <w:r w:rsidRPr="00601052">
        <w:rPr>
          <w:rFonts w:ascii="Angsana New" w:hAnsi="Angsana New" w:hint="cs"/>
          <w:sz w:val="30"/>
          <w:szCs w:val="30"/>
          <w:cs/>
        </w:rPr>
        <w:t xml:space="preserve"> </w:t>
      </w:r>
      <w:r w:rsidRPr="00601052">
        <w:rPr>
          <w:rFonts w:ascii="Angsana New" w:hAnsi="Angsana New"/>
          <w:sz w:val="30"/>
          <w:szCs w:val="30"/>
          <w:cs/>
        </w:rPr>
        <w:t>ประกอบด้วยรายการดังนี้</w:t>
      </w:r>
    </w:p>
    <w:p w:rsidR="00DF6E91" w:rsidRPr="00DF6E91" w:rsidRDefault="00DF6E91" w:rsidP="00DF6E91">
      <w:pPr>
        <w:tabs>
          <w:tab w:val="clear" w:pos="227"/>
          <w:tab w:val="clear" w:pos="907"/>
          <w:tab w:val="left" w:pos="0"/>
          <w:tab w:val="left" w:pos="900"/>
          <w:tab w:val="left" w:pos="1440"/>
          <w:tab w:val="left" w:pos="2160"/>
        </w:tabs>
        <w:ind w:right="-45"/>
        <w:jc w:val="thaiDistribute"/>
        <w:rPr>
          <w:rFonts w:ascii="Angsana New" w:hAnsi="Angsana New"/>
          <w:sz w:val="16"/>
          <w:szCs w:val="16"/>
        </w:rPr>
      </w:pPr>
    </w:p>
    <w:tbl>
      <w:tblPr>
        <w:tblpPr w:leftFromText="180" w:rightFromText="180" w:vertAnchor="text" w:horzAnchor="margin" w:tblpY="151"/>
        <w:tblOverlap w:val="never"/>
        <w:tblW w:w="9738" w:type="dxa"/>
        <w:tblLayout w:type="fixed"/>
        <w:tblLook w:val="04A0"/>
      </w:tblPr>
      <w:tblGrid>
        <w:gridCol w:w="4968"/>
        <w:gridCol w:w="990"/>
        <w:gridCol w:w="284"/>
        <w:gridCol w:w="976"/>
        <w:gridCol w:w="282"/>
        <w:gridCol w:w="978"/>
        <w:gridCol w:w="249"/>
        <w:gridCol w:w="1011"/>
      </w:tblGrid>
      <w:tr w:rsidR="00044DCA" w:rsidRPr="00601052" w:rsidTr="00AC2233">
        <w:trPr>
          <w:trHeight w:val="368"/>
          <w:tblHeader/>
        </w:trPr>
        <w:tc>
          <w:tcPr>
            <w:tcW w:w="4968" w:type="dxa"/>
            <w:vAlign w:val="bottom"/>
          </w:tcPr>
          <w:p w:rsidR="00044DCA" w:rsidRPr="00601052" w:rsidRDefault="00044DCA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4770" w:type="dxa"/>
            <w:gridSpan w:val="7"/>
            <w:tcBorders>
              <w:bottom w:val="single" w:sz="4" w:space="0" w:color="auto"/>
            </w:tcBorders>
          </w:tcPr>
          <w:p w:rsidR="00044DCA" w:rsidRPr="00601052" w:rsidRDefault="00A3709A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01052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งวดสามเดือน </w:t>
            </w:r>
            <w:r w:rsidRPr="00601052">
              <w:rPr>
                <w:rFonts w:ascii="Angsana New" w:hAnsi="Angsana New"/>
                <w:color w:val="000000"/>
                <w:sz w:val="30"/>
                <w:szCs w:val="30"/>
              </w:rPr>
              <w:t>(</w:t>
            </w:r>
            <w:r w:rsidRPr="00601052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พันบาท</w:t>
            </w:r>
            <w:r w:rsidRPr="00601052">
              <w:rPr>
                <w:rFonts w:ascii="Angsana New" w:hAnsi="Angsana New"/>
                <w:color w:val="000000"/>
                <w:sz w:val="30"/>
                <w:szCs w:val="30"/>
              </w:rPr>
              <w:t>)</w:t>
            </w:r>
          </w:p>
        </w:tc>
      </w:tr>
      <w:tr w:rsidR="00044DCA" w:rsidRPr="00601052" w:rsidTr="00AC2233">
        <w:trPr>
          <w:trHeight w:val="368"/>
          <w:tblHeader/>
        </w:trPr>
        <w:tc>
          <w:tcPr>
            <w:tcW w:w="4968" w:type="dxa"/>
            <w:vAlign w:val="bottom"/>
          </w:tcPr>
          <w:p w:rsidR="00044DCA" w:rsidRPr="00601052" w:rsidRDefault="00044DCA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spacing w:line="240" w:lineRule="auto"/>
              <w:ind w:right="342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225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44DCA" w:rsidRPr="00601052" w:rsidRDefault="00044DCA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01052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82" w:type="dxa"/>
            <w:vAlign w:val="bottom"/>
          </w:tcPr>
          <w:p w:rsidR="00044DCA" w:rsidRPr="00601052" w:rsidRDefault="00044DCA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2238" w:type="dxa"/>
            <w:gridSpan w:val="3"/>
            <w:tcBorders>
              <w:bottom w:val="single" w:sz="4" w:space="0" w:color="auto"/>
            </w:tcBorders>
            <w:vAlign w:val="bottom"/>
          </w:tcPr>
          <w:p w:rsidR="00044DCA" w:rsidRPr="00601052" w:rsidRDefault="00044DCA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01052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44DCA" w:rsidRPr="00601052" w:rsidTr="00AC2233">
        <w:trPr>
          <w:trHeight w:val="368"/>
          <w:tblHeader/>
        </w:trPr>
        <w:tc>
          <w:tcPr>
            <w:tcW w:w="4968" w:type="dxa"/>
            <w:vAlign w:val="bottom"/>
          </w:tcPr>
          <w:p w:rsidR="00044DCA" w:rsidRPr="00601052" w:rsidRDefault="00044DCA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spacing w:line="240" w:lineRule="auto"/>
              <w:ind w:right="342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044DCA" w:rsidRPr="00601052" w:rsidRDefault="00E730EC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01052">
              <w:rPr>
                <w:rFonts w:ascii="Angsana New" w:hAnsi="Angsana New"/>
                <w:color w:val="000000"/>
                <w:sz w:val="30"/>
                <w:szCs w:val="30"/>
              </w:rPr>
              <w:t>2565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044DCA" w:rsidRPr="00601052" w:rsidRDefault="00044DCA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976" w:type="dxa"/>
            <w:tcBorders>
              <w:top w:val="single" w:sz="4" w:space="0" w:color="auto"/>
            </w:tcBorders>
            <w:vAlign w:val="bottom"/>
          </w:tcPr>
          <w:p w:rsidR="00044DCA" w:rsidRPr="00601052" w:rsidRDefault="00E730EC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01052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2564</w:t>
            </w:r>
          </w:p>
        </w:tc>
        <w:tc>
          <w:tcPr>
            <w:tcW w:w="282" w:type="dxa"/>
            <w:vAlign w:val="bottom"/>
          </w:tcPr>
          <w:p w:rsidR="00044DCA" w:rsidRPr="00601052" w:rsidRDefault="00044DCA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978" w:type="dxa"/>
            <w:tcBorders>
              <w:bottom w:val="single" w:sz="4" w:space="0" w:color="auto"/>
            </w:tcBorders>
            <w:vAlign w:val="bottom"/>
          </w:tcPr>
          <w:p w:rsidR="00044DCA" w:rsidRPr="00601052" w:rsidRDefault="00E730EC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01052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2565</w:t>
            </w:r>
          </w:p>
        </w:tc>
        <w:tc>
          <w:tcPr>
            <w:tcW w:w="249" w:type="dxa"/>
            <w:vAlign w:val="bottom"/>
          </w:tcPr>
          <w:p w:rsidR="00044DCA" w:rsidRPr="00601052" w:rsidRDefault="00044DCA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center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01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44DCA" w:rsidRPr="00601052" w:rsidRDefault="00E730EC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01052">
              <w:rPr>
                <w:rFonts w:ascii="Angsana New" w:hAnsi="Angsana New"/>
                <w:color w:val="000000"/>
                <w:sz w:val="30"/>
                <w:szCs w:val="30"/>
              </w:rPr>
              <w:t>2564</w:t>
            </w:r>
          </w:p>
        </w:tc>
      </w:tr>
      <w:tr w:rsidR="0056711B" w:rsidRPr="00601052" w:rsidTr="00AC2233">
        <w:trPr>
          <w:trHeight w:val="368"/>
        </w:trPr>
        <w:tc>
          <w:tcPr>
            <w:tcW w:w="4968" w:type="dxa"/>
          </w:tcPr>
          <w:p w:rsidR="0056711B" w:rsidRPr="00601052" w:rsidRDefault="0056711B" w:rsidP="005671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01052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ภาษีเงินได้ที่คำนวณจากกำไร</w:t>
            </w:r>
            <w:r w:rsidR="00C06BFD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(ขาดทุน) </w:t>
            </w:r>
            <w:r w:rsidRPr="00601052">
              <w:rPr>
                <w:rFonts w:asciiTheme="majorBidi" w:hAnsiTheme="majorBidi" w:cstheme="majorBidi"/>
                <w:sz w:val="30"/>
                <w:szCs w:val="30"/>
                <w:cs/>
              </w:rPr>
              <w:t>ทางบัญชี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:rsidR="0056711B" w:rsidRPr="00764E67" w:rsidRDefault="0056711B" w:rsidP="0056711B">
            <w:pPr>
              <w:tabs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43"/>
              </w:tabs>
              <w:spacing w:line="260" w:lineRule="atLeast"/>
              <w:ind w:right="3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(     </w:t>
            </w:r>
            <w:r w:rsidRPr="00764E67">
              <w:rPr>
                <w:rFonts w:ascii="Angsana New" w:hAnsi="Angsana New"/>
                <w:sz w:val="30"/>
                <w:szCs w:val="30"/>
              </w:rPr>
              <w:t>83)</w:t>
            </w:r>
          </w:p>
        </w:tc>
        <w:tc>
          <w:tcPr>
            <w:tcW w:w="284" w:type="dxa"/>
          </w:tcPr>
          <w:p w:rsidR="0056711B" w:rsidRPr="00601052" w:rsidRDefault="0056711B" w:rsidP="005671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6" w:type="dxa"/>
            <w:tcBorders>
              <w:top w:val="single" w:sz="4" w:space="0" w:color="auto"/>
            </w:tcBorders>
            <w:vAlign w:val="bottom"/>
          </w:tcPr>
          <w:p w:rsidR="0056711B" w:rsidRPr="00764E67" w:rsidRDefault="0056711B" w:rsidP="005671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64E67">
              <w:rPr>
                <w:rFonts w:asciiTheme="majorBidi" w:hAnsiTheme="majorBidi" w:cstheme="majorBidi"/>
                <w:sz w:val="30"/>
                <w:szCs w:val="30"/>
              </w:rPr>
              <w:t>6,097</w:t>
            </w:r>
          </w:p>
        </w:tc>
        <w:tc>
          <w:tcPr>
            <w:tcW w:w="282" w:type="dxa"/>
          </w:tcPr>
          <w:p w:rsidR="0056711B" w:rsidRPr="00601052" w:rsidRDefault="0056711B" w:rsidP="005671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6711B" w:rsidRPr="00601052" w:rsidRDefault="0056711B" w:rsidP="005671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268</w:t>
            </w:r>
          </w:p>
        </w:tc>
        <w:tc>
          <w:tcPr>
            <w:tcW w:w="249" w:type="dxa"/>
            <w:vAlign w:val="bottom"/>
          </w:tcPr>
          <w:p w:rsidR="0056711B" w:rsidRPr="00601052" w:rsidRDefault="0056711B" w:rsidP="005671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1" w:type="dxa"/>
            <w:tcBorders>
              <w:top w:val="single" w:sz="4" w:space="0" w:color="auto"/>
            </w:tcBorders>
            <w:vAlign w:val="bottom"/>
          </w:tcPr>
          <w:p w:rsidR="0056711B" w:rsidRPr="00764E67" w:rsidRDefault="0056711B" w:rsidP="005671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64E67">
              <w:rPr>
                <w:rFonts w:asciiTheme="majorBidi" w:hAnsiTheme="majorBidi" w:cstheme="majorBidi"/>
                <w:sz w:val="30"/>
                <w:szCs w:val="30"/>
              </w:rPr>
              <w:t>6,215</w:t>
            </w:r>
          </w:p>
        </w:tc>
      </w:tr>
      <w:tr w:rsidR="002F784A" w:rsidRPr="00601052" w:rsidTr="00332D47">
        <w:trPr>
          <w:trHeight w:val="368"/>
        </w:trPr>
        <w:tc>
          <w:tcPr>
            <w:tcW w:w="4968" w:type="dxa"/>
          </w:tcPr>
          <w:p w:rsidR="002F784A" w:rsidRPr="00601052" w:rsidRDefault="002F784A" w:rsidP="002F7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01052">
              <w:rPr>
                <w:rFonts w:asciiTheme="majorBidi" w:hAnsiTheme="majorBidi" w:cstheme="majorBidi"/>
                <w:sz w:val="30"/>
                <w:szCs w:val="30"/>
                <w:cs/>
              </w:rPr>
              <w:t>ผลกระทบจาก</w:t>
            </w:r>
            <w:r w:rsidRPr="00601052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ราย</w:t>
            </w:r>
            <w:r w:rsidRPr="00601052">
              <w:rPr>
                <w:rFonts w:asciiTheme="majorBidi" w:hAnsiTheme="majorBidi" w:cstheme="majorBidi"/>
                <w:sz w:val="30"/>
                <w:szCs w:val="30"/>
                <w:cs/>
              </w:rPr>
              <w:t>การ</w:t>
            </w:r>
            <w:r w:rsidRPr="00601052">
              <w:rPr>
                <w:rFonts w:asciiTheme="majorBidi" w:hAnsiTheme="majorBidi" w:cstheme="majorBidi" w:hint="cs"/>
                <w:sz w:val="30"/>
                <w:szCs w:val="30"/>
                <w:cs/>
              </w:rPr>
              <w:t>ที่</w:t>
            </w:r>
            <w:r w:rsidRPr="00601052">
              <w:rPr>
                <w:rFonts w:asciiTheme="majorBidi" w:hAnsiTheme="majorBidi" w:cstheme="majorBidi"/>
                <w:sz w:val="30"/>
                <w:szCs w:val="30"/>
                <w:cs/>
              </w:rPr>
              <w:t>ถือเป็นรายจ่ายทางภาษีไม่ได้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2F784A" w:rsidRPr="00601052" w:rsidRDefault="0056711B" w:rsidP="002F7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1,283</w:t>
            </w:r>
          </w:p>
        </w:tc>
        <w:tc>
          <w:tcPr>
            <w:tcW w:w="284" w:type="dxa"/>
            <w:shd w:val="clear" w:color="auto" w:fill="auto"/>
          </w:tcPr>
          <w:p w:rsidR="002F784A" w:rsidRPr="00601052" w:rsidRDefault="002F784A" w:rsidP="002F7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6" w:type="dxa"/>
            <w:shd w:val="clear" w:color="auto" w:fill="auto"/>
            <w:vAlign w:val="bottom"/>
          </w:tcPr>
          <w:p w:rsidR="002F784A" w:rsidRPr="00764E67" w:rsidRDefault="002F784A" w:rsidP="002F7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64E67">
              <w:rPr>
                <w:rFonts w:asciiTheme="majorBidi" w:hAnsiTheme="majorBidi" w:cstheme="majorBidi"/>
                <w:sz w:val="30"/>
                <w:szCs w:val="30"/>
              </w:rPr>
              <w:t>1,324</w:t>
            </w:r>
          </w:p>
        </w:tc>
        <w:tc>
          <w:tcPr>
            <w:tcW w:w="282" w:type="dxa"/>
            <w:shd w:val="clear" w:color="auto" w:fill="auto"/>
          </w:tcPr>
          <w:p w:rsidR="002F784A" w:rsidRPr="00601052" w:rsidRDefault="002F784A" w:rsidP="002F7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8" w:type="dxa"/>
            <w:shd w:val="clear" w:color="auto" w:fill="auto"/>
            <w:vAlign w:val="bottom"/>
          </w:tcPr>
          <w:p w:rsidR="002F784A" w:rsidRPr="00601052" w:rsidRDefault="0056711B" w:rsidP="002F7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932</w:t>
            </w:r>
          </w:p>
        </w:tc>
        <w:tc>
          <w:tcPr>
            <w:tcW w:w="249" w:type="dxa"/>
            <w:vAlign w:val="bottom"/>
          </w:tcPr>
          <w:p w:rsidR="002F784A" w:rsidRPr="00601052" w:rsidRDefault="002F784A" w:rsidP="002F7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1" w:type="dxa"/>
            <w:vAlign w:val="bottom"/>
          </w:tcPr>
          <w:p w:rsidR="002F784A" w:rsidRPr="00764E67" w:rsidRDefault="002F784A" w:rsidP="002F7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64E67">
              <w:rPr>
                <w:rFonts w:asciiTheme="majorBidi" w:hAnsiTheme="majorBidi" w:cstheme="majorBidi"/>
                <w:sz w:val="30"/>
                <w:szCs w:val="30"/>
              </w:rPr>
              <w:t>1,20</w:t>
            </w:r>
            <w:r w:rsidRPr="00764E67">
              <w:rPr>
                <w:rFonts w:asciiTheme="majorBidi" w:hAnsiTheme="majorBidi" w:cstheme="majorBidi" w:hint="cs"/>
                <w:sz w:val="30"/>
                <w:szCs w:val="30"/>
                <w:cs/>
              </w:rPr>
              <w:t>6</w:t>
            </w:r>
          </w:p>
        </w:tc>
      </w:tr>
      <w:tr w:rsidR="0056711B" w:rsidRPr="00601052" w:rsidTr="00332D47">
        <w:trPr>
          <w:trHeight w:val="368"/>
        </w:trPr>
        <w:tc>
          <w:tcPr>
            <w:tcW w:w="4968" w:type="dxa"/>
          </w:tcPr>
          <w:p w:rsidR="0056711B" w:rsidRPr="00601052" w:rsidRDefault="0056711B" w:rsidP="005671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601052">
              <w:rPr>
                <w:rFonts w:asciiTheme="majorBidi" w:hAnsiTheme="majorBidi" w:cstheme="majorBidi"/>
                <w:sz w:val="30"/>
                <w:szCs w:val="30"/>
                <w:cs/>
              </w:rPr>
              <w:t>ผลกระทบจากรายการที่สามารถหักเป็นรายจ่าย</w:t>
            </w:r>
            <w:r w:rsidRPr="00601052">
              <w:rPr>
                <w:rFonts w:asciiTheme="majorBidi" w:hAnsiTheme="majorBidi" w:cstheme="majorBidi" w:hint="cs"/>
                <w:sz w:val="30"/>
                <w:szCs w:val="30"/>
                <w:cs/>
              </w:rPr>
              <w:t>ทาง</w:t>
            </w:r>
          </w:p>
          <w:p w:rsidR="0056711B" w:rsidRPr="00601052" w:rsidRDefault="0056711B" w:rsidP="005671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01052">
              <w:rPr>
                <w:rFonts w:asciiTheme="majorBidi" w:hAnsiTheme="majorBidi" w:cstheme="majorBidi" w:hint="cs"/>
                <w:sz w:val="30"/>
                <w:szCs w:val="30"/>
                <w:cs/>
              </w:rPr>
              <w:t>ภาษี</w:t>
            </w:r>
            <w:r w:rsidRPr="00601052">
              <w:rPr>
                <w:rFonts w:asciiTheme="majorBidi" w:hAnsiTheme="majorBidi" w:cstheme="majorBidi"/>
                <w:sz w:val="30"/>
                <w:szCs w:val="30"/>
                <w:cs/>
              </w:rPr>
              <w:t>ได้เพิ่มเติม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6711B" w:rsidRPr="00764E67" w:rsidRDefault="0056711B" w:rsidP="0056711B">
            <w:pPr>
              <w:tabs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43"/>
              </w:tabs>
              <w:spacing w:line="260" w:lineRule="atLeast"/>
              <w:ind w:right="3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   555</w:t>
            </w:r>
            <w:r w:rsidRPr="00764E67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84" w:type="dxa"/>
            <w:shd w:val="clear" w:color="auto" w:fill="auto"/>
          </w:tcPr>
          <w:p w:rsidR="0056711B" w:rsidRPr="00601052" w:rsidRDefault="0056711B" w:rsidP="0056711B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6711B" w:rsidRPr="00764E67" w:rsidRDefault="0056711B" w:rsidP="0056711B">
            <w:pPr>
              <w:tabs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43"/>
              </w:tabs>
              <w:spacing w:line="260" w:lineRule="atLeast"/>
              <w:ind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64E67">
              <w:rPr>
                <w:rFonts w:ascii="Angsana New" w:hAnsi="Angsana New"/>
                <w:sz w:val="30"/>
                <w:szCs w:val="30"/>
              </w:rPr>
              <w:t>(   777)</w:t>
            </w:r>
          </w:p>
        </w:tc>
        <w:tc>
          <w:tcPr>
            <w:tcW w:w="282" w:type="dxa"/>
            <w:shd w:val="clear" w:color="auto" w:fill="auto"/>
          </w:tcPr>
          <w:p w:rsidR="0056711B" w:rsidRPr="00601052" w:rsidRDefault="0056711B" w:rsidP="005671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6711B" w:rsidRPr="00764E67" w:rsidRDefault="0056711B" w:rsidP="0056711B">
            <w:pPr>
              <w:tabs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43"/>
              </w:tabs>
              <w:spacing w:line="260" w:lineRule="atLeast"/>
              <w:ind w:right="3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   555</w:t>
            </w:r>
            <w:r w:rsidRPr="00764E67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49" w:type="dxa"/>
            <w:vAlign w:val="bottom"/>
          </w:tcPr>
          <w:p w:rsidR="0056711B" w:rsidRPr="00601052" w:rsidRDefault="0056711B" w:rsidP="005671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1" w:type="dxa"/>
            <w:tcBorders>
              <w:bottom w:val="single" w:sz="4" w:space="0" w:color="auto"/>
            </w:tcBorders>
            <w:vAlign w:val="bottom"/>
          </w:tcPr>
          <w:p w:rsidR="0056711B" w:rsidRPr="00764E67" w:rsidRDefault="0056711B" w:rsidP="0056711B">
            <w:pPr>
              <w:tabs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64E67">
              <w:rPr>
                <w:rFonts w:ascii="Angsana New" w:hAnsi="Angsana New"/>
                <w:sz w:val="30"/>
                <w:szCs w:val="30"/>
              </w:rPr>
              <w:t xml:space="preserve">(   </w:t>
            </w:r>
            <w:r w:rsidRPr="00764E67">
              <w:rPr>
                <w:rFonts w:ascii="Angsana New" w:hAnsi="Angsana New" w:hint="cs"/>
                <w:sz w:val="30"/>
                <w:szCs w:val="30"/>
                <w:cs/>
              </w:rPr>
              <w:t>777</w:t>
            </w:r>
            <w:r w:rsidRPr="00764E67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56711B" w:rsidRPr="00601052" w:rsidTr="00413609">
        <w:trPr>
          <w:trHeight w:val="368"/>
        </w:trPr>
        <w:tc>
          <w:tcPr>
            <w:tcW w:w="4968" w:type="dxa"/>
          </w:tcPr>
          <w:p w:rsidR="0056711B" w:rsidRPr="00601052" w:rsidRDefault="0056711B" w:rsidP="005671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01052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ภาษีเงินได้ของงวดปัจจุบันที่คำนวณจากกำไรทางภาษี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:rsidR="0056711B" w:rsidRPr="00601052" w:rsidRDefault="0056711B" w:rsidP="005671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645</w:t>
            </w:r>
          </w:p>
        </w:tc>
        <w:tc>
          <w:tcPr>
            <w:tcW w:w="284" w:type="dxa"/>
          </w:tcPr>
          <w:p w:rsidR="0056711B" w:rsidRPr="00601052" w:rsidRDefault="0056711B" w:rsidP="005671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6" w:type="dxa"/>
            <w:tcBorders>
              <w:top w:val="single" w:sz="4" w:space="0" w:color="auto"/>
            </w:tcBorders>
            <w:vAlign w:val="bottom"/>
          </w:tcPr>
          <w:p w:rsidR="0056711B" w:rsidRPr="00764E67" w:rsidRDefault="0056711B" w:rsidP="005671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64E67">
              <w:rPr>
                <w:rFonts w:asciiTheme="majorBidi" w:hAnsiTheme="majorBidi" w:cstheme="majorBidi"/>
                <w:sz w:val="30"/>
                <w:szCs w:val="30"/>
              </w:rPr>
              <w:t>6,644</w:t>
            </w:r>
          </w:p>
        </w:tc>
        <w:tc>
          <w:tcPr>
            <w:tcW w:w="282" w:type="dxa"/>
          </w:tcPr>
          <w:p w:rsidR="0056711B" w:rsidRPr="00601052" w:rsidRDefault="0056711B" w:rsidP="005671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6711B" w:rsidRPr="00601052" w:rsidRDefault="0056711B" w:rsidP="005671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645</w:t>
            </w:r>
          </w:p>
        </w:tc>
        <w:tc>
          <w:tcPr>
            <w:tcW w:w="249" w:type="dxa"/>
            <w:vAlign w:val="bottom"/>
          </w:tcPr>
          <w:p w:rsidR="0056711B" w:rsidRPr="00601052" w:rsidRDefault="0056711B" w:rsidP="005671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1" w:type="dxa"/>
            <w:tcBorders>
              <w:top w:val="single" w:sz="4" w:space="0" w:color="auto"/>
            </w:tcBorders>
            <w:vAlign w:val="bottom"/>
          </w:tcPr>
          <w:p w:rsidR="0056711B" w:rsidRPr="00764E67" w:rsidRDefault="0056711B" w:rsidP="005671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64E67">
              <w:rPr>
                <w:rFonts w:asciiTheme="majorBidi" w:hAnsiTheme="majorBidi" w:cstheme="majorBidi"/>
                <w:sz w:val="30"/>
                <w:szCs w:val="30"/>
              </w:rPr>
              <w:t>6,644</w:t>
            </w:r>
          </w:p>
        </w:tc>
      </w:tr>
      <w:tr w:rsidR="00FC67BD" w:rsidRPr="00601052" w:rsidTr="00552512">
        <w:trPr>
          <w:trHeight w:val="368"/>
        </w:trPr>
        <w:tc>
          <w:tcPr>
            <w:tcW w:w="4968" w:type="dxa"/>
          </w:tcPr>
          <w:p w:rsidR="00FC67BD" w:rsidRPr="00601052" w:rsidRDefault="00FC67BD" w:rsidP="00FC67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4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01052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สินทรัพย์ภาษีเงินได้รอการตัดบัญชี</w:t>
            </w:r>
            <w:r>
              <w:rPr>
                <w:rFonts w:asciiTheme="majorBidi" w:hAnsiTheme="majorBidi" w:cstheme="majorBidi"/>
                <w:sz w:val="30"/>
                <w:szCs w:val="30"/>
              </w:rPr>
              <w:t xml:space="preserve"> (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เพิ่มขึ้น</w:t>
            </w:r>
            <w:r>
              <w:rPr>
                <w:rFonts w:asciiTheme="majorBidi" w:hAnsiTheme="majorBidi" w:cstheme="majorBidi"/>
                <w:sz w:val="30"/>
                <w:szCs w:val="30"/>
              </w:rPr>
              <w:t xml:space="preserve">)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ลดลง</w:t>
            </w:r>
          </w:p>
        </w:tc>
        <w:tc>
          <w:tcPr>
            <w:tcW w:w="990" w:type="dxa"/>
            <w:vAlign w:val="bottom"/>
          </w:tcPr>
          <w:p w:rsidR="00FC67BD" w:rsidRPr="00FC67BD" w:rsidRDefault="00FC67BD" w:rsidP="00FC67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FC67BD">
              <w:rPr>
                <w:rFonts w:asciiTheme="majorBidi" w:hAnsiTheme="majorBidi" w:cstheme="majorBidi"/>
                <w:sz w:val="30"/>
                <w:szCs w:val="30"/>
              </w:rPr>
              <w:t>482</w:t>
            </w:r>
          </w:p>
        </w:tc>
        <w:tc>
          <w:tcPr>
            <w:tcW w:w="284" w:type="dxa"/>
          </w:tcPr>
          <w:p w:rsidR="00FC67BD" w:rsidRPr="00601052" w:rsidRDefault="00FC67BD" w:rsidP="00FC67BD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43"/>
              </w:tabs>
              <w:spacing w:line="260" w:lineRule="atLeast"/>
              <w:ind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76" w:type="dxa"/>
            <w:shd w:val="clear" w:color="auto" w:fill="auto"/>
            <w:vAlign w:val="bottom"/>
          </w:tcPr>
          <w:p w:rsidR="00FC67BD" w:rsidRPr="00764E67" w:rsidRDefault="00FC67BD" w:rsidP="00FC67BD">
            <w:pPr>
              <w:tabs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43"/>
              </w:tabs>
              <w:spacing w:line="260" w:lineRule="atLeast"/>
              <w:ind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64E67">
              <w:rPr>
                <w:rFonts w:ascii="Angsana New" w:hAnsi="Angsana New"/>
                <w:sz w:val="30"/>
                <w:szCs w:val="30"/>
              </w:rPr>
              <w:t>(   483)</w:t>
            </w:r>
          </w:p>
        </w:tc>
        <w:tc>
          <w:tcPr>
            <w:tcW w:w="282" w:type="dxa"/>
            <w:shd w:val="clear" w:color="auto" w:fill="auto"/>
          </w:tcPr>
          <w:p w:rsidR="00FC67BD" w:rsidRPr="00601052" w:rsidRDefault="00FC67BD" w:rsidP="00FC67BD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743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78" w:type="dxa"/>
            <w:shd w:val="clear" w:color="auto" w:fill="auto"/>
            <w:vAlign w:val="bottom"/>
          </w:tcPr>
          <w:p w:rsidR="00FC67BD" w:rsidRPr="00FC67BD" w:rsidRDefault="00FC67BD" w:rsidP="00FC67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FC67BD">
              <w:rPr>
                <w:rFonts w:asciiTheme="majorBidi" w:hAnsiTheme="majorBidi" w:cstheme="majorBidi"/>
                <w:sz w:val="30"/>
                <w:szCs w:val="30"/>
              </w:rPr>
              <w:t>482</w:t>
            </w:r>
          </w:p>
        </w:tc>
        <w:tc>
          <w:tcPr>
            <w:tcW w:w="249" w:type="dxa"/>
            <w:shd w:val="clear" w:color="auto" w:fill="auto"/>
            <w:vAlign w:val="bottom"/>
          </w:tcPr>
          <w:p w:rsidR="00FC67BD" w:rsidRPr="00601052" w:rsidRDefault="00FC67BD" w:rsidP="00FC67BD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743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1" w:type="dxa"/>
            <w:shd w:val="clear" w:color="auto" w:fill="auto"/>
            <w:vAlign w:val="bottom"/>
          </w:tcPr>
          <w:p w:rsidR="00FC67BD" w:rsidRPr="00764E67" w:rsidRDefault="00FC67BD" w:rsidP="00FC67BD">
            <w:pPr>
              <w:tabs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64E67">
              <w:rPr>
                <w:rFonts w:ascii="Angsana New" w:hAnsi="Angsana New"/>
                <w:sz w:val="30"/>
                <w:szCs w:val="30"/>
              </w:rPr>
              <w:t>(   483)</w:t>
            </w:r>
          </w:p>
        </w:tc>
      </w:tr>
      <w:tr w:rsidR="00FC67BD" w:rsidRPr="00601052" w:rsidTr="00552512">
        <w:trPr>
          <w:trHeight w:val="368"/>
        </w:trPr>
        <w:tc>
          <w:tcPr>
            <w:tcW w:w="4968" w:type="dxa"/>
          </w:tcPr>
          <w:p w:rsidR="00FC67BD" w:rsidRPr="00601052" w:rsidRDefault="00FC67BD" w:rsidP="00FC67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4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01052">
              <w:rPr>
                <w:rFonts w:asciiTheme="majorBidi" w:hAnsiTheme="majorBidi" w:cstheme="majorBidi" w:hint="cs"/>
                <w:sz w:val="30"/>
                <w:szCs w:val="30"/>
                <w:cs/>
              </w:rPr>
              <w:t>หนี้</w:t>
            </w:r>
            <w:r w:rsidRPr="00601052">
              <w:rPr>
                <w:rFonts w:asciiTheme="majorBidi" w:hAnsiTheme="majorBidi" w:cstheme="majorBidi"/>
                <w:sz w:val="30"/>
                <w:szCs w:val="30"/>
                <w:cs/>
              </w:rPr>
              <w:t>สินภาษีเงินได้รอการตัดบัญชี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:rsidR="00FC67BD" w:rsidRPr="00FC67BD" w:rsidRDefault="00FC67BD" w:rsidP="00FC67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FC67BD">
              <w:rPr>
                <w:rFonts w:asciiTheme="majorBidi" w:hAnsiTheme="majorBidi" w:cstheme="majorBidi"/>
                <w:sz w:val="30"/>
                <w:szCs w:val="30"/>
              </w:rPr>
              <w:t>281</w:t>
            </w:r>
          </w:p>
        </w:tc>
        <w:tc>
          <w:tcPr>
            <w:tcW w:w="284" w:type="dxa"/>
          </w:tcPr>
          <w:p w:rsidR="00FC67BD" w:rsidRPr="00601052" w:rsidRDefault="00FC67BD" w:rsidP="00FC67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C67BD" w:rsidRPr="00764E67" w:rsidRDefault="00FC67BD" w:rsidP="00FC67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367</w:t>
            </w:r>
          </w:p>
        </w:tc>
        <w:tc>
          <w:tcPr>
            <w:tcW w:w="282" w:type="dxa"/>
            <w:shd w:val="clear" w:color="auto" w:fill="auto"/>
          </w:tcPr>
          <w:p w:rsidR="00FC67BD" w:rsidRPr="00601052" w:rsidRDefault="00FC67BD" w:rsidP="00FC67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C67BD" w:rsidRPr="00FC67BD" w:rsidRDefault="00FC67BD" w:rsidP="00FC67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FC67BD">
              <w:rPr>
                <w:rFonts w:asciiTheme="majorBidi" w:hAnsiTheme="majorBidi" w:cstheme="majorBidi"/>
                <w:sz w:val="30"/>
                <w:szCs w:val="30"/>
              </w:rPr>
              <w:t>281</w:t>
            </w:r>
          </w:p>
        </w:tc>
        <w:tc>
          <w:tcPr>
            <w:tcW w:w="249" w:type="dxa"/>
            <w:shd w:val="clear" w:color="auto" w:fill="auto"/>
            <w:vAlign w:val="bottom"/>
          </w:tcPr>
          <w:p w:rsidR="00FC67BD" w:rsidRPr="00601052" w:rsidRDefault="00FC67BD" w:rsidP="00FC67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C67BD" w:rsidRPr="00764E67" w:rsidRDefault="00FC67BD" w:rsidP="00FC67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367</w:t>
            </w:r>
          </w:p>
        </w:tc>
      </w:tr>
      <w:tr w:rsidR="00FC67BD" w:rsidRPr="00601052" w:rsidTr="00413609">
        <w:trPr>
          <w:trHeight w:val="368"/>
        </w:trPr>
        <w:tc>
          <w:tcPr>
            <w:tcW w:w="4968" w:type="dxa"/>
          </w:tcPr>
          <w:p w:rsidR="00FC67BD" w:rsidRPr="00601052" w:rsidRDefault="00FC67BD" w:rsidP="00FC67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601052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ภาษีเงินได้ที่แสดง</w:t>
            </w:r>
            <w:r w:rsidRPr="00601052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เป็นรายการ</w:t>
            </w:r>
            <w:r w:rsidRPr="00601052">
              <w:rPr>
                <w:rFonts w:asciiTheme="majorBidi" w:hAnsiTheme="majorBidi" w:cstheme="majorBidi"/>
                <w:sz w:val="30"/>
                <w:szCs w:val="30"/>
                <w:cs/>
              </w:rPr>
              <w:t>กำไรหรือขาดทุน</w:t>
            </w:r>
          </w:p>
          <w:p w:rsidR="00FC67BD" w:rsidRPr="00601052" w:rsidRDefault="00FC67BD" w:rsidP="00FC67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01052">
              <w:rPr>
                <w:rFonts w:asciiTheme="majorBidi" w:hAnsiTheme="majorBidi" w:cstheme="majorBidi"/>
                <w:sz w:val="30"/>
                <w:szCs w:val="30"/>
                <w:cs/>
              </w:rPr>
              <w:t>ในงบกำไร</w:t>
            </w:r>
            <w:r w:rsidRPr="00601052">
              <w:rPr>
                <w:rFonts w:asciiTheme="majorBidi" w:hAnsiTheme="majorBidi" w:cstheme="majorBidi" w:hint="cs"/>
                <w:sz w:val="30"/>
                <w:szCs w:val="30"/>
                <w:cs/>
              </w:rPr>
              <w:t>ขาดทุนเ</w:t>
            </w:r>
            <w:r w:rsidRPr="00601052">
              <w:rPr>
                <w:rFonts w:asciiTheme="majorBidi" w:hAnsiTheme="majorBidi" w:cstheme="majorBidi"/>
                <w:sz w:val="30"/>
                <w:szCs w:val="30"/>
                <w:cs/>
              </w:rPr>
              <w:t>บ็ดเสร็จ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FC67BD" w:rsidRPr="00601052" w:rsidRDefault="00FC67BD" w:rsidP="00FC67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1,408</w:t>
            </w:r>
          </w:p>
        </w:tc>
        <w:tc>
          <w:tcPr>
            <w:tcW w:w="284" w:type="dxa"/>
          </w:tcPr>
          <w:p w:rsidR="00FC67BD" w:rsidRPr="00601052" w:rsidRDefault="00FC67BD" w:rsidP="00FC67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FC67BD" w:rsidRPr="00764E67" w:rsidRDefault="00FC67BD" w:rsidP="00FC67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64E67">
              <w:rPr>
                <w:rFonts w:asciiTheme="majorBidi" w:hAnsiTheme="majorBidi" w:cstheme="majorBidi"/>
                <w:sz w:val="30"/>
                <w:szCs w:val="30"/>
              </w:rPr>
              <w:t>6,528</w:t>
            </w:r>
          </w:p>
        </w:tc>
        <w:tc>
          <w:tcPr>
            <w:tcW w:w="282" w:type="dxa"/>
          </w:tcPr>
          <w:p w:rsidR="00FC67BD" w:rsidRPr="00601052" w:rsidRDefault="00FC67BD" w:rsidP="00FC67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FC67BD" w:rsidRPr="00601052" w:rsidRDefault="00FC67BD" w:rsidP="00FC67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1,408</w:t>
            </w:r>
          </w:p>
        </w:tc>
        <w:tc>
          <w:tcPr>
            <w:tcW w:w="249" w:type="dxa"/>
            <w:vAlign w:val="bottom"/>
          </w:tcPr>
          <w:p w:rsidR="00FC67BD" w:rsidRPr="00601052" w:rsidRDefault="00FC67BD" w:rsidP="00FC67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FC67BD" w:rsidRPr="00764E67" w:rsidRDefault="00FC67BD" w:rsidP="00FC67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64E67">
              <w:rPr>
                <w:rFonts w:asciiTheme="majorBidi" w:hAnsiTheme="majorBidi" w:cstheme="majorBidi"/>
                <w:sz w:val="30"/>
                <w:szCs w:val="30"/>
              </w:rPr>
              <w:t>6,528</w:t>
            </w:r>
          </w:p>
        </w:tc>
      </w:tr>
    </w:tbl>
    <w:p w:rsidR="00EB5A4C" w:rsidRPr="00DF6E91" w:rsidRDefault="00EB5A4C" w:rsidP="003A12C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0"/>
          <w:szCs w:val="20"/>
          <w:cs/>
        </w:rPr>
      </w:pPr>
    </w:p>
    <w:tbl>
      <w:tblPr>
        <w:tblpPr w:leftFromText="180" w:rightFromText="180" w:vertAnchor="text" w:horzAnchor="margin" w:tblpY="151"/>
        <w:tblOverlap w:val="never"/>
        <w:tblW w:w="9747" w:type="dxa"/>
        <w:tblLayout w:type="fixed"/>
        <w:tblLook w:val="04A0"/>
      </w:tblPr>
      <w:tblGrid>
        <w:gridCol w:w="4928"/>
        <w:gridCol w:w="992"/>
        <w:gridCol w:w="284"/>
        <w:gridCol w:w="992"/>
        <w:gridCol w:w="282"/>
        <w:gridCol w:w="994"/>
        <w:gridCol w:w="249"/>
        <w:gridCol w:w="1026"/>
      </w:tblGrid>
      <w:tr w:rsidR="00AD09F2" w:rsidRPr="00601052" w:rsidTr="00D4341C">
        <w:trPr>
          <w:trHeight w:val="368"/>
          <w:tblHeader/>
        </w:trPr>
        <w:tc>
          <w:tcPr>
            <w:tcW w:w="4928" w:type="dxa"/>
            <w:vAlign w:val="bottom"/>
          </w:tcPr>
          <w:p w:rsidR="00AD09F2" w:rsidRPr="00601052" w:rsidRDefault="00AD09F2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4819" w:type="dxa"/>
            <w:gridSpan w:val="7"/>
            <w:tcBorders>
              <w:bottom w:val="single" w:sz="4" w:space="0" w:color="auto"/>
            </w:tcBorders>
          </w:tcPr>
          <w:p w:rsidR="00AD09F2" w:rsidRPr="00601052" w:rsidRDefault="00AD09F2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01052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งวด</w:t>
            </w:r>
            <w:r w:rsidR="002F3D1C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เก้าเดือน</w:t>
            </w:r>
            <w:r w:rsidRPr="00601052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 </w:t>
            </w:r>
            <w:r w:rsidRPr="00601052">
              <w:rPr>
                <w:rFonts w:ascii="Angsana New" w:hAnsi="Angsana New"/>
                <w:color w:val="000000"/>
                <w:sz w:val="30"/>
                <w:szCs w:val="30"/>
              </w:rPr>
              <w:t>(</w:t>
            </w:r>
            <w:r w:rsidRPr="00601052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พันบาท</w:t>
            </w:r>
            <w:r w:rsidRPr="00601052">
              <w:rPr>
                <w:rFonts w:ascii="Angsana New" w:hAnsi="Angsana New"/>
                <w:color w:val="000000"/>
                <w:sz w:val="30"/>
                <w:szCs w:val="30"/>
              </w:rPr>
              <w:t>)</w:t>
            </w:r>
          </w:p>
        </w:tc>
      </w:tr>
      <w:tr w:rsidR="00AD09F2" w:rsidRPr="00601052" w:rsidTr="00D4341C">
        <w:trPr>
          <w:trHeight w:val="368"/>
          <w:tblHeader/>
        </w:trPr>
        <w:tc>
          <w:tcPr>
            <w:tcW w:w="4928" w:type="dxa"/>
            <w:vAlign w:val="bottom"/>
          </w:tcPr>
          <w:p w:rsidR="00AD09F2" w:rsidRPr="00601052" w:rsidRDefault="00AD09F2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spacing w:line="240" w:lineRule="auto"/>
              <w:ind w:right="342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D09F2" w:rsidRPr="00601052" w:rsidRDefault="00AD09F2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01052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82" w:type="dxa"/>
            <w:vAlign w:val="bottom"/>
          </w:tcPr>
          <w:p w:rsidR="00AD09F2" w:rsidRPr="00601052" w:rsidRDefault="00AD09F2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2269" w:type="dxa"/>
            <w:gridSpan w:val="3"/>
            <w:tcBorders>
              <w:bottom w:val="single" w:sz="4" w:space="0" w:color="auto"/>
            </w:tcBorders>
            <w:vAlign w:val="bottom"/>
          </w:tcPr>
          <w:p w:rsidR="00AD09F2" w:rsidRPr="00601052" w:rsidRDefault="00AD09F2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01052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AD09F2" w:rsidRPr="00601052" w:rsidTr="00D4341C">
        <w:trPr>
          <w:trHeight w:val="368"/>
          <w:tblHeader/>
        </w:trPr>
        <w:tc>
          <w:tcPr>
            <w:tcW w:w="4928" w:type="dxa"/>
            <w:vAlign w:val="bottom"/>
          </w:tcPr>
          <w:p w:rsidR="00AD09F2" w:rsidRPr="00601052" w:rsidRDefault="00AD09F2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spacing w:line="240" w:lineRule="auto"/>
              <w:ind w:right="342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D09F2" w:rsidRPr="00601052" w:rsidRDefault="00E730EC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01052">
              <w:rPr>
                <w:rFonts w:ascii="Angsana New" w:hAnsi="Angsana New"/>
                <w:color w:val="000000"/>
                <w:sz w:val="30"/>
                <w:szCs w:val="30"/>
              </w:rPr>
              <w:t>2565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AD09F2" w:rsidRPr="00601052" w:rsidRDefault="00AD09F2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AD09F2" w:rsidRPr="00601052" w:rsidRDefault="00E730EC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01052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2564</w:t>
            </w:r>
          </w:p>
        </w:tc>
        <w:tc>
          <w:tcPr>
            <w:tcW w:w="282" w:type="dxa"/>
            <w:vAlign w:val="bottom"/>
          </w:tcPr>
          <w:p w:rsidR="00AD09F2" w:rsidRPr="00601052" w:rsidRDefault="00AD09F2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994" w:type="dxa"/>
            <w:tcBorders>
              <w:bottom w:val="single" w:sz="4" w:space="0" w:color="auto"/>
            </w:tcBorders>
            <w:vAlign w:val="bottom"/>
          </w:tcPr>
          <w:p w:rsidR="00AD09F2" w:rsidRPr="00601052" w:rsidRDefault="00E730EC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01052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2565</w:t>
            </w:r>
          </w:p>
        </w:tc>
        <w:tc>
          <w:tcPr>
            <w:tcW w:w="249" w:type="dxa"/>
            <w:vAlign w:val="bottom"/>
          </w:tcPr>
          <w:p w:rsidR="00AD09F2" w:rsidRPr="00601052" w:rsidRDefault="00AD09F2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center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02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D09F2" w:rsidRPr="00601052" w:rsidRDefault="00E730EC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01052">
              <w:rPr>
                <w:rFonts w:ascii="Angsana New" w:hAnsi="Angsana New"/>
                <w:color w:val="000000"/>
                <w:sz w:val="30"/>
                <w:szCs w:val="30"/>
              </w:rPr>
              <w:t>2564</w:t>
            </w:r>
          </w:p>
        </w:tc>
      </w:tr>
      <w:tr w:rsidR="002F784A" w:rsidRPr="00601052" w:rsidTr="00D4341C">
        <w:trPr>
          <w:trHeight w:val="368"/>
        </w:trPr>
        <w:tc>
          <w:tcPr>
            <w:tcW w:w="4928" w:type="dxa"/>
          </w:tcPr>
          <w:p w:rsidR="002F784A" w:rsidRPr="00601052" w:rsidRDefault="002F784A" w:rsidP="002F7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01052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ภาษีเงินได้ที่คำนวณจากกำไรทางบัญชี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56711B" w:rsidRPr="00601052" w:rsidRDefault="0056711B" w:rsidP="005671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2,336</w:t>
            </w:r>
          </w:p>
        </w:tc>
        <w:tc>
          <w:tcPr>
            <w:tcW w:w="284" w:type="dxa"/>
          </w:tcPr>
          <w:p w:rsidR="002F784A" w:rsidRPr="00601052" w:rsidRDefault="002F784A" w:rsidP="002F7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2F784A" w:rsidRPr="00764E67" w:rsidRDefault="002F784A" w:rsidP="002F7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64E67">
              <w:rPr>
                <w:rFonts w:asciiTheme="majorBidi" w:hAnsiTheme="majorBidi" w:cstheme="majorBidi"/>
                <w:sz w:val="30"/>
                <w:szCs w:val="30"/>
              </w:rPr>
              <w:t>7,448</w:t>
            </w:r>
          </w:p>
        </w:tc>
        <w:tc>
          <w:tcPr>
            <w:tcW w:w="282" w:type="dxa"/>
          </w:tcPr>
          <w:p w:rsidR="002F784A" w:rsidRPr="00601052" w:rsidRDefault="002F784A" w:rsidP="002F7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9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F784A" w:rsidRPr="00601052" w:rsidRDefault="0056711B" w:rsidP="002F7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3,079</w:t>
            </w:r>
          </w:p>
        </w:tc>
        <w:tc>
          <w:tcPr>
            <w:tcW w:w="249" w:type="dxa"/>
            <w:vAlign w:val="bottom"/>
          </w:tcPr>
          <w:p w:rsidR="002F784A" w:rsidRPr="00601052" w:rsidRDefault="002F784A" w:rsidP="002F7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026" w:type="dxa"/>
            <w:tcBorders>
              <w:top w:val="single" w:sz="4" w:space="0" w:color="auto"/>
            </w:tcBorders>
            <w:vAlign w:val="bottom"/>
          </w:tcPr>
          <w:p w:rsidR="002F784A" w:rsidRPr="00764E67" w:rsidRDefault="002F784A" w:rsidP="002F7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64E67">
              <w:rPr>
                <w:rFonts w:asciiTheme="majorBidi" w:hAnsiTheme="majorBidi" w:cstheme="majorBidi"/>
                <w:sz w:val="30"/>
                <w:szCs w:val="30"/>
              </w:rPr>
              <w:t>13,646</w:t>
            </w:r>
          </w:p>
        </w:tc>
      </w:tr>
      <w:tr w:rsidR="002F784A" w:rsidRPr="00601052" w:rsidTr="005C60C9">
        <w:trPr>
          <w:trHeight w:val="368"/>
        </w:trPr>
        <w:tc>
          <w:tcPr>
            <w:tcW w:w="4928" w:type="dxa"/>
          </w:tcPr>
          <w:p w:rsidR="002F784A" w:rsidRPr="00601052" w:rsidRDefault="002F784A" w:rsidP="002F7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01052">
              <w:rPr>
                <w:rFonts w:asciiTheme="majorBidi" w:hAnsiTheme="majorBidi" w:cstheme="majorBidi"/>
                <w:sz w:val="30"/>
                <w:szCs w:val="30"/>
                <w:cs/>
              </w:rPr>
              <w:t>ผลกระทบจาก</w:t>
            </w:r>
            <w:r w:rsidRPr="00601052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ราย</w:t>
            </w:r>
            <w:r w:rsidRPr="00601052">
              <w:rPr>
                <w:rFonts w:asciiTheme="majorBidi" w:hAnsiTheme="majorBidi" w:cstheme="majorBidi"/>
                <w:sz w:val="30"/>
                <w:szCs w:val="30"/>
                <w:cs/>
              </w:rPr>
              <w:t>การ</w:t>
            </w:r>
            <w:r w:rsidRPr="00601052">
              <w:rPr>
                <w:rFonts w:asciiTheme="majorBidi" w:hAnsiTheme="majorBidi" w:cstheme="majorBidi" w:hint="cs"/>
                <w:sz w:val="30"/>
                <w:szCs w:val="30"/>
                <w:cs/>
              </w:rPr>
              <w:t>ที่</w:t>
            </w:r>
            <w:r w:rsidRPr="00601052">
              <w:rPr>
                <w:rFonts w:asciiTheme="majorBidi" w:hAnsiTheme="majorBidi" w:cstheme="majorBidi"/>
                <w:sz w:val="30"/>
                <w:szCs w:val="30"/>
                <w:cs/>
              </w:rPr>
              <w:t>ถือเป็นรายจ่ายทางภาษีไม่ได้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2F784A" w:rsidRPr="00601052" w:rsidRDefault="0056711B" w:rsidP="002F7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3,591</w:t>
            </w:r>
          </w:p>
        </w:tc>
        <w:tc>
          <w:tcPr>
            <w:tcW w:w="284" w:type="dxa"/>
          </w:tcPr>
          <w:p w:rsidR="002F784A" w:rsidRPr="00601052" w:rsidRDefault="002F784A" w:rsidP="002F7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2" w:type="dxa"/>
            <w:vAlign w:val="bottom"/>
          </w:tcPr>
          <w:p w:rsidR="002F784A" w:rsidRPr="00764E67" w:rsidRDefault="002F784A" w:rsidP="002F7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64E67">
              <w:rPr>
                <w:rFonts w:asciiTheme="majorBidi" w:hAnsiTheme="majorBidi" w:cstheme="majorBidi"/>
                <w:sz w:val="30"/>
                <w:szCs w:val="30"/>
              </w:rPr>
              <w:t>2,</w:t>
            </w:r>
            <w:r w:rsidRPr="00764E67">
              <w:rPr>
                <w:rFonts w:asciiTheme="majorBidi" w:hAnsiTheme="majorBidi" w:cstheme="majorBidi" w:hint="cs"/>
                <w:sz w:val="30"/>
                <w:szCs w:val="30"/>
                <w:cs/>
              </w:rPr>
              <w:t>437</w:t>
            </w:r>
          </w:p>
        </w:tc>
        <w:tc>
          <w:tcPr>
            <w:tcW w:w="282" w:type="dxa"/>
          </w:tcPr>
          <w:p w:rsidR="002F784A" w:rsidRPr="00601052" w:rsidRDefault="002F784A" w:rsidP="002F7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94" w:type="dxa"/>
            <w:shd w:val="clear" w:color="auto" w:fill="auto"/>
            <w:vAlign w:val="bottom"/>
          </w:tcPr>
          <w:p w:rsidR="002F784A" w:rsidRPr="00601052" w:rsidRDefault="0056711B" w:rsidP="002F7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2,848</w:t>
            </w:r>
          </w:p>
        </w:tc>
        <w:tc>
          <w:tcPr>
            <w:tcW w:w="249" w:type="dxa"/>
            <w:vAlign w:val="bottom"/>
          </w:tcPr>
          <w:p w:rsidR="002F784A" w:rsidRPr="00601052" w:rsidRDefault="002F784A" w:rsidP="002F7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026" w:type="dxa"/>
            <w:vAlign w:val="bottom"/>
          </w:tcPr>
          <w:p w:rsidR="002F784A" w:rsidRPr="00764E67" w:rsidRDefault="002F784A" w:rsidP="002F7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64E67">
              <w:rPr>
                <w:rFonts w:asciiTheme="majorBidi" w:hAnsiTheme="majorBidi" w:cstheme="majorBidi"/>
                <w:sz w:val="30"/>
                <w:szCs w:val="30"/>
              </w:rPr>
              <w:t>1,959</w:t>
            </w:r>
          </w:p>
        </w:tc>
      </w:tr>
      <w:tr w:rsidR="0056711B" w:rsidRPr="00601052" w:rsidTr="005C60C9">
        <w:trPr>
          <w:trHeight w:val="368"/>
        </w:trPr>
        <w:tc>
          <w:tcPr>
            <w:tcW w:w="4928" w:type="dxa"/>
          </w:tcPr>
          <w:p w:rsidR="0056711B" w:rsidRPr="00601052" w:rsidRDefault="0056711B" w:rsidP="005671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4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01052">
              <w:rPr>
                <w:rFonts w:asciiTheme="majorBidi" w:hAnsiTheme="majorBidi" w:cstheme="majorBidi"/>
                <w:sz w:val="30"/>
                <w:szCs w:val="30"/>
                <w:cs/>
              </w:rPr>
              <w:t>ผลกระทบจาก</w:t>
            </w:r>
            <w:r w:rsidRPr="00601052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ราย</w:t>
            </w:r>
            <w:r w:rsidRPr="00601052">
              <w:rPr>
                <w:rFonts w:asciiTheme="majorBidi" w:hAnsiTheme="majorBidi" w:cstheme="majorBidi"/>
                <w:sz w:val="30"/>
                <w:szCs w:val="30"/>
                <w:cs/>
              </w:rPr>
              <w:t>การ</w:t>
            </w:r>
            <w:r w:rsidRPr="00601052">
              <w:rPr>
                <w:rFonts w:asciiTheme="majorBidi" w:hAnsiTheme="majorBidi" w:cstheme="majorBidi" w:hint="cs"/>
                <w:sz w:val="30"/>
                <w:szCs w:val="30"/>
                <w:cs/>
              </w:rPr>
              <w:t>ที่</w:t>
            </w:r>
            <w:r w:rsidRPr="00601052">
              <w:rPr>
                <w:rFonts w:asciiTheme="majorBidi" w:hAnsiTheme="majorBidi" w:cstheme="majorBidi"/>
                <w:sz w:val="30"/>
                <w:szCs w:val="30"/>
                <w:cs/>
              </w:rPr>
              <w:t>ถือเป็น</w:t>
            </w:r>
            <w:r w:rsidRPr="00601052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รายได้ทางภาษี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6711B" w:rsidRPr="00764E67" w:rsidRDefault="0056711B" w:rsidP="005671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64E67">
              <w:rPr>
                <w:rFonts w:asciiTheme="majorBidi" w:hAnsiTheme="majorBidi" w:cstheme="majorBidi"/>
                <w:sz w:val="30"/>
                <w:szCs w:val="30"/>
              </w:rPr>
              <w:t xml:space="preserve">     -</w:t>
            </w:r>
          </w:p>
        </w:tc>
        <w:tc>
          <w:tcPr>
            <w:tcW w:w="284" w:type="dxa"/>
          </w:tcPr>
          <w:p w:rsidR="0056711B" w:rsidRPr="00601052" w:rsidRDefault="0056711B" w:rsidP="005671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2" w:type="dxa"/>
            <w:vAlign w:val="bottom"/>
          </w:tcPr>
          <w:p w:rsidR="0056711B" w:rsidRPr="00764E67" w:rsidRDefault="0056711B" w:rsidP="005671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64E67">
              <w:rPr>
                <w:rFonts w:asciiTheme="majorBidi" w:hAnsiTheme="majorBidi" w:cstheme="majorBidi"/>
                <w:sz w:val="30"/>
                <w:szCs w:val="30"/>
              </w:rPr>
              <w:t>5,720</w:t>
            </w:r>
          </w:p>
        </w:tc>
        <w:tc>
          <w:tcPr>
            <w:tcW w:w="282" w:type="dxa"/>
          </w:tcPr>
          <w:p w:rsidR="0056711B" w:rsidRPr="00601052" w:rsidRDefault="0056711B" w:rsidP="005671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94" w:type="dxa"/>
            <w:shd w:val="clear" w:color="auto" w:fill="auto"/>
            <w:vAlign w:val="bottom"/>
          </w:tcPr>
          <w:p w:rsidR="0056711B" w:rsidRPr="00764E67" w:rsidRDefault="0056711B" w:rsidP="005671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64E67">
              <w:rPr>
                <w:rFonts w:asciiTheme="majorBidi" w:hAnsiTheme="majorBidi" w:cstheme="majorBidi"/>
                <w:sz w:val="30"/>
                <w:szCs w:val="30"/>
              </w:rPr>
              <w:t xml:space="preserve">     -</w:t>
            </w:r>
          </w:p>
        </w:tc>
        <w:tc>
          <w:tcPr>
            <w:tcW w:w="249" w:type="dxa"/>
            <w:vAlign w:val="bottom"/>
          </w:tcPr>
          <w:p w:rsidR="0056711B" w:rsidRPr="00601052" w:rsidRDefault="0056711B" w:rsidP="005671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026" w:type="dxa"/>
            <w:vAlign w:val="bottom"/>
          </w:tcPr>
          <w:p w:rsidR="0056711B" w:rsidRPr="00764E67" w:rsidRDefault="0056711B" w:rsidP="005671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64E67">
              <w:rPr>
                <w:rFonts w:asciiTheme="majorBidi" w:hAnsiTheme="majorBidi" w:cstheme="majorBidi"/>
                <w:sz w:val="30"/>
                <w:szCs w:val="30"/>
              </w:rPr>
              <w:t xml:space="preserve">     -</w:t>
            </w:r>
          </w:p>
        </w:tc>
      </w:tr>
      <w:tr w:rsidR="0056711B" w:rsidRPr="00601052" w:rsidTr="005C60C9">
        <w:trPr>
          <w:trHeight w:val="368"/>
        </w:trPr>
        <w:tc>
          <w:tcPr>
            <w:tcW w:w="4928" w:type="dxa"/>
          </w:tcPr>
          <w:p w:rsidR="0056711B" w:rsidRPr="00601052" w:rsidRDefault="0056711B" w:rsidP="005671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601052">
              <w:rPr>
                <w:rFonts w:asciiTheme="majorBidi" w:hAnsiTheme="majorBidi" w:cstheme="majorBidi"/>
                <w:sz w:val="30"/>
                <w:szCs w:val="30"/>
                <w:cs/>
              </w:rPr>
              <w:t>ผลกระทบจากรายการที่สามารถหักเป็นรายจ่าย</w:t>
            </w:r>
            <w:r w:rsidRPr="00601052">
              <w:rPr>
                <w:rFonts w:asciiTheme="majorBidi" w:hAnsiTheme="majorBidi" w:cstheme="majorBidi" w:hint="cs"/>
                <w:sz w:val="30"/>
                <w:szCs w:val="30"/>
                <w:cs/>
              </w:rPr>
              <w:t>ทาง</w:t>
            </w:r>
          </w:p>
          <w:p w:rsidR="0056711B" w:rsidRPr="00601052" w:rsidRDefault="0056711B" w:rsidP="005671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01052">
              <w:rPr>
                <w:rFonts w:asciiTheme="majorBidi" w:hAnsiTheme="majorBidi" w:cstheme="majorBidi" w:hint="cs"/>
                <w:sz w:val="30"/>
                <w:szCs w:val="30"/>
                <w:cs/>
              </w:rPr>
              <w:t>ภาษี</w:t>
            </w:r>
            <w:r w:rsidRPr="00601052">
              <w:rPr>
                <w:rFonts w:asciiTheme="majorBidi" w:hAnsiTheme="majorBidi" w:cstheme="majorBidi"/>
                <w:sz w:val="30"/>
                <w:szCs w:val="30"/>
                <w:cs/>
              </w:rPr>
              <w:t>ได้เพิ่มเติม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6711B" w:rsidRPr="00764E67" w:rsidRDefault="0056711B" w:rsidP="0056711B">
            <w:pPr>
              <w:tabs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43"/>
              </w:tabs>
              <w:spacing w:line="260" w:lineRule="atLeast"/>
              <w:ind w:right="3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(2,030</w:t>
            </w:r>
            <w:r w:rsidRPr="00764E67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84" w:type="dxa"/>
          </w:tcPr>
          <w:p w:rsidR="0056711B" w:rsidRPr="00601052" w:rsidRDefault="0056711B" w:rsidP="0056711B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56711B" w:rsidRPr="00764E67" w:rsidRDefault="0056711B" w:rsidP="0056711B">
            <w:pPr>
              <w:tabs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43"/>
              </w:tabs>
              <w:spacing w:line="260" w:lineRule="atLeast"/>
              <w:ind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64E67">
              <w:rPr>
                <w:rFonts w:ascii="Angsana New" w:hAnsi="Angsana New"/>
                <w:sz w:val="30"/>
                <w:szCs w:val="30"/>
              </w:rPr>
              <w:t>(1,354)</w:t>
            </w:r>
          </w:p>
        </w:tc>
        <w:tc>
          <w:tcPr>
            <w:tcW w:w="282" w:type="dxa"/>
          </w:tcPr>
          <w:p w:rsidR="0056711B" w:rsidRPr="00601052" w:rsidRDefault="0056711B" w:rsidP="005671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0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6711B" w:rsidRPr="00764E67" w:rsidRDefault="0056711B" w:rsidP="0056711B">
            <w:pPr>
              <w:tabs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43"/>
              </w:tabs>
              <w:spacing w:line="260" w:lineRule="atLeast"/>
              <w:ind w:right="3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(2,030</w:t>
            </w:r>
            <w:r w:rsidRPr="00764E67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49" w:type="dxa"/>
            <w:vAlign w:val="bottom"/>
          </w:tcPr>
          <w:p w:rsidR="0056711B" w:rsidRPr="00601052" w:rsidRDefault="0056711B" w:rsidP="005671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0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026" w:type="dxa"/>
            <w:tcBorders>
              <w:bottom w:val="single" w:sz="4" w:space="0" w:color="auto"/>
            </w:tcBorders>
            <w:vAlign w:val="bottom"/>
          </w:tcPr>
          <w:p w:rsidR="0056711B" w:rsidRPr="00764E67" w:rsidRDefault="0056711B" w:rsidP="0056711B">
            <w:pPr>
              <w:tabs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43"/>
              </w:tabs>
              <w:spacing w:line="260" w:lineRule="atLeast"/>
              <w:ind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64E67">
              <w:rPr>
                <w:rFonts w:ascii="Angsana New" w:hAnsi="Angsana New"/>
                <w:sz w:val="30"/>
                <w:szCs w:val="30"/>
              </w:rPr>
              <w:t>(1,354)</w:t>
            </w:r>
          </w:p>
        </w:tc>
      </w:tr>
      <w:tr w:rsidR="0056711B" w:rsidRPr="00601052" w:rsidTr="00D4341C">
        <w:trPr>
          <w:trHeight w:val="368"/>
        </w:trPr>
        <w:tc>
          <w:tcPr>
            <w:tcW w:w="4928" w:type="dxa"/>
          </w:tcPr>
          <w:p w:rsidR="0056711B" w:rsidRPr="00601052" w:rsidRDefault="0056711B" w:rsidP="005671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01052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ภาษีเงินได้ของงวดปัจจุบันที่คำนวณจากกำไรทางภาษี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56711B" w:rsidRPr="00601052" w:rsidRDefault="0056711B" w:rsidP="005671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3,897</w:t>
            </w:r>
          </w:p>
        </w:tc>
        <w:tc>
          <w:tcPr>
            <w:tcW w:w="284" w:type="dxa"/>
          </w:tcPr>
          <w:p w:rsidR="0056711B" w:rsidRPr="00601052" w:rsidRDefault="0056711B" w:rsidP="005671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56711B" w:rsidRPr="00764E67" w:rsidRDefault="0056711B" w:rsidP="005671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64E67">
              <w:rPr>
                <w:rFonts w:asciiTheme="majorBidi" w:hAnsiTheme="majorBidi" w:cstheme="majorBidi"/>
                <w:sz w:val="30"/>
                <w:szCs w:val="30"/>
              </w:rPr>
              <w:t>14,251</w:t>
            </w:r>
          </w:p>
        </w:tc>
        <w:tc>
          <w:tcPr>
            <w:tcW w:w="282" w:type="dxa"/>
          </w:tcPr>
          <w:p w:rsidR="0056711B" w:rsidRPr="00601052" w:rsidRDefault="0056711B" w:rsidP="005671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6711B" w:rsidRPr="00601052" w:rsidRDefault="0056711B" w:rsidP="005671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3,897</w:t>
            </w:r>
          </w:p>
        </w:tc>
        <w:tc>
          <w:tcPr>
            <w:tcW w:w="249" w:type="dxa"/>
            <w:vAlign w:val="bottom"/>
          </w:tcPr>
          <w:p w:rsidR="0056711B" w:rsidRPr="00601052" w:rsidRDefault="0056711B" w:rsidP="005671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026" w:type="dxa"/>
            <w:tcBorders>
              <w:top w:val="single" w:sz="4" w:space="0" w:color="auto"/>
            </w:tcBorders>
            <w:vAlign w:val="bottom"/>
          </w:tcPr>
          <w:p w:rsidR="0056711B" w:rsidRPr="00764E67" w:rsidRDefault="0056711B" w:rsidP="005671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64E67">
              <w:rPr>
                <w:rFonts w:asciiTheme="majorBidi" w:hAnsiTheme="majorBidi" w:cstheme="majorBidi"/>
                <w:sz w:val="30"/>
                <w:szCs w:val="30"/>
              </w:rPr>
              <w:t>14,251</w:t>
            </w:r>
          </w:p>
        </w:tc>
      </w:tr>
      <w:tr w:rsidR="0037410C" w:rsidRPr="00601052" w:rsidTr="00413609">
        <w:trPr>
          <w:trHeight w:val="368"/>
        </w:trPr>
        <w:tc>
          <w:tcPr>
            <w:tcW w:w="4928" w:type="dxa"/>
          </w:tcPr>
          <w:p w:rsidR="0037410C" w:rsidRPr="00601052" w:rsidRDefault="0037410C" w:rsidP="003741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4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01052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สินทรัพย์ภาษีเงินได้รอกา</w:t>
            </w:r>
            <w:r>
              <w:rPr>
                <w:rFonts w:asciiTheme="majorBidi" w:hAnsiTheme="majorBidi" w:cstheme="majorBidi"/>
                <w:sz w:val="30"/>
                <w:szCs w:val="30"/>
                <w:cs/>
              </w:rPr>
              <w:t>รตัดบัญชี</w:t>
            </w:r>
            <w:r w:rsidRPr="00601052">
              <w:rPr>
                <w:rFonts w:asciiTheme="majorBidi" w:hAnsiTheme="majorBidi" w:cstheme="majorBidi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992" w:type="dxa"/>
            <w:vAlign w:val="bottom"/>
          </w:tcPr>
          <w:p w:rsidR="0037410C" w:rsidRPr="00764E67" w:rsidRDefault="0037410C" w:rsidP="0037410C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3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(1,735</w:t>
            </w:r>
            <w:r w:rsidRPr="00764E67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84" w:type="dxa"/>
          </w:tcPr>
          <w:p w:rsidR="0037410C" w:rsidRPr="00601052" w:rsidRDefault="0037410C" w:rsidP="003741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2" w:type="dxa"/>
            <w:vAlign w:val="bottom"/>
          </w:tcPr>
          <w:p w:rsidR="0037410C" w:rsidRPr="00764E67" w:rsidRDefault="0037410C" w:rsidP="0037410C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64E67">
              <w:rPr>
                <w:rFonts w:ascii="Angsana New" w:hAnsi="Angsana New"/>
                <w:sz w:val="30"/>
                <w:szCs w:val="30"/>
              </w:rPr>
              <w:t>(   672)</w:t>
            </w:r>
          </w:p>
        </w:tc>
        <w:tc>
          <w:tcPr>
            <w:tcW w:w="282" w:type="dxa"/>
          </w:tcPr>
          <w:p w:rsidR="0037410C" w:rsidRPr="00601052" w:rsidRDefault="0037410C" w:rsidP="003741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94" w:type="dxa"/>
            <w:shd w:val="clear" w:color="auto" w:fill="auto"/>
            <w:vAlign w:val="bottom"/>
          </w:tcPr>
          <w:p w:rsidR="0037410C" w:rsidRPr="00764E67" w:rsidRDefault="0037410C" w:rsidP="0037410C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3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(1,735</w:t>
            </w:r>
            <w:r w:rsidRPr="00764E67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49" w:type="dxa"/>
            <w:vAlign w:val="bottom"/>
          </w:tcPr>
          <w:p w:rsidR="0037410C" w:rsidRPr="00601052" w:rsidRDefault="0037410C" w:rsidP="003741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026" w:type="dxa"/>
            <w:vAlign w:val="bottom"/>
          </w:tcPr>
          <w:p w:rsidR="0037410C" w:rsidRPr="00764E67" w:rsidRDefault="0037410C" w:rsidP="0037410C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28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64E67">
              <w:rPr>
                <w:rFonts w:ascii="Angsana New" w:hAnsi="Angsana New"/>
                <w:sz w:val="30"/>
                <w:szCs w:val="30"/>
              </w:rPr>
              <w:t>(   672)</w:t>
            </w:r>
          </w:p>
        </w:tc>
      </w:tr>
      <w:tr w:rsidR="0037410C" w:rsidRPr="00601052" w:rsidTr="00413609">
        <w:trPr>
          <w:trHeight w:val="368"/>
        </w:trPr>
        <w:tc>
          <w:tcPr>
            <w:tcW w:w="4928" w:type="dxa"/>
          </w:tcPr>
          <w:p w:rsidR="0037410C" w:rsidRPr="00601052" w:rsidRDefault="0037410C" w:rsidP="003741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4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01052">
              <w:rPr>
                <w:rFonts w:asciiTheme="majorBidi" w:hAnsiTheme="majorBidi" w:cstheme="majorBidi" w:hint="cs"/>
                <w:sz w:val="30"/>
                <w:szCs w:val="30"/>
                <w:cs/>
              </w:rPr>
              <w:t>หนี้</w:t>
            </w:r>
            <w:r w:rsidRPr="00601052">
              <w:rPr>
                <w:rFonts w:asciiTheme="majorBidi" w:hAnsiTheme="majorBidi" w:cstheme="majorBidi"/>
                <w:sz w:val="30"/>
                <w:szCs w:val="30"/>
                <w:cs/>
              </w:rPr>
              <w:t>สินภาษีเงินได้รอการตัดบัญชี</w:t>
            </w:r>
            <w:r w:rsidRPr="00601052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37410C" w:rsidRPr="00601052" w:rsidRDefault="0037410C" w:rsidP="003741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1,961</w:t>
            </w:r>
          </w:p>
        </w:tc>
        <w:tc>
          <w:tcPr>
            <w:tcW w:w="284" w:type="dxa"/>
          </w:tcPr>
          <w:p w:rsidR="0037410C" w:rsidRPr="00601052" w:rsidRDefault="0037410C" w:rsidP="003741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37410C" w:rsidRPr="00764E67" w:rsidRDefault="0037410C" w:rsidP="003741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367</w:t>
            </w:r>
          </w:p>
        </w:tc>
        <w:tc>
          <w:tcPr>
            <w:tcW w:w="282" w:type="dxa"/>
          </w:tcPr>
          <w:p w:rsidR="0037410C" w:rsidRPr="00601052" w:rsidRDefault="0037410C" w:rsidP="003741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7410C" w:rsidRPr="00601052" w:rsidRDefault="0037410C" w:rsidP="003741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1,961</w:t>
            </w:r>
          </w:p>
        </w:tc>
        <w:tc>
          <w:tcPr>
            <w:tcW w:w="249" w:type="dxa"/>
            <w:vAlign w:val="bottom"/>
          </w:tcPr>
          <w:p w:rsidR="0037410C" w:rsidRPr="00601052" w:rsidRDefault="0037410C" w:rsidP="003741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6" w:type="dxa"/>
            <w:tcBorders>
              <w:bottom w:val="single" w:sz="4" w:space="0" w:color="auto"/>
            </w:tcBorders>
            <w:vAlign w:val="bottom"/>
          </w:tcPr>
          <w:p w:rsidR="0037410C" w:rsidRPr="00764E67" w:rsidRDefault="0037410C" w:rsidP="003741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367</w:t>
            </w:r>
          </w:p>
        </w:tc>
      </w:tr>
      <w:tr w:rsidR="0037410C" w:rsidRPr="00601052" w:rsidTr="00413609">
        <w:trPr>
          <w:trHeight w:val="368"/>
        </w:trPr>
        <w:tc>
          <w:tcPr>
            <w:tcW w:w="4928" w:type="dxa"/>
          </w:tcPr>
          <w:p w:rsidR="0037410C" w:rsidRPr="00601052" w:rsidRDefault="0037410C" w:rsidP="003741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601052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ภาษีเงินได้ที่แสดง</w:t>
            </w:r>
            <w:r w:rsidRPr="00601052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เป็นรายการ</w:t>
            </w:r>
            <w:r w:rsidRPr="00601052">
              <w:rPr>
                <w:rFonts w:asciiTheme="majorBidi" w:hAnsiTheme="majorBidi" w:cstheme="majorBidi"/>
                <w:sz w:val="30"/>
                <w:szCs w:val="30"/>
                <w:cs/>
              </w:rPr>
              <w:t>กำไรหรือขาดทุน</w:t>
            </w:r>
          </w:p>
          <w:p w:rsidR="0037410C" w:rsidRPr="00601052" w:rsidRDefault="0037410C" w:rsidP="003741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01052">
              <w:rPr>
                <w:rFonts w:asciiTheme="majorBidi" w:hAnsiTheme="majorBidi" w:cstheme="majorBidi"/>
                <w:sz w:val="30"/>
                <w:szCs w:val="30"/>
                <w:cs/>
              </w:rPr>
              <w:t>ในงบกำไร</w:t>
            </w:r>
            <w:r w:rsidRPr="00601052">
              <w:rPr>
                <w:rFonts w:asciiTheme="majorBidi" w:hAnsiTheme="majorBidi" w:cstheme="majorBidi" w:hint="cs"/>
                <w:sz w:val="30"/>
                <w:szCs w:val="30"/>
                <w:cs/>
              </w:rPr>
              <w:t>ขาดทุนเ</w:t>
            </w:r>
            <w:r w:rsidRPr="00601052">
              <w:rPr>
                <w:rFonts w:asciiTheme="majorBidi" w:hAnsiTheme="majorBidi" w:cstheme="majorBidi"/>
                <w:sz w:val="30"/>
                <w:szCs w:val="30"/>
                <w:cs/>
              </w:rPr>
              <w:t>บ็ดเสร็จ</w:t>
            </w: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7410C" w:rsidRPr="00601052" w:rsidRDefault="0037410C" w:rsidP="003741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4,123</w:t>
            </w:r>
          </w:p>
        </w:tc>
        <w:tc>
          <w:tcPr>
            <w:tcW w:w="284" w:type="dxa"/>
          </w:tcPr>
          <w:p w:rsidR="0037410C" w:rsidRPr="00601052" w:rsidRDefault="0037410C" w:rsidP="003741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7410C" w:rsidRPr="00764E67" w:rsidRDefault="0037410C" w:rsidP="003741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64E67">
              <w:rPr>
                <w:rFonts w:asciiTheme="majorBidi" w:hAnsiTheme="majorBidi" w:cstheme="majorBidi"/>
                <w:sz w:val="30"/>
                <w:szCs w:val="30"/>
              </w:rPr>
              <w:t>13,946</w:t>
            </w:r>
          </w:p>
        </w:tc>
        <w:tc>
          <w:tcPr>
            <w:tcW w:w="282" w:type="dxa"/>
          </w:tcPr>
          <w:p w:rsidR="0037410C" w:rsidRPr="00601052" w:rsidRDefault="0037410C" w:rsidP="003741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37410C" w:rsidRPr="00601052" w:rsidRDefault="0037410C" w:rsidP="003741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4,123</w:t>
            </w:r>
          </w:p>
        </w:tc>
        <w:tc>
          <w:tcPr>
            <w:tcW w:w="249" w:type="dxa"/>
            <w:vAlign w:val="bottom"/>
          </w:tcPr>
          <w:p w:rsidR="0037410C" w:rsidRPr="00601052" w:rsidRDefault="0037410C" w:rsidP="003741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02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7410C" w:rsidRPr="00764E67" w:rsidRDefault="0037410C" w:rsidP="003741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64E67">
              <w:rPr>
                <w:rFonts w:asciiTheme="majorBidi" w:hAnsiTheme="majorBidi" w:cstheme="majorBidi"/>
                <w:sz w:val="30"/>
                <w:szCs w:val="30"/>
              </w:rPr>
              <w:t>13,946</w:t>
            </w:r>
          </w:p>
        </w:tc>
      </w:tr>
    </w:tbl>
    <w:p w:rsidR="00224722" w:rsidRDefault="0009604B" w:rsidP="000960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601052">
        <w:rPr>
          <w:rFonts w:ascii="Angsana New" w:hAnsi="Angsana New"/>
          <w:sz w:val="30"/>
          <w:szCs w:val="30"/>
          <w:cs/>
        </w:rPr>
        <w:lastRenderedPageBreak/>
        <w:t>สินทรัพย์</w:t>
      </w:r>
      <w:r w:rsidR="00D3608D">
        <w:rPr>
          <w:rFonts w:ascii="Angsana New" w:hAnsi="Angsana New" w:hint="cs"/>
          <w:sz w:val="30"/>
          <w:szCs w:val="30"/>
          <w:cs/>
        </w:rPr>
        <w:t>และหนี้สิน</w:t>
      </w:r>
      <w:r w:rsidRPr="00601052">
        <w:rPr>
          <w:rFonts w:ascii="Angsana New" w:hAnsi="Angsana New"/>
          <w:sz w:val="30"/>
          <w:szCs w:val="30"/>
          <w:cs/>
        </w:rPr>
        <w:t xml:space="preserve">ภาษีเงินได้รอการตัดบัญชีที่แสดงในงบแสดงฐานะการเงิน ณ วันที่ </w:t>
      </w:r>
      <w:r w:rsidR="00334F7E" w:rsidRPr="00601052">
        <w:rPr>
          <w:rFonts w:ascii="Angsana New" w:hAnsi="Angsana New"/>
          <w:sz w:val="30"/>
          <w:szCs w:val="30"/>
        </w:rPr>
        <w:t xml:space="preserve">30 </w:t>
      </w:r>
      <w:r w:rsidR="002F3D1C">
        <w:rPr>
          <w:rFonts w:ascii="Angsana New" w:hAnsi="Angsana New" w:hint="cs"/>
          <w:sz w:val="30"/>
          <w:szCs w:val="30"/>
          <w:cs/>
        </w:rPr>
        <w:t>กันยายน</w:t>
      </w:r>
      <w:r w:rsidRPr="00601052">
        <w:rPr>
          <w:rFonts w:ascii="Angsana New" w:hAnsi="Angsana New"/>
          <w:sz w:val="30"/>
          <w:szCs w:val="30"/>
          <w:cs/>
        </w:rPr>
        <w:t xml:space="preserve"> </w:t>
      </w:r>
      <w:r w:rsidR="00E730EC" w:rsidRPr="00601052">
        <w:rPr>
          <w:rFonts w:ascii="Angsana New" w:hAnsi="Angsana New"/>
          <w:sz w:val="30"/>
          <w:szCs w:val="30"/>
        </w:rPr>
        <w:t>2565</w:t>
      </w:r>
      <w:r w:rsidRPr="00601052">
        <w:rPr>
          <w:rFonts w:ascii="Angsana New" w:hAnsi="Angsana New"/>
          <w:sz w:val="30"/>
          <w:szCs w:val="30"/>
        </w:rPr>
        <w:t xml:space="preserve"> </w:t>
      </w:r>
      <w:r w:rsidRPr="00601052">
        <w:rPr>
          <w:rFonts w:ascii="Angsana New" w:hAnsi="Angsana New"/>
          <w:sz w:val="30"/>
          <w:szCs w:val="30"/>
          <w:cs/>
        </w:rPr>
        <w:t>และ</w:t>
      </w:r>
      <w:r w:rsidRPr="00601052">
        <w:rPr>
          <w:rFonts w:ascii="Angsana New" w:hAnsi="Angsana New" w:hint="cs"/>
          <w:sz w:val="30"/>
          <w:szCs w:val="30"/>
          <w:cs/>
        </w:rPr>
        <w:t>วันที่ 31 ธันวาคม</w:t>
      </w:r>
      <w:r w:rsidRPr="00601052">
        <w:rPr>
          <w:rFonts w:ascii="Angsana New" w:hAnsi="Angsana New"/>
          <w:sz w:val="30"/>
          <w:szCs w:val="30"/>
          <w:cs/>
        </w:rPr>
        <w:t xml:space="preserve"> </w:t>
      </w:r>
      <w:r w:rsidR="00E730EC" w:rsidRPr="00601052">
        <w:rPr>
          <w:rFonts w:ascii="Angsana New" w:hAnsi="Angsana New"/>
          <w:sz w:val="30"/>
          <w:szCs w:val="30"/>
        </w:rPr>
        <w:t>2564</w:t>
      </w:r>
      <w:r w:rsidRPr="00601052">
        <w:rPr>
          <w:rFonts w:ascii="Angsana New" w:hAnsi="Angsana New"/>
          <w:sz w:val="30"/>
          <w:szCs w:val="30"/>
        </w:rPr>
        <w:t xml:space="preserve"> </w:t>
      </w:r>
      <w:r w:rsidRPr="00601052">
        <w:rPr>
          <w:rFonts w:ascii="Angsana New" w:hAnsi="Angsana New" w:hint="cs"/>
          <w:sz w:val="30"/>
          <w:szCs w:val="30"/>
          <w:cs/>
        </w:rPr>
        <w:t>มีดังนี้</w:t>
      </w:r>
    </w:p>
    <w:p w:rsidR="00DF6E91" w:rsidRPr="00601052" w:rsidRDefault="00DF6E91" w:rsidP="000960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tbl>
      <w:tblPr>
        <w:tblW w:w="9747" w:type="dxa"/>
        <w:tblLook w:val="04A0"/>
      </w:tblPr>
      <w:tblGrid>
        <w:gridCol w:w="6204"/>
        <w:gridCol w:w="1701"/>
        <w:gridCol w:w="283"/>
        <w:gridCol w:w="1559"/>
      </w:tblGrid>
      <w:tr w:rsidR="001824BC" w:rsidRPr="00601052" w:rsidTr="00A44879">
        <w:tc>
          <w:tcPr>
            <w:tcW w:w="6204" w:type="dxa"/>
          </w:tcPr>
          <w:p w:rsidR="001824BC" w:rsidRPr="00601052" w:rsidRDefault="001824BC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3543" w:type="dxa"/>
            <w:gridSpan w:val="3"/>
            <w:tcBorders>
              <w:bottom w:val="single" w:sz="4" w:space="0" w:color="auto"/>
            </w:tcBorders>
          </w:tcPr>
          <w:p w:rsidR="001824BC" w:rsidRPr="00601052" w:rsidRDefault="001824BC" w:rsidP="003D2E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01052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งบการเงินรวม</w:t>
            </w:r>
            <w:r w:rsidRPr="00601052">
              <w:rPr>
                <w:rFonts w:ascii="Angsana New" w:hAnsi="Angsana New" w:hint="cs"/>
                <w:sz w:val="30"/>
                <w:szCs w:val="30"/>
                <w:cs/>
              </w:rPr>
              <w:t>และ</w:t>
            </w:r>
            <w:r w:rsidRPr="00601052">
              <w:rPr>
                <w:rFonts w:ascii="Angsana New" w:hAnsi="Angsana New"/>
                <w:sz w:val="30"/>
                <w:szCs w:val="30"/>
                <w:cs/>
              </w:rPr>
              <w:br/>
            </w:r>
            <w:r w:rsidRPr="00601052">
              <w:rPr>
                <w:rFonts w:ascii="Angsana New" w:hAnsi="Angsana New" w:hint="cs"/>
                <w:sz w:val="30"/>
                <w:szCs w:val="30"/>
                <w:cs/>
              </w:rPr>
              <w:t>งบการเงินเฉพาะกิจการ (พันบาท)</w:t>
            </w:r>
          </w:p>
        </w:tc>
      </w:tr>
      <w:tr w:rsidR="001824BC" w:rsidRPr="00601052" w:rsidTr="00A44879">
        <w:tc>
          <w:tcPr>
            <w:tcW w:w="6204" w:type="dxa"/>
          </w:tcPr>
          <w:p w:rsidR="001824BC" w:rsidRPr="00601052" w:rsidRDefault="001824BC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824BC" w:rsidRPr="00601052" w:rsidRDefault="001824BC" w:rsidP="001824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01052">
              <w:rPr>
                <w:rFonts w:ascii="Angsana New" w:hAnsi="Angsana New"/>
                <w:color w:val="000000"/>
                <w:sz w:val="30"/>
                <w:szCs w:val="30"/>
              </w:rPr>
              <w:t xml:space="preserve">30 </w:t>
            </w:r>
            <w:r w:rsidR="002F3D1C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กันยายน</w:t>
            </w:r>
            <w:r w:rsidRPr="00601052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 </w:t>
            </w:r>
            <w:r w:rsidR="00E730EC" w:rsidRPr="00601052">
              <w:rPr>
                <w:rFonts w:ascii="Angsana New" w:hAnsi="Angsana New"/>
                <w:color w:val="000000"/>
                <w:sz w:val="30"/>
                <w:szCs w:val="30"/>
              </w:rPr>
              <w:t>2565</w:t>
            </w:r>
          </w:p>
        </w:tc>
        <w:tc>
          <w:tcPr>
            <w:tcW w:w="283" w:type="dxa"/>
            <w:vAlign w:val="bottom"/>
          </w:tcPr>
          <w:p w:rsidR="001824BC" w:rsidRPr="00601052" w:rsidRDefault="001824BC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:rsidR="001824BC" w:rsidRPr="00601052" w:rsidRDefault="001824BC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01052">
              <w:rPr>
                <w:rFonts w:ascii="Angsana New" w:hAnsi="Angsana New"/>
                <w:color w:val="000000"/>
                <w:sz w:val="30"/>
                <w:szCs w:val="30"/>
              </w:rPr>
              <w:t xml:space="preserve">31 </w:t>
            </w:r>
            <w:r w:rsidRPr="00601052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ธันวาคม </w:t>
            </w:r>
            <w:r w:rsidR="00E730EC" w:rsidRPr="00601052">
              <w:rPr>
                <w:rFonts w:ascii="Angsana New" w:hAnsi="Angsana New"/>
                <w:color w:val="000000"/>
                <w:sz w:val="30"/>
                <w:szCs w:val="30"/>
              </w:rPr>
              <w:t>2564</w:t>
            </w:r>
          </w:p>
        </w:tc>
      </w:tr>
      <w:tr w:rsidR="001824BC" w:rsidRPr="00601052" w:rsidTr="00A44879">
        <w:tc>
          <w:tcPr>
            <w:tcW w:w="6204" w:type="dxa"/>
          </w:tcPr>
          <w:p w:rsidR="001824BC" w:rsidRPr="00601052" w:rsidRDefault="00E14AFD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01052">
              <w:rPr>
                <w:rFonts w:ascii="Angsana New" w:hAnsi="Angsana New" w:hint="cs"/>
                <w:sz w:val="30"/>
                <w:szCs w:val="30"/>
                <w:cs/>
              </w:rPr>
              <w:t xml:space="preserve">สินทรัพย์ - </w:t>
            </w:r>
            <w:r w:rsidR="00A44879" w:rsidRPr="00601052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ผลกระทบของรายการซึ่งไม่ถือเป็นรายจ่าย</w:t>
            </w:r>
            <w:r w:rsidR="00A44879" w:rsidRPr="00601052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หรือหนี้สิน</w:t>
            </w:r>
            <w:r w:rsidR="00A44879" w:rsidRPr="00601052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ทางภาษี</w:t>
            </w:r>
          </w:p>
        </w:tc>
        <w:tc>
          <w:tcPr>
            <w:tcW w:w="1701" w:type="dxa"/>
            <w:shd w:val="clear" w:color="auto" w:fill="auto"/>
          </w:tcPr>
          <w:p w:rsidR="001824BC" w:rsidRPr="00601052" w:rsidRDefault="001824BC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35" w:firstLine="34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3" w:type="dxa"/>
          </w:tcPr>
          <w:p w:rsidR="001824BC" w:rsidRPr="00601052" w:rsidRDefault="001824BC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35" w:firstLine="34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1824BC" w:rsidRPr="00601052" w:rsidRDefault="001824BC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35" w:firstLine="34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1824BC" w:rsidRPr="00601052" w:rsidTr="00533374">
        <w:tc>
          <w:tcPr>
            <w:tcW w:w="6204" w:type="dxa"/>
          </w:tcPr>
          <w:p w:rsidR="001824BC" w:rsidRPr="00601052" w:rsidRDefault="001824BC" w:rsidP="00950A34">
            <w:pPr>
              <w:rPr>
                <w:rFonts w:ascii="Angsana New" w:eastAsiaTheme="minorEastAsia" w:hAnsi="Angsana New"/>
                <w:sz w:val="30"/>
                <w:szCs w:val="30"/>
                <w:cs/>
                <w:lang w:eastAsia="zh-CN"/>
              </w:rPr>
            </w:pPr>
            <w:r w:rsidRPr="00601052">
              <w:rPr>
                <w:rFonts w:ascii="Angsana New" w:hAnsi="Angsana New" w:hint="cs"/>
                <w:sz w:val="30"/>
                <w:szCs w:val="30"/>
                <w:cs/>
              </w:rPr>
              <w:t>ค่าเผื่อ</w:t>
            </w:r>
            <w:r w:rsidRPr="00601052">
              <w:rPr>
                <w:rFonts w:ascii="Angsana New" w:eastAsiaTheme="minorEastAsia" w:hAnsi="Angsana New" w:hint="cs"/>
                <w:sz w:val="30"/>
                <w:szCs w:val="30"/>
                <w:cs/>
                <w:lang w:eastAsia="zh-CN"/>
              </w:rPr>
              <w:t>การด้อยค่าของลูกหนี้การค้า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824BC" w:rsidRPr="00601052" w:rsidRDefault="00E7551D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72</w:t>
            </w:r>
          </w:p>
        </w:tc>
        <w:tc>
          <w:tcPr>
            <w:tcW w:w="283" w:type="dxa"/>
          </w:tcPr>
          <w:p w:rsidR="001824BC" w:rsidRPr="00601052" w:rsidRDefault="001824BC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 w:firstLine="344"/>
              <w:jc w:val="thaiDistribute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559" w:type="dxa"/>
            <w:vAlign w:val="center"/>
          </w:tcPr>
          <w:p w:rsidR="001824BC" w:rsidRPr="00601052" w:rsidRDefault="00A44879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01052">
              <w:rPr>
                <w:rFonts w:ascii="Angsana New" w:hAnsi="Angsana New"/>
                <w:sz w:val="30"/>
                <w:szCs w:val="30"/>
              </w:rPr>
              <w:t>209</w:t>
            </w:r>
          </w:p>
        </w:tc>
      </w:tr>
      <w:tr w:rsidR="001824BC" w:rsidRPr="00601052" w:rsidTr="00533374">
        <w:tc>
          <w:tcPr>
            <w:tcW w:w="6204" w:type="dxa"/>
          </w:tcPr>
          <w:p w:rsidR="001824BC" w:rsidRPr="00601052" w:rsidRDefault="001824BC" w:rsidP="00950A34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601052">
              <w:rPr>
                <w:rFonts w:ascii="Angsana New" w:hAnsi="Angsana New" w:hint="cs"/>
                <w:sz w:val="30"/>
                <w:szCs w:val="30"/>
                <w:cs/>
              </w:rPr>
              <w:t>ค่าเผื่อการลดลงของมูลค่าสินค้าและสินค้าเสื่อมสภาพ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824BC" w:rsidRPr="00601052" w:rsidRDefault="00E7551D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1,617</w:t>
            </w:r>
          </w:p>
        </w:tc>
        <w:tc>
          <w:tcPr>
            <w:tcW w:w="283" w:type="dxa"/>
          </w:tcPr>
          <w:p w:rsidR="001824BC" w:rsidRPr="00601052" w:rsidRDefault="001824BC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 w:firstLine="344"/>
              <w:jc w:val="thaiDistribute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559" w:type="dxa"/>
            <w:vAlign w:val="center"/>
          </w:tcPr>
          <w:p w:rsidR="001824BC" w:rsidRPr="00601052" w:rsidRDefault="00A44879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01052">
              <w:rPr>
                <w:rFonts w:ascii="Angsana New" w:hAnsi="Angsana New"/>
                <w:sz w:val="30"/>
                <w:szCs w:val="30"/>
              </w:rPr>
              <w:t>1,260</w:t>
            </w:r>
          </w:p>
        </w:tc>
      </w:tr>
      <w:tr w:rsidR="001824BC" w:rsidRPr="00601052" w:rsidTr="00533374">
        <w:tc>
          <w:tcPr>
            <w:tcW w:w="6204" w:type="dxa"/>
          </w:tcPr>
          <w:p w:rsidR="001824BC" w:rsidRPr="00601052" w:rsidRDefault="001824BC" w:rsidP="00950A34">
            <w:pPr>
              <w:ind w:left="270" w:hanging="270"/>
              <w:rPr>
                <w:rFonts w:ascii="Angsana New" w:hAnsi="Angsana New"/>
                <w:sz w:val="30"/>
                <w:szCs w:val="30"/>
              </w:rPr>
            </w:pPr>
            <w:r w:rsidRPr="00601052">
              <w:rPr>
                <w:rFonts w:ascii="Angsana New" w:hAnsi="Angsana New"/>
                <w:sz w:val="30"/>
                <w:szCs w:val="30"/>
                <w:cs/>
              </w:rPr>
              <w:t>หนี้สินผลประโยชน์ของพนักงานหลังออกจากงาน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824BC" w:rsidRPr="00601052" w:rsidRDefault="00E7551D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2,727</w:t>
            </w:r>
          </w:p>
        </w:tc>
        <w:tc>
          <w:tcPr>
            <w:tcW w:w="283" w:type="dxa"/>
          </w:tcPr>
          <w:p w:rsidR="001824BC" w:rsidRPr="00601052" w:rsidRDefault="001824BC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 w:firstLine="344"/>
              <w:jc w:val="thaiDistribute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559" w:type="dxa"/>
            <w:vAlign w:val="center"/>
          </w:tcPr>
          <w:p w:rsidR="001824BC" w:rsidRPr="00601052" w:rsidRDefault="00A44879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01052">
              <w:rPr>
                <w:rFonts w:ascii="Angsana New" w:hAnsi="Angsana New"/>
                <w:sz w:val="30"/>
                <w:szCs w:val="30"/>
              </w:rPr>
              <w:t>2,126</w:t>
            </w:r>
          </w:p>
        </w:tc>
      </w:tr>
      <w:tr w:rsidR="00E14AFD" w:rsidRPr="00601052" w:rsidTr="00E7551D">
        <w:tc>
          <w:tcPr>
            <w:tcW w:w="6204" w:type="dxa"/>
          </w:tcPr>
          <w:p w:rsidR="00E14AFD" w:rsidRPr="00601052" w:rsidRDefault="00E14AFD" w:rsidP="00E14AFD">
            <w:pPr>
              <w:ind w:left="270" w:hanging="270"/>
              <w:rPr>
                <w:rFonts w:ascii="Angsana New" w:hAnsi="Angsana New"/>
                <w:sz w:val="30"/>
                <w:szCs w:val="30"/>
                <w:cs/>
              </w:rPr>
            </w:pPr>
            <w:r w:rsidRPr="00601052">
              <w:rPr>
                <w:rFonts w:ascii="Angsana New" w:hAnsi="Angsana New" w:hint="cs"/>
                <w:sz w:val="30"/>
                <w:szCs w:val="30"/>
                <w:cs/>
              </w:rPr>
              <w:t>หนี้สินตามสัญญาเช่า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14AFD" w:rsidRPr="00601052" w:rsidRDefault="0037410C" w:rsidP="003741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1,510</w:t>
            </w:r>
          </w:p>
        </w:tc>
        <w:tc>
          <w:tcPr>
            <w:tcW w:w="283" w:type="dxa"/>
          </w:tcPr>
          <w:p w:rsidR="00E14AFD" w:rsidRPr="00601052" w:rsidRDefault="00E14AFD" w:rsidP="00E14A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 w:firstLine="344"/>
              <w:jc w:val="thaiDistribute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559" w:type="dxa"/>
            <w:vAlign w:val="bottom"/>
          </w:tcPr>
          <w:p w:rsidR="00E14AFD" w:rsidRPr="00601052" w:rsidRDefault="00E14AFD" w:rsidP="00E14A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01052">
              <w:rPr>
                <w:rFonts w:asciiTheme="majorBidi" w:hAnsiTheme="majorBidi" w:cstheme="majorBidi"/>
                <w:sz w:val="30"/>
                <w:szCs w:val="30"/>
              </w:rPr>
              <w:t xml:space="preserve">     -</w:t>
            </w:r>
          </w:p>
        </w:tc>
      </w:tr>
      <w:tr w:rsidR="0092703C" w:rsidRPr="00601052" w:rsidTr="00842550">
        <w:tc>
          <w:tcPr>
            <w:tcW w:w="6204" w:type="dxa"/>
          </w:tcPr>
          <w:p w:rsidR="0092703C" w:rsidRPr="00601052" w:rsidRDefault="0092703C" w:rsidP="00E14AFD">
            <w:pPr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หนี้สินตราสารอนุพันธ์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703C" w:rsidRPr="00601052" w:rsidRDefault="0092703C" w:rsidP="00E14A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20</w:t>
            </w:r>
          </w:p>
        </w:tc>
        <w:tc>
          <w:tcPr>
            <w:tcW w:w="283" w:type="dxa"/>
          </w:tcPr>
          <w:p w:rsidR="0092703C" w:rsidRPr="00601052" w:rsidRDefault="0092703C" w:rsidP="00E14A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 w:firstLine="344"/>
              <w:jc w:val="thaiDistribute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:rsidR="0092703C" w:rsidRPr="00601052" w:rsidRDefault="0092703C" w:rsidP="008425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01052">
              <w:rPr>
                <w:rFonts w:asciiTheme="majorBidi" w:hAnsiTheme="majorBidi" w:cstheme="majorBidi"/>
                <w:sz w:val="30"/>
                <w:szCs w:val="30"/>
              </w:rPr>
              <w:t xml:space="preserve">     -</w:t>
            </w:r>
          </w:p>
        </w:tc>
      </w:tr>
      <w:tr w:rsidR="00E14AFD" w:rsidRPr="00601052" w:rsidTr="00533374">
        <w:tc>
          <w:tcPr>
            <w:tcW w:w="6204" w:type="dxa"/>
          </w:tcPr>
          <w:p w:rsidR="00E14AFD" w:rsidRPr="00601052" w:rsidRDefault="00E14AFD" w:rsidP="00E14AFD">
            <w:pPr>
              <w:rPr>
                <w:rFonts w:ascii="Angsana New" w:hAnsi="Angsana New"/>
                <w:sz w:val="30"/>
                <w:szCs w:val="30"/>
              </w:rPr>
            </w:pPr>
            <w:r w:rsidRPr="00601052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E14AFD" w:rsidRPr="00601052" w:rsidRDefault="0037410C" w:rsidP="003741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5</w:t>
            </w:r>
            <w:r w:rsidR="00E7551D">
              <w:rPr>
                <w:rFonts w:ascii="Angsana New" w:hAnsi="Angsana New" w:hint="cs"/>
                <w:sz w:val="30"/>
                <w:szCs w:val="30"/>
                <w:cs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946</w:t>
            </w:r>
          </w:p>
        </w:tc>
        <w:tc>
          <w:tcPr>
            <w:tcW w:w="283" w:type="dxa"/>
          </w:tcPr>
          <w:p w:rsidR="00E14AFD" w:rsidRPr="00601052" w:rsidRDefault="00E14AFD" w:rsidP="00E14A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 w:firstLine="344"/>
              <w:jc w:val="thaiDistribute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E14AFD" w:rsidRPr="00601052" w:rsidRDefault="00A44879" w:rsidP="00E14A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01052">
              <w:rPr>
                <w:rFonts w:ascii="Angsana New" w:hAnsi="Angsana New"/>
                <w:sz w:val="30"/>
                <w:szCs w:val="30"/>
              </w:rPr>
              <w:t>3,595</w:t>
            </w:r>
          </w:p>
        </w:tc>
      </w:tr>
    </w:tbl>
    <w:p w:rsidR="00E14AFD" w:rsidRDefault="00E14AFD" w:rsidP="000960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tbl>
      <w:tblPr>
        <w:tblW w:w="9747" w:type="dxa"/>
        <w:tblLook w:val="04A0"/>
      </w:tblPr>
      <w:tblGrid>
        <w:gridCol w:w="6228"/>
        <w:gridCol w:w="1672"/>
        <w:gridCol w:w="236"/>
        <w:gridCol w:w="1611"/>
      </w:tblGrid>
      <w:tr w:rsidR="004E6352" w:rsidRPr="00757B4F" w:rsidTr="00FE274C">
        <w:tc>
          <w:tcPr>
            <w:tcW w:w="6228" w:type="dxa"/>
          </w:tcPr>
          <w:p w:rsidR="004E6352" w:rsidRPr="00757B4F" w:rsidRDefault="004E6352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757B4F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 xml:space="preserve">หนี้สิน - </w:t>
            </w:r>
            <w:r w:rsidRPr="00757B4F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ผลกระทบของรายการ</w:t>
            </w:r>
            <w:r w:rsidRPr="00757B4F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ที่</w:t>
            </w:r>
            <w:r w:rsidRPr="00757B4F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ไม่ถือเป็น</w:t>
            </w:r>
            <w:r w:rsidRPr="00757B4F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สินทรัพย์</w:t>
            </w:r>
            <w:r w:rsidRPr="00757B4F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ทางภาษี</w:t>
            </w:r>
          </w:p>
        </w:tc>
        <w:tc>
          <w:tcPr>
            <w:tcW w:w="1672" w:type="dxa"/>
            <w:shd w:val="clear" w:color="auto" w:fill="auto"/>
          </w:tcPr>
          <w:p w:rsidR="004E6352" w:rsidRPr="00757B4F" w:rsidRDefault="004E6352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35" w:firstLine="344"/>
              <w:jc w:val="thaiDistribute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236" w:type="dxa"/>
          </w:tcPr>
          <w:p w:rsidR="004E6352" w:rsidRPr="00757B4F" w:rsidRDefault="004E6352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35" w:firstLine="344"/>
              <w:jc w:val="thaiDistribute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611" w:type="dxa"/>
          </w:tcPr>
          <w:p w:rsidR="004E6352" w:rsidRPr="00757B4F" w:rsidRDefault="004E6352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35" w:firstLine="344"/>
              <w:jc w:val="thaiDistribute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</w:tr>
      <w:tr w:rsidR="004E6352" w:rsidRPr="00757B4F" w:rsidTr="00DF6E91">
        <w:tc>
          <w:tcPr>
            <w:tcW w:w="6228" w:type="dxa"/>
          </w:tcPr>
          <w:p w:rsidR="004E6352" w:rsidRPr="00757B4F" w:rsidRDefault="004E6352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11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757B4F">
              <w:rPr>
                <w:rFonts w:ascii="Angsana New" w:hAnsi="Angsana New" w:hint="cs"/>
                <w:sz w:val="30"/>
                <w:szCs w:val="30"/>
                <w:cs/>
              </w:rPr>
              <w:t>สินทรัพย์สิทธิการใช้</w:t>
            </w:r>
          </w:p>
        </w:tc>
        <w:tc>
          <w:tcPr>
            <w:tcW w:w="1672" w:type="dxa"/>
            <w:shd w:val="clear" w:color="auto" w:fill="auto"/>
            <w:vAlign w:val="center"/>
          </w:tcPr>
          <w:p w:rsidR="004E6352" w:rsidRPr="00757B4F" w:rsidRDefault="0037410C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2,016</w:t>
            </w:r>
          </w:p>
        </w:tc>
        <w:tc>
          <w:tcPr>
            <w:tcW w:w="236" w:type="dxa"/>
          </w:tcPr>
          <w:p w:rsidR="004E6352" w:rsidRPr="00757B4F" w:rsidRDefault="004E6352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220" w:firstLine="344"/>
              <w:jc w:val="thaiDistribute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611" w:type="dxa"/>
            <w:vAlign w:val="bottom"/>
          </w:tcPr>
          <w:p w:rsidR="004E6352" w:rsidRPr="00757B4F" w:rsidRDefault="004E6352" w:rsidP="00901DCC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220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57B4F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-</w:t>
            </w:r>
          </w:p>
        </w:tc>
      </w:tr>
      <w:tr w:rsidR="00E7551D" w:rsidRPr="00757B4F" w:rsidTr="00044131">
        <w:tc>
          <w:tcPr>
            <w:tcW w:w="6228" w:type="dxa"/>
          </w:tcPr>
          <w:p w:rsidR="00E7551D" w:rsidRPr="00757B4F" w:rsidRDefault="00E7551D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116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757B4F">
              <w:rPr>
                <w:rFonts w:ascii="Angsana New" w:hAnsi="Angsana New" w:hint="cs"/>
                <w:sz w:val="30"/>
                <w:szCs w:val="30"/>
                <w:cs/>
              </w:rPr>
              <w:t>สินทรัพย์ตราสารอนุพันธ์</w:t>
            </w:r>
          </w:p>
        </w:tc>
        <w:tc>
          <w:tcPr>
            <w:tcW w:w="1672" w:type="dxa"/>
            <w:shd w:val="clear" w:color="auto" w:fill="auto"/>
            <w:vAlign w:val="bottom"/>
          </w:tcPr>
          <w:p w:rsidR="00E7551D" w:rsidRPr="00757B4F" w:rsidRDefault="00E7551D" w:rsidP="00044131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220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57B4F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-</w:t>
            </w:r>
          </w:p>
        </w:tc>
        <w:tc>
          <w:tcPr>
            <w:tcW w:w="236" w:type="dxa"/>
          </w:tcPr>
          <w:p w:rsidR="00E7551D" w:rsidRPr="00757B4F" w:rsidRDefault="00E7551D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220" w:firstLine="344"/>
              <w:jc w:val="thaiDistribute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611" w:type="dxa"/>
            <w:tcBorders>
              <w:bottom w:val="single" w:sz="4" w:space="0" w:color="auto"/>
            </w:tcBorders>
            <w:vAlign w:val="center"/>
          </w:tcPr>
          <w:p w:rsidR="00E7551D" w:rsidRPr="00757B4F" w:rsidRDefault="00E7551D" w:rsidP="00A448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57B4F">
              <w:rPr>
                <w:rFonts w:ascii="Angsana New" w:hAnsi="Angsana New"/>
                <w:sz w:val="30"/>
                <w:szCs w:val="30"/>
              </w:rPr>
              <w:t>55</w:t>
            </w:r>
          </w:p>
        </w:tc>
      </w:tr>
      <w:tr w:rsidR="004E6352" w:rsidRPr="00757B4F" w:rsidTr="00DF6E91">
        <w:tc>
          <w:tcPr>
            <w:tcW w:w="6228" w:type="dxa"/>
          </w:tcPr>
          <w:p w:rsidR="004E6352" w:rsidRPr="00757B4F" w:rsidRDefault="004E6352" w:rsidP="00901DCC">
            <w:pPr>
              <w:rPr>
                <w:rFonts w:ascii="Angsana New" w:hAnsi="Angsana New"/>
                <w:sz w:val="30"/>
                <w:szCs w:val="30"/>
              </w:rPr>
            </w:pPr>
            <w:r w:rsidRPr="00757B4F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167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4E6352" w:rsidRPr="00757B4F" w:rsidRDefault="0037410C" w:rsidP="003741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2,016</w:t>
            </w:r>
          </w:p>
        </w:tc>
        <w:tc>
          <w:tcPr>
            <w:tcW w:w="236" w:type="dxa"/>
          </w:tcPr>
          <w:p w:rsidR="004E6352" w:rsidRPr="00757B4F" w:rsidRDefault="004E6352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220" w:firstLine="344"/>
              <w:jc w:val="thaiDistribute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61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4E6352" w:rsidRPr="00757B4F" w:rsidRDefault="004E6352" w:rsidP="00A448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57B4F">
              <w:rPr>
                <w:rFonts w:ascii="Angsana New" w:hAnsi="Angsana New"/>
                <w:sz w:val="30"/>
                <w:szCs w:val="30"/>
              </w:rPr>
              <w:t>55</w:t>
            </w:r>
          </w:p>
        </w:tc>
      </w:tr>
    </w:tbl>
    <w:p w:rsidR="00E14AFD" w:rsidRPr="00757B4F" w:rsidRDefault="00E14AFD" w:rsidP="000960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1824BC" w:rsidRPr="00757B4F" w:rsidRDefault="001824BC" w:rsidP="001824B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00" w:lineRule="atLeast"/>
        <w:jc w:val="thaiDistribute"/>
        <w:rPr>
          <w:rFonts w:ascii="Angsana New" w:hAnsi="Angsana New"/>
          <w:sz w:val="30"/>
          <w:szCs w:val="30"/>
        </w:rPr>
      </w:pPr>
      <w:r w:rsidRPr="00757B4F">
        <w:rPr>
          <w:rFonts w:ascii="Angsana New" w:hAnsi="Angsana New"/>
          <w:sz w:val="30"/>
          <w:szCs w:val="30"/>
          <w:cs/>
        </w:rPr>
        <w:t xml:space="preserve">ณ วันที่ </w:t>
      </w:r>
      <w:r w:rsidRPr="00757B4F">
        <w:rPr>
          <w:rFonts w:ascii="Angsana New" w:hAnsi="Angsana New"/>
          <w:sz w:val="30"/>
          <w:szCs w:val="30"/>
        </w:rPr>
        <w:t xml:space="preserve">30 </w:t>
      </w:r>
      <w:r w:rsidR="002F3D1C">
        <w:rPr>
          <w:rFonts w:ascii="Angsana New" w:hAnsi="Angsana New" w:hint="cs"/>
          <w:sz w:val="30"/>
          <w:szCs w:val="30"/>
          <w:cs/>
        </w:rPr>
        <w:t>กันยายน</w:t>
      </w:r>
      <w:r w:rsidRPr="00757B4F">
        <w:rPr>
          <w:rFonts w:ascii="Angsana New" w:hAnsi="Angsana New" w:hint="cs"/>
          <w:sz w:val="30"/>
          <w:szCs w:val="30"/>
          <w:cs/>
        </w:rPr>
        <w:t xml:space="preserve"> </w:t>
      </w:r>
      <w:r w:rsidR="00E730EC" w:rsidRPr="00757B4F">
        <w:rPr>
          <w:rFonts w:ascii="Angsana New" w:hAnsi="Angsana New" w:hint="cs"/>
          <w:sz w:val="30"/>
          <w:szCs w:val="30"/>
          <w:cs/>
        </w:rPr>
        <w:t>2565</w:t>
      </w:r>
      <w:r w:rsidRPr="00757B4F">
        <w:rPr>
          <w:rFonts w:ascii="Angsana New" w:hAnsi="Angsana New"/>
          <w:sz w:val="30"/>
          <w:szCs w:val="30"/>
          <w:cs/>
        </w:rPr>
        <w:t xml:space="preserve"> บริษัทย่อย</w:t>
      </w:r>
      <w:r w:rsidR="00E14AFD" w:rsidRPr="00757B4F">
        <w:rPr>
          <w:rFonts w:ascii="Angsana New" w:hAnsi="Angsana New" w:hint="cs"/>
          <w:sz w:val="30"/>
          <w:szCs w:val="30"/>
          <w:cs/>
        </w:rPr>
        <w:t xml:space="preserve"> (</w:t>
      </w:r>
      <w:r w:rsidR="00E14AFD" w:rsidRPr="00757B4F">
        <w:rPr>
          <w:rFonts w:ascii="Angsana New" w:hAnsi="Angsana New"/>
          <w:sz w:val="30"/>
          <w:szCs w:val="30"/>
        </w:rPr>
        <w:t xml:space="preserve">TMNC) </w:t>
      </w:r>
      <w:r w:rsidRPr="00757B4F">
        <w:rPr>
          <w:rFonts w:ascii="Angsana New" w:hAnsi="Angsana New"/>
          <w:sz w:val="30"/>
          <w:szCs w:val="30"/>
          <w:cs/>
        </w:rPr>
        <w:t>มีผลขาดทุนสะสมทางภาษีประมาณ</w:t>
      </w:r>
      <w:r w:rsidRPr="00757B4F">
        <w:rPr>
          <w:rFonts w:ascii="Angsana New" w:hAnsi="Angsana New"/>
          <w:sz w:val="30"/>
          <w:szCs w:val="30"/>
        </w:rPr>
        <w:t xml:space="preserve"> </w:t>
      </w:r>
      <w:r w:rsidR="00E7551D">
        <w:rPr>
          <w:rFonts w:ascii="Angsana New" w:hAnsi="Angsana New"/>
          <w:sz w:val="30"/>
          <w:szCs w:val="30"/>
        </w:rPr>
        <w:t>8.1</w:t>
      </w:r>
      <w:r w:rsidRPr="00757B4F">
        <w:rPr>
          <w:rFonts w:ascii="Angsana New" w:hAnsi="Angsana New" w:hint="cs"/>
          <w:sz w:val="30"/>
          <w:szCs w:val="30"/>
          <w:cs/>
        </w:rPr>
        <w:t xml:space="preserve"> </w:t>
      </w:r>
      <w:r w:rsidRPr="00757B4F">
        <w:rPr>
          <w:rFonts w:ascii="Angsana New" w:hAnsi="Angsana New"/>
          <w:sz w:val="30"/>
          <w:szCs w:val="30"/>
          <w:cs/>
        </w:rPr>
        <w:t>ล้าน</w:t>
      </w:r>
      <w:r w:rsidRPr="00757B4F">
        <w:rPr>
          <w:rFonts w:ascii="Angsana New" w:hAnsi="Angsana New" w:hint="cs"/>
          <w:sz w:val="30"/>
          <w:szCs w:val="30"/>
          <w:cs/>
        </w:rPr>
        <w:t>บ</w:t>
      </w:r>
      <w:r w:rsidRPr="00757B4F">
        <w:rPr>
          <w:rFonts w:ascii="Angsana New" w:hAnsi="Angsana New"/>
          <w:sz w:val="30"/>
          <w:szCs w:val="30"/>
          <w:cs/>
        </w:rPr>
        <w:t>าท</w:t>
      </w:r>
      <w:r w:rsidRPr="00757B4F">
        <w:rPr>
          <w:rFonts w:ascii="Angsana New" w:hAnsi="Angsana New" w:hint="cs"/>
          <w:sz w:val="30"/>
          <w:szCs w:val="30"/>
          <w:cs/>
        </w:rPr>
        <w:t>ซึ่งสามารถใช้</w:t>
      </w:r>
      <w:r w:rsidRPr="00757B4F">
        <w:rPr>
          <w:rFonts w:ascii="Angsana New" w:hAnsi="Angsana New"/>
          <w:sz w:val="30"/>
          <w:szCs w:val="30"/>
          <w:cs/>
        </w:rPr>
        <w:t>เป็นเครดิตภาษีได้</w:t>
      </w:r>
      <w:r w:rsidRPr="00757B4F">
        <w:rPr>
          <w:rFonts w:ascii="Angsana New" w:hAnsi="Angsana New" w:hint="cs"/>
          <w:sz w:val="30"/>
          <w:szCs w:val="30"/>
          <w:cs/>
        </w:rPr>
        <w:t xml:space="preserve">ในระหว่างปี </w:t>
      </w:r>
      <w:r w:rsidR="00E730EC" w:rsidRPr="00757B4F">
        <w:rPr>
          <w:rFonts w:ascii="Angsana New" w:hAnsi="Angsana New" w:hint="cs"/>
          <w:sz w:val="30"/>
          <w:szCs w:val="30"/>
          <w:cs/>
        </w:rPr>
        <w:t>2565</w:t>
      </w:r>
      <w:r w:rsidR="00681B0C" w:rsidRPr="00757B4F">
        <w:rPr>
          <w:rFonts w:ascii="Angsana New" w:hAnsi="Angsana New" w:hint="cs"/>
          <w:sz w:val="30"/>
          <w:szCs w:val="30"/>
          <w:cs/>
        </w:rPr>
        <w:t xml:space="preserve"> จนถึงปี 25</w:t>
      </w:r>
      <w:r w:rsidR="00681B0C" w:rsidRPr="00757B4F">
        <w:rPr>
          <w:rFonts w:ascii="Angsana New" w:hAnsi="Angsana New"/>
          <w:sz w:val="30"/>
          <w:szCs w:val="30"/>
        </w:rPr>
        <w:t>70</w:t>
      </w:r>
    </w:p>
    <w:p w:rsidR="00DF6E91" w:rsidRDefault="00DF6E91" w:rsidP="000960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824AD9" w:rsidRDefault="00824AD9" w:rsidP="000960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506130" w:rsidRDefault="0050613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  <w:cs/>
        </w:rPr>
      </w:pPr>
      <w:r>
        <w:rPr>
          <w:rFonts w:ascii="Angsana New" w:hAnsi="Angsana New"/>
          <w:b/>
          <w:bCs/>
          <w:sz w:val="30"/>
          <w:szCs w:val="30"/>
          <w:cs/>
        </w:rPr>
        <w:br w:type="page"/>
      </w:r>
    </w:p>
    <w:p w:rsidR="001D7C99" w:rsidRPr="00757B4F" w:rsidRDefault="001D7C99" w:rsidP="00F0581A">
      <w:pPr>
        <w:pStyle w:val="BodyText2"/>
        <w:numPr>
          <w:ilvl w:val="0"/>
          <w:numId w:val="16"/>
        </w:numPr>
        <w:jc w:val="thaiDistribute"/>
        <w:rPr>
          <w:rFonts w:ascii="Angsana New" w:hAnsi="Angsana New"/>
          <w:b/>
          <w:bCs/>
          <w:sz w:val="30"/>
          <w:szCs w:val="30"/>
        </w:rPr>
      </w:pPr>
      <w:r w:rsidRPr="00757B4F">
        <w:rPr>
          <w:rFonts w:ascii="Angsana New" w:hAnsi="Angsana New" w:hint="cs"/>
          <w:b/>
          <w:bCs/>
          <w:sz w:val="30"/>
          <w:szCs w:val="30"/>
          <w:cs/>
        </w:rPr>
        <w:lastRenderedPageBreak/>
        <w:t>ข้อมูลทางการเงินจำแนกตามส่วนงานดำเนินงาน</w:t>
      </w:r>
    </w:p>
    <w:p w:rsidR="001D7C99" w:rsidRPr="00757B4F" w:rsidRDefault="001D7C99" w:rsidP="001D7C99">
      <w:pPr>
        <w:tabs>
          <w:tab w:val="clear" w:pos="227"/>
          <w:tab w:val="clear" w:pos="454"/>
          <w:tab w:val="clear" w:pos="907"/>
          <w:tab w:val="left" w:pos="900"/>
          <w:tab w:val="left" w:pos="1440"/>
          <w:tab w:val="left" w:pos="2160"/>
        </w:tabs>
        <w:ind w:right="-45"/>
        <w:jc w:val="thaiDistribute"/>
        <w:rPr>
          <w:rFonts w:ascii="Angsana New" w:hAnsi="Angsana New"/>
          <w:sz w:val="30"/>
          <w:szCs w:val="30"/>
        </w:rPr>
      </w:pPr>
    </w:p>
    <w:p w:rsidR="002C4750" w:rsidRPr="00757B4F" w:rsidRDefault="001D7C99" w:rsidP="00133898">
      <w:pPr>
        <w:tabs>
          <w:tab w:val="clear" w:pos="454"/>
          <w:tab w:val="left" w:pos="0"/>
          <w:tab w:val="left" w:pos="142"/>
        </w:tabs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757B4F">
        <w:rPr>
          <w:rFonts w:ascii="Angsana New" w:hAnsi="Angsana New"/>
          <w:sz w:val="30"/>
          <w:szCs w:val="30"/>
          <w:cs/>
        </w:rPr>
        <w:t>งบกำไรขาดทุนซึ่งเน้นในส่วนของกำไรขั้นต้นเป็นข้อมูลทางการเงินที่สำคัญและเป็นข้อมูลหลักของบริษัท</w:t>
      </w:r>
      <w:r w:rsidR="00EB34CB" w:rsidRPr="00757B4F">
        <w:rPr>
          <w:rFonts w:ascii="Angsana New" w:hAnsi="Angsana New" w:hint="cs"/>
          <w:sz w:val="30"/>
          <w:szCs w:val="30"/>
          <w:cs/>
        </w:rPr>
        <w:t>และบริษัทย่อย</w:t>
      </w:r>
      <w:r w:rsidRPr="00757B4F">
        <w:rPr>
          <w:rFonts w:ascii="Angsana New" w:hAnsi="Angsana New"/>
          <w:sz w:val="30"/>
          <w:szCs w:val="30"/>
          <w:cs/>
        </w:rPr>
        <w:t>ซึ่งถูกนำเสนอให้กับผู้มีอำนาจการตัดสินใจสูงสุดด้านการเงินอย่างสม่ำเสมอและถูกใช้ในการประเมินผลการดำเนินงานของส่วนงาน บริษัท</w:t>
      </w:r>
      <w:r w:rsidR="00D77CE1" w:rsidRPr="00757B4F">
        <w:rPr>
          <w:rFonts w:ascii="Angsana New" w:hAnsi="Angsana New" w:hint="cs"/>
          <w:sz w:val="30"/>
          <w:szCs w:val="30"/>
          <w:cs/>
        </w:rPr>
        <w:t>และบริษัทย่อย</w:t>
      </w:r>
      <w:r w:rsidRPr="00757B4F">
        <w:rPr>
          <w:rFonts w:ascii="Angsana New" w:hAnsi="Angsana New"/>
          <w:sz w:val="30"/>
          <w:szCs w:val="30"/>
          <w:cs/>
        </w:rPr>
        <w:t>มีส่วน</w:t>
      </w:r>
      <w:r w:rsidR="00FC67BD">
        <w:rPr>
          <w:rFonts w:ascii="Angsana New" w:hAnsi="Angsana New" w:hint="cs"/>
          <w:sz w:val="30"/>
          <w:szCs w:val="30"/>
          <w:cs/>
        </w:rPr>
        <w:t>งาน</w:t>
      </w:r>
      <w:r w:rsidRPr="00757B4F">
        <w:rPr>
          <w:rFonts w:ascii="Angsana New" w:hAnsi="Angsana New"/>
          <w:sz w:val="30"/>
          <w:szCs w:val="30"/>
          <w:cs/>
        </w:rPr>
        <w:t>ดำเนินงาน</w:t>
      </w:r>
      <w:r w:rsidR="00FC67BD">
        <w:rPr>
          <w:rFonts w:ascii="Angsana New" w:hAnsi="Angsana New" w:hint="cs"/>
          <w:sz w:val="30"/>
          <w:szCs w:val="30"/>
          <w:cs/>
        </w:rPr>
        <w:t>หลัก</w:t>
      </w:r>
      <w:r w:rsidRPr="00757B4F">
        <w:rPr>
          <w:rFonts w:ascii="Angsana New" w:hAnsi="Angsana New"/>
          <w:sz w:val="30"/>
          <w:szCs w:val="30"/>
          <w:cs/>
        </w:rPr>
        <w:t xml:space="preserve"> (ซึ่งกำหนดจากส่วนงานที่รายงานเป็นการภายใน) </w:t>
      </w:r>
      <w:r w:rsidR="00270693">
        <w:rPr>
          <w:rFonts w:ascii="Angsana New" w:hAnsi="Angsana New" w:hint="cs"/>
          <w:sz w:val="30"/>
          <w:szCs w:val="30"/>
          <w:cs/>
        </w:rPr>
        <w:t>ใน</w:t>
      </w:r>
      <w:r w:rsidR="00270693" w:rsidRPr="009D31E3">
        <w:rPr>
          <w:rFonts w:ascii="Angsana New" w:hAnsi="Angsana New" w:hint="cs"/>
          <w:spacing w:val="4"/>
          <w:sz w:val="30"/>
          <w:szCs w:val="30"/>
          <w:cs/>
        </w:rPr>
        <w:t>ปัจจุบัน</w:t>
      </w:r>
      <w:r w:rsidRPr="009D31E3">
        <w:rPr>
          <w:rFonts w:ascii="Angsana New" w:hAnsi="Angsana New"/>
          <w:spacing w:val="4"/>
          <w:sz w:val="30"/>
          <w:szCs w:val="30"/>
          <w:cs/>
        </w:rPr>
        <w:t xml:space="preserve">ที่มีสัดส่วนเป็นสาระสำคัญสองส่วนงานคือ </w:t>
      </w:r>
      <w:r w:rsidRPr="009D31E3">
        <w:rPr>
          <w:rFonts w:ascii="Angsana New" w:hAnsi="Angsana New"/>
          <w:spacing w:val="4"/>
          <w:sz w:val="30"/>
          <w:szCs w:val="30"/>
        </w:rPr>
        <w:t xml:space="preserve">(1) </w:t>
      </w:r>
      <w:r w:rsidRPr="009D31E3">
        <w:rPr>
          <w:rFonts w:ascii="Angsana New" w:hAnsi="Angsana New"/>
          <w:spacing w:val="4"/>
          <w:sz w:val="30"/>
          <w:szCs w:val="30"/>
          <w:cs/>
        </w:rPr>
        <w:t>อุปกรณ์และวัสดุสิ้นเปลือง</w:t>
      </w:r>
      <w:r w:rsidRPr="009D31E3">
        <w:rPr>
          <w:rFonts w:ascii="Angsana New" w:hAnsi="Angsana New" w:hint="cs"/>
          <w:spacing w:val="4"/>
          <w:sz w:val="30"/>
          <w:szCs w:val="30"/>
          <w:cs/>
        </w:rPr>
        <w:t>และ</w:t>
      </w:r>
      <w:r w:rsidRPr="009D31E3">
        <w:rPr>
          <w:rFonts w:ascii="Angsana New" w:hAnsi="Angsana New"/>
          <w:spacing w:val="4"/>
          <w:sz w:val="30"/>
          <w:szCs w:val="30"/>
          <w:cs/>
        </w:rPr>
        <w:t xml:space="preserve"> (</w:t>
      </w:r>
      <w:r w:rsidRPr="009D31E3">
        <w:rPr>
          <w:rFonts w:ascii="Angsana New" w:hAnsi="Angsana New"/>
          <w:spacing w:val="4"/>
          <w:sz w:val="30"/>
          <w:szCs w:val="30"/>
        </w:rPr>
        <w:t>2</w:t>
      </w:r>
      <w:r w:rsidRPr="009D31E3">
        <w:rPr>
          <w:rFonts w:ascii="Angsana New" w:hAnsi="Angsana New"/>
          <w:spacing w:val="4"/>
          <w:sz w:val="30"/>
          <w:szCs w:val="30"/>
          <w:cs/>
        </w:rPr>
        <w:t>) อุปกรณ์และเครื่องมือ</w:t>
      </w:r>
      <w:r w:rsidRPr="00757B4F">
        <w:rPr>
          <w:rFonts w:ascii="Angsana New" w:hAnsi="Angsana New"/>
          <w:sz w:val="30"/>
          <w:szCs w:val="30"/>
          <w:cs/>
        </w:rPr>
        <w:t>ทางการแพทย์</w:t>
      </w:r>
      <w:r w:rsidR="001A24A6" w:rsidRPr="00757B4F">
        <w:rPr>
          <w:rFonts w:ascii="Angsana New" w:hAnsi="Angsana New" w:hint="cs"/>
          <w:sz w:val="30"/>
          <w:szCs w:val="30"/>
          <w:cs/>
        </w:rPr>
        <w:t>โดยบริษัทย่อย</w:t>
      </w:r>
      <w:r w:rsidR="00824AD9">
        <w:rPr>
          <w:rFonts w:ascii="Angsana New" w:hAnsi="Angsana New" w:hint="cs"/>
          <w:sz w:val="30"/>
          <w:szCs w:val="30"/>
          <w:cs/>
        </w:rPr>
        <w:t>ทั้งสี่</w:t>
      </w:r>
      <w:r w:rsidR="00681B0C" w:rsidRPr="00757B4F">
        <w:rPr>
          <w:rFonts w:ascii="Angsana New" w:hAnsi="Angsana New" w:hint="cs"/>
          <w:sz w:val="30"/>
          <w:szCs w:val="30"/>
          <w:cs/>
        </w:rPr>
        <w:t>แห่ง</w:t>
      </w:r>
      <w:r w:rsidR="001A24A6" w:rsidRPr="00757B4F">
        <w:rPr>
          <w:rFonts w:ascii="Angsana New" w:hAnsi="Angsana New" w:hint="cs"/>
          <w:sz w:val="30"/>
          <w:szCs w:val="30"/>
          <w:cs/>
        </w:rPr>
        <w:t>ยังไม่ได้เริ่มดำเนินกิจกร</w:t>
      </w:r>
      <w:r w:rsidR="00334F7E" w:rsidRPr="00757B4F">
        <w:rPr>
          <w:rFonts w:ascii="Angsana New" w:hAnsi="Angsana New" w:hint="cs"/>
          <w:sz w:val="30"/>
          <w:szCs w:val="30"/>
          <w:cs/>
        </w:rPr>
        <w:t>รม</w:t>
      </w:r>
      <w:r w:rsidR="00681B0C" w:rsidRPr="00757B4F">
        <w:rPr>
          <w:rFonts w:ascii="Angsana New" w:hAnsi="Angsana New" w:hint="cs"/>
          <w:sz w:val="30"/>
          <w:szCs w:val="30"/>
          <w:cs/>
        </w:rPr>
        <w:t>หลัก</w:t>
      </w:r>
      <w:r w:rsidR="00334F7E" w:rsidRPr="00757B4F">
        <w:rPr>
          <w:rFonts w:ascii="Angsana New" w:hAnsi="Angsana New" w:hint="cs"/>
          <w:sz w:val="30"/>
          <w:szCs w:val="30"/>
          <w:cs/>
        </w:rPr>
        <w:t xml:space="preserve">ทางธุรกิจใดๆ </w:t>
      </w:r>
      <w:r w:rsidR="00FC67BD">
        <w:rPr>
          <w:rFonts w:ascii="Angsana New" w:hAnsi="Angsana New" w:hint="cs"/>
          <w:sz w:val="30"/>
          <w:szCs w:val="30"/>
          <w:cs/>
        </w:rPr>
        <w:t xml:space="preserve">ที่มีนัยสำคัญ </w:t>
      </w:r>
      <w:r w:rsidRPr="00757B4F">
        <w:rPr>
          <w:rFonts w:ascii="Angsana New" w:hAnsi="Angsana New"/>
          <w:sz w:val="30"/>
          <w:szCs w:val="30"/>
          <w:cs/>
        </w:rPr>
        <w:t>บริษัท</w:t>
      </w:r>
      <w:r w:rsidR="001A24A6" w:rsidRPr="00757B4F">
        <w:rPr>
          <w:rFonts w:ascii="Angsana New" w:hAnsi="Angsana New" w:hint="cs"/>
          <w:sz w:val="30"/>
          <w:szCs w:val="30"/>
          <w:cs/>
        </w:rPr>
        <w:t>และบริษัทย่อย</w:t>
      </w:r>
      <w:r w:rsidRPr="00757B4F">
        <w:rPr>
          <w:rFonts w:ascii="Angsana New" w:hAnsi="Angsana New"/>
          <w:sz w:val="30"/>
          <w:szCs w:val="30"/>
          <w:cs/>
        </w:rPr>
        <w:t>ไม่มีรายการโอนระหว่างส่วนงาน</w:t>
      </w:r>
      <w:r w:rsidR="00681B0C" w:rsidRPr="00757B4F">
        <w:rPr>
          <w:rFonts w:ascii="Angsana New" w:hAnsi="Angsana New" w:hint="cs"/>
          <w:sz w:val="30"/>
          <w:szCs w:val="30"/>
          <w:cs/>
        </w:rPr>
        <w:t xml:space="preserve">ยกเว้นการมีรายการระหว่างกันตามที่กล่าวในหมายเหตุ </w:t>
      </w:r>
      <w:r w:rsidR="00681B0C" w:rsidRPr="00757B4F">
        <w:rPr>
          <w:rFonts w:ascii="Angsana New" w:hAnsi="Angsana New"/>
          <w:sz w:val="30"/>
          <w:szCs w:val="30"/>
        </w:rPr>
        <w:t>3</w:t>
      </w:r>
      <w:r w:rsidRPr="00757B4F">
        <w:rPr>
          <w:rFonts w:ascii="Angsana New" w:hAnsi="Angsana New"/>
          <w:sz w:val="30"/>
          <w:szCs w:val="30"/>
          <w:cs/>
        </w:rPr>
        <w:t xml:space="preserve"> นอกจากนี้ บริษัท</w:t>
      </w:r>
      <w:r w:rsidR="00EB34CB" w:rsidRPr="00757B4F">
        <w:rPr>
          <w:rFonts w:ascii="Angsana New" w:hAnsi="Angsana New" w:hint="cs"/>
          <w:sz w:val="30"/>
          <w:szCs w:val="30"/>
          <w:cs/>
        </w:rPr>
        <w:t>และบริษัทย่อย</w:t>
      </w:r>
      <w:r w:rsidRPr="00757B4F">
        <w:rPr>
          <w:rFonts w:ascii="Angsana New" w:hAnsi="Angsana New"/>
          <w:sz w:val="30"/>
          <w:szCs w:val="30"/>
          <w:cs/>
        </w:rPr>
        <w:t>ไม่สามารถจำแนกข้อมูลสินทรัพย์และหนี้สินตามส่วนงานได้โดยไม่มีต้นทุนที่เกินจำเป็น</w:t>
      </w:r>
    </w:p>
    <w:p w:rsidR="00E14AFD" w:rsidRDefault="00E14AF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i/>
          <w:iCs/>
          <w:sz w:val="28"/>
          <w:szCs w:val="28"/>
        </w:rPr>
      </w:pPr>
    </w:p>
    <w:p w:rsidR="00AF508B" w:rsidRDefault="00AF508B" w:rsidP="009D7AC7">
      <w:pPr>
        <w:tabs>
          <w:tab w:val="clear" w:pos="454"/>
          <w:tab w:val="left" w:pos="0"/>
          <w:tab w:val="left" w:pos="142"/>
        </w:tabs>
        <w:spacing w:line="240" w:lineRule="auto"/>
        <w:jc w:val="thaiDistribute"/>
        <w:rPr>
          <w:rFonts w:asciiTheme="majorBidi" w:hAnsiTheme="majorBidi" w:cstheme="majorBidi"/>
          <w:i/>
          <w:iCs/>
          <w:sz w:val="28"/>
          <w:szCs w:val="28"/>
        </w:rPr>
      </w:pPr>
      <w:r w:rsidRPr="0085237D">
        <w:rPr>
          <w:rFonts w:asciiTheme="majorBidi" w:hAnsiTheme="majorBidi" w:cstheme="majorBidi"/>
          <w:i/>
          <w:iCs/>
          <w:sz w:val="28"/>
          <w:szCs w:val="28"/>
          <w:cs/>
        </w:rPr>
        <w:t>ข้อมูลเกี่ยวกับส่วนงานดำ</w:t>
      </w:r>
      <w:r w:rsidR="00334F7E">
        <w:rPr>
          <w:rFonts w:asciiTheme="majorBidi" w:hAnsiTheme="majorBidi" w:cstheme="majorBidi"/>
          <w:i/>
          <w:iCs/>
          <w:sz w:val="28"/>
          <w:szCs w:val="28"/>
          <w:cs/>
        </w:rPr>
        <w:t>เนินงานเชิงผลิตภัณฑ์สำหรับงวด</w:t>
      </w:r>
      <w:r w:rsidR="002F3D1C">
        <w:rPr>
          <w:rFonts w:asciiTheme="majorBidi" w:hAnsiTheme="majorBidi" w:cstheme="majorBidi" w:hint="cs"/>
          <w:i/>
          <w:iCs/>
          <w:sz w:val="28"/>
          <w:szCs w:val="28"/>
          <w:cs/>
        </w:rPr>
        <w:t>เก้าเดือน</w:t>
      </w:r>
      <w:r w:rsidRPr="0085237D">
        <w:rPr>
          <w:rFonts w:asciiTheme="majorBidi" w:hAnsiTheme="majorBidi" w:cstheme="majorBidi"/>
          <w:i/>
          <w:iCs/>
          <w:sz w:val="28"/>
          <w:szCs w:val="28"/>
          <w:cs/>
        </w:rPr>
        <w:t xml:space="preserve">สิ้นสุดวันที่ </w:t>
      </w:r>
      <w:r w:rsidR="00334F7E">
        <w:rPr>
          <w:rFonts w:asciiTheme="majorBidi" w:hAnsiTheme="majorBidi" w:cstheme="majorBidi"/>
          <w:i/>
          <w:iCs/>
          <w:sz w:val="28"/>
          <w:szCs w:val="28"/>
        </w:rPr>
        <w:t>30</w:t>
      </w:r>
      <w:r w:rsidRPr="0085237D">
        <w:rPr>
          <w:rFonts w:asciiTheme="majorBidi" w:hAnsiTheme="majorBidi" w:cstheme="majorBidi"/>
          <w:i/>
          <w:iCs/>
          <w:sz w:val="28"/>
          <w:szCs w:val="28"/>
          <w:cs/>
        </w:rPr>
        <w:t xml:space="preserve"> </w:t>
      </w:r>
      <w:r w:rsidR="002F3D1C">
        <w:rPr>
          <w:rFonts w:asciiTheme="majorBidi" w:hAnsiTheme="majorBidi" w:cstheme="majorBidi" w:hint="cs"/>
          <w:i/>
          <w:iCs/>
          <w:sz w:val="28"/>
          <w:szCs w:val="28"/>
          <w:cs/>
        </w:rPr>
        <w:t>กันยายน</w:t>
      </w:r>
      <w:r w:rsidR="006E6F7A" w:rsidRPr="0085237D">
        <w:rPr>
          <w:rFonts w:asciiTheme="majorBidi" w:hAnsiTheme="majorBidi" w:cstheme="majorBidi" w:hint="cs"/>
          <w:i/>
          <w:iCs/>
          <w:sz w:val="28"/>
          <w:szCs w:val="28"/>
          <w:cs/>
        </w:rPr>
        <w:t xml:space="preserve"> </w:t>
      </w:r>
      <w:r w:rsidR="00E730EC">
        <w:rPr>
          <w:rFonts w:asciiTheme="majorBidi" w:hAnsiTheme="majorBidi" w:cstheme="majorBidi"/>
          <w:i/>
          <w:iCs/>
          <w:sz w:val="28"/>
          <w:szCs w:val="28"/>
        </w:rPr>
        <w:t>2565</w:t>
      </w:r>
      <w:r w:rsidRPr="0085237D">
        <w:rPr>
          <w:rFonts w:asciiTheme="majorBidi" w:hAnsiTheme="majorBidi" w:cstheme="majorBidi"/>
          <w:i/>
          <w:iCs/>
          <w:sz w:val="28"/>
          <w:szCs w:val="28"/>
          <w:cs/>
        </w:rPr>
        <w:t xml:space="preserve"> และ </w:t>
      </w:r>
      <w:r w:rsidR="00E730EC">
        <w:rPr>
          <w:rFonts w:asciiTheme="majorBidi" w:hAnsiTheme="majorBidi" w:cstheme="majorBidi"/>
          <w:i/>
          <w:iCs/>
          <w:sz w:val="28"/>
          <w:szCs w:val="28"/>
        </w:rPr>
        <w:t>2564</w:t>
      </w:r>
      <w:r w:rsidR="004D7CAC">
        <w:rPr>
          <w:rFonts w:asciiTheme="majorBidi" w:hAnsiTheme="majorBidi" w:cstheme="majorBidi" w:hint="cs"/>
          <w:i/>
          <w:iCs/>
          <w:sz w:val="28"/>
          <w:szCs w:val="28"/>
          <w:cs/>
        </w:rPr>
        <w:t xml:space="preserve"> </w:t>
      </w:r>
      <w:r w:rsidR="00247075">
        <w:rPr>
          <w:rFonts w:asciiTheme="majorBidi" w:hAnsiTheme="majorBidi" w:cstheme="majorBidi" w:hint="cs"/>
          <w:i/>
          <w:iCs/>
          <w:sz w:val="28"/>
          <w:szCs w:val="28"/>
          <w:cs/>
        </w:rPr>
        <w:t>ในงบการเงินเฉพาะกิจการ</w:t>
      </w:r>
      <w:r w:rsidRPr="0085237D">
        <w:rPr>
          <w:rFonts w:asciiTheme="majorBidi" w:hAnsiTheme="majorBidi" w:cstheme="majorBidi"/>
          <w:i/>
          <w:iCs/>
          <w:sz w:val="28"/>
          <w:szCs w:val="28"/>
          <w:cs/>
        </w:rPr>
        <w:t>มีดังนี้</w:t>
      </w:r>
    </w:p>
    <w:p w:rsidR="00DF6E91" w:rsidRPr="00CF0349" w:rsidRDefault="00DF6E91" w:rsidP="009D7AC7">
      <w:pPr>
        <w:tabs>
          <w:tab w:val="clear" w:pos="454"/>
          <w:tab w:val="left" w:pos="0"/>
          <w:tab w:val="left" w:pos="142"/>
        </w:tabs>
        <w:spacing w:line="240" w:lineRule="auto"/>
        <w:jc w:val="thaiDistribute"/>
        <w:rPr>
          <w:rFonts w:ascii="Angsana New" w:hAnsi="Angsana New"/>
          <w:sz w:val="16"/>
          <w:szCs w:val="16"/>
        </w:rPr>
      </w:pPr>
    </w:p>
    <w:tbl>
      <w:tblPr>
        <w:tblpPr w:leftFromText="180" w:rightFromText="180" w:vertAnchor="text" w:horzAnchor="margin" w:tblpX="-170" w:tblpY="154"/>
        <w:tblW w:w="10413" w:type="dxa"/>
        <w:tblLayout w:type="fixed"/>
        <w:tblLook w:val="0000"/>
      </w:tblPr>
      <w:tblGrid>
        <w:gridCol w:w="3168"/>
        <w:gridCol w:w="992"/>
        <w:gridCol w:w="237"/>
        <w:gridCol w:w="993"/>
        <w:gridCol w:w="242"/>
        <w:gridCol w:w="1008"/>
        <w:gridCol w:w="237"/>
        <w:gridCol w:w="1013"/>
        <w:gridCol w:w="236"/>
        <w:gridCol w:w="1018"/>
        <w:gridCol w:w="261"/>
        <w:gridCol w:w="1008"/>
      </w:tblGrid>
      <w:tr w:rsidR="00AF508B" w:rsidRPr="00AE6DB6" w:rsidTr="00F97E92">
        <w:tc>
          <w:tcPr>
            <w:tcW w:w="3168" w:type="dxa"/>
            <w:vAlign w:val="bottom"/>
          </w:tcPr>
          <w:p w:rsidR="00AF508B" w:rsidRPr="0085237D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3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7245" w:type="dxa"/>
            <w:gridSpan w:val="11"/>
          </w:tcPr>
          <w:p w:rsidR="00AF508B" w:rsidRPr="00AE6DB6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ind w:left="-28"/>
              <w:jc w:val="center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AE6DB6">
              <w:rPr>
                <w:rFonts w:ascii="Angsana New" w:hAnsi="Angsana New"/>
                <w:sz w:val="28"/>
                <w:szCs w:val="28"/>
                <w:cs/>
                <w:lang w:val="th-TH"/>
              </w:rPr>
              <w:t>พันบาท</w:t>
            </w:r>
          </w:p>
        </w:tc>
      </w:tr>
      <w:tr w:rsidR="00AF508B" w:rsidRPr="00AE6DB6" w:rsidTr="00F97E92">
        <w:tc>
          <w:tcPr>
            <w:tcW w:w="3168" w:type="dxa"/>
            <w:vAlign w:val="bottom"/>
          </w:tcPr>
          <w:p w:rsidR="00AF508B" w:rsidRPr="00AE6DB6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3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222" w:type="dxa"/>
            <w:gridSpan w:val="3"/>
            <w:tcBorders>
              <w:top w:val="single" w:sz="4" w:space="0" w:color="auto"/>
            </w:tcBorders>
            <w:vAlign w:val="bottom"/>
          </w:tcPr>
          <w:p w:rsidR="00AF508B" w:rsidRPr="00AE6DB6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1451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AE6DB6">
              <w:rPr>
                <w:rFonts w:ascii="Angsana New" w:hAnsi="Angsana New"/>
                <w:sz w:val="28"/>
                <w:szCs w:val="28"/>
                <w:cs/>
              </w:rPr>
              <w:t>อุปกรณ์และวัสดุสิ้นเปลือง</w:t>
            </w:r>
          </w:p>
        </w:tc>
        <w:tc>
          <w:tcPr>
            <w:tcW w:w="242" w:type="dxa"/>
            <w:tcBorders>
              <w:top w:val="single" w:sz="4" w:space="0" w:color="auto"/>
            </w:tcBorders>
            <w:vAlign w:val="center"/>
          </w:tcPr>
          <w:p w:rsidR="00AF508B" w:rsidRPr="00AE6DB6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5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508B" w:rsidRPr="00AE6DB6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576"/>
              </w:tabs>
              <w:spacing w:line="260" w:lineRule="atLeas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AE6DB6">
              <w:rPr>
                <w:rFonts w:ascii="Angsana New" w:hAnsi="Angsana New"/>
                <w:sz w:val="28"/>
                <w:szCs w:val="28"/>
                <w:cs/>
              </w:rPr>
              <w:t>อุปกรณ์และเครื่องมือ</w:t>
            </w:r>
          </w:p>
          <w:p w:rsidR="00AF508B" w:rsidRPr="00AE6DB6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AE6DB6">
              <w:rPr>
                <w:rFonts w:ascii="Angsana New" w:hAnsi="Angsana New"/>
                <w:sz w:val="28"/>
                <w:szCs w:val="28"/>
                <w:cs/>
              </w:rPr>
              <w:t>ทางการแพทย์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AF508B" w:rsidRPr="00AE6DB6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287" w:type="dxa"/>
            <w:gridSpan w:val="3"/>
            <w:tcBorders>
              <w:top w:val="single" w:sz="4" w:space="0" w:color="auto"/>
            </w:tcBorders>
          </w:tcPr>
          <w:p w:rsidR="00AF508B" w:rsidRPr="00AE6DB6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rPr>
                <w:rFonts w:ascii="Angsana New" w:hAnsi="Angsana New"/>
                <w:sz w:val="28"/>
                <w:szCs w:val="28"/>
              </w:rPr>
            </w:pPr>
          </w:p>
          <w:p w:rsidR="00AF508B" w:rsidRPr="00AE6DB6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AE6DB6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</w:tr>
      <w:tr w:rsidR="00133898" w:rsidRPr="00AE6DB6" w:rsidTr="00F97E92">
        <w:tc>
          <w:tcPr>
            <w:tcW w:w="3168" w:type="dxa"/>
            <w:vAlign w:val="bottom"/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3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33898" w:rsidRPr="00AE6DB6" w:rsidRDefault="00E730EC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2565</w:t>
            </w:r>
          </w:p>
        </w:tc>
        <w:tc>
          <w:tcPr>
            <w:tcW w:w="237" w:type="dxa"/>
            <w:tcBorders>
              <w:top w:val="single" w:sz="4" w:space="0" w:color="auto"/>
            </w:tcBorders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33898" w:rsidRPr="00AE6DB6" w:rsidRDefault="00E730EC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2564</w:t>
            </w:r>
          </w:p>
        </w:tc>
        <w:tc>
          <w:tcPr>
            <w:tcW w:w="242" w:type="dxa"/>
            <w:vAlign w:val="bottom"/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</w:tcPr>
          <w:p w:rsidR="00133898" w:rsidRPr="00AE6DB6" w:rsidRDefault="00E730EC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2565</w:t>
            </w:r>
          </w:p>
        </w:tc>
        <w:tc>
          <w:tcPr>
            <w:tcW w:w="237" w:type="dxa"/>
            <w:tcBorders>
              <w:top w:val="single" w:sz="4" w:space="0" w:color="auto"/>
            </w:tcBorders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  <w:tcBorders>
              <w:top w:val="single" w:sz="4" w:space="0" w:color="auto"/>
              <w:bottom w:val="single" w:sz="4" w:space="0" w:color="auto"/>
            </w:tcBorders>
          </w:tcPr>
          <w:p w:rsidR="00133898" w:rsidRPr="00AE6DB6" w:rsidRDefault="00E730EC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2564</w:t>
            </w:r>
          </w:p>
        </w:tc>
        <w:tc>
          <w:tcPr>
            <w:tcW w:w="236" w:type="dxa"/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0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8" w:type="dxa"/>
            <w:tcBorders>
              <w:top w:val="single" w:sz="4" w:space="0" w:color="auto"/>
              <w:bottom w:val="single" w:sz="4" w:space="0" w:color="auto"/>
            </w:tcBorders>
          </w:tcPr>
          <w:p w:rsidR="00133898" w:rsidRPr="00AE6DB6" w:rsidRDefault="00E730EC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2565</w:t>
            </w:r>
          </w:p>
        </w:tc>
        <w:tc>
          <w:tcPr>
            <w:tcW w:w="261" w:type="dxa"/>
            <w:tcBorders>
              <w:top w:val="single" w:sz="4" w:space="0" w:color="auto"/>
            </w:tcBorders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</w:tcPr>
          <w:p w:rsidR="00133898" w:rsidRPr="00AE6DB6" w:rsidRDefault="00E730EC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2564</w:t>
            </w:r>
          </w:p>
        </w:tc>
      </w:tr>
      <w:tr w:rsidR="0041491E" w:rsidRPr="00AE6DB6" w:rsidTr="00192CF0">
        <w:tc>
          <w:tcPr>
            <w:tcW w:w="3168" w:type="dxa"/>
            <w:vAlign w:val="bottom"/>
          </w:tcPr>
          <w:p w:rsidR="0041491E" w:rsidRPr="00AE6DB6" w:rsidRDefault="0041491E" w:rsidP="004149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hAnsi="Angsana New"/>
                <w:sz w:val="28"/>
                <w:szCs w:val="28"/>
              </w:rPr>
            </w:pPr>
            <w:r w:rsidRPr="00AE6DB6">
              <w:rPr>
                <w:rFonts w:ascii="Angsana New" w:hAnsi="Angsana New"/>
                <w:sz w:val="28"/>
                <w:szCs w:val="28"/>
                <w:cs/>
              </w:rPr>
              <w:t>รายได้จากการขาย</w:t>
            </w:r>
            <w:r w:rsidRPr="00AE6DB6">
              <w:rPr>
                <w:rFonts w:ascii="Angsana New" w:hAnsi="Angsana New"/>
                <w:sz w:val="28"/>
                <w:szCs w:val="28"/>
              </w:rPr>
              <w:t xml:space="preserve"> - </w:t>
            </w:r>
            <w:r w:rsidRPr="00AE6DB6">
              <w:rPr>
                <w:rFonts w:ascii="Angsana New" w:hAnsi="Angsana New"/>
                <w:sz w:val="28"/>
                <w:szCs w:val="28"/>
                <w:cs/>
              </w:rPr>
              <w:t>สุทธิ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1491E" w:rsidRPr="00C5435B" w:rsidRDefault="00854602" w:rsidP="004149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454,600</w:t>
            </w:r>
          </w:p>
        </w:tc>
        <w:tc>
          <w:tcPr>
            <w:tcW w:w="237" w:type="dxa"/>
            <w:shd w:val="clear" w:color="auto" w:fill="auto"/>
            <w:vAlign w:val="bottom"/>
          </w:tcPr>
          <w:p w:rsidR="0041491E" w:rsidRPr="00AE6DB6" w:rsidRDefault="0041491E" w:rsidP="004149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1491E" w:rsidRPr="00EF025A" w:rsidRDefault="0041491E" w:rsidP="004149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F025A">
              <w:rPr>
                <w:rFonts w:ascii="Angsana New" w:hAnsi="Angsana New"/>
                <w:sz w:val="28"/>
                <w:szCs w:val="28"/>
              </w:rPr>
              <w:t>499,716</w:t>
            </w:r>
          </w:p>
        </w:tc>
        <w:tc>
          <w:tcPr>
            <w:tcW w:w="242" w:type="dxa"/>
            <w:shd w:val="clear" w:color="auto" w:fill="auto"/>
            <w:vAlign w:val="bottom"/>
          </w:tcPr>
          <w:p w:rsidR="0041491E" w:rsidRPr="00AE6DB6" w:rsidRDefault="0041491E" w:rsidP="004149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1491E" w:rsidRPr="00192CF0" w:rsidRDefault="00854602" w:rsidP="004149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18,774</w:t>
            </w:r>
          </w:p>
        </w:tc>
        <w:tc>
          <w:tcPr>
            <w:tcW w:w="237" w:type="dxa"/>
            <w:shd w:val="clear" w:color="auto" w:fill="auto"/>
            <w:vAlign w:val="bottom"/>
          </w:tcPr>
          <w:p w:rsidR="0041491E" w:rsidRPr="00AE6DB6" w:rsidRDefault="0041491E" w:rsidP="004149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1491E" w:rsidRPr="00EF025A" w:rsidRDefault="0041491E" w:rsidP="004149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F025A">
              <w:rPr>
                <w:rFonts w:ascii="Angsana New" w:hAnsi="Angsana New"/>
                <w:sz w:val="28"/>
                <w:szCs w:val="28"/>
              </w:rPr>
              <w:t>20,549</w:t>
            </w:r>
          </w:p>
        </w:tc>
        <w:tc>
          <w:tcPr>
            <w:tcW w:w="236" w:type="dxa"/>
            <w:shd w:val="clear" w:color="auto" w:fill="auto"/>
          </w:tcPr>
          <w:p w:rsidR="0041491E" w:rsidRPr="00AE6DB6" w:rsidRDefault="0041491E" w:rsidP="004149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1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1491E" w:rsidRPr="00AE6DB6" w:rsidRDefault="00854602" w:rsidP="004149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473,374</w:t>
            </w:r>
          </w:p>
        </w:tc>
        <w:tc>
          <w:tcPr>
            <w:tcW w:w="261" w:type="dxa"/>
            <w:shd w:val="clear" w:color="auto" w:fill="auto"/>
            <w:vAlign w:val="bottom"/>
          </w:tcPr>
          <w:p w:rsidR="0041491E" w:rsidRPr="00AE6DB6" w:rsidRDefault="0041491E" w:rsidP="004149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1491E" w:rsidRPr="00EF025A" w:rsidRDefault="0041491E" w:rsidP="004149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F025A">
              <w:rPr>
                <w:rFonts w:ascii="Angsana New" w:hAnsi="Angsana New"/>
                <w:sz w:val="28"/>
                <w:szCs w:val="28"/>
              </w:rPr>
              <w:t>520,265</w:t>
            </w:r>
          </w:p>
        </w:tc>
      </w:tr>
      <w:tr w:rsidR="00854602" w:rsidRPr="00AE6DB6" w:rsidTr="00192CF0">
        <w:tc>
          <w:tcPr>
            <w:tcW w:w="3168" w:type="dxa"/>
            <w:vAlign w:val="bottom"/>
          </w:tcPr>
          <w:p w:rsidR="00854602" w:rsidRPr="00AE6DB6" w:rsidRDefault="00854602" w:rsidP="008546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hAnsi="Angsana New"/>
                <w:sz w:val="28"/>
                <w:szCs w:val="28"/>
              </w:rPr>
            </w:pPr>
            <w:r w:rsidRPr="00AE6DB6">
              <w:rPr>
                <w:rFonts w:ascii="Angsana New" w:hAnsi="Angsana New"/>
                <w:sz w:val="28"/>
                <w:szCs w:val="28"/>
                <w:cs/>
              </w:rPr>
              <w:t xml:space="preserve">ค่าใช้จ่ายตามส่วนงาน </w:t>
            </w:r>
            <w:r w:rsidRPr="00AE6DB6">
              <w:rPr>
                <w:rFonts w:ascii="Angsana New" w:hAnsi="Angsana New"/>
                <w:sz w:val="28"/>
                <w:szCs w:val="28"/>
              </w:rPr>
              <w:t>-</w:t>
            </w:r>
            <w:r w:rsidRPr="00AE6DB6">
              <w:rPr>
                <w:rFonts w:ascii="Angsana New" w:hAnsi="Angsana New"/>
                <w:sz w:val="28"/>
                <w:szCs w:val="28"/>
                <w:cs/>
              </w:rPr>
              <w:t xml:space="preserve"> ต้นทุนขาย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54602" w:rsidRPr="00EF025A" w:rsidRDefault="00854602" w:rsidP="008546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EF025A">
              <w:rPr>
                <w:rFonts w:ascii="Angsana New" w:hAnsi="Angsana New"/>
                <w:sz w:val="28"/>
                <w:szCs w:val="28"/>
                <w:cs/>
              </w:rPr>
              <w:t>(</w:t>
            </w:r>
            <w:r>
              <w:rPr>
                <w:rFonts w:ascii="Angsana New" w:hAnsi="Angsana New"/>
                <w:sz w:val="28"/>
                <w:szCs w:val="28"/>
              </w:rPr>
              <w:t>290,984</w:t>
            </w:r>
            <w:r w:rsidRPr="00EF025A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237" w:type="dxa"/>
            <w:shd w:val="clear" w:color="auto" w:fill="auto"/>
            <w:vAlign w:val="bottom"/>
          </w:tcPr>
          <w:p w:rsidR="00854602" w:rsidRPr="00AE6DB6" w:rsidRDefault="00854602" w:rsidP="008546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54602" w:rsidRPr="00EF025A" w:rsidRDefault="00854602" w:rsidP="008546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EF025A">
              <w:rPr>
                <w:rFonts w:ascii="Angsana New" w:hAnsi="Angsana New"/>
                <w:sz w:val="28"/>
                <w:szCs w:val="28"/>
                <w:cs/>
              </w:rPr>
              <w:t>(</w:t>
            </w:r>
            <w:r>
              <w:rPr>
                <w:rFonts w:ascii="Angsana New" w:hAnsi="Angsana New"/>
                <w:sz w:val="28"/>
                <w:szCs w:val="28"/>
              </w:rPr>
              <w:t>305,25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2</w:t>
            </w:r>
            <w:r w:rsidRPr="00EF025A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242" w:type="dxa"/>
            <w:shd w:val="clear" w:color="auto" w:fill="auto"/>
            <w:vAlign w:val="bottom"/>
          </w:tcPr>
          <w:p w:rsidR="00854602" w:rsidRPr="00AE6DB6" w:rsidRDefault="00854602" w:rsidP="008546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54602" w:rsidRPr="00EF025A" w:rsidRDefault="00854602" w:rsidP="008546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EF025A">
              <w:rPr>
                <w:rFonts w:ascii="Angsana New" w:hAnsi="Angsana New"/>
                <w:sz w:val="28"/>
                <w:szCs w:val="28"/>
                <w:cs/>
              </w:rPr>
              <w:t>(</w:t>
            </w:r>
            <w:r>
              <w:rPr>
                <w:rFonts w:ascii="Angsana New" w:hAnsi="Angsana New"/>
                <w:sz w:val="28"/>
                <w:szCs w:val="28"/>
              </w:rPr>
              <w:t>11,658</w:t>
            </w:r>
            <w:r w:rsidRPr="00EF025A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237" w:type="dxa"/>
            <w:shd w:val="clear" w:color="auto" w:fill="auto"/>
            <w:vAlign w:val="bottom"/>
          </w:tcPr>
          <w:p w:rsidR="00854602" w:rsidRPr="00AE6DB6" w:rsidRDefault="00854602" w:rsidP="008546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54602" w:rsidRPr="00EF025A" w:rsidRDefault="00854602" w:rsidP="008546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EF025A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Pr="00EF025A">
              <w:rPr>
                <w:rFonts w:ascii="Angsana New" w:hAnsi="Angsana New"/>
                <w:sz w:val="28"/>
                <w:szCs w:val="28"/>
              </w:rPr>
              <w:t>14,422</w:t>
            </w:r>
            <w:r w:rsidRPr="00EF025A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:rsidR="00854602" w:rsidRPr="00AE6DB6" w:rsidRDefault="00854602" w:rsidP="008546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54602" w:rsidRPr="00EF025A" w:rsidRDefault="00854602" w:rsidP="008546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EF025A">
              <w:rPr>
                <w:rFonts w:ascii="Angsana New" w:hAnsi="Angsana New"/>
                <w:sz w:val="28"/>
                <w:szCs w:val="28"/>
                <w:cs/>
              </w:rPr>
              <w:t>(</w:t>
            </w:r>
            <w:r>
              <w:rPr>
                <w:rFonts w:ascii="Angsana New" w:hAnsi="Angsana New"/>
                <w:sz w:val="28"/>
                <w:szCs w:val="28"/>
              </w:rPr>
              <w:t>302,642</w:t>
            </w:r>
            <w:r w:rsidRPr="00EF025A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261" w:type="dxa"/>
            <w:shd w:val="clear" w:color="auto" w:fill="auto"/>
            <w:vAlign w:val="bottom"/>
          </w:tcPr>
          <w:p w:rsidR="00854602" w:rsidRPr="00AE6DB6" w:rsidRDefault="00854602" w:rsidP="008546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54602" w:rsidRPr="00EF025A" w:rsidRDefault="00854602" w:rsidP="008546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EF025A">
              <w:rPr>
                <w:rFonts w:ascii="Angsana New" w:hAnsi="Angsana New"/>
                <w:sz w:val="28"/>
                <w:szCs w:val="28"/>
                <w:cs/>
              </w:rPr>
              <w:t>(</w:t>
            </w:r>
            <w:r>
              <w:rPr>
                <w:rFonts w:ascii="Angsana New" w:hAnsi="Angsana New"/>
                <w:sz w:val="28"/>
                <w:szCs w:val="28"/>
              </w:rPr>
              <w:t>319,67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4</w:t>
            </w:r>
            <w:r w:rsidRPr="00EF025A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</w:tr>
      <w:tr w:rsidR="0041491E" w:rsidRPr="00AE6DB6" w:rsidTr="00192CF0">
        <w:tc>
          <w:tcPr>
            <w:tcW w:w="3168" w:type="dxa"/>
            <w:vAlign w:val="bottom"/>
          </w:tcPr>
          <w:p w:rsidR="0041491E" w:rsidRPr="00AE6DB6" w:rsidRDefault="0041491E" w:rsidP="004149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hAnsi="Angsana New"/>
                <w:sz w:val="28"/>
                <w:szCs w:val="28"/>
                <w:cs/>
              </w:rPr>
            </w:pPr>
            <w:r w:rsidRPr="00AE6DB6">
              <w:rPr>
                <w:rFonts w:ascii="Angsana New" w:hAnsi="Angsana New"/>
                <w:sz w:val="28"/>
                <w:szCs w:val="28"/>
                <w:cs/>
              </w:rPr>
              <w:t>ผลได้ตามส่วนงาน</w:t>
            </w: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41491E" w:rsidRPr="00C5435B" w:rsidRDefault="00854602" w:rsidP="004149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163,616</w:t>
            </w:r>
          </w:p>
        </w:tc>
        <w:tc>
          <w:tcPr>
            <w:tcW w:w="237" w:type="dxa"/>
            <w:shd w:val="clear" w:color="auto" w:fill="auto"/>
            <w:vAlign w:val="bottom"/>
          </w:tcPr>
          <w:p w:rsidR="0041491E" w:rsidRPr="00AE6DB6" w:rsidRDefault="0041491E" w:rsidP="004149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41491E" w:rsidRPr="00EF025A" w:rsidRDefault="0041491E" w:rsidP="004149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EF025A">
              <w:rPr>
                <w:rFonts w:ascii="Angsana New" w:hAnsi="Angsana New"/>
                <w:sz w:val="28"/>
                <w:szCs w:val="28"/>
              </w:rPr>
              <w:t>194,46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4</w:t>
            </w:r>
          </w:p>
        </w:tc>
        <w:tc>
          <w:tcPr>
            <w:tcW w:w="242" w:type="dxa"/>
            <w:shd w:val="clear" w:color="auto" w:fill="auto"/>
            <w:vAlign w:val="bottom"/>
          </w:tcPr>
          <w:p w:rsidR="0041491E" w:rsidRPr="00AE6DB6" w:rsidRDefault="0041491E" w:rsidP="004149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41491E" w:rsidRPr="00192CF0" w:rsidRDefault="00854602" w:rsidP="004149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7,116</w:t>
            </w:r>
          </w:p>
        </w:tc>
        <w:tc>
          <w:tcPr>
            <w:tcW w:w="237" w:type="dxa"/>
            <w:shd w:val="clear" w:color="auto" w:fill="auto"/>
            <w:vAlign w:val="bottom"/>
          </w:tcPr>
          <w:p w:rsidR="0041491E" w:rsidRPr="00AE6DB6" w:rsidRDefault="0041491E" w:rsidP="004149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41491E" w:rsidRPr="00EF025A" w:rsidRDefault="0041491E" w:rsidP="004149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EF025A">
              <w:rPr>
                <w:rFonts w:ascii="Angsana New" w:hAnsi="Angsana New"/>
                <w:sz w:val="28"/>
                <w:szCs w:val="28"/>
              </w:rPr>
              <w:t>6,127</w:t>
            </w:r>
          </w:p>
        </w:tc>
        <w:tc>
          <w:tcPr>
            <w:tcW w:w="236" w:type="dxa"/>
            <w:shd w:val="clear" w:color="auto" w:fill="auto"/>
          </w:tcPr>
          <w:p w:rsidR="0041491E" w:rsidRPr="00AE6DB6" w:rsidRDefault="0041491E" w:rsidP="004149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1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1491E" w:rsidRPr="00AE6DB6" w:rsidRDefault="00854602" w:rsidP="004149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170,732</w:t>
            </w:r>
          </w:p>
        </w:tc>
        <w:tc>
          <w:tcPr>
            <w:tcW w:w="261" w:type="dxa"/>
            <w:shd w:val="clear" w:color="auto" w:fill="auto"/>
            <w:vAlign w:val="bottom"/>
          </w:tcPr>
          <w:p w:rsidR="0041491E" w:rsidRPr="00AE6DB6" w:rsidRDefault="0041491E" w:rsidP="004149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1491E" w:rsidRPr="00EF025A" w:rsidRDefault="0041491E" w:rsidP="004149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EF025A">
              <w:rPr>
                <w:rFonts w:ascii="Angsana New" w:hAnsi="Angsana New"/>
                <w:sz w:val="28"/>
                <w:szCs w:val="28"/>
              </w:rPr>
              <w:t>200,59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1</w:t>
            </w:r>
          </w:p>
        </w:tc>
      </w:tr>
      <w:tr w:rsidR="0041491E" w:rsidRPr="00AE6DB6" w:rsidTr="00F97E92">
        <w:tc>
          <w:tcPr>
            <w:tcW w:w="3168" w:type="dxa"/>
            <w:vAlign w:val="bottom"/>
          </w:tcPr>
          <w:p w:rsidR="0041491E" w:rsidRPr="00AE6DB6" w:rsidRDefault="0041491E" w:rsidP="004149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hAnsi="Angsana New"/>
                <w:sz w:val="28"/>
                <w:szCs w:val="28"/>
                <w:cs/>
              </w:rPr>
            </w:pPr>
            <w:r w:rsidRPr="00AE6DB6">
              <w:rPr>
                <w:rFonts w:ascii="Angsana New" w:hAnsi="Angsana New"/>
                <w:sz w:val="28"/>
                <w:szCs w:val="28"/>
                <w:u w:val="single"/>
                <w:cs/>
              </w:rPr>
              <w:t>บวก</w:t>
            </w:r>
            <w:r w:rsidRPr="00AE6DB6">
              <w:rPr>
                <w:rFonts w:ascii="Angsana New" w:hAnsi="Angsana New"/>
                <w:sz w:val="28"/>
                <w:szCs w:val="28"/>
                <w:cs/>
              </w:rPr>
              <w:t xml:space="preserve"> รายได้ที่ไม่ได้ปันส่วน</w:t>
            </w:r>
          </w:p>
        </w:tc>
        <w:tc>
          <w:tcPr>
            <w:tcW w:w="992" w:type="dxa"/>
            <w:tcBorders>
              <w:top w:val="double" w:sz="4" w:space="0" w:color="auto"/>
            </w:tcBorders>
          </w:tcPr>
          <w:p w:rsidR="0041491E" w:rsidRPr="00AE6DB6" w:rsidRDefault="0041491E" w:rsidP="004149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41491E" w:rsidRPr="00AE6DB6" w:rsidRDefault="0041491E" w:rsidP="004149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double" w:sz="4" w:space="0" w:color="auto"/>
            </w:tcBorders>
            <w:vAlign w:val="bottom"/>
          </w:tcPr>
          <w:p w:rsidR="0041491E" w:rsidRPr="00AE6DB6" w:rsidRDefault="0041491E" w:rsidP="004149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2" w:type="dxa"/>
            <w:vAlign w:val="bottom"/>
          </w:tcPr>
          <w:p w:rsidR="0041491E" w:rsidRPr="00AE6DB6" w:rsidRDefault="0041491E" w:rsidP="004149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double" w:sz="4" w:space="0" w:color="auto"/>
            </w:tcBorders>
          </w:tcPr>
          <w:p w:rsidR="0041491E" w:rsidRPr="00AE6DB6" w:rsidRDefault="0041491E" w:rsidP="004149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41491E" w:rsidRPr="00AE6DB6" w:rsidRDefault="0041491E" w:rsidP="004149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  <w:tcBorders>
              <w:top w:val="double" w:sz="4" w:space="0" w:color="auto"/>
            </w:tcBorders>
            <w:vAlign w:val="bottom"/>
          </w:tcPr>
          <w:p w:rsidR="0041491E" w:rsidRPr="00AE6DB6" w:rsidRDefault="0041491E" w:rsidP="004149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:rsidR="0041491E" w:rsidRPr="00AE6DB6" w:rsidRDefault="0041491E" w:rsidP="004149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8" w:type="dxa"/>
            <w:vAlign w:val="bottom"/>
          </w:tcPr>
          <w:p w:rsidR="0041491E" w:rsidRPr="00AE6DB6" w:rsidRDefault="0041491E" w:rsidP="004149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1" w:type="dxa"/>
            <w:vAlign w:val="bottom"/>
          </w:tcPr>
          <w:p w:rsidR="0041491E" w:rsidRPr="00AE6DB6" w:rsidRDefault="0041491E" w:rsidP="004149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vAlign w:val="bottom"/>
          </w:tcPr>
          <w:p w:rsidR="0041491E" w:rsidRPr="00AE6DB6" w:rsidRDefault="0041491E" w:rsidP="004149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41491E" w:rsidRPr="00AE6DB6" w:rsidTr="00F97E92">
        <w:tc>
          <w:tcPr>
            <w:tcW w:w="3168" w:type="dxa"/>
            <w:vAlign w:val="bottom"/>
          </w:tcPr>
          <w:p w:rsidR="0041491E" w:rsidRPr="00AE6DB6" w:rsidRDefault="0041491E" w:rsidP="004149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 xml:space="preserve">- </w:t>
            </w:r>
            <w:r w:rsidRPr="00AE6DB6">
              <w:rPr>
                <w:rFonts w:ascii="Angsana New" w:hAnsi="Angsana New"/>
                <w:sz w:val="28"/>
                <w:szCs w:val="28"/>
                <w:cs/>
              </w:rPr>
              <w:t>รายได้อื่น</w:t>
            </w:r>
          </w:p>
        </w:tc>
        <w:tc>
          <w:tcPr>
            <w:tcW w:w="992" w:type="dxa"/>
            <w:vAlign w:val="bottom"/>
          </w:tcPr>
          <w:p w:rsidR="0041491E" w:rsidRPr="00AE6DB6" w:rsidRDefault="0041491E" w:rsidP="004149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7" w:type="dxa"/>
          </w:tcPr>
          <w:p w:rsidR="0041491E" w:rsidRPr="00AE6DB6" w:rsidRDefault="0041491E" w:rsidP="004149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  <w:vAlign w:val="bottom"/>
          </w:tcPr>
          <w:p w:rsidR="0041491E" w:rsidRPr="00AE6DB6" w:rsidRDefault="0041491E" w:rsidP="004149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2" w:type="dxa"/>
            <w:vAlign w:val="bottom"/>
          </w:tcPr>
          <w:p w:rsidR="0041491E" w:rsidRPr="00AE6DB6" w:rsidRDefault="0041491E" w:rsidP="004149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</w:tcPr>
          <w:p w:rsidR="0041491E" w:rsidRPr="00AE6DB6" w:rsidRDefault="0041491E" w:rsidP="0041491E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7" w:type="dxa"/>
          </w:tcPr>
          <w:p w:rsidR="0041491E" w:rsidRPr="00AE6DB6" w:rsidRDefault="0041491E" w:rsidP="0041491E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13" w:type="dxa"/>
            <w:vAlign w:val="bottom"/>
          </w:tcPr>
          <w:p w:rsidR="0041491E" w:rsidRPr="00AE6DB6" w:rsidRDefault="0041491E" w:rsidP="004149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:rsidR="0041491E" w:rsidRPr="00AE6DB6" w:rsidRDefault="0041491E" w:rsidP="0041491E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18" w:type="dxa"/>
            <w:vAlign w:val="bottom"/>
          </w:tcPr>
          <w:p w:rsidR="0041491E" w:rsidRPr="00AE6DB6" w:rsidRDefault="008E7C6A" w:rsidP="004149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1,224</w:t>
            </w:r>
          </w:p>
        </w:tc>
        <w:tc>
          <w:tcPr>
            <w:tcW w:w="261" w:type="dxa"/>
            <w:vAlign w:val="bottom"/>
          </w:tcPr>
          <w:p w:rsidR="0041491E" w:rsidRPr="00AE6DB6" w:rsidRDefault="0041491E" w:rsidP="004149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vAlign w:val="bottom"/>
          </w:tcPr>
          <w:p w:rsidR="0041491E" w:rsidRPr="00EF025A" w:rsidRDefault="0041491E" w:rsidP="004149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F025A">
              <w:rPr>
                <w:rFonts w:ascii="Angsana New" w:hAnsi="Angsana New" w:hint="cs"/>
                <w:sz w:val="28"/>
                <w:szCs w:val="28"/>
                <w:cs/>
              </w:rPr>
              <w:t>29,473</w:t>
            </w:r>
          </w:p>
        </w:tc>
      </w:tr>
      <w:tr w:rsidR="0041491E" w:rsidRPr="00AE6DB6" w:rsidTr="00F97E92">
        <w:tc>
          <w:tcPr>
            <w:tcW w:w="3168" w:type="dxa"/>
            <w:vAlign w:val="bottom"/>
          </w:tcPr>
          <w:p w:rsidR="0041491E" w:rsidRPr="00AE6DB6" w:rsidRDefault="0041491E" w:rsidP="004149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hAnsi="Angsana New"/>
                <w:sz w:val="28"/>
                <w:szCs w:val="28"/>
                <w:cs/>
              </w:rPr>
            </w:pPr>
            <w:r w:rsidRPr="00AE6DB6">
              <w:rPr>
                <w:rFonts w:ascii="Angsana New" w:hAnsi="Angsana New"/>
                <w:sz w:val="28"/>
                <w:szCs w:val="28"/>
                <w:u w:val="single"/>
                <w:cs/>
              </w:rPr>
              <w:t>หัก</w:t>
            </w:r>
            <w:r w:rsidRPr="00AE6DB6">
              <w:rPr>
                <w:rFonts w:ascii="Angsana New" w:hAnsi="Angsana New"/>
                <w:sz w:val="28"/>
                <w:szCs w:val="28"/>
                <w:cs/>
              </w:rPr>
              <w:t xml:space="preserve"> ค่าใช้จ่ายที่ไม่ได้ปันส่วน</w:t>
            </w:r>
          </w:p>
        </w:tc>
        <w:tc>
          <w:tcPr>
            <w:tcW w:w="992" w:type="dxa"/>
            <w:vAlign w:val="bottom"/>
          </w:tcPr>
          <w:p w:rsidR="0041491E" w:rsidRPr="00AE6DB6" w:rsidRDefault="0041491E" w:rsidP="004149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7" w:type="dxa"/>
          </w:tcPr>
          <w:p w:rsidR="0041491E" w:rsidRPr="00AE6DB6" w:rsidRDefault="0041491E" w:rsidP="004149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:rsidR="0041491E" w:rsidRPr="00AE6DB6" w:rsidRDefault="0041491E" w:rsidP="004149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2" w:type="dxa"/>
            <w:vAlign w:val="bottom"/>
          </w:tcPr>
          <w:p w:rsidR="0041491E" w:rsidRPr="00AE6DB6" w:rsidRDefault="0041491E" w:rsidP="004149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</w:tcPr>
          <w:p w:rsidR="0041491E" w:rsidRPr="00AE6DB6" w:rsidRDefault="0041491E" w:rsidP="0041491E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41491E" w:rsidRPr="00AE6DB6" w:rsidRDefault="0041491E" w:rsidP="0041491E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  <w:vAlign w:val="bottom"/>
          </w:tcPr>
          <w:p w:rsidR="0041491E" w:rsidRPr="00AE6DB6" w:rsidRDefault="0041491E" w:rsidP="004149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22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:rsidR="0041491E" w:rsidRPr="00AE6DB6" w:rsidRDefault="0041491E" w:rsidP="0041491E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8" w:type="dxa"/>
            <w:vAlign w:val="bottom"/>
          </w:tcPr>
          <w:p w:rsidR="0041491E" w:rsidRPr="00AE6DB6" w:rsidRDefault="0041491E" w:rsidP="004149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1" w:type="dxa"/>
            <w:vAlign w:val="bottom"/>
          </w:tcPr>
          <w:p w:rsidR="0041491E" w:rsidRPr="00AE6DB6" w:rsidRDefault="0041491E" w:rsidP="004149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vAlign w:val="bottom"/>
          </w:tcPr>
          <w:p w:rsidR="0041491E" w:rsidRPr="00AE6DB6" w:rsidRDefault="0041491E" w:rsidP="004149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8E7C6A" w:rsidRPr="00AE6DB6" w:rsidTr="00F97E92">
        <w:tc>
          <w:tcPr>
            <w:tcW w:w="3168" w:type="dxa"/>
            <w:vAlign w:val="bottom"/>
          </w:tcPr>
          <w:p w:rsidR="008E7C6A" w:rsidRPr="00AE6DB6" w:rsidRDefault="008E7C6A" w:rsidP="008E7C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- </w:t>
            </w:r>
            <w:r w:rsidRPr="00AE6DB6">
              <w:rPr>
                <w:rFonts w:ascii="Angsana New" w:hAnsi="Angsana New"/>
                <w:sz w:val="28"/>
                <w:szCs w:val="28"/>
                <w:cs/>
              </w:rPr>
              <w:t>ต้นทุนในการจัดจำหน่าย</w:t>
            </w:r>
          </w:p>
        </w:tc>
        <w:tc>
          <w:tcPr>
            <w:tcW w:w="992" w:type="dxa"/>
          </w:tcPr>
          <w:p w:rsidR="008E7C6A" w:rsidRPr="00AE6DB6" w:rsidRDefault="008E7C6A" w:rsidP="008E7C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8E7C6A" w:rsidRPr="00AE6DB6" w:rsidRDefault="008E7C6A" w:rsidP="008E7C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:rsidR="008E7C6A" w:rsidRPr="00AE6DB6" w:rsidRDefault="008E7C6A" w:rsidP="008E7C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2" w:type="dxa"/>
            <w:vAlign w:val="bottom"/>
          </w:tcPr>
          <w:p w:rsidR="008E7C6A" w:rsidRPr="00AE6DB6" w:rsidRDefault="008E7C6A" w:rsidP="008E7C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</w:tcPr>
          <w:p w:rsidR="008E7C6A" w:rsidRPr="00AE6DB6" w:rsidRDefault="008E7C6A" w:rsidP="008E7C6A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8E7C6A" w:rsidRPr="00AE6DB6" w:rsidRDefault="008E7C6A" w:rsidP="008E7C6A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</w:tcPr>
          <w:p w:rsidR="008E7C6A" w:rsidRPr="00AE6DB6" w:rsidRDefault="008E7C6A" w:rsidP="008E7C6A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:rsidR="008E7C6A" w:rsidRPr="00AE6DB6" w:rsidRDefault="008E7C6A" w:rsidP="008E7C6A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8" w:type="dxa"/>
            <w:vAlign w:val="bottom"/>
          </w:tcPr>
          <w:p w:rsidR="008E7C6A" w:rsidRPr="00EF025A" w:rsidRDefault="008E7C6A" w:rsidP="008E7C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EF025A">
              <w:rPr>
                <w:rFonts w:ascii="Angsana New" w:hAnsi="Angsana New"/>
                <w:sz w:val="28"/>
                <w:szCs w:val="28"/>
                <w:cs/>
              </w:rPr>
              <w:t>(</w:t>
            </w:r>
            <w:r>
              <w:rPr>
                <w:rFonts w:ascii="Angsana New" w:hAnsi="Angsana New"/>
                <w:sz w:val="28"/>
                <w:szCs w:val="28"/>
              </w:rPr>
              <w:t xml:space="preserve">  70,645</w:t>
            </w:r>
            <w:r w:rsidRPr="00EF025A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261" w:type="dxa"/>
            <w:vAlign w:val="bottom"/>
          </w:tcPr>
          <w:p w:rsidR="008E7C6A" w:rsidRPr="00AE6DB6" w:rsidRDefault="008E7C6A" w:rsidP="008E7C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vAlign w:val="bottom"/>
          </w:tcPr>
          <w:p w:rsidR="008E7C6A" w:rsidRPr="00EF025A" w:rsidRDefault="008E7C6A" w:rsidP="008E7C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EF025A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Pr="00EF025A">
              <w:rPr>
                <w:rFonts w:ascii="Angsana New" w:hAnsi="Angsana New"/>
                <w:sz w:val="28"/>
                <w:szCs w:val="28"/>
              </w:rPr>
              <w:t xml:space="preserve">  70,564</w:t>
            </w:r>
            <w:r w:rsidRPr="00EF025A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</w:tr>
      <w:tr w:rsidR="008E7C6A" w:rsidRPr="00AE6DB6" w:rsidTr="00F97E92">
        <w:tc>
          <w:tcPr>
            <w:tcW w:w="3168" w:type="dxa"/>
            <w:vAlign w:val="bottom"/>
          </w:tcPr>
          <w:p w:rsidR="008E7C6A" w:rsidRPr="00AE6DB6" w:rsidRDefault="008E7C6A" w:rsidP="008E7C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 xml:space="preserve">- </w:t>
            </w:r>
            <w:r w:rsidRPr="00AE6DB6">
              <w:rPr>
                <w:rFonts w:ascii="Angsana New" w:hAnsi="Angsana New"/>
                <w:sz w:val="28"/>
                <w:szCs w:val="28"/>
                <w:cs/>
              </w:rPr>
              <w:t>ค่าใช้จ่ายในการบริหาร</w:t>
            </w:r>
          </w:p>
        </w:tc>
        <w:tc>
          <w:tcPr>
            <w:tcW w:w="992" w:type="dxa"/>
          </w:tcPr>
          <w:p w:rsidR="008E7C6A" w:rsidRPr="00AE6DB6" w:rsidRDefault="008E7C6A" w:rsidP="008E7C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8E7C6A" w:rsidRPr="00AE6DB6" w:rsidRDefault="008E7C6A" w:rsidP="008E7C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:rsidR="008E7C6A" w:rsidRPr="00AE6DB6" w:rsidRDefault="008E7C6A" w:rsidP="008E7C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2" w:type="dxa"/>
            <w:vAlign w:val="bottom"/>
          </w:tcPr>
          <w:p w:rsidR="008E7C6A" w:rsidRPr="00AE6DB6" w:rsidRDefault="008E7C6A" w:rsidP="008E7C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</w:tcPr>
          <w:p w:rsidR="008E7C6A" w:rsidRPr="00AE6DB6" w:rsidRDefault="008E7C6A" w:rsidP="008E7C6A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8E7C6A" w:rsidRPr="00AE6DB6" w:rsidRDefault="008E7C6A" w:rsidP="008E7C6A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</w:tcPr>
          <w:p w:rsidR="008E7C6A" w:rsidRPr="00AE6DB6" w:rsidRDefault="008E7C6A" w:rsidP="008E7C6A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:rsidR="008E7C6A" w:rsidRPr="00AE6DB6" w:rsidRDefault="008E7C6A" w:rsidP="008E7C6A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8" w:type="dxa"/>
            <w:vAlign w:val="bottom"/>
          </w:tcPr>
          <w:p w:rsidR="008E7C6A" w:rsidRPr="00EF025A" w:rsidRDefault="008E7C6A" w:rsidP="008E7C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EF025A">
              <w:rPr>
                <w:rFonts w:ascii="Angsana New" w:hAnsi="Angsana New"/>
                <w:sz w:val="28"/>
                <w:szCs w:val="28"/>
                <w:cs/>
              </w:rPr>
              <w:t>(</w:t>
            </w:r>
            <w:r>
              <w:rPr>
                <w:rFonts w:ascii="Angsana New" w:hAnsi="Angsana New"/>
                <w:sz w:val="28"/>
                <w:szCs w:val="28"/>
              </w:rPr>
              <w:t xml:space="preserve">  77,141</w:t>
            </w:r>
            <w:r w:rsidRPr="00EF025A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261" w:type="dxa"/>
            <w:vAlign w:val="bottom"/>
          </w:tcPr>
          <w:p w:rsidR="008E7C6A" w:rsidRPr="00AE6DB6" w:rsidRDefault="008E7C6A" w:rsidP="008E7C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vAlign w:val="bottom"/>
          </w:tcPr>
          <w:p w:rsidR="008E7C6A" w:rsidRPr="00EF025A" w:rsidRDefault="008E7C6A" w:rsidP="008E7C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EF025A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Pr="00EF025A">
              <w:rPr>
                <w:rFonts w:ascii="Angsana New" w:hAnsi="Angsana New"/>
                <w:sz w:val="28"/>
                <w:szCs w:val="28"/>
              </w:rPr>
              <w:t xml:space="preserve">  79,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783</w:t>
            </w:r>
            <w:r w:rsidRPr="00EF025A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</w:tr>
      <w:tr w:rsidR="008E7C6A" w:rsidRPr="00AE6DB6" w:rsidTr="00F97E92">
        <w:tc>
          <w:tcPr>
            <w:tcW w:w="3168" w:type="dxa"/>
            <w:vAlign w:val="bottom"/>
          </w:tcPr>
          <w:p w:rsidR="008E7C6A" w:rsidRPr="00AE6DB6" w:rsidRDefault="008E7C6A" w:rsidP="008E7C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 xml:space="preserve">- </w:t>
            </w:r>
            <w:r w:rsidRPr="00AE6DB6">
              <w:rPr>
                <w:rFonts w:ascii="Angsana New" w:hAnsi="Angsana New" w:hint="cs"/>
                <w:sz w:val="28"/>
                <w:szCs w:val="28"/>
                <w:cs/>
              </w:rPr>
              <w:t>ขาดทุน</w:t>
            </w:r>
            <w:r w:rsidRPr="00AE6DB6">
              <w:rPr>
                <w:rFonts w:ascii="Angsana New" w:hAnsi="Angsana New"/>
                <w:sz w:val="28"/>
                <w:szCs w:val="28"/>
                <w:cs/>
              </w:rPr>
              <w:t>จากอัตราแลกเปลี่ยน</w:t>
            </w:r>
          </w:p>
        </w:tc>
        <w:tc>
          <w:tcPr>
            <w:tcW w:w="992" w:type="dxa"/>
            <w:vAlign w:val="bottom"/>
          </w:tcPr>
          <w:p w:rsidR="008E7C6A" w:rsidRPr="00AE6DB6" w:rsidRDefault="008E7C6A" w:rsidP="008E7C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8E7C6A" w:rsidRPr="00AE6DB6" w:rsidRDefault="008E7C6A" w:rsidP="008E7C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3" w:type="dxa"/>
            <w:vAlign w:val="bottom"/>
          </w:tcPr>
          <w:p w:rsidR="008E7C6A" w:rsidRPr="00AE6DB6" w:rsidRDefault="008E7C6A" w:rsidP="008E7C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-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2" w:type="dxa"/>
            <w:vAlign w:val="bottom"/>
          </w:tcPr>
          <w:p w:rsidR="008E7C6A" w:rsidRPr="00AE6DB6" w:rsidRDefault="008E7C6A" w:rsidP="008E7C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</w:tcPr>
          <w:p w:rsidR="008E7C6A" w:rsidRPr="00AE6DB6" w:rsidRDefault="008E7C6A" w:rsidP="008E7C6A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8E7C6A" w:rsidRPr="00AE6DB6" w:rsidRDefault="008E7C6A" w:rsidP="008E7C6A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  <w:vAlign w:val="bottom"/>
          </w:tcPr>
          <w:p w:rsidR="008E7C6A" w:rsidRPr="00AE6DB6" w:rsidRDefault="008E7C6A" w:rsidP="008E7C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:rsidR="008E7C6A" w:rsidRPr="00AE6DB6" w:rsidRDefault="008E7C6A" w:rsidP="008E7C6A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8" w:type="dxa"/>
            <w:vAlign w:val="bottom"/>
          </w:tcPr>
          <w:p w:rsidR="008E7C6A" w:rsidRPr="00EF025A" w:rsidRDefault="008E7C6A" w:rsidP="008E7C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F025A">
              <w:rPr>
                <w:rFonts w:ascii="Angsana New" w:hAnsi="Angsana New"/>
                <w:sz w:val="28"/>
                <w:szCs w:val="28"/>
                <w:cs/>
              </w:rPr>
              <w:t>(</w:t>
            </w:r>
            <w:r>
              <w:rPr>
                <w:rFonts w:ascii="Angsana New" w:hAnsi="Angsana New"/>
                <w:sz w:val="28"/>
                <w:szCs w:val="28"/>
              </w:rPr>
              <w:t xml:space="preserve">    4,440</w:t>
            </w:r>
            <w:r w:rsidRPr="00EF025A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261" w:type="dxa"/>
            <w:vAlign w:val="bottom"/>
          </w:tcPr>
          <w:p w:rsidR="008E7C6A" w:rsidRPr="00AE6DB6" w:rsidRDefault="008E7C6A" w:rsidP="008E7C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vAlign w:val="bottom"/>
          </w:tcPr>
          <w:p w:rsidR="008E7C6A" w:rsidRPr="00EF025A" w:rsidRDefault="008E7C6A" w:rsidP="008E7C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F025A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Pr="00EF025A">
              <w:rPr>
                <w:rFonts w:ascii="Angsana New" w:hAnsi="Angsana New"/>
                <w:sz w:val="28"/>
                <w:szCs w:val="28"/>
              </w:rPr>
              <w:t xml:space="preserve">    6,901</w:t>
            </w:r>
            <w:r w:rsidRPr="00EF025A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</w:tr>
      <w:tr w:rsidR="008E7C6A" w:rsidRPr="00AE6DB6" w:rsidTr="00F97E92">
        <w:tc>
          <w:tcPr>
            <w:tcW w:w="3168" w:type="dxa"/>
            <w:vAlign w:val="bottom"/>
          </w:tcPr>
          <w:p w:rsidR="008E7C6A" w:rsidRPr="00AE6DB6" w:rsidRDefault="008E7C6A" w:rsidP="008E7C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 xml:space="preserve">- </w:t>
            </w:r>
            <w:r w:rsidRPr="00AE6DB6">
              <w:rPr>
                <w:rFonts w:ascii="Angsana New" w:hAnsi="Angsana New"/>
                <w:sz w:val="28"/>
                <w:szCs w:val="28"/>
                <w:cs/>
              </w:rPr>
              <w:t>ต้นทุนทางการเงิน</w:t>
            </w:r>
          </w:p>
        </w:tc>
        <w:tc>
          <w:tcPr>
            <w:tcW w:w="992" w:type="dxa"/>
          </w:tcPr>
          <w:p w:rsidR="008E7C6A" w:rsidRPr="00AE6DB6" w:rsidRDefault="008E7C6A" w:rsidP="008E7C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8E7C6A" w:rsidRPr="00AE6DB6" w:rsidRDefault="008E7C6A" w:rsidP="008E7C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:rsidR="008E7C6A" w:rsidRPr="00AE6DB6" w:rsidRDefault="008E7C6A" w:rsidP="008E7C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2" w:type="dxa"/>
            <w:vAlign w:val="bottom"/>
          </w:tcPr>
          <w:p w:rsidR="008E7C6A" w:rsidRPr="00AE6DB6" w:rsidRDefault="008E7C6A" w:rsidP="008E7C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</w:tcPr>
          <w:p w:rsidR="008E7C6A" w:rsidRPr="00AE6DB6" w:rsidRDefault="008E7C6A" w:rsidP="008E7C6A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8E7C6A" w:rsidRPr="00AE6DB6" w:rsidRDefault="008E7C6A" w:rsidP="008E7C6A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</w:tcPr>
          <w:p w:rsidR="008E7C6A" w:rsidRPr="00AE6DB6" w:rsidRDefault="008E7C6A" w:rsidP="008E7C6A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:rsidR="008E7C6A" w:rsidRPr="00AE6DB6" w:rsidRDefault="008E7C6A" w:rsidP="008E7C6A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8" w:type="dxa"/>
            <w:shd w:val="clear" w:color="auto" w:fill="auto"/>
            <w:vAlign w:val="bottom"/>
          </w:tcPr>
          <w:p w:rsidR="008E7C6A" w:rsidRPr="00EF025A" w:rsidRDefault="008E7C6A" w:rsidP="008E7C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EF025A">
              <w:rPr>
                <w:rFonts w:ascii="Angsana New" w:hAnsi="Angsana New"/>
                <w:sz w:val="28"/>
                <w:szCs w:val="28"/>
                <w:cs/>
              </w:rPr>
              <w:t>(</w:t>
            </w:r>
            <w:r>
              <w:rPr>
                <w:rFonts w:ascii="Angsana New" w:hAnsi="Angsana New"/>
                <w:sz w:val="28"/>
                <w:szCs w:val="28"/>
              </w:rPr>
              <w:t xml:space="preserve">    5,022</w:t>
            </w:r>
            <w:r w:rsidRPr="00EF025A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261" w:type="dxa"/>
            <w:vAlign w:val="bottom"/>
          </w:tcPr>
          <w:p w:rsidR="008E7C6A" w:rsidRPr="00AE6DB6" w:rsidRDefault="008E7C6A" w:rsidP="008E7C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vAlign w:val="bottom"/>
          </w:tcPr>
          <w:p w:rsidR="008E7C6A" w:rsidRPr="00EF025A" w:rsidRDefault="008E7C6A" w:rsidP="008E7C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EF025A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Pr="00EF025A">
              <w:rPr>
                <w:rFonts w:ascii="Angsana New" w:hAnsi="Angsana New"/>
                <w:sz w:val="28"/>
                <w:szCs w:val="28"/>
              </w:rPr>
              <w:t xml:space="preserve">    3,946</w:t>
            </w:r>
            <w:r w:rsidRPr="00EF025A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</w:tr>
      <w:tr w:rsidR="008E7C6A" w:rsidRPr="00AE6DB6" w:rsidTr="00F97E92">
        <w:tc>
          <w:tcPr>
            <w:tcW w:w="3168" w:type="dxa"/>
            <w:vAlign w:val="bottom"/>
          </w:tcPr>
          <w:p w:rsidR="00B314BD" w:rsidRDefault="008E7C6A" w:rsidP="008E7C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 xml:space="preserve">- </w:t>
            </w:r>
            <w:r w:rsidR="0056711B" w:rsidRPr="0056711B">
              <w:rPr>
                <w:rFonts w:ascii="Angsana New" w:hAnsi="Angsana New" w:hint="cs"/>
                <w:sz w:val="28"/>
                <w:szCs w:val="28"/>
                <w:cs/>
              </w:rPr>
              <w:t>กลับรายการขาดทุน</w:t>
            </w:r>
            <w:r w:rsidR="00FC67BD">
              <w:rPr>
                <w:rFonts w:ascii="Angsana New" w:hAnsi="Angsana New" w:hint="cs"/>
                <w:sz w:val="28"/>
                <w:szCs w:val="28"/>
                <w:cs/>
              </w:rPr>
              <w:t xml:space="preserve"> (ขาดทุน</w:t>
            </w:r>
            <w:r w:rsidR="0056711B" w:rsidRPr="0056711B">
              <w:rPr>
                <w:rFonts w:ascii="Angsana New" w:hAnsi="Angsana New" w:hint="cs"/>
                <w:sz w:val="28"/>
                <w:szCs w:val="28"/>
                <w:cs/>
              </w:rPr>
              <w:t xml:space="preserve">) </w:t>
            </w:r>
            <w:r w:rsidR="00B314BD">
              <w:rPr>
                <w:rFonts w:ascii="Angsana New" w:hAnsi="Angsana New" w:hint="cs"/>
                <w:sz w:val="28"/>
                <w:szCs w:val="28"/>
                <w:cs/>
              </w:rPr>
              <w:t>การ</w:t>
            </w:r>
          </w:p>
          <w:p w:rsidR="008E7C6A" w:rsidRPr="00F97E92" w:rsidRDefault="00B314BD" w:rsidP="008E7C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   </w:t>
            </w:r>
            <w:r w:rsidR="008E7C6A" w:rsidRPr="0056711B">
              <w:rPr>
                <w:rFonts w:ascii="Angsana New" w:hAnsi="Angsana New" w:hint="cs"/>
                <w:sz w:val="28"/>
                <w:szCs w:val="28"/>
                <w:cs/>
              </w:rPr>
              <w:t>ด้อยค่าของลูกหนี้การค้า</w:t>
            </w:r>
          </w:p>
        </w:tc>
        <w:tc>
          <w:tcPr>
            <w:tcW w:w="992" w:type="dxa"/>
            <w:vAlign w:val="bottom"/>
          </w:tcPr>
          <w:p w:rsidR="008E7C6A" w:rsidRPr="00AE6DB6" w:rsidRDefault="008E7C6A" w:rsidP="008E7C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8E7C6A" w:rsidRPr="00AE6DB6" w:rsidRDefault="008E7C6A" w:rsidP="008E7C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3" w:type="dxa"/>
            <w:vAlign w:val="bottom"/>
          </w:tcPr>
          <w:p w:rsidR="008E7C6A" w:rsidRPr="00AE6DB6" w:rsidRDefault="008E7C6A" w:rsidP="008E7C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-45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2" w:type="dxa"/>
            <w:vAlign w:val="bottom"/>
          </w:tcPr>
          <w:p w:rsidR="008E7C6A" w:rsidRPr="00AE6DB6" w:rsidRDefault="008E7C6A" w:rsidP="008E7C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</w:tcPr>
          <w:p w:rsidR="008E7C6A" w:rsidRPr="00AE6DB6" w:rsidRDefault="008E7C6A" w:rsidP="008E7C6A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8E7C6A" w:rsidRPr="00AE6DB6" w:rsidRDefault="008E7C6A" w:rsidP="008E7C6A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  <w:vAlign w:val="bottom"/>
          </w:tcPr>
          <w:p w:rsidR="008E7C6A" w:rsidRPr="00AE6DB6" w:rsidRDefault="008E7C6A" w:rsidP="008E7C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:rsidR="008E7C6A" w:rsidRPr="00AE6DB6" w:rsidRDefault="008E7C6A" w:rsidP="008E7C6A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8" w:type="dxa"/>
            <w:shd w:val="clear" w:color="auto" w:fill="auto"/>
            <w:vAlign w:val="bottom"/>
          </w:tcPr>
          <w:p w:rsidR="008E7C6A" w:rsidRPr="00AE6DB6" w:rsidRDefault="008E7C6A" w:rsidP="008E7C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687</w:t>
            </w:r>
          </w:p>
        </w:tc>
        <w:tc>
          <w:tcPr>
            <w:tcW w:w="261" w:type="dxa"/>
            <w:vAlign w:val="bottom"/>
          </w:tcPr>
          <w:p w:rsidR="008E7C6A" w:rsidRPr="00AE6DB6" w:rsidRDefault="008E7C6A" w:rsidP="008E7C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vAlign w:val="bottom"/>
          </w:tcPr>
          <w:p w:rsidR="008E7C6A" w:rsidRPr="00EF025A" w:rsidRDefault="008E7C6A" w:rsidP="008E7C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EF025A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Pr="00EF025A">
              <w:rPr>
                <w:rFonts w:ascii="Angsana New" w:hAnsi="Angsana New"/>
                <w:sz w:val="28"/>
                <w:szCs w:val="28"/>
              </w:rPr>
              <w:t xml:space="preserve">   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   </w:t>
            </w:r>
            <w:r w:rsidRPr="00EF025A">
              <w:rPr>
                <w:rFonts w:ascii="Angsana New" w:hAnsi="Angsana New"/>
                <w:sz w:val="28"/>
                <w:szCs w:val="28"/>
              </w:rPr>
              <w:t xml:space="preserve"> 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641</w:t>
            </w:r>
            <w:r w:rsidRPr="00EF025A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</w:tr>
      <w:tr w:rsidR="008E7C6A" w:rsidRPr="00AE6DB6" w:rsidTr="00F97E92">
        <w:tc>
          <w:tcPr>
            <w:tcW w:w="3168" w:type="dxa"/>
            <w:vAlign w:val="bottom"/>
          </w:tcPr>
          <w:p w:rsidR="008E7C6A" w:rsidRPr="00AE6DB6" w:rsidRDefault="008E7C6A" w:rsidP="008E7C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 xml:space="preserve">- </w:t>
            </w:r>
            <w:r w:rsidRPr="00AE6DB6">
              <w:rPr>
                <w:rFonts w:ascii="Angsana New" w:hAnsi="Angsana New"/>
                <w:sz w:val="28"/>
                <w:szCs w:val="28"/>
                <w:cs/>
              </w:rPr>
              <w:t xml:space="preserve">ค่าใช้จ่ายภาษีเงินได้ </w:t>
            </w:r>
          </w:p>
        </w:tc>
        <w:tc>
          <w:tcPr>
            <w:tcW w:w="992" w:type="dxa"/>
          </w:tcPr>
          <w:p w:rsidR="008E7C6A" w:rsidRPr="00AE6DB6" w:rsidRDefault="008E7C6A" w:rsidP="008E7C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8E7C6A" w:rsidRPr="00AE6DB6" w:rsidRDefault="008E7C6A" w:rsidP="008E7C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:rsidR="008E7C6A" w:rsidRPr="00AE6DB6" w:rsidRDefault="008E7C6A" w:rsidP="008E7C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2" w:type="dxa"/>
            <w:vAlign w:val="bottom"/>
          </w:tcPr>
          <w:p w:rsidR="008E7C6A" w:rsidRPr="00AE6DB6" w:rsidRDefault="008E7C6A" w:rsidP="008E7C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</w:tcPr>
          <w:p w:rsidR="008E7C6A" w:rsidRPr="00AE6DB6" w:rsidRDefault="008E7C6A" w:rsidP="008E7C6A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8E7C6A" w:rsidRPr="00AE6DB6" w:rsidRDefault="008E7C6A" w:rsidP="008E7C6A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</w:tcPr>
          <w:p w:rsidR="008E7C6A" w:rsidRPr="00AE6DB6" w:rsidRDefault="008E7C6A" w:rsidP="008E7C6A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:rsidR="008E7C6A" w:rsidRPr="00AE6DB6" w:rsidRDefault="008E7C6A" w:rsidP="008E7C6A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8" w:type="dxa"/>
            <w:shd w:val="clear" w:color="auto" w:fill="auto"/>
            <w:vAlign w:val="bottom"/>
          </w:tcPr>
          <w:p w:rsidR="008E7C6A" w:rsidRPr="00EF025A" w:rsidRDefault="008E7C6A" w:rsidP="008E7C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EF025A">
              <w:rPr>
                <w:rFonts w:ascii="Angsana New" w:hAnsi="Angsana New"/>
                <w:sz w:val="28"/>
                <w:szCs w:val="28"/>
                <w:cs/>
              </w:rPr>
              <w:t xml:space="preserve">( </w:t>
            </w:r>
            <w:r w:rsidR="009C5529">
              <w:rPr>
                <w:rFonts w:ascii="Angsana New" w:hAnsi="Angsana New"/>
                <w:sz w:val="28"/>
                <w:szCs w:val="28"/>
              </w:rPr>
              <w:t xml:space="preserve">  4,123</w:t>
            </w:r>
            <w:r w:rsidRPr="00EF025A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261" w:type="dxa"/>
            <w:vAlign w:val="bottom"/>
          </w:tcPr>
          <w:p w:rsidR="008E7C6A" w:rsidRPr="00AE6DB6" w:rsidRDefault="008E7C6A" w:rsidP="008E7C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vAlign w:val="bottom"/>
          </w:tcPr>
          <w:p w:rsidR="008E7C6A" w:rsidRPr="00EF025A" w:rsidRDefault="008E7C6A" w:rsidP="008E7C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EF025A">
              <w:rPr>
                <w:rFonts w:ascii="Angsana New" w:hAnsi="Angsana New"/>
                <w:sz w:val="28"/>
                <w:szCs w:val="28"/>
                <w:cs/>
              </w:rPr>
              <w:t xml:space="preserve">( </w:t>
            </w:r>
            <w:r w:rsidRPr="00EF025A">
              <w:rPr>
                <w:rFonts w:ascii="Angsana New" w:hAnsi="Angsana New"/>
                <w:sz w:val="28"/>
                <w:szCs w:val="28"/>
              </w:rPr>
              <w:t xml:space="preserve"> 13,946</w:t>
            </w:r>
            <w:r w:rsidRPr="00EF025A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</w:tr>
      <w:tr w:rsidR="0041491E" w:rsidRPr="00AE6DB6" w:rsidTr="00F97E92">
        <w:tc>
          <w:tcPr>
            <w:tcW w:w="3168" w:type="dxa"/>
            <w:vAlign w:val="bottom"/>
          </w:tcPr>
          <w:p w:rsidR="0041491E" w:rsidRPr="00AE6DB6" w:rsidRDefault="0041491E" w:rsidP="004149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hAnsi="Angsana New"/>
                <w:sz w:val="28"/>
                <w:szCs w:val="28"/>
                <w:cs/>
              </w:rPr>
            </w:pPr>
            <w:r w:rsidRPr="00AE6DB6">
              <w:rPr>
                <w:rFonts w:ascii="Angsana New" w:hAnsi="Angsana New"/>
                <w:sz w:val="28"/>
                <w:szCs w:val="28"/>
                <w:cs/>
              </w:rPr>
              <w:t>กำไรสำหรับงวด</w:t>
            </w:r>
          </w:p>
        </w:tc>
        <w:tc>
          <w:tcPr>
            <w:tcW w:w="992" w:type="dxa"/>
          </w:tcPr>
          <w:p w:rsidR="0041491E" w:rsidRPr="00AE6DB6" w:rsidRDefault="0041491E" w:rsidP="004149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41491E" w:rsidRPr="00AE6DB6" w:rsidRDefault="0041491E" w:rsidP="004149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:rsidR="0041491E" w:rsidRPr="00AE6DB6" w:rsidRDefault="0041491E" w:rsidP="004149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2" w:type="dxa"/>
            <w:vAlign w:val="bottom"/>
          </w:tcPr>
          <w:p w:rsidR="0041491E" w:rsidRPr="00AE6DB6" w:rsidRDefault="0041491E" w:rsidP="004149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</w:tcPr>
          <w:p w:rsidR="0041491E" w:rsidRPr="00AE6DB6" w:rsidRDefault="0041491E" w:rsidP="0041491E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65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41491E" w:rsidRPr="00AE6DB6" w:rsidRDefault="0041491E" w:rsidP="0041491E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65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</w:tcPr>
          <w:p w:rsidR="0041491E" w:rsidRPr="00AE6DB6" w:rsidRDefault="0041491E" w:rsidP="0041491E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65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:rsidR="0041491E" w:rsidRPr="00AE6DB6" w:rsidRDefault="0041491E" w:rsidP="0041491E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65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41491E" w:rsidRPr="00AE6DB6" w:rsidRDefault="009C5529" w:rsidP="009C55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11</w:t>
            </w:r>
            <w:r w:rsidR="008E7C6A">
              <w:rPr>
                <w:rFonts w:ascii="Angsana New" w:hAnsi="Angsana New"/>
                <w:sz w:val="28"/>
                <w:szCs w:val="28"/>
              </w:rPr>
              <w:t>,</w:t>
            </w:r>
            <w:r>
              <w:rPr>
                <w:rFonts w:ascii="Angsana New" w:hAnsi="Angsana New"/>
                <w:sz w:val="28"/>
                <w:szCs w:val="28"/>
              </w:rPr>
              <w:t>272</w:t>
            </w:r>
          </w:p>
        </w:tc>
        <w:tc>
          <w:tcPr>
            <w:tcW w:w="261" w:type="dxa"/>
            <w:vAlign w:val="bottom"/>
          </w:tcPr>
          <w:p w:rsidR="0041491E" w:rsidRPr="00AE6DB6" w:rsidRDefault="0041491E" w:rsidP="004149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41491E" w:rsidRPr="00EF025A" w:rsidRDefault="0041491E" w:rsidP="004149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EF025A">
              <w:rPr>
                <w:rFonts w:ascii="Angsana New" w:hAnsi="Angsana New" w:hint="cs"/>
                <w:sz w:val="28"/>
                <w:szCs w:val="28"/>
                <w:cs/>
              </w:rPr>
              <w:t>54</w:t>
            </w:r>
            <w:r w:rsidRPr="00EF025A">
              <w:rPr>
                <w:rFonts w:ascii="Angsana New" w:hAnsi="Angsana New"/>
                <w:sz w:val="28"/>
                <w:szCs w:val="28"/>
              </w:rPr>
              <w:t>,</w:t>
            </w:r>
            <w:r w:rsidRPr="00EF025A">
              <w:rPr>
                <w:rFonts w:ascii="Angsana New" w:hAnsi="Angsana New" w:hint="cs"/>
                <w:sz w:val="28"/>
                <w:szCs w:val="28"/>
                <w:cs/>
              </w:rPr>
              <w:t>283</w:t>
            </w:r>
          </w:p>
        </w:tc>
      </w:tr>
    </w:tbl>
    <w:p w:rsidR="00930FD3" w:rsidRPr="00CF0349" w:rsidRDefault="00930FD3" w:rsidP="00BA4F1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0"/>
          <w:szCs w:val="20"/>
        </w:rPr>
      </w:pPr>
    </w:p>
    <w:p w:rsidR="00B133FC" w:rsidRPr="001A24A6" w:rsidRDefault="00B133FC" w:rsidP="00B133FC">
      <w:pPr>
        <w:pStyle w:val="Caption"/>
        <w:tabs>
          <w:tab w:val="clear" w:pos="227"/>
          <w:tab w:val="clear" w:pos="454"/>
          <w:tab w:val="clear" w:pos="680"/>
          <w:tab w:val="clear" w:pos="907"/>
          <w:tab w:val="left" w:pos="567"/>
        </w:tabs>
        <w:spacing w:line="240" w:lineRule="auto"/>
        <w:jc w:val="thaiDistribute"/>
        <w:rPr>
          <w:rFonts w:ascii="Angsana New" w:hAnsi="Angsana New"/>
          <w:b w:val="0"/>
          <w:bCs w:val="0"/>
          <w:i/>
          <w:iCs/>
          <w:sz w:val="30"/>
          <w:szCs w:val="30"/>
        </w:rPr>
      </w:pPr>
      <w:r w:rsidRPr="001A24A6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lastRenderedPageBreak/>
        <w:t>ข้อมูลเกี่ยวกับส่วนงานดำเ</w:t>
      </w:r>
      <w:r w:rsidR="008E773E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>นินงานเชิงภูมิศาสตร์สำหรับงวด</w:t>
      </w:r>
      <w:r w:rsidR="002F3D1C">
        <w:rPr>
          <w:rFonts w:ascii="Angsana New" w:hAnsi="Angsana New" w:hint="cs"/>
          <w:b w:val="0"/>
          <w:bCs w:val="0"/>
          <w:i/>
          <w:iCs/>
          <w:sz w:val="30"/>
          <w:szCs w:val="30"/>
          <w:cs/>
        </w:rPr>
        <w:t>เก้าเดือน</w:t>
      </w:r>
      <w:r w:rsidRPr="001A24A6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 xml:space="preserve">สิ้นสุดวันที่ </w:t>
      </w:r>
      <w:r w:rsidRPr="001A24A6">
        <w:rPr>
          <w:rFonts w:ascii="Angsana New" w:hAnsi="Angsana New"/>
          <w:b w:val="0"/>
          <w:bCs w:val="0"/>
          <w:i/>
          <w:iCs/>
          <w:sz w:val="30"/>
          <w:szCs w:val="30"/>
        </w:rPr>
        <w:t>3</w:t>
      </w:r>
      <w:r w:rsidR="008E773E">
        <w:rPr>
          <w:rFonts w:ascii="Angsana New" w:hAnsi="Angsana New" w:hint="cs"/>
          <w:b w:val="0"/>
          <w:bCs w:val="0"/>
          <w:i/>
          <w:iCs/>
          <w:sz w:val="30"/>
          <w:szCs w:val="30"/>
          <w:cs/>
        </w:rPr>
        <w:t>0</w:t>
      </w:r>
      <w:r w:rsidRPr="001A24A6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 xml:space="preserve"> </w:t>
      </w:r>
      <w:r w:rsidR="002F3D1C">
        <w:rPr>
          <w:rFonts w:ascii="Angsana New" w:hAnsi="Angsana New" w:hint="cs"/>
          <w:b w:val="0"/>
          <w:bCs w:val="0"/>
          <w:i/>
          <w:iCs/>
          <w:sz w:val="30"/>
          <w:szCs w:val="30"/>
          <w:cs/>
        </w:rPr>
        <w:t>กันยายน</w:t>
      </w:r>
      <w:r w:rsidRPr="001A24A6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 xml:space="preserve"> </w:t>
      </w:r>
      <w:r w:rsidR="00E730EC">
        <w:rPr>
          <w:rFonts w:ascii="Angsana New" w:hAnsi="Angsana New"/>
          <w:b w:val="0"/>
          <w:bCs w:val="0"/>
          <w:i/>
          <w:iCs/>
          <w:sz w:val="30"/>
          <w:szCs w:val="30"/>
        </w:rPr>
        <w:t>2565</w:t>
      </w:r>
      <w:r w:rsidRPr="001A24A6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 xml:space="preserve"> และ </w:t>
      </w:r>
      <w:r w:rsidR="00E730EC">
        <w:rPr>
          <w:rFonts w:ascii="Angsana New" w:hAnsi="Angsana New"/>
          <w:b w:val="0"/>
          <w:bCs w:val="0"/>
          <w:i/>
          <w:iCs/>
          <w:sz w:val="30"/>
          <w:szCs w:val="30"/>
        </w:rPr>
        <w:t>2564</w:t>
      </w:r>
    </w:p>
    <w:p w:rsidR="00B133FC" w:rsidRPr="00CF0349" w:rsidRDefault="00B133FC" w:rsidP="00B133FC">
      <w:pPr>
        <w:rPr>
          <w:rFonts w:ascii="Angsana New" w:hAnsi="Angsana New"/>
          <w:sz w:val="20"/>
          <w:szCs w:val="20"/>
        </w:rPr>
      </w:pPr>
    </w:p>
    <w:p w:rsidR="00B133FC" w:rsidRPr="009D732C" w:rsidRDefault="00B133FC" w:rsidP="00B133FC">
      <w:pPr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9D732C">
        <w:rPr>
          <w:rFonts w:ascii="Angsana New" w:hAnsi="Angsana New" w:hint="cs"/>
          <w:sz w:val="30"/>
          <w:szCs w:val="30"/>
          <w:cs/>
        </w:rPr>
        <w:t>บริษัท</w:t>
      </w:r>
      <w:r w:rsidR="00C0664A" w:rsidRPr="009D732C">
        <w:rPr>
          <w:rFonts w:ascii="Angsana New" w:hAnsi="Angsana New" w:hint="cs"/>
          <w:sz w:val="30"/>
          <w:szCs w:val="30"/>
          <w:cs/>
        </w:rPr>
        <w:t>และบริษัทย่อย</w:t>
      </w:r>
      <w:r w:rsidRPr="009D732C">
        <w:rPr>
          <w:rFonts w:ascii="Angsana New" w:hAnsi="Angsana New" w:hint="cs"/>
          <w:sz w:val="30"/>
          <w:szCs w:val="30"/>
          <w:cs/>
        </w:rPr>
        <w:t>ดำเนินธุรกิจในส่วนงานเชิงภูมิศาสตร์เดียวคือ ในประเทศไทย จึงไม่มีการนำเสนอข้อมูลเกี่ยวกับส่วนงานดำเนินงานเชิงภูมิศาสตร์ในข้อมูลทางการเงินระหว่างกาลนี้</w:t>
      </w:r>
    </w:p>
    <w:p w:rsidR="00B133FC" w:rsidRPr="00CF0349" w:rsidRDefault="00B133FC" w:rsidP="00B133F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0"/>
          <w:szCs w:val="20"/>
        </w:rPr>
      </w:pPr>
    </w:p>
    <w:p w:rsidR="00B133FC" w:rsidRPr="009D732C" w:rsidRDefault="00B133FC" w:rsidP="00B133FC">
      <w:pPr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9D732C">
        <w:rPr>
          <w:rFonts w:ascii="Angsana New" w:hAnsi="Angsana New"/>
          <w:sz w:val="30"/>
          <w:szCs w:val="30"/>
          <w:cs/>
        </w:rPr>
        <w:t>บริษัท</w:t>
      </w:r>
      <w:r w:rsidR="00C0664A" w:rsidRPr="009D732C">
        <w:rPr>
          <w:rFonts w:ascii="Angsana New" w:hAnsi="Angsana New" w:hint="cs"/>
          <w:sz w:val="30"/>
          <w:szCs w:val="30"/>
          <w:cs/>
        </w:rPr>
        <w:t>และบริษัทย่อย</w:t>
      </w:r>
      <w:r w:rsidRPr="009D732C">
        <w:rPr>
          <w:rFonts w:ascii="Angsana New" w:hAnsi="Angsana New"/>
          <w:sz w:val="30"/>
          <w:szCs w:val="30"/>
          <w:cs/>
        </w:rPr>
        <w:t>ไม่มีสินทรัพย์ไม่หมุนเวียนใดๆ ที่ตั้งอยู่ในประเทศอื่นนอกเหนือจากประเทศไทย</w:t>
      </w:r>
    </w:p>
    <w:p w:rsidR="00807BD2" w:rsidRPr="00CF0349" w:rsidRDefault="00807BD2" w:rsidP="00B133F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0"/>
          <w:szCs w:val="20"/>
        </w:rPr>
      </w:pPr>
    </w:p>
    <w:p w:rsidR="00B133FC" w:rsidRPr="001A24A6" w:rsidRDefault="00B133FC" w:rsidP="00B133FC">
      <w:pPr>
        <w:spacing w:line="240" w:lineRule="auto"/>
        <w:jc w:val="thaiDistribute"/>
        <w:rPr>
          <w:rFonts w:ascii="Angsana New" w:hAnsi="Angsana New"/>
          <w:i/>
          <w:iCs/>
          <w:sz w:val="30"/>
          <w:szCs w:val="30"/>
        </w:rPr>
      </w:pPr>
      <w:r w:rsidRPr="001A24A6">
        <w:rPr>
          <w:rFonts w:ascii="Angsana New" w:hAnsi="Angsana New"/>
          <w:i/>
          <w:iCs/>
          <w:sz w:val="30"/>
          <w:szCs w:val="30"/>
          <w:cs/>
        </w:rPr>
        <w:t xml:space="preserve">ข้อมูลเกี่ยวกับลูกค้ารายใหญ่ (ลูกค้าที่มียอดรายการค้าเกินกว่าร้อยละ </w:t>
      </w:r>
      <w:r w:rsidRPr="001A24A6">
        <w:rPr>
          <w:rFonts w:ascii="Angsana New" w:hAnsi="Angsana New"/>
          <w:i/>
          <w:iCs/>
          <w:sz w:val="30"/>
          <w:szCs w:val="30"/>
        </w:rPr>
        <w:t xml:space="preserve">10 </w:t>
      </w:r>
      <w:r w:rsidRPr="001A24A6">
        <w:rPr>
          <w:rFonts w:ascii="Angsana New" w:hAnsi="Angsana New"/>
          <w:i/>
          <w:iCs/>
          <w:sz w:val="30"/>
          <w:szCs w:val="30"/>
          <w:cs/>
        </w:rPr>
        <w:t>ของยอดรายการค้ารวม</w:t>
      </w:r>
      <w:r w:rsidRPr="001A24A6">
        <w:rPr>
          <w:rFonts w:ascii="Angsana New" w:hAnsi="Angsana New"/>
          <w:i/>
          <w:iCs/>
          <w:sz w:val="30"/>
          <w:szCs w:val="30"/>
        </w:rPr>
        <w:t xml:space="preserve">) </w:t>
      </w:r>
      <w:r w:rsidRPr="001A24A6">
        <w:rPr>
          <w:rFonts w:ascii="Angsana New" w:hAnsi="Angsana New"/>
          <w:i/>
          <w:iCs/>
          <w:sz w:val="30"/>
          <w:szCs w:val="30"/>
          <w:cs/>
        </w:rPr>
        <w:t>สำหรับงวด</w:t>
      </w:r>
      <w:r w:rsidR="00824AD9">
        <w:rPr>
          <w:rFonts w:ascii="Angsana New" w:hAnsi="Angsana New" w:hint="cs"/>
          <w:i/>
          <w:iCs/>
          <w:sz w:val="30"/>
          <w:szCs w:val="30"/>
          <w:cs/>
        </w:rPr>
        <w:t>เก้า</w:t>
      </w:r>
      <w:r w:rsidRPr="001A24A6">
        <w:rPr>
          <w:rFonts w:ascii="Angsana New" w:hAnsi="Angsana New"/>
          <w:i/>
          <w:iCs/>
          <w:sz w:val="30"/>
          <w:szCs w:val="30"/>
          <w:cs/>
        </w:rPr>
        <w:t xml:space="preserve">ดือนสิ้นสุดวันที่ </w:t>
      </w:r>
      <w:r w:rsidRPr="001A24A6">
        <w:rPr>
          <w:rFonts w:ascii="Angsana New" w:hAnsi="Angsana New"/>
          <w:i/>
          <w:iCs/>
          <w:sz w:val="30"/>
          <w:szCs w:val="30"/>
        </w:rPr>
        <w:t>3</w:t>
      </w:r>
      <w:r w:rsidR="005D17FB">
        <w:rPr>
          <w:rFonts w:ascii="Angsana New" w:hAnsi="Angsana New" w:hint="cs"/>
          <w:i/>
          <w:iCs/>
          <w:sz w:val="30"/>
          <w:szCs w:val="30"/>
          <w:cs/>
        </w:rPr>
        <w:t>0</w:t>
      </w:r>
      <w:r w:rsidRPr="001A24A6">
        <w:rPr>
          <w:rFonts w:ascii="Angsana New" w:hAnsi="Angsana New"/>
          <w:i/>
          <w:iCs/>
          <w:sz w:val="30"/>
          <w:szCs w:val="30"/>
          <w:cs/>
        </w:rPr>
        <w:t xml:space="preserve"> </w:t>
      </w:r>
      <w:r w:rsidR="002F3D1C">
        <w:rPr>
          <w:rFonts w:ascii="Angsana New" w:hAnsi="Angsana New" w:hint="cs"/>
          <w:i/>
          <w:iCs/>
          <w:sz w:val="30"/>
          <w:szCs w:val="30"/>
          <w:cs/>
        </w:rPr>
        <w:t>กันยายน</w:t>
      </w:r>
      <w:r w:rsidRPr="001A24A6">
        <w:rPr>
          <w:rFonts w:ascii="Angsana New" w:hAnsi="Angsana New"/>
          <w:i/>
          <w:iCs/>
          <w:sz w:val="30"/>
          <w:szCs w:val="30"/>
          <w:cs/>
        </w:rPr>
        <w:t xml:space="preserve"> </w:t>
      </w:r>
      <w:r w:rsidR="00E730EC">
        <w:rPr>
          <w:rFonts w:ascii="Angsana New" w:hAnsi="Angsana New"/>
          <w:i/>
          <w:iCs/>
          <w:sz w:val="30"/>
          <w:szCs w:val="30"/>
        </w:rPr>
        <w:t>2565</w:t>
      </w:r>
      <w:r w:rsidRPr="001A24A6">
        <w:rPr>
          <w:rFonts w:ascii="Angsana New" w:hAnsi="Angsana New"/>
          <w:i/>
          <w:iCs/>
          <w:sz w:val="30"/>
          <w:szCs w:val="30"/>
          <w:cs/>
        </w:rPr>
        <w:t xml:space="preserve"> และ </w:t>
      </w:r>
      <w:r w:rsidR="00E730EC">
        <w:rPr>
          <w:rFonts w:ascii="Angsana New" w:hAnsi="Angsana New"/>
          <w:i/>
          <w:iCs/>
          <w:sz w:val="30"/>
          <w:szCs w:val="30"/>
        </w:rPr>
        <w:t>2564</w:t>
      </w:r>
    </w:p>
    <w:p w:rsidR="00B133FC" w:rsidRPr="00CF0349" w:rsidRDefault="00B133FC" w:rsidP="00B133F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0"/>
          <w:szCs w:val="20"/>
        </w:rPr>
      </w:pPr>
    </w:p>
    <w:p w:rsidR="00B133FC" w:rsidRDefault="00B133FC" w:rsidP="00B133F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9D732C">
        <w:rPr>
          <w:rFonts w:ascii="Angsana New" w:hAnsi="Angsana New"/>
          <w:sz w:val="30"/>
          <w:szCs w:val="30"/>
          <w:cs/>
        </w:rPr>
        <w:t>บริษัท</w:t>
      </w:r>
      <w:r w:rsidR="00C0664A" w:rsidRPr="009D732C">
        <w:rPr>
          <w:rFonts w:ascii="Angsana New" w:hAnsi="Angsana New" w:hint="cs"/>
          <w:sz w:val="30"/>
          <w:szCs w:val="30"/>
          <w:cs/>
        </w:rPr>
        <w:t>และบริษัทย่อย</w:t>
      </w:r>
      <w:r w:rsidRPr="009D732C">
        <w:rPr>
          <w:rFonts w:ascii="Angsana New" w:hAnsi="Angsana New"/>
          <w:sz w:val="30"/>
          <w:szCs w:val="30"/>
          <w:cs/>
        </w:rPr>
        <w:t>ไม่มีลูกค้ารายใหญ่ จึงไม่มีการนำเสนอข้อมูลเกี่ยวกับลูกค้ารายใหญ่ในข้อมูลทางการเงินระหว่างกาลนี้</w:t>
      </w:r>
    </w:p>
    <w:p w:rsidR="00824AD9" w:rsidRDefault="00824AD9" w:rsidP="00B133F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A20D51" w:rsidRPr="00797CD0" w:rsidRDefault="00CA4EC1" w:rsidP="00A20D51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  <w:r w:rsidRPr="00797CD0">
        <w:rPr>
          <w:rFonts w:ascii="Angsana New" w:hAnsi="Angsana New" w:hint="cs"/>
          <w:b/>
          <w:bCs/>
          <w:sz w:val="30"/>
          <w:szCs w:val="30"/>
          <w:cs/>
        </w:rPr>
        <w:t>ทุนเรือนหุ้น</w:t>
      </w:r>
      <w:r w:rsidR="000607A1" w:rsidRPr="00797CD0">
        <w:rPr>
          <w:rFonts w:ascii="Angsana New" w:hAnsi="Angsana New" w:hint="cs"/>
          <w:b/>
          <w:bCs/>
          <w:sz w:val="30"/>
          <w:szCs w:val="30"/>
          <w:cs/>
        </w:rPr>
        <w:t>และ</w:t>
      </w:r>
      <w:r w:rsidR="000607A1" w:rsidRPr="00797CD0">
        <w:rPr>
          <w:rFonts w:ascii="Angsana New" w:hAnsi="Angsana New"/>
          <w:b/>
          <w:bCs/>
          <w:sz w:val="30"/>
          <w:szCs w:val="30"/>
          <w:cs/>
        </w:rPr>
        <w:t>ใบสำคัญแสดงสิทธิที่จะซื้อหุ้นสามัญเพิ่มทุนของบริษัท</w:t>
      </w:r>
      <w:r w:rsidR="000607A1" w:rsidRPr="00797CD0">
        <w:rPr>
          <w:rFonts w:ascii="Angsana New" w:hAnsi="Angsana New"/>
          <w:b/>
          <w:bCs/>
          <w:sz w:val="30"/>
          <w:szCs w:val="30"/>
        </w:rPr>
        <w:t xml:space="preserve"> (</w:t>
      </w:r>
      <w:r w:rsidR="000607A1" w:rsidRPr="00797CD0">
        <w:rPr>
          <w:rFonts w:ascii="Angsana New" w:hAnsi="Angsana New" w:hint="cs"/>
          <w:b/>
          <w:bCs/>
          <w:sz w:val="30"/>
          <w:szCs w:val="30"/>
          <w:cs/>
        </w:rPr>
        <w:t>“</w:t>
      </w:r>
      <w:r w:rsidR="000607A1" w:rsidRPr="00797CD0">
        <w:rPr>
          <w:rFonts w:ascii="Angsana New" w:hAnsi="Angsana New"/>
          <w:b/>
          <w:bCs/>
          <w:sz w:val="30"/>
          <w:szCs w:val="30"/>
        </w:rPr>
        <w:t>TM-W1</w:t>
      </w:r>
      <w:r w:rsidR="000607A1" w:rsidRPr="00797CD0">
        <w:rPr>
          <w:rFonts w:ascii="Angsana New" w:hAnsi="Angsana New" w:hint="cs"/>
          <w:b/>
          <w:bCs/>
          <w:sz w:val="30"/>
          <w:szCs w:val="30"/>
          <w:cs/>
        </w:rPr>
        <w:t>”)</w:t>
      </w:r>
    </w:p>
    <w:p w:rsidR="00CA4EC1" w:rsidRPr="00797CD0" w:rsidRDefault="00CA4EC1" w:rsidP="00CA4EC1">
      <w:pPr>
        <w:pStyle w:val="NoSpacing"/>
        <w:tabs>
          <w:tab w:val="left" w:pos="13467"/>
        </w:tabs>
        <w:jc w:val="thaiDistribute"/>
        <w:rPr>
          <w:rFonts w:ascii="Angsana New" w:hAnsi="Angsana New"/>
          <w:szCs w:val="30"/>
        </w:rPr>
      </w:pPr>
    </w:p>
    <w:p w:rsidR="00CA4EC1" w:rsidRPr="00797CD0" w:rsidRDefault="00CA4EC1" w:rsidP="00CA4EC1">
      <w:pPr>
        <w:pStyle w:val="NoSpacing"/>
        <w:tabs>
          <w:tab w:val="left" w:pos="13467"/>
        </w:tabs>
        <w:jc w:val="thaiDistribute"/>
        <w:rPr>
          <w:rFonts w:ascii="Angsana New" w:hAnsi="Angsana New"/>
          <w:szCs w:val="30"/>
        </w:rPr>
      </w:pPr>
      <w:r w:rsidRPr="00797CD0">
        <w:rPr>
          <w:rFonts w:ascii="Angsana New" w:hAnsi="Angsana New"/>
          <w:szCs w:val="30"/>
          <w:cs/>
        </w:rPr>
        <w:t>ในการประชุม</w:t>
      </w:r>
      <w:r w:rsidRPr="00797CD0">
        <w:rPr>
          <w:rFonts w:ascii="Angsana New" w:hAnsi="Angsana New" w:hint="cs"/>
          <w:szCs w:val="30"/>
          <w:cs/>
        </w:rPr>
        <w:t>สามัญ</w:t>
      </w:r>
      <w:r w:rsidRPr="00797CD0">
        <w:rPr>
          <w:rFonts w:ascii="Angsana New" w:hAnsi="Angsana New"/>
          <w:szCs w:val="30"/>
          <w:cs/>
        </w:rPr>
        <w:t>ผู้ถือหุ้น</w:t>
      </w:r>
      <w:r w:rsidRPr="00797CD0">
        <w:rPr>
          <w:rFonts w:ascii="Angsana New" w:hAnsi="Angsana New" w:hint="cs"/>
          <w:szCs w:val="30"/>
          <w:cs/>
        </w:rPr>
        <w:t xml:space="preserve">เมื่อวันที่ </w:t>
      </w:r>
      <w:r w:rsidRPr="00797CD0">
        <w:rPr>
          <w:rFonts w:ascii="Angsana New" w:hAnsi="Angsana New"/>
          <w:szCs w:val="30"/>
        </w:rPr>
        <w:t>19</w:t>
      </w:r>
      <w:r w:rsidRPr="00797CD0">
        <w:rPr>
          <w:rFonts w:ascii="Angsana New" w:hAnsi="Angsana New" w:hint="cs"/>
          <w:szCs w:val="30"/>
          <w:cs/>
        </w:rPr>
        <w:t xml:space="preserve"> เมษายน</w:t>
      </w:r>
      <w:r w:rsidRPr="00797CD0">
        <w:rPr>
          <w:rFonts w:ascii="Angsana New" w:hAnsi="Angsana New"/>
          <w:szCs w:val="30"/>
          <w:cs/>
        </w:rPr>
        <w:t xml:space="preserve"> 25</w:t>
      </w:r>
      <w:r w:rsidRPr="00797CD0">
        <w:rPr>
          <w:rFonts w:ascii="Angsana New" w:hAnsi="Angsana New"/>
          <w:szCs w:val="30"/>
        </w:rPr>
        <w:t>65</w:t>
      </w:r>
      <w:r w:rsidRPr="00797CD0">
        <w:rPr>
          <w:rFonts w:ascii="Angsana New" w:hAnsi="Angsana New" w:hint="cs"/>
          <w:szCs w:val="30"/>
          <w:cs/>
        </w:rPr>
        <w:t xml:space="preserve"> </w:t>
      </w:r>
      <w:r w:rsidRPr="00797CD0">
        <w:rPr>
          <w:rFonts w:ascii="Angsana New" w:hAnsi="Angsana New"/>
          <w:szCs w:val="30"/>
          <w:cs/>
        </w:rPr>
        <w:t>ที่ประชุม</w:t>
      </w:r>
      <w:r w:rsidRPr="00797CD0">
        <w:rPr>
          <w:rFonts w:ascii="Angsana New" w:hAnsi="Angsana New" w:hint="cs"/>
          <w:szCs w:val="30"/>
          <w:cs/>
        </w:rPr>
        <w:t>มี</w:t>
      </w:r>
      <w:r w:rsidRPr="00797CD0">
        <w:rPr>
          <w:rFonts w:ascii="Angsana New" w:hAnsi="Angsana New"/>
          <w:szCs w:val="30"/>
          <w:cs/>
        </w:rPr>
        <w:t>มติอนุมัติเรื่อง</w:t>
      </w:r>
      <w:r w:rsidRPr="00797CD0">
        <w:rPr>
          <w:rFonts w:ascii="Angsana New" w:hAnsi="Angsana New" w:hint="cs"/>
          <w:szCs w:val="30"/>
          <w:cs/>
        </w:rPr>
        <w:t>สำคัญ</w:t>
      </w:r>
      <w:r w:rsidRPr="00797CD0">
        <w:rPr>
          <w:rFonts w:ascii="Angsana New" w:hAnsi="Angsana New"/>
          <w:szCs w:val="30"/>
          <w:cs/>
        </w:rPr>
        <w:t>ดังต่อไปนี้</w:t>
      </w:r>
    </w:p>
    <w:p w:rsidR="00CA4EC1" w:rsidRPr="00797CD0" w:rsidRDefault="00CA4EC1" w:rsidP="00CA4EC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FB2DCF" w:rsidRPr="00797CD0" w:rsidRDefault="00FB2DCF" w:rsidP="00FB2DCF">
      <w:pPr>
        <w:pStyle w:val="a"/>
        <w:numPr>
          <w:ilvl w:val="0"/>
          <w:numId w:val="20"/>
        </w:numPr>
        <w:tabs>
          <w:tab w:val="clear" w:pos="1080"/>
          <w:tab w:val="left" w:pos="0"/>
        </w:tabs>
        <w:ind w:left="540" w:hanging="540"/>
        <w:jc w:val="thaiDistribute"/>
        <w:rPr>
          <w:rFonts w:ascii="Angsana New" w:hAnsi="Angsana New"/>
          <w:cs/>
        </w:rPr>
      </w:pPr>
      <w:r w:rsidRPr="00797CD0">
        <w:rPr>
          <w:rFonts w:ascii="Angsana New" w:hAnsi="Angsana New"/>
          <w:cs/>
        </w:rPr>
        <w:t>การออกและเสนอขายใบสำคัญแสดงสิทธิที่จะซื้อหุ้นสามัญเพิ่มทุนของบริษัท (“</w:t>
      </w:r>
      <w:r w:rsidRPr="00797CD0">
        <w:rPr>
          <w:rFonts w:ascii="Angsana New" w:hAnsi="Angsana New"/>
          <w:lang w:val="en-US"/>
        </w:rPr>
        <w:t>TM-W1</w:t>
      </w:r>
      <w:r w:rsidRPr="00797CD0">
        <w:rPr>
          <w:rFonts w:ascii="Angsana New" w:hAnsi="Angsana New"/>
          <w:cs/>
        </w:rPr>
        <w:t xml:space="preserve">”) จำนวน </w:t>
      </w:r>
      <w:r w:rsidRPr="00797CD0">
        <w:rPr>
          <w:rFonts w:ascii="Angsana New" w:hAnsi="Angsana New"/>
          <w:lang w:val="en-US"/>
        </w:rPr>
        <w:t xml:space="preserve">102,664,519 </w:t>
      </w:r>
      <w:r w:rsidRPr="00797CD0">
        <w:rPr>
          <w:rFonts w:ascii="Angsana New" w:hAnsi="Angsana New"/>
          <w:cs/>
        </w:rPr>
        <w:t xml:space="preserve">หน่วยโดยไม่คิดมูลค่าให้แก่ผู้ถือหุ้นเดิมในอัตราส่วนหุ้นสามัญ </w:t>
      </w:r>
      <w:r w:rsidRPr="00797CD0">
        <w:rPr>
          <w:rFonts w:ascii="Angsana New" w:hAnsi="Angsana New"/>
          <w:lang w:val="en-US"/>
        </w:rPr>
        <w:t>3</w:t>
      </w:r>
      <w:r w:rsidRPr="00797CD0">
        <w:rPr>
          <w:rFonts w:ascii="Angsana New" w:hAnsi="Angsana New"/>
          <w:cs/>
        </w:rPr>
        <w:t xml:space="preserve"> หุ้นต่อใบสำคัญแสดงสิทธิ 1 หน่วย</w:t>
      </w:r>
      <w:r w:rsidRPr="00797CD0">
        <w:rPr>
          <w:rFonts w:ascii="Angsana New" w:hAnsi="Angsana New"/>
          <w:lang w:val="en-US"/>
        </w:rPr>
        <w:t xml:space="preserve"> (</w:t>
      </w:r>
      <w:r w:rsidRPr="00797CD0">
        <w:rPr>
          <w:rFonts w:ascii="Angsana New" w:hAnsi="Angsana New"/>
          <w:cs/>
          <w:lang w:val="en-US"/>
        </w:rPr>
        <w:t xml:space="preserve">แบบ </w:t>
      </w:r>
      <w:r w:rsidRPr="00797CD0">
        <w:rPr>
          <w:rFonts w:ascii="Angsana New" w:hAnsi="Angsana New"/>
          <w:lang w:val="en-US"/>
        </w:rPr>
        <w:t xml:space="preserve">Right Offering) </w:t>
      </w:r>
      <w:r w:rsidRPr="00797CD0">
        <w:rPr>
          <w:rFonts w:ascii="Angsana New" w:hAnsi="Angsana New"/>
          <w:cs/>
        </w:rPr>
        <w:t>ซึ่งรายละเอียด</w:t>
      </w:r>
      <w:r w:rsidRPr="00797CD0">
        <w:rPr>
          <w:rFonts w:ascii="Angsana New" w:hAnsi="Angsana New"/>
          <w:cs/>
          <w:lang w:val="en-US"/>
        </w:rPr>
        <w:t>โดยสังเขป</w:t>
      </w:r>
      <w:r w:rsidRPr="00797CD0">
        <w:rPr>
          <w:rFonts w:ascii="Angsana New" w:hAnsi="Angsana New"/>
          <w:cs/>
        </w:rPr>
        <w:t>ของใบสำคัญแสดงสิทธิมีดังนี้</w:t>
      </w:r>
    </w:p>
    <w:p w:rsidR="00FB2DCF" w:rsidRPr="00797CD0" w:rsidRDefault="00FB2DCF" w:rsidP="00FB2DCF">
      <w:pPr>
        <w:pStyle w:val="a"/>
        <w:tabs>
          <w:tab w:val="clear" w:pos="1080"/>
          <w:tab w:val="left" w:pos="0"/>
        </w:tabs>
        <w:ind w:left="540" w:hanging="540"/>
        <w:jc w:val="thaiDistribute"/>
        <w:rPr>
          <w:rFonts w:ascii="Angsana New" w:hAnsi="Angsana New"/>
          <w:cs/>
        </w:rPr>
      </w:pPr>
    </w:p>
    <w:tbl>
      <w:tblPr>
        <w:tblW w:w="8820" w:type="dxa"/>
        <w:tblInd w:w="648" w:type="dxa"/>
        <w:tblLook w:val="04A0"/>
      </w:tblPr>
      <w:tblGrid>
        <w:gridCol w:w="1710"/>
        <w:gridCol w:w="7110"/>
      </w:tblGrid>
      <w:tr w:rsidR="00FB2DCF" w:rsidRPr="00797CD0" w:rsidTr="00901DCC">
        <w:tc>
          <w:tcPr>
            <w:tcW w:w="1710" w:type="dxa"/>
          </w:tcPr>
          <w:p w:rsidR="00FB2DCF" w:rsidRPr="00797CD0" w:rsidRDefault="00FB2DCF" w:rsidP="00901DCC">
            <w:pPr>
              <w:pStyle w:val="a"/>
              <w:tabs>
                <w:tab w:val="clear" w:pos="1080"/>
              </w:tabs>
              <w:ind w:left="-108"/>
              <w:jc w:val="thaiDistribute"/>
              <w:rPr>
                <w:rFonts w:ascii="Angsana New" w:hAnsi="Angsana New"/>
                <w:lang w:val="en-US"/>
              </w:rPr>
            </w:pPr>
            <w:r w:rsidRPr="00797CD0">
              <w:rPr>
                <w:rFonts w:ascii="Angsana New" w:hAnsi="Angsana New"/>
                <w:cs/>
                <w:lang w:val="en-US"/>
              </w:rPr>
              <w:t>อัตราการใช้สิทธิ</w:t>
            </w:r>
          </w:p>
        </w:tc>
        <w:tc>
          <w:tcPr>
            <w:tcW w:w="7110" w:type="dxa"/>
          </w:tcPr>
          <w:p w:rsidR="00FB2DCF" w:rsidRPr="00797CD0" w:rsidRDefault="00FB2DCF" w:rsidP="00901DCC">
            <w:pPr>
              <w:pStyle w:val="a"/>
              <w:tabs>
                <w:tab w:val="clear" w:pos="1080"/>
                <w:tab w:val="left" w:pos="-5868"/>
              </w:tabs>
              <w:ind w:left="-108"/>
              <w:jc w:val="thaiDistribute"/>
              <w:rPr>
                <w:rFonts w:ascii="Angsana New" w:hAnsi="Angsana New"/>
                <w:cs/>
                <w:lang w:val="en-US"/>
              </w:rPr>
            </w:pPr>
            <w:r w:rsidRPr="00797CD0">
              <w:rPr>
                <w:rFonts w:ascii="Angsana New" w:hAnsi="Angsana New"/>
                <w:cs/>
                <w:lang w:val="en-US"/>
              </w:rPr>
              <w:t xml:space="preserve">ใบสำคัญแสดงสิทธิ  1 หน่วยซื้อหุ้นสามัญเพิ่มทุนได้ </w:t>
            </w:r>
            <w:r w:rsidRPr="00797CD0">
              <w:rPr>
                <w:rFonts w:ascii="Angsana New" w:hAnsi="Angsana New"/>
                <w:lang w:val="en-US"/>
              </w:rPr>
              <w:t xml:space="preserve">1 </w:t>
            </w:r>
            <w:r w:rsidRPr="00797CD0">
              <w:rPr>
                <w:rFonts w:ascii="Angsana New" w:hAnsi="Angsana New"/>
                <w:cs/>
                <w:lang w:val="en-US"/>
              </w:rPr>
              <w:t xml:space="preserve">หุ้น </w:t>
            </w:r>
          </w:p>
        </w:tc>
      </w:tr>
      <w:tr w:rsidR="00FB2DCF" w:rsidRPr="00797CD0" w:rsidTr="00901DCC">
        <w:tc>
          <w:tcPr>
            <w:tcW w:w="1710" w:type="dxa"/>
          </w:tcPr>
          <w:p w:rsidR="00FB2DCF" w:rsidRPr="00797CD0" w:rsidRDefault="00FB2DCF" w:rsidP="00901DCC">
            <w:pPr>
              <w:pStyle w:val="a"/>
              <w:tabs>
                <w:tab w:val="clear" w:pos="1080"/>
              </w:tabs>
              <w:ind w:left="-108"/>
              <w:jc w:val="thaiDistribute"/>
              <w:rPr>
                <w:rFonts w:ascii="Angsana New" w:hAnsi="Angsana New"/>
                <w:lang w:val="en-US"/>
              </w:rPr>
            </w:pPr>
            <w:r w:rsidRPr="00797CD0">
              <w:rPr>
                <w:rFonts w:ascii="Angsana New" w:hAnsi="Angsana New"/>
                <w:cs/>
                <w:lang w:val="en-US"/>
              </w:rPr>
              <w:t>ราคาใช้สิทธิต่อหุ้น</w:t>
            </w:r>
          </w:p>
        </w:tc>
        <w:tc>
          <w:tcPr>
            <w:tcW w:w="7110" w:type="dxa"/>
          </w:tcPr>
          <w:p w:rsidR="00FB2DCF" w:rsidRPr="00797CD0" w:rsidRDefault="00FB2DCF" w:rsidP="00901DCC">
            <w:pPr>
              <w:pStyle w:val="a"/>
              <w:tabs>
                <w:tab w:val="clear" w:pos="1080"/>
                <w:tab w:val="left" w:pos="-108"/>
              </w:tabs>
              <w:ind w:left="-108"/>
              <w:jc w:val="thaiDistribute"/>
              <w:rPr>
                <w:rFonts w:ascii="Angsana New" w:hAnsi="Angsana New"/>
                <w:lang w:val="en-US"/>
              </w:rPr>
            </w:pPr>
            <w:r w:rsidRPr="00797CD0">
              <w:rPr>
                <w:rFonts w:ascii="Angsana New" w:hAnsi="Angsana New"/>
                <w:cs/>
                <w:lang w:val="en-US"/>
              </w:rPr>
              <w:t>2.</w:t>
            </w:r>
            <w:r w:rsidRPr="00797CD0">
              <w:rPr>
                <w:rFonts w:ascii="Angsana New" w:hAnsi="Angsana New"/>
                <w:lang w:val="en-US"/>
              </w:rPr>
              <w:t>5</w:t>
            </w:r>
            <w:r w:rsidRPr="00797CD0">
              <w:rPr>
                <w:rFonts w:ascii="Angsana New" w:hAnsi="Angsana New"/>
                <w:cs/>
                <w:lang w:val="en-US"/>
              </w:rPr>
              <w:t>0 บาท</w:t>
            </w:r>
          </w:p>
        </w:tc>
      </w:tr>
      <w:tr w:rsidR="00FB2DCF" w:rsidRPr="00797CD0" w:rsidTr="00901DCC">
        <w:tc>
          <w:tcPr>
            <w:tcW w:w="1710" w:type="dxa"/>
          </w:tcPr>
          <w:p w:rsidR="00FB2DCF" w:rsidRPr="00797CD0" w:rsidRDefault="00FB2DCF" w:rsidP="00901DCC">
            <w:pPr>
              <w:pStyle w:val="a"/>
              <w:tabs>
                <w:tab w:val="clear" w:pos="1080"/>
              </w:tabs>
              <w:ind w:left="-108"/>
              <w:jc w:val="thaiDistribute"/>
              <w:rPr>
                <w:rFonts w:ascii="Angsana New" w:hAnsi="Angsana New"/>
                <w:lang w:val="en-US"/>
              </w:rPr>
            </w:pPr>
            <w:r w:rsidRPr="00797CD0">
              <w:rPr>
                <w:rFonts w:ascii="Angsana New" w:hAnsi="Angsana New"/>
                <w:cs/>
                <w:lang w:val="en-US"/>
              </w:rPr>
              <w:t>วันออกและอายุ</w:t>
            </w:r>
          </w:p>
        </w:tc>
        <w:tc>
          <w:tcPr>
            <w:tcW w:w="7110" w:type="dxa"/>
          </w:tcPr>
          <w:p w:rsidR="00FB2DCF" w:rsidRPr="00797CD0" w:rsidRDefault="00FB2DCF" w:rsidP="00901DCC">
            <w:pPr>
              <w:pStyle w:val="a"/>
              <w:tabs>
                <w:tab w:val="clear" w:pos="1080"/>
                <w:tab w:val="left" w:pos="-108"/>
              </w:tabs>
              <w:ind w:left="-108"/>
              <w:jc w:val="thaiDistribute"/>
              <w:rPr>
                <w:rFonts w:ascii="Angsana New" w:hAnsi="Angsana New"/>
                <w:lang w:val="en-US"/>
              </w:rPr>
            </w:pPr>
            <w:r w:rsidRPr="00797CD0">
              <w:rPr>
                <w:rFonts w:ascii="Angsana New" w:hAnsi="Angsana New"/>
                <w:lang w:val="en-US"/>
              </w:rPr>
              <w:t xml:space="preserve">24 </w:t>
            </w:r>
            <w:r w:rsidRPr="00797CD0">
              <w:rPr>
                <w:rFonts w:ascii="Angsana New" w:hAnsi="Angsana New"/>
                <w:cs/>
                <w:lang w:val="en-US"/>
              </w:rPr>
              <w:t>พฤษภาคม 2565 โดยมีอายุ 3 ปีนับจากวันที่ออก</w:t>
            </w:r>
          </w:p>
        </w:tc>
      </w:tr>
      <w:tr w:rsidR="00FB2DCF" w:rsidRPr="00797CD0" w:rsidTr="00901DCC">
        <w:tc>
          <w:tcPr>
            <w:tcW w:w="1710" w:type="dxa"/>
          </w:tcPr>
          <w:p w:rsidR="00FB2DCF" w:rsidRPr="00797CD0" w:rsidRDefault="00FB2DCF" w:rsidP="00901DCC">
            <w:pPr>
              <w:pStyle w:val="a"/>
              <w:tabs>
                <w:tab w:val="clear" w:pos="1080"/>
              </w:tabs>
              <w:ind w:left="-108"/>
              <w:jc w:val="thaiDistribute"/>
              <w:rPr>
                <w:rFonts w:ascii="Angsana New" w:hAnsi="Angsana New"/>
                <w:lang w:val="en-US"/>
              </w:rPr>
            </w:pPr>
            <w:r w:rsidRPr="00797CD0">
              <w:rPr>
                <w:rFonts w:ascii="Angsana New" w:hAnsi="Angsana New"/>
                <w:cs/>
                <w:lang w:val="en-US"/>
              </w:rPr>
              <w:t>วันใช้สิทธิ</w:t>
            </w:r>
          </w:p>
        </w:tc>
        <w:tc>
          <w:tcPr>
            <w:tcW w:w="7110" w:type="dxa"/>
          </w:tcPr>
          <w:p w:rsidR="00FB2DCF" w:rsidRPr="00797CD0" w:rsidRDefault="00FB2DCF" w:rsidP="00901DCC">
            <w:pPr>
              <w:pStyle w:val="a"/>
              <w:tabs>
                <w:tab w:val="clear" w:pos="1080"/>
                <w:tab w:val="left" w:pos="-108"/>
              </w:tabs>
              <w:ind w:left="-108"/>
              <w:jc w:val="thaiDistribute"/>
              <w:rPr>
                <w:rFonts w:ascii="Angsana New" w:hAnsi="Angsana New"/>
                <w:cs/>
                <w:lang w:val="en-US"/>
              </w:rPr>
            </w:pPr>
            <w:r w:rsidRPr="00797CD0">
              <w:rPr>
                <w:rFonts w:ascii="Angsana New" w:hAnsi="Angsana New"/>
                <w:cs/>
                <w:lang w:val="en-US"/>
              </w:rPr>
              <w:t>30 พฤศจิกายน 2566 31 พฤษภาคม 2567 29 พฤศจิกายน 2567 และ 23 พฤษภาคม 2568</w:t>
            </w:r>
          </w:p>
        </w:tc>
      </w:tr>
    </w:tbl>
    <w:p w:rsidR="00FB2DCF" w:rsidRDefault="00FB2DCF" w:rsidP="00FB2DCF">
      <w:pPr>
        <w:pStyle w:val="NoSpacing"/>
        <w:tabs>
          <w:tab w:val="clear" w:pos="227"/>
          <w:tab w:val="clear" w:pos="454"/>
          <w:tab w:val="clear" w:pos="680"/>
          <w:tab w:val="clear" w:pos="907"/>
          <w:tab w:val="left" w:pos="-3060"/>
        </w:tabs>
        <w:ind w:left="540" w:hanging="720"/>
        <w:jc w:val="thaiDistribute"/>
        <w:rPr>
          <w:rFonts w:ascii="Angsana New" w:hAnsi="Angsana New"/>
          <w:szCs w:val="30"/>
        </w:rPr>
      </w:pPr>
    </w:p>
    <w:p w:rsidR="00797CD0" w:rsidRDefault="00797CD0" w:rsidP="00FB2DCF">
      <w:pPr>
        <w:pStyle w:val="NoSpacing"/>
        <w:tabs>
          <w:tab w:val="clear" w:pos="227"/>
          <w:tab w:val="clear" w:pos="454"/>
          <w:tab w:val="clear" w:pos="680"/>
          <w:tab w:val="clear" w:pos="907"/>
          <w:tab w:val="left" w:pos="-3060"/>
        </w:tabs>
        <w:ind w:left="540" w:hanging="720"/>
        <w:jc w:val="thaiDistribute"/>
        <w:rPr>
          <w:rFonts w:ascii="Angsana New" w:hAnsi="Angsana New"/>
          <w:szCs w:val="30"/>
          <w:cs/>
        </w:rPr>
      </w:pPr>
      <w:r>
        <w:rPr>
          <w:rFonts w:ascii="Angsana New" w:hAnsi="Angsana New" w:hint="cs"/>
          <w:szCs w:val="30"/>
          <w:cs/>
        </w:rPr>
        <w:tab/>
        <w:t xml:space="preserve">ซึ่งต่อมา </w:t>
      </w:r>
      <w:r>
        <w:rPr>
          <w:rFonts w:ascii="Angsana New" w:hAnsi="Angsana New"/>
          <w:szCs w:val="30"/>
        </w:rPr>
        <w:t xml:space="preserve">TM-W1 </w:t>
      </w:r>
      <w:r>
        <w:rPr>
          <w:rFonts w:ascii="Angsana New" w:hAnsi="Angsana New"/>
          <w:szCs w:val="30"/>
          <w:cs/>
        </w:rPr>
        <w:t>ได้รับอนุญาตให้</w:t>
      </w:r>
      <w:r>
        <w:rPr>
          <w:rFonts w:ascii="Angsana New" w:hAnsi="Angsana New" w:hint="cs"/>
          <w:szCs w:val="30"/>
          <w:cs/>
        </w:rPr>
        <w:t>สามารถถูก</w:t>
      </w:r>
      <w:r>
        <w:rPr>
          <w:rFonts w:ascii="Angsana New" w:hAnsi="Angsana New"/>
          <w:szCs w:val="30"/>
          <w:cs/>
        </w:rPr>
        <w:t>ซื้อ</w:t>
      </w:r>
      <w:r>
        <w:rPr>
          <w:rFonts w:ascii="Angsana New" w:hAnsi="Angsana New"/>
          <w:szCs w:val="30"/>
        </w:rPr>
        <w:t>-</w:t>
      </w:r>
      <w:r>
        <w:rPr>
          <w:rFonts w:ascii="Angsana New" w:hAnsi="Angsana New"/>
          <w:szCs w:val="30"/>
          <w:cs/>
        </w:rPr>
        <w:t>ขาย</w:t>
      </w:r>
      <w:r>
        <w:rPr>
          <w:rFonts w:ascii="Angsana New" w:hAnsi="Angsana New" w:hint="cs"/>
          <w:szCs w:val="30"/>
          <w:cs/>
        </w:rPr>
        <w:t>ได้</w:t>
      </w:r>
      <w:r>
        <w:rPr>
          <w:rFonts w:ascii="Angsana New" w:hAnsi="Angsana New"/>
          <w:szCs w:val="30"/>
          <w:cs/>
        </w:rPr>
        <w:t xml:space="preserve">ในตลาด </w:t>
      </w:r>
      <w:r>
        <w:rPr>
          <w:rFonts w:ascii="Angsana New" w:hAnsi="Angsana New"/>
          <w:szCs w:val="30"/>
        </w:rPr>
        <w:t xml:space="preserve">mai </w:t>
      </w:r>
      <w:r>
        <w:rPr>
          <w:rFonts w:ascii="Angsana New" w:hAnsi="Angsana New" w:hint="cs"/>
          <w:szCs w:val="30"/>
          <w:cs/>
        </w:rPr>
        <w:t>ตั้งแต่วันที่ 15 มิถุนายน 2565</w:t>
      </w:r>
    </w:p>
    <w:p w:rsidR="00797CD0" w:rsidRPr="00797CD0" w:rsidRDefault="00797CD0" w:rsidP="00FB2DCF">
      <w:pPr>
        <w:pStyle w:val="NoSpacing"/>
        <w:tabs>
          <w:tab w:val="clear" w:pos="227"/>
          <w:tab w:val="clear" w:pos="454"/>
          <w:tab w:val="clear" w:pos="680"/>
          <w:tab w:val="clear" w:pos="907"/>
          <w:tab w:val="left" w:pos="-3060"/>
        </w:tabs>
        <w:ind w:left="540" w:hanging="720"/>
        <w:jc w:val="thaiDistribute"/>
        <w:rPr>
          <w:rFonts w:ascii="Angsana New" w:hAnsi="Angsana New"/>
          <w:szCs w:val="30"/>
        </w:rPr>
      </w:pPr>
    </w:p>
    <w:p w:rsidR="00FB2DCF" w:rsidRPr="00797CD0" w:rsidRDefault="00FB2DCF" w:rsidP="00FB2DCF">
      <w:pPr>
        <w:pStyle w:val="NoSpacing"/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left" w:pos="-3060"/>
        </w:tabs>
        <w:ind w:left="540" w:hanging="540"/>
        <w:jc w:val="thaiDistribute"/>
        <w:rPr>
          <w:rFonts w:ascii="Angsana New" w:hAnsi="Angsana New"/>
          <w:szCs w:val="30"/>
          <w:cs/>
          <w:lang w:val="th-TH"/>
        </w:rPr>
      </w:pPr>
      <w:r w:rsidRPr="00797CD0">
        <w:rPr>
          <w:rFonts w:ascii="Angsana New" w:hAnsi="Angsana New"/>
          <w:szCs w:val="30"/>
          <w:cs/>
          <w:lang w:val="th-TH"/>
        </w:rPr>
        <w:t>การลดทุนจดทะเบียนของบริษัทจากจำนวน 154,000,000 บาท (แบ่งออกเป็นหุ้นสามัญ 308,000,000 หุ้น มูลค่าหุ้นละ 0.50 บาท) เป็น 153</w:t>
      </w:r>
      <w:r w:rsidRPr="00797CD0">
        <w:rPr>
          <w:rFonts w:ascii="Angsana New" w:hAnsi="Angsana New"/>
          <w:szCs w:val="30"/>
        </w:rPr>
        <w:t>,</w:t>
      </w:r>
      <w:r w:rsidRPr="00797CD0">
        <w:rPr>
          <w:rFonts w:ascii="Angsana New" w:hAnsi="Angsana New"/>
          <w:szCs w:val="30"/>
          <w:cs/>
          <w:lang w:val="th-TH"/>
        </w:rPr>
        <w:t>99</w:t>
      </w:r>
      <w:r w:rsidRPr="00797CD0">
        <w:rPr>
          <w:rFonts w:ascii="Angsana New" w:hAnsi="Angsana New"/>
          <w:szCs w:val="30"/>
        </w:rPr>
        <w:t>9,993.50</w:t>
      </w:r>
      <w:r w:rsidRPr="00797CD0">
        <w:rPr>
          <w:rFonts w:ascii="Angsana New" w:hAnsi="Angsana New"/>
          <w:szCs w:val="30"/>
          <w:cs/>
          <w:lang w:val="th-TH"/>
        </w:rPr>
        <w:t xml:space="preserve"> บาท (แบ่งออกเป็นหุ้นสามัญ 307</w:t>
      </w:r>
      <w:r w:rsidRPr="00797CD0">
        <w:rPr>
          <w:rFonts w:ascii="Angsana New" w:hAnsi="Angsana New"/>
          <w:szCs w:val="30"/>
        </w:rPr>
        <w:t>,999,987</w:t>
      </w:r>
      <w:r w:rsidRPr="00797CD0">
        <w:rPr>
          <w:rFonts w:ascii="Angsana New" w:hAnsi="Angsana New"/>
          <w:szCs w:val="30"/>
          <w:cs/>
          <w:lang w:val="th-TH"/>
        </w:rPr>
        <w:t xml:space="preserve"> หุ้น มูลค่าหุ้นละ 0.50 บาท)</w:t>
      </w:r>
      <w:r w:rsidRPr="00797CD0">
        <w:rPr>
          <w:rFonts w:ascii="Angsana New" w:hAnsi="Angsana New"/>
          <w:szCs w:val="30"/>
        </w:rPr>
        <w:t xml:space="preserve"> </w:t>
      </w:r>
      <w:r w:rsidRPr="00797CD0">
        <w:rPr>
          <w:rFonts w:ascii="Angsana New" w:hAnsi="Angsana New"/>
          <w:szCs w:val="30"/>
          <w:cs/>
        </w:rPr>
        <w:t>โดยเป็นการลดทุนจดทะเบียนในส่วนของหุ้นสามัญที่ยังไม่ได้ออก</w:t>
      </w:r>
      <w:r w:rsidR="0075792B" w:rsidRPr="00797CD0">
        <w:rPr>
          <w:rFonts w:ascii="Angsana New" w:hAnsi="Angsana New" w:hint="cs"/>
          <w:szCs w:val="30"/>
          <w:cs/>
        </w:rPr>
        <w:t xml:space="preserve"> </w:t>
      </w:r>
      <w:r w:rsidR="00797CD0" w:rsidRPr="00797CD0">
        <w:rPr>
          <w:rFonts w:ascii="Angsana New" w:hAnsi="Angsana New" w:hint="cs"/>
          <w:szCs w:val="30"/>
          <w:cs/>
        </w:rPr>
        <w:t>ซึ่งต่อมา</w:t>
      </w:r>
      <w:r w:rsidR="0075792B" w:rsidRPr="00797CD0">
        <w:rPr>
          <w:rFonts w:ascii="Angsana New" w:hAnsi="Angsana New" w:hint="cs"/>
          <w:szCs w:val="30"/>
          <w:cs/>
        </w:rPr>
        <w:t>บริษัทได้จดทะเบียนการลดทุนดังกล่าวกับกระทรวงพาณิชย์เมื่อวันที่ 25 เมษายน 2565</w:t>
      </w:r>
    </w:p>
    <w:p w:rsidR="00FB2DCF" w:rsidRPr="009D1C1F" w:rsidRDefault="00FB2DCF" w:rsidP="00FB2DCF">
      <w:pPr>
        <w:pStyle w:val="NoSpacing"/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left" w:pos="-3060"/>
        </w:tabs>
        <w:ind w:left="540" w:hanging="540"/>
        <w:jc w:val="thaiDistribute"/>
        <w:rPr>
          <w:rFonts w:ascii="Angsana New" w:hAnsi="Angsana New"/>
          <w:szCs w:val="30"/>
          <w:cs/>
          <w:lang w:val="th-TH"/>
        </w:rPr>
      </w:pPr>
      <w:r w:rsidRPr="00797CD0">
        <w:rPr>
          <w:rFonts w:ascii="Angsana New" w:hAnsi="Angsana New"/>
          <w:szCs w:val="30"/>
          <w:cs/>
          <w:lang w:val="th-TH"/>
        </w:rPr>
        <w:lastRenderedPageBreak/>
        <w:t>การเพิ่มทุนจดทะเบียนของบริษัทจากจำนวน</w:t>
      </w:r>
      <w:r w:rsidRPr="00797CD0">
        <w:rPr>
          <w:rFonts w:ascii="Angsana New" w:hAnsi="Angsana New"/>
          <w:szCs w:val="30"/>
        </w:rPr>
        <w:t xml:space="preserve"> </w:t>
      </w:r>
      <w:r w:rsidRPr="00797CD0">
        <w:rPr>
          <w:rFonts w:ascii="Angsana New" w:hAnsi="Angsana New"/>
          <w:szCs w:val="30"/>
          <w:cs/>
          <w:lang w:val="th-TH"/>
        </w:rPr>
        <w:t>153</w:t>
      </w:r>
      <w:r w:rsidRPr="00797CD0">
        <w:rPr>
          <w:rFonts w:ascii="Angsana New" w:hAnsi="Angsana New"/>
          <w:szCs w:val="30"/>
        </w:rPr>
        <w:t>,</w:t>
      </w:r>
      <w:r w:rsidRPr="00797CD0">
        <w:rPr>
          <w:rFonts w:ascii="Angsana New" w:hAnsi="Angsana New"/>
          <w:szCs w:val="30"/>
          <w:cs/>
          <w:lang w:val="th-TH"/>
        </w:rPr>
        <w:t>99</w:t>
      </w:r>
      <w:r w:rsidRPr="00797CD0">
        <w:rPr>
          <w:rFonts w:ascii="Angsana New" w:hAnsi="Angsana New"/>
          <w:szCs w:val="30"/>
        </w:rPr>
        <w:t xml:space="preserve">9,993.50 </w:t>
      </w:r>
      <w:r w:rsidRPr="00797CD0">
        <w:rPr>
          <w:rFonts w:ascii="Angsana New" w:hAnsi="Angsana New"/>
          <w:szCs w:val="30"/>
          <w:cs/>
          <w:lang w:val="th-TH"/>
        </w:rPr>
        <w:t xml:space="preserve">บาท (แบ่งออกเป็นหุ้นสามัญ </w:t>
      </w:r>
      <w:r w:rsidRPr="00797CD0">
        <w:rPr>
          <w:rFonts w:ascii="Angsana New" w:hAnsi="Angsana New"/>
          <w:szCs w:val="30"/>
        </w:rPr>
        <w:t>307,999,987</w:t>
      </w:r>
      <w:r w:rsidRPr="00797CD0">
        <w:rPr>
          <w:rFonts w:ascii="Angsana New" w:hAnsi="Angsana New"/>
          <w:szCs w:val="30"/>
          <w:cs/>
          <w:lang w:val="th-TH"/>
        </w:rPr>
        <w:t xml:space="preserve"> หุ้น มูลค่าหุ้นละ 0.50 บาท) เป็น</w:t>
      </w:r>
      <w:r w:rsidRPr="00797CD0">
        <w:rPr>
          <w:rFonts w:ascii="Angsana New" w:hAnsi="Angsana New"/>
          <w:szCs w:val="30"/>
        </w:rPr>
        <w:t xml:space="preserve"> 205,333,324.50 </w:t>
      </w:r>
      <w:r w:rsidRPr="00797CD0">
        <w:rPr>
          <w:rFonts w:ascii="Angsana New" w:hAnsi="Angsana New"/>
          <w:szCs w:val="30"/>
          <w:cs/>
          <w:lang w:val="th-TH"/>
        </w:rPr>
        <w:t>บาท (แบ่งออกเป็นหุ้นสามัญ 410,666,6</w:t>
      </w:r>
      <w:r w:rsidRPr="00797CD0">
        <w:rPr>
          <w:rFonts w:ascii="Angsana New" w:hAnsi="Angsana New"/>
          <w:szCs w:val="30"/>
        </w:rPr>
        <w:t>49</w:t>
      </w:r>
      <w:r w:rsidRPr="00797CD0">
        <w:rPr>
          <w:rFonts w:ascii="Angsana New" w:hAnsi="Angsana New"/>
          <w:szCs w:val="30"/>
          <w:cs/>
          <w:lang w:val="th-TH"/>
        </w:rPr>
        <w:t xml:space="preserve"> หุ้น มูลค่าหุ้นละ 0.50 บาท) โดยการออกหุ้นสามัญใหม่จำนวน 102,666,662 หุ้น มูลค่าหุ้นละ 0.50 บาท เป็นจำนวนเงิน</w:t>
      </w:r>
      <w:r w:rsidRPr="00797CD0">
        <w:rPr>
          <w:rFonts w:ascii="Angsana New" w:hAnsi="Angsana New"/>
          <w:szCs w:val="30"/>
        </w:rPr>
        <w:t xml:space="preserve"> 51,333,331 </w:t>
      </w:r>
      <w:r w:rsidRPr="00797CD0">
        <w:rPr>
          <w:rFonts w:ascii="Angsana New" w:hAnsi="Angsana New"/>
          <w:szCs w:val="30"/>
          <w:cs/>
          <w:lang w:val="th-TH"/>
        </w:rPr>
        <w:t>บาทเพื่อรองรับการใช้สิทธิของใบสำคัญแสดงสิทธิที่จะออกให้แก่ผู้ถือหุ้นเดิมตามที่กล่าว</w:t>
      </w:r>
      <w:r w:rsidRPr="00797CD0">
        <w:rPr>
          <w:rFonts w:ascii="Angsana New" w:hAnsi="Angsana New"/>
          <w:szCs w:val="30"/>
          <w:cs/>
        </w:rPr>
        <w:t>ถึง</w:t>
      </w:r>
      <w:r w:rsidRPr="00797CD0">
        <w:rPr>
          <w:rFonts w:ascii="Angsana New" w:hAnsi="Angsana New"/>
          <w:szCs w:val="30"/>
          <w:cs/>
          <w:lang w:val="th-TH"/>
        </w:rPr>
        <w:t>ข้างต้น</w:t>
      </w:r>
      <w:r w:rsidR="0075792B" w:rsidRPr="00797CD0">
        <w:rPr>
          <w:rFonts w:ascii="Angsana New" w:hAnsi="Angsana New" w:hint="cs"/>
          <w:szCs w:val="30"/>
          <w:cs/>
          <w:lang w:val="th-TH"/>
        </w:rPr>
        <w:t xml:space="preserve"> </w:t>
      </w:r>
      <w:r w:rsidR="00797CD0" w:rsidRPr="00797CD0">
        <w:rPr>
          <w:rFonts w:ascii="Angsana New" w:hAnsi="Angsana New" w:hint="cs"/>
          <w:szCs w:val="30"/>
          <w:cs/>
        </w:rPr>
        <w:t>ซึ่งต่อมา</w:t>
      </w:r>
      <w:r w:rsidR="0075792B" w:rsidRPr="00797CD0">
        <w:rPr>
          <w:rFonts w:ascii="Angsana New" w:hAnsi="Angsana New" w:hint="cs"/>
          <w:szCs w:val="30"/>
          <w:cs/>
        </w:rPr>
        <w:t>บริษัทได้จดทะเบียนการเพิ่มทุนดังกล่าวกับกระทรวงพาณิชย์เมื่อวันที่ 26 เมษายน 2565</w:t>
      </w:r>
    </w:p>
    <w:p w:rsidR="009D1C1F" w:rsidRPr="00026CAC" w:rsidRDefault="009D1C1F" w:rsidP="009D1C1F">
      <w:pPr>
        <w:pStyle w:val="ListParagraph"/>
        <w:rPr>
          <w:rFonts w:ascii="Angsana New" w:hAnsi="Angsana New"/>
          <w:sz w:val="30"/>
          <w:szCs w:val="30"/>
        </w:rPr>
      </w:pPr>
    </w:p>
    <w:p w:rsidR="00571E58" w:rsidRPr="00CE090E" w:rsidRDefault="006C2E6C" w:rsidP="00BA4F19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67" w:hanging="567"/>
        <w:jc w:val="both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 w:hint="cs"/>
          <w:b/>
          <w:bCs/>
          <w:sz w:val="30"/>
          <w:szCs w:val="30"/>
          <w:cs/>
        </w:rPr>
        <w:t>กำไร</w:t>
      </w:r>
      <w:r w:rsidR="00BC7F02">
        <w:rPr>
          <w:rFonts w:ascii="Angsana New" w:hAnsi="Angsana New"/>
          <w:b/>
          <w:bCs/>
          <w:sz w:val="30"/>
          <w:szCs w:val="30"/>
        </w:rPr>
        <w:t xml:space="preserve"> </w:t>
      </w:r>
      <w:r w:rsidR="00BC7F02">
        <w:rPr>
          <w:rFonts w:ascii="Angsana New" w:hAnsi="Angsana New" w:hint="cs"/>
          <w:b/>
          <w:bCs/>
          <w:sz w:val="30"/>
          <w:szCs w:val="30"/>
          <w:cs/>
        </w:rPr>
        <w:t xml:space="preserve">(ขาดทุน) </w:t>
      </w:r>
      <w:r w:rsidR="00571E58" w:rsidRPr="00CE090E">
        <w:rPr>
          <w:rFonts w:ascii="Angsana New" w:hAnsi="Angsana New" w:hint="cs"/>
          <w:b/>
          <w:bCs/>
          <w:sz w:val="30"/>
          <w:szCs w:val="30"/>
          <w:cs/>
        </w:rPr>
        <w:t>ต่อหุ้น</w:t>
      </w:r>
    </w:p>
    <w:p w:rsidR="00571E58" w:rsidRPr="00CE090E" w:rsidRDefault="00571E58" w:rsidP="00571E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</w:p>
    <w:p w:rsidR="00571E58" w:rsidRPr="00CE090E" w:rsidRDefault="006C2E6C" w:rsidP="00571E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spacing w:line="240" w:lineRule="auto"/>
        <w:ind w:right="-43"/>
        <w:jc w:val="thaiDistribute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/>
          <w:b/>
          <w:bCs/>
          <w:sz w:val="30"/>
          <w:szCs w:val="30"/>
          <w:cs/>
        </w:rPr>
        <w:t>กำไร</w:t>
      </w:r>
      <w:r w:rsidR="00BC7F02">
        <w:rPr>
          <w:rFonts w:ascii="Angsana New" w:hAnsi="Angsana New" w:hint="cs"/>
          <w:b/>
          <w:bCs/>
          <w:sz w:val="30"/>
          <w:szCs w:val="30"/>
          <w:cs/>
        </w:rPr>
        <w:t xml:space="preserve"> (ขาดทุน) </w:t>
      </w:r>
      <w:r w:rsidR="00571E58" w:rsidRPr="00CE090E">
        <w:rPr>
          <w:rFonts w:ascii="Angsana New" w:hAnsi="Angsana New"/>
          <w:b/>
          <w:bCs/>
          <w:sz w:val="30"/>
          <w:szCs w:val="30"/>
          <w:cs/>
        </w:rPr>
        <w:t>ต่อหุ้นขั้นพื้นฐาน</w:t>
      </w:r>
    </w:p>
    <w:p w:rsidR="00571E58" w:rsidRPr="00CE090E" w:rsidRDefault="00571E58" w:rsidP="00571E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spacing w:line="240" w:lineRule="auto"/>
        <w:ind w:right="-43"/>
        <w:jc w:val="thaiDistribute"/>
        <w:rPr>
          <w:rFonts w:ascii="Angsana New" w:hAnsi="Angsana New"/>
          <w:spacing w:val="-8"/>
          <w:sz w:val="30"/>
          <w:szCs w:val="30"/>
          <w:highlight w:val="yellow"/>
        </w:rPr>
      </w:pPr>
    </w:p>
    <w:p w:rsidR="00571E58" w:rsidRPr="00CE090E" w:rsidRDefault="006C2E6C" w:rsidP="00571E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  <w:cs/>
        </w:rPr>
        <w:t>กำไร</w:t>
      </w:r>
      <w:r w:rsidR="00BC7F02">
        <w:rPr>
          <w:rFonts w:ascii="Angsana New" w:hAnsi="Angsana New" w:hint="cs"/>
          <w:sz w:val="30"/>
          <w:szCs w:val="30"/>
          <w:cs/>
        </w:rPr>
        <w:t xml:space="preserve"> (ขาดทุน) </w:t>
      </w:r>
      <w:r w:rsidR="00571E58" w:rsidRPr="00CE090E">
        <w:rPr>
          <w:rFonts w:ascii="Angsana New" w:hAnsi="Angsana New"/>
          <w:sz w:val="30"/>
          <w:szCs w:val="30"/>
          <w:cs/>
        </w:rPr>
        <w:t>ต่อหุ้นขั้นพื้นฐานสำหรับงวดสามเดือน</w:t>
      </w:r>
      <w:r w:rsidR="00571E58" w:rsidRPr="00CE090E">
        <w:rPr>
          <w:rFonts w:ascii="Angsana New" w:hAnsi="Angsana New" w:hint="cs"/>
          <w:sz w:val="30"/>
          <w:szCs w:val="30"/>
          <w:cs/>
        </w:rPr>
        <w:t>และ</w:t>
      </w:r>
      <w:r w:rsidR="002F3D1C">
        <w:rPr>
          <w:rFonts w:ascii="Angsana New" w:hAnsi="Angsana New" w:hint="cs"/>
          <w:sz w:val="30"/>
          <w:szCs w:val="30"/>
          <w:cs/>
        </w:rPr>
        <w:t>เก้าเดือน</w:t>
      </w:r>
      <w:r w:rsidR="00571E58" w:rsidRPr="00CE090E">
        <w:rPr>
          <w:rFonts w:ascii="Angsana New" w:hAnsi="Angsana New"/>
          <w:sz w:val="30"/>
          <w:szCs w:val="30"/>
          <w:cs/>
        </w:rPr>
        <w:t>สิ้นสุดวันที่ 3</w:t>
      </w:r>
      <w:r w:rsidR="00571E58" w:rsidRPr="00CE090E">
        <w:rPr>
          <w:rFonts w:ascii="Angsana New" w:hAnsi="Angsana New" w:hint="cs"/>
          <w:sz w:val="30"/>
          <w:szCs w:val="30"/>
          <w:cs/>
        </w:rPr>
        <w:t>0</w:t>
      </w:r>
      <w:r w:rsidR="00571E58" w:rsidRPr="00CE090E">
        <w:rPr>
          <w:rFonts w:ascii="Angsana New" w:hAnsi="Angsana New"/>
          <w:sz w:val="30"/>
          <w:szCs w:val="30"/>
          <w:cs/>
        </w:rPr>
        <w:t xml:space="preserve"> </w:t>
      </w:r>
      <w:r w:rsidR="002F3D1C">
        <w:rPr>
          <w:rFonts w:ascii="Angsana New" w:hAnsi="Angsana New" w:hint="cs"/>
          <w:sz w:val="30"/>
          <w:szCs w:val="30"/>
          <w:cs/>
        </w:rPr>
        <w:t>กันยายน</w:t>
      </w:r>
      <w:r w:rsidR="00571E58" w:rsidRPr="00CE090E">
        <w:rPr>
          <w:rFonts w:ascii="Angsana New" w:hAnsi="Angsana New"/>
          <w:sz w:val="30"/>
          <w:szCs w:val="30"/>
          <w:cs/>
        </w:rPr>
        <w:t xml:space="preserve"> 25</w:t>
      </w:r>
      <w:r w:rsidR="00571E58" w:rsidRPr="00CE090E">
        <w:rPr>
          <w:rFonts w:ascii="Angsana New" w:hAnsi="Angsana New" w:hint="cs"/>
          <w:sz w:val="30"/>
          <w:szCs w:val="30"/>
          <w:cs/>
        </w:rPr>
        <w:t>6</w:t>
      </w:r>
      <w:r w:rsidR="00571E58" w:rsidRPr="00CE090E">
        <w:rPr>
          <w:rFonts w:ascii="Angsana New" w:hAnsi="Angsana New"/>
          <w:sz w:val="30"/>
          <w:szCs w:val="30"/>
        </w:rPr>
        <w:t>5</w:t>
      </w:r>
      <w:r w:rsidR="00571E58" w:rsidRPr="00CE090E">
        <w:rPr>
          <w:rFonts w:ascii="Angsana New" w:hAnsi="Angsana New"/>
          <w:sz w:val="30"/>
          <w:szCs w:val="30"/>
          <w:cs/>
        </w:rPr>
        <w:t xml:space="preserve"> และ 25</w:t>
      </w:r>
      <w:r w:rsidR="00571E58" w:rsidRPr="00CE090E">
        <w:rPr>
          <w:rFonts w:ascii="Angsana New" w:hAnsi="Angsana New" w:hint="cs"/>
          <w:sz w:val="30"/>
          <w:szCs w:val="30"/>
          <w:cs/>
        </w:rPr>
        <w:t>6</w:t>
      </w:r>
      <w:r w:rsidR="00571E58" w:rsidRPr="00CE090E">
        <w:rPr>
          <w:rFonts w:ascii="Angsana New" w:hAnsi="Angsana New"/>
          <w:sz w:val="30"/>
          <w:szCs w:val="30"/>
        </w:rPr>
        <w:t>4</w:t>
      </w:r>
      <w:r w:rsidR="00571E58" w:rsidRPr="00CE090E">
        <w:rPr>
          <w:rFonts w:ascii="Angsana New" w:hAnsi="Angsana New"/>
          <w:sz w:val="30"/>
          <w:szCs w:val="30"/>
          <w:cs/>
        </w:rPr>
        <w:t xml:space="preserve"> คำนวณโดยการหาร</w:t>
      </w:r>
      <w:r>
        <w:rPr>
          <w:rFonts w:ascii="Angsana New" w:hAnsi="Angsana New"/>
          <w:sz w:val="30"/>
          <w:szCs w:val="30"/>
          <w:cs/>
        </w:rPr>
        <w:t>กำไร</w:t>
      </w:r>
      <w:r w:rsidR="00BC7F02">
        <w:rPr>
          <w:rFonts w:ascii="Angsana New" w:hAnsi="Angsana New" w:hint="cs"/>
          <w:sz w:val="30"/>
          <w:szCs w:val="30"/>
          <w:cs/>
        </w:rPr>
        <w:t xml:space="preserve"> (ขาดทุน) </w:t>
      </w:r>
      <w:r w:rsidR="00571E58" w:rsidRPr="00CE090E">
        <w:rPr>
          <w:rFonts w:ascii="Angsana New" w:hAnsi="Angsana New"/>
          <w:sz w:val="30"/>
          <w:szCs w:val="30"/>
          <w:cs/>
        </w:rPr>
        <w:t>สำหรับงวด</w:t>
      </w:r>
      <w:r w:rsidR="006A4D03">
        <w:rPr>
          <w:rFonts w:ascii="Angsana New" w:hAnsi="Angsana New" w:hint="cs"/>
          <w:sz w:val="30"/>
          <w:szCs w:val="30"/>
          <w:cs/>
        </w:rPr>
        <w:t>ส่วนที่เป็นของบริษัทใหญ่</w:t>
      </w:r>
      <w:r w:rsidR="00571E58" w:rsidRPr="00CE090E">
        <w:rPr>
          <w:rFonts w:ascii="Angsana New" w:hAnsi="Angsana New"/>
          <w:sz w:val="30"/>
          <w:szCs w:val="30"/>
          <w:cs/>
        </w:rPr>
        <w:t>ด้วยจำนวนถัวเฉลี่ยถ่วงน้ำหนักของหุ้นสามัญที่ออกในระหว่างงวดซึ่งแสดงการคำนวณ</w:t>
      </w:r>
      <w:r w:rsidR="00571E58" w:rsidRPr="00CE090E">
        <w:rPr>
          <w:rFonts w:ascii="Angsana New" w:hAnsi="Angsana New" w:hint="cs"/>
          <w:sz w:val="30"/>
          <w:szCs w:val="30"/>
          <w:cs/>
        </w:rPr>
        <w:t>ได้</w:t>
      </w:r>
      <w:r w:rsidR="00571E58" w:rsidRPr="00CE090E">
        <w:rPr>
          <w:rFonts w:ascii="Angsana New" w:hAnsi="Angsana New"/>
          <w:sz w:val="30"/>
          <w:szCs w:val="30"/>
          <w:cs/>
        </w:rPr>
        <w:t>ดังนี้</w:t>
      </w:r>
    </w:p>
    <w:p w:rsidR="00571E58" w:rsidRPr="00CE090E" w:rsidRDefault="00571E58" w:rsidP="00571E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rPr>
          <w:rFonts w:ascii="Angsana New" w:hAnsi="Angsana New"/>
          <w:sz w:val="30"/>
          <w:szCs w:val="30"/>
          <w:highlight w:val="yellow"/>
        </w:rPr>
      </w:pPr>
    </w:p>
    <w:tbl>
      <w:tblPr>
        <w:tblW w:w="9747" w:type="dxa"/>
        <w:tblLayout w:type="fixed"/>
        <w:tblLook w:val="04A0"/>
      </w:tblPr>
      <w:tblGrid>
        <w:gridCol w:w="3936"/>
        <w:gridCol w:w="1275"/>
        <w:gridCol w:w="284"/>
        <w:gridCol w:w="1276"/>
        <w:gridCol w:w="283"/>
        <w:gridCol w:w="1276"/>
        <w:gridCol w:w="283"/>
        <w:gridCol w:w="1134"/>
      </w:tblGrid>
      <w:tr w:rsidR="003F0226" w:rsidRPr="00CE090E" w:rsidTr="00901DCC">
        <w:tc>
          <w:tcPr>
            <w:tcW w:w="3936" w:type="dxa"/>
            <w:vAlign w:val="bottom"/>
          </w:tcPr>
          <w:p w:rsidR="003F0226" w:rsidRPr="00CE090E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5811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3F0226" w:rsidRPr="00CE090E" w:rsidRDefault="003F0226" w:rsidP="00CE09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CE090E">
              <w:rPr>
                <w:rFonts w:ascii="Angsana New" w:hAnsi="Angsana New"/>
                <w:sz w:val="30"/>
                <w:szCs w:val="30"/>
                <w:cs/>
              </w:rPr>
              <w:t>งวด</w:t>
            </w:r>
            <w:r w:rsidRPr="00CE090E">
              <w:rPr>
                <w:rFonts w:ascii="Angsana New" w:hAnsi="Angsana New" w:hint="cs"/>
                <w:sz w:val="30"/>
                <w:szCs w:val="30"/>
                <w:cs/>
              </w:rPr>
              <w:t>สาม</w:t>
            </w:r>
            <w:r w:rsidRPr="00CE090E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</w:p>
        </w:tc>
      </w:tr>
      <w:tr w:rsidR="003F0226" w:rsidRPr="00CE090E" w:rsidTr="00901DCC">
        <w:tc>
          <w:tcPr>
            <w:tcW w:w="3936" w:type="dxa"/>
            <w:vAlign w:val="bottom"/>
          </w:tcPr>
          <w:p w:rsidR="003F0226" w:rsidRPr="00CE090E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F0226" w:rsidRPr="00CE090E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CE090E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83" w:type="dxa"/>
          </w:tcPr>
          <w:p w:rsidR="003F0226" w:rsidRPr="00CE090E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F0226" w:rsidRPr="00CE090E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CE090E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3F0226" w:rsidRPr="00CE090E" w:rsidTr="003F0226">
        <w:tc>
          <w:tcPr>
            <w:tcW w:w="3936" w:type="dxa"/>
            <w:vAlign w:val="bottom"/>
          </w:tcPr>
          <w:p w:rsidR="003F0226" w:rsidRPr="00CE090E" w:rsidRDefault="003F0226" w:rsidP="003F02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0226" w:rsidRPr="00CE090E" w:rsidRDefault="003F0226" w:rsidP="003F02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E090E">
              <w:rPr>
                <w:rFonts w:ascii="Angsana New" w:hAnsi="Angsana New"/>
                <w:sz w:val="30"/>
                <w:szCs w:val="30"/>
              </w:rPr>
              <w:t>2565</w:t>
            </w:r>
          </w:p>
        </w:tc>
        <w:tc>
          <w:tcPr>
            <w:tcW w:w="284" w:type="dxa"/>
          </w:tcPr>
          <w:p w:rsidR="003F0226" w:rsidRPr="00CE090E" w:rsidRDefault="003F0226" w:rsidP="003F02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F0226" w:rsidRPr="00CE090E" w:rsidRDefault="003F0226" w:rsidP="003F02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E090E">
              <w:rPr>
                <w:rFonts w:ascii="Angsana New" w:hAnsi="Angsana New"/>
                <w:sz w:val="30"/>
                <w:szCs w:val="30"/>
              </w:rPr>
              <w:t>2564</w:t>
            </w:r>
          </w:p>
        </w:tc>
        <w:tc>
          <w:tcPr>
            <w:tcW w:w="283" w:type="dxa"/>
          </w:tcPr>
          <w:p w:rsidR="003F0226" w:rsidRPr="00CE090E" w:rsidRDefault="003F0226" w:rsidP="003F02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F0226" w:rsidRPr="00CE090E" w:rsidRDefault="003F0226" w:rsidP="003F02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E090E">
              <w:rPr>
                <w:rFonts w:ascii="Angsana New" w:hAnsi="Angsana New"/>
                <w:sz w:val="30"/>
                <w:szCs w:val="30"/>
              </w:rPr>
              <w:t>2565</w:t>
            </w:r>
          </w:p>
        </w:tc>
        <w:tc>
          <w:tcPr>
            <w:tcW w:w="283" w:type="dxa"/>
            <w:shd w:val="clear" w:color="auto" w:fill="auto"/>
          </w:tcPr>
          <w:p w:rsidR="003F0226" w:rsidRPr="00CE090E" w:rsidRDefault="003F0226" w:rsidP="003F02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0226" w:rsidRPr="00CE090E" w:rsidRDefault="003F0226" w:rsidP="003F02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E090E">
              <w:rPr>
                <w:rFonts w:ascii="Angsana New" w:hAnsi="Angsana New"/>
                <w:sz w:val="30"/>
                <w:szCs w:val="30"/>
              </w:rPr>
              <w:t>2564</w:t>
            </w:r>
          </w:p>
        </w:tc>
      </w:tr>
      <w:tr w:rsidR="004A05EB" w:rsidRPr="00CE090E" w:rsidTr="00A10062">
        <w:tc>
          <w:tcPr>
            <w:tcW w:w="3936" w:type="dxa"/>
            <w:vAlign w:val="bottom"/>
          </w:tcPr>
          <w:p w:rsidR="004A05EB" w:rsidRPr="00CE090E" w:rsidRDefault="004A05EB" w:rsidP="001B52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CE090E">
              <w:rPr>
                <w:rFonts w:ascii="Angsana New" w:hAnsi="Angsana New"/>
                <w:sz w:val="30"/>
                <w:szCs w:val="30"/>
                <w:cs/>
              </w:rPr>
              <w:t>กำไร</w:t>
            </w:r>
            <w:r>
              <w:rPr>
                <w:rFonts w:ascii="Angsana New" w:hAnsi="Angsana New"/>
                <w:sz w:val="30"/>
                <w:szCs w:val="30"/>
              </w:rPr>
              <w:t xml:space="preserve">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(ขาดทุน) </w:t>
            </w:r>
            <w:r w:rsidRPr="00CE090E">
              <w:rPr>
                <w:rFonts w:ascii="Angsana New" w:hAnsi="Angsana New"/>
                <w:sz w:val="30"/>
                <w:szCs w:val="30"/>
                <w:cs/>
              </w:rPr>
              <w:t>สำหรับงวด</w:t>
            </w:r>
            <w:r w:rsidRPr="00CE090E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CE090E">
              <w:rPr>
                <w:rFonts w:ascii="Angsana New" w:hAnsi="Angsana New"/>
                <w:sz w:val="30"/>
                <w:szCs w:val="30"/>
                <w:cs/>
              </w:rPr>
              <w:t>(พันบาท)</w:t>
            </w:r>
          </w:p>
        </w:tc>
        <w:tc>
          <w:tcPr>
            <w:tcW w:w="127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4A05EB" w:rsidRPr="001B52D0" w:rsidRDefault="004A05EB" w:rsidP="001B52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1B52D0">
              <w:rPr>
                <w:rFonts w:ascii="Angsana New" w:hAnsi="Angsana New"/>
                <w:sz w:val="30"/>
                <w:szCs w:val="30"/>
                <w:cs/>
              </w:rPr>
              <w:t>(</w:t>
            </w:r>
            <w:r>
              <w:rPr>
                <w:rFonts w:ascii="Angsana New" w:hAnsi="Angsana New"/>
                <w:sz w:val="30"/>
                <w:szCs w:val="30"/>
              </w:rPr>
              <w:t xml:space="preserve">  </w:t>
            </w:r>
            <w:r w:rsidR="0095456C">
              <w:rPr>
                <w:rFonts w:ascii="Angsana New" w:hAnsi="Angsana New" w:hint="cs"/>
                <w:sz w:val="30"/>
                <w:szCs w:val="30"/>
                <w:cs/>
              </w:rPr>
              <w:t xml:space="preserve">   </w:t>
            </w:r>
            <w:r>
              <w:rPr>
                <w:rFonts w:ascii="Angsana New" w:hAnsi="Angsana New"/>
                <w:sz w:val="30"/>
                <w:szCs w:val="30"/>
              </w:rPr>
              <w:t>1,</w:t>
            </w:r>
            <w:r w:rsidR="0095456C">
              <w:rPr>
                <w:rFonts w:ascii="Angsana New" w:hAnsi="Angsana New" w:hint="cs"/>
                <w:sz w:val="30"/>
                <w:szCs w:val="30"/>
                <w:cs/>
              </w:rPr>
              <w:t>4</w:t>
            </w:r>
            <w:r w:rsidR="0095456C">
              <w:rPr>
                <w:rFonts w:ascii="Angsana New" w:hAnsi="Angsana New"/>
                <w:sz w:val="30"/>
                <w:szCs w:val="30"/>
              </w:rPr>
              <w:t>91</w:t>
            </w:r>
            <w:r w:rsidRPr="001B52D0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  <w:tc>
          <w:tcPr>
            <w:tcW w:w="284" w:type="dxa"/>
          </w:tcPr>
          <w:p w:rsidR="004A05EB" w:rsidRPr="00CE090E" w:rsidRDefault="004A05EB" w:rsidP="001B52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4A05EB" w:rsidRPr="00CE090E" w:rsidRDefault="004A05EB" w:rsidP="001B52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24,076</w:t>
            </w:r>
          </w:p>
        </w:tc>
        <w:tc>
          <w:tcPr>
            <w:tcW w:w="283" w:type="dxa"/>
          </w:tcPr>
          <w:p w:rsidR="004A05EB" w:rsidRPr="00CE090E" w:rsidRDefault="004A05EB" w:rsidP="001B52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4A05EB" w:rsidRPr="001B52D0" w:rsidRDefault="004A05EB" w:rsidP="00A100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1B52D0">
              <w:rPr>
                <w:rFonts w:ascii="Angsana New" w:hAnsi="Angsana New"/>
                <w:sz w:val="30"/>
                <w:szCs w:val="30"/>
                <w:cs/>
              </w:rPr>
              <w:t>(</w:t>
            </w:r>
            <w:r>
              <w:rPr>
                <w:rFonts w:ascii="Angsana New" w:hAnsi="Angsana New"/>
                <w:sz w:val="30"/>
                <w:szCs w:val="30"/>
              </w:rPr>
              <w:t xml:space="preserve"> 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    </w:t>
            </w:r>
            <w:r>
              <w:rPr>
                <w:rFonts w:ascii="Angsana New" w:hAnsi="Angsana New"/>
                <w:sz w:val="30"/>
                <w:szCs w:val="30"/>
              </w:rPr>
              <w:t xml:space="preserve">   66</w:t>
            </w:r>
            <w:r w:rsidRPr="001B52D0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  <w:tc>
          <w:tcPr>
            <w:tcW w:w="283" w:type="dxa"/>
            <w:shd w:val="clear" w:color="auto" w:fill="auto"/>
          </w:tcPr>
          <w:p w:rsidR="004A05EB" w:rsidRPr="00CE090E" w:rsidRDefault="004A05EB" w:rsidP="001B52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4A05EB" w:rsidRPr="00CE090E" w:rsidRDefault="004A05EB" w:rsidP="001B52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24</w:t>
            </w:r>
            <w:r w:rsidRPr="00CE090E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544</w:t>
            </w:r>
          </w:p>
        </w:tc>
      </w:tr>
      <w:tr w:rsidR="004A05EB" w:rsidRPr="00CE090E" w:rsidTr="000234F9">
        <w:tc>
          <w:tcPr>
            <w:tcW w:w="3936" w:type="dxa"/>
            <w:vAlign w:val="bottom"/>
          </w:tcPr>
          <w:p w:rsidR="004A05EB" w:rsidRPr="00CE090E" w:rsidRDefault="004A05EB" w:rsidP="007B3D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CE090E">
              <w:rPr>
                <w:rFonts w:ascii="Angsana New" w:hAnsi="Angsana New"/>
                <w:sz w:val="30"/>
                <w:szCs w:val="30"/>
                <w:cs/>
              </w:rPr>
              <w:t>จำนวนหุ้นสามัญถัวเฉลี่ยถ่วงน้ำหนักขั้นพื้นฐาน (พันหุ้น)</w:t>
            </w:r>
          </w:p>
        </w:tc>
        <w:tc>
          <w:tcPr>
            <w:tcW w:w="127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4A05EB" w:rsidRPr="00CE090E" w:rsidRDefault="004A05EB" w:rsidP="001B52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E090E">
              <w:rPr>
                <w:rFonts w:ascii="Angsana New" w:hAnsi="Angsana New"/>
                <w:sz w:val="30"/>
                <w:szCs w:val="30"/>
              </w:rPr>
              <w:t>308,000</w:t>
            </w:r>
          </w:p>
        </w:tc>
        <w:tc>
          <w:tcPr>
            <w:tcW w:w="284" w:type="dxa"/>
          </w:tcPr>
          <w:p w:rsidR="004A05EB" w:rsidRPr="00CE090E" w:rsidRDefault="004A05EB" w:rsidP="007B3D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4A05EB" w:rsidRPr="00CE090E" w:rsidRDefault="004A05EB" w:rsidP="007B3D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E090E">
              <w:rPr>
                <w:rFonts w:ascii="Angsana New" w:hAnsi="Angsana New"/>
                <w:sz w:val="30"/>
                <w:szCs w:val="30"/>
              </w:rPr>
              <w:t>308,000</w:t>
            </w:r>
          </w:p>
        </w:tc>
        <w:tc>
          <w:tcPr>
            <w:tcW w:w="283" w:type="dxa"/>
          </w:tcPr>
          <w:p w:rsidR="004A05EB" w:rsidRPr="00CE090E" w:rsidRDefault="004A05EB" w:rsidP="007B3D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4A05EB" w:rsidRPr="00CE090E" w:rsidRDefault="004A05EB" w:rsidP="001B52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E090E">
              <w:rPr>
                <w:rFonts w:ascii="Angsana New" w:hAnsi="Angsana New"/>
                <w:sz w:val="30"/>
                <w:szCs w:val="30"/>
              </w:rPr>
              <w:t>308,000</w:t>
            </w:r>
          </w:p>
        </w:tc>
        <w:tc>
          <w:tcPr>
            <w:tcW w:w="283" w:type="dxa"/>
            <w:shd w:val="clear" w:color="auto" w:fill="auto"/>
          </w:tcPr>
          <w:p w:rsidR="004A05EB" w:rsidRPr="00CE090E" w:rsidRDefault="004A05EB" w:rsidP="007B3D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4A05EB" w:rsidRPr="00CE090E" w:rsidRDefault="004A05EB" w:rsidP="003F35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E090E">
              <w:rPr>
                <w:rFonts w:ascii="Angsana New" w:hAnsi="Angsana New"/>
                <w:sz w:val="30"/>
                <w:szCs w:val="30"/>
              </w:rPr>
              <w:t>308,000</w:t>
            </w:r>
          </w:p>
        </w:tc>
      </w:tr>
      <w:tr w:rsidR="004A05EB" w:rsidRPr="00CE090E" w:rsidTr="00A10062">
        <w:tc>
          <w:tcPr>
            <w:tcW w:w="3936" w:type="dxa"/>
            <w:vAlign w:val="bottom"/>
          </w:tcPr>
          <w:p w:rsidR="004A05EB" w:rsidRPr="00CE090E" w:rsidRDefault="004A05EB" w:rsidP="001B52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CE090E">
              <w:rPr>
                <w:rFonts w:ascii="Angsana New" w:hAnsi="Angsana New"/>
                <w:sz w:val="30"/>
                <w:szCs w:val="30"/>
                <w:cs/>
              </w:rPr>
              <w:t>กำไร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(ขาดทุน) </w:t>
            </w:r>
            <w:r w:rsidRPr="00CE090E">
              <w:rPr>
                <w:rFonts w:ascii="Angsana New" w:hAnsi="Angsana New"/>
                <w:sz w:val="30"/>
                <w:szCs w:val="30"/>
                <w:cs/>
              </w:rPr>
              <w:t>ต่อหุ้นขั้นพื้นฐาน (บาท)</w:t>
            </w:r>
          </w:p>
        </w:tc>
        <w:tc>
          <w:tcPr>
            <w:tcW w:w="127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4A05EB" w:rsidRPr="001B52D0" w:rsidRDefault="004A05EB" w:rsidP="001B52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1B52D0">
              <w:rPr>
                <w:rFonts w:ascii="Angsana New" w:hAnsi="Angsana New"/>
                <w:sz w:val="30"/>
                <w:szCs w:val="30"/>
                <w:cs/>
              </w:rPr>
              <w:t>(</w:t>
            </w:r>
            <w:r>
              <w:rPr>
                <w:rFonts w:ascii="Angsana New" w:hAnsi="Angsana New"/>
                <w:sz w:val="30"/>
                <w:szCs w:val="30"/>
              </w:rPr>
              <w:t xml:space="preserve">  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0.00</w:t>
            </w:r>
            <w:r>
              <w:rPr>
                <w:rFonts w:ascii="Angsana New" w:hAnsi="Angsana New"/>
                <w:sz w:val="30"/>
                <w:szCs w:val="30"/>
              </w:rPr>
              <w:t>48</w:t>
            </w:r>
            <w:r w:rsidRPr="001B52D0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  <w:tc>
          <w:tcPr>
            <w:tcW w:w="284" w:type="dxa"/>
          </w:tcPr>
          <w:p w:rsidR="004A05EB" w:rsidRPr="00CE090E" w:rsidRDefault="004A05EB" w:rsidP="001B52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4A05EB" w:rsidRPr="00CE090E" w:rsidRDefault="004A05EB" w:rsidP="001B52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0.0782</w:t>
            </w:r>
          </w:p>
        </w:tc>
        <w:tc>
          <w:tcPr>
            <w:tcW w:w="283" w:type="dxa"/>
          </w:tcPr>
          <w:p w:rsidR="004A05EB" w:rsidRPr="00CE090E" w:rsidRDefault="004A05EB" w:rsidP="001B52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4A05EB" w:rsidRPr="001B52D0" w:rsidRDefault="004A05EB" w:rsidP="00A100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1B52D0">
              <w:rPr>
                <w:rFonts w:ascii="Angsana New" w:hAnsi="Angsana New"/>
                <w:sz w:val="30"/>
                <w:szCs w:val="30"/>
                <w:cs/>
              </w:rPr>
              <w:t>(</w:t>
            </w:r>
            <w:r>
              <w:rPr>
                <w:rFonts w:ascii="Angsana New" w:hAnsi="Angsana New"/>
                <w:sz w:val="30"/>
                <w:szCs w:val="30"/>
              </w:rPr>
              <w:t xml:space="preserve">  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0.00</w:t>
            </w:r>
            <w:r>
              <w:rPr>
                <w:rFonts w:ascii="Angsana New" w:hAnsi="Angsana New"/>
                <w:sz w:val="30"/>
                <w:szCs w:val="30"/>
              </w:rPr>
              <w:t>02</w:t>
            </w:r>
            <w:r w:rsidRPr="001B52D0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  <w:tc>
          <w:tcPr>
            <w:tcW w:w="283" w:type="dxa"/>
            <w:shd w:val="clear" w:color="auto" w:fill="auto"/>
          </w:tcPr>
          <w:p w:rsidR="004A05EB" w:rsidRPr="00F03FED" w:rsidRDefault="004A05EB" w:rsidP="001B52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4A05EB" w:rsidRPr="00CE090E" w:rsidRDefault="004A05EB" w:rsidP="001B52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E090E">
              <w:rPr>
                <w:rFonts w:ascii="Angsana New" w:hAnsi="Angsana New"/>
                <w:sz w:val="30"/>
                <w:szCs w:val="30"/>
              </w:rPr>
              <w:t>0.0</w:t>
            </w:r>
            <w:r>
              <w:rPr>
                <w:rFonts w:ascii="Angsana New" w:hAnsi="Angsana New"/>
                <w:sz w:val="30"/>
                <w:szCs w:val="30"/>
              </w:rPr>
              <w:t>797</w:t>
            </w:r>
          </w:p>
        </w:tc>
      </w:tr>
    </w:tbl>
    <w:p w:rsidR="00571E58" w:rsidRPr="00CE090E" w:rsidRDefault="00571E58" w:rsidP="00571E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spacing w:line="240" w:lineRule="auto"/>
        <w:ind w:right="-43"/>
        <w:jc w:val="both"/>
        <w:rPr>
          <w:rFonts w:ascii="Angsana New" w:hAnsi="Angsana New"/>
          <w:sz w:val="30"/>
          <w:szCs w:val="30"/>
          <w:highlight w:val="yellow"/>
        </w:rPr>
      </w:pPr>
    </w:p>
    <w:tbl>
      <w:tblPr>
        <w:tblW w:w="9747" w:type="dxa"/>
        <w:tblLayout w:type="fixed"/>
        <w:tblLook w:val="04A0"/>
      </w:tblPr>
      <w:tblGrid>
        <w:gridCol w:w="3936"/>
        <w:gridCol w:w="1275"/>
        <w:gridCol w:w="284"/>
        <w:gridCol w:w="1276"/>
        <w:gridCol w:w="283"/>
        <w:gridCol w:w="1276"/>
        <w:gridCol w:w="283"/>
        <w:gridCol w:w="1134"/>
      </w:tblGrid>
      <w:tr w:rsidR="003F0226" w:rsidRPr="00CE090E" w:rsidTr="00901DCC">
        <w:tc>
          <w:tcPr>
            <w:tcW w:w="3936" w:type="dxa"/>
            <w:vAlign w:val="bottom"/>
          </w:tcPr>
          <w:p w:rsidR="003F0226" w:rsidRPr="00CE090E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5811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3F0226" w:rsidRPr="00CE090E" w:rsidRDefault="003F0226" w:rsidP="00CE09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CE090E">
              <w:rPr>
                <w:rFonts w:ascii="Angsana New" w:hAnsi="Angsana New"/>
                <w:sz w:val="30"/>
                <w:szCs w:val="30"/>
                <w:cs/>
              </w:rPr>
              <w:t>งวด</w:t>
            </w:r>
            <w:r w:rsidR="002F3D1C">
              <w:rPr>
                <w:rFonts w:ascii="Angsana New" w:hAnsi="Angsana New" w:hint="cs"/>
                <w:sz w:val="30"/>
                <w:szCs w:val="30"/>
                <w:cs/>
              </w:rPr>
              <w:t>เก้าเดือน</w:t>
            </w:r>
          </w:p>
        </w:tc>
      </w:tr>
      <w:tr w:rsidR="003F0226" w:rsidRPr="00CE090E" w:rsidTr="00901DCC">
        <w:tc>
          <w:tcPr>
            <w:tcW w:w="3936" w:type="dxa"/>
            <w:vAlign w:val="bottom"/>
          </w:tcPr>
          <w:p w:rsidR="003F0226" w:rsidRPr="00CE090E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F0226" w:rsidRPr="00CE090E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CE090E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83" w:type="dxa"/>
          </w:tcPr>
          <w:p w:rsidR="003F0226" w:rsidRPr="00CE090E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F0226" w:rsidRPr="00CE090E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CE090E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3F0226" w:rsidRPr="00CE090E" w:rsidTr="00901DCC">
        <w:tc>
          <w:tcPr>
            <w:tcW w:w="3936" w:type="dxa"/>
            <w:vAlign w:val="bottom"/>
          </w:tcPr>
          <w:p w:rsidR="003F0226" w:rsidRPr="00CE090E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0226" w:rsidRPr="00CE090E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E090E">
              <w:rPr>
                <w:rFonts w:ascii="Angsana New" w:hAnsi="Angsana New"/>
                <w:sz w:val="30"/>
                <w:szCs w:val="30"/>
              </w:rPr>
              <w:t>2565</w:t>
            </w:r>
          </w:p>
        </w:tc>
        <w:tc>
          <w:tcPr>
            <w:tcW w:w="284" w:type="dxa"/>
          </w:tcPr>
          <w:p w:rsidR="003F0226" w:rsidRPr="00CE090E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F0226" w:rsidRPr="00CE090E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E090E">
              <w:rPr>
                <w:rFonts w:ascii="Angsana New" w:hAnsi="Angsana New"/>
                <w:sz w:val="30"/>
                <w:szCs w:val="30"/>
              </w:rPr>
              <w:t>2564</w:t>
            </w:r>
          </w:p>
        </w:tc>
        <w:tc>
          <w:tcPr>
            <w:tcW w:w="283" w:type="dxa"/>
          </w:tcPr>
          <w:p w:rsidR="003F0226" w:rsidRPr="00CE090E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F0226" w:rsidRPr="00CE090E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E090E">
              <w:rPr>
                <w:rFonts w:ascii="Angsana New" w:hAnsi="Angsana New"/>
                <w:sz w:val="30"/>
                <w:szCs w:val="30"/>
              </w:rPr>
              <w:t>2565</w:t>
            </w:r>
          </w:p>
        </w:tc>
        <w:tc>
          <w:tcPr>
            <w:tcW w:w="283" w:type="dxa"/>
            <w:shd w:val="clear" w:color="auto" w:fill="auto"/>
          </w:tcPr>
          <w:p w:rsidR="003F0226" w:rsidRPr="00CE090E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0226" w:rsidRPr="00CE090E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E090E">
              <w:rPr>
                <w:rFonts w:ascii="Angsana New" w:hAnsi="Angsana New"/>
                <w:sz w:val="30"/>
                <w:szCs w:val="30"/>
              </w:rPr>
              <w:t>2564</w:t>
            </w:r>
          </w:p>
        </w:tc>
      </w:tr>
      <w:tr w:rsidR="009F7996" w:rsidRPr="00CE090E" w:rsidTr="00901DCC">
        <w:tc>
          <w:tcPr>
            <w:tcW w:w="3936" w:type="dxa"/>
            <w:vAlign w:val="bottom"/>
          </w:tcPr>
          <w:p w:rsidR="009F7996" w:rsidRPr="00CE090E" w:rsidRDefault="009F799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CE090E">
              <w:rPr>
                <w:rFonts w:ascii="Angsana New" w:hAnsi="Angsana New"/>
                <w:sz w:val="30"/>
                <w:szCs w:val="30"/>
                <w:cs/>
              </w:rPr>
              <w:t>กำไรสำหรับงวด</w:t>
            </w:r>
            <w:r w:rsidRPr="00CE090E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CE090E">
              <w:rPr>
                <w:rFonts w:ascii="Angsana New" w:hAnsi="Angsana New"/>
                <w:sz w:val="30"/>
                <w:szCs w:val="30"/>
                <w:cs/>
              </w:rPr>
              <w:t>(พันบาท)</w:t>
            </w:r>
          </w:p>
        </w:tc>
        <w:tc>
          <w:tcPr>
            <w:tcW w:w="127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9F7996" w:rsidRPr="00CE090E" w:rsidRDefault="00B5525C" w:rsidP="009A74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</w:t>
            </w:r>
            <w:r w:rsidR="001B52D0">
              <w:rPr>
                <w:rFonts w:ascii="Angsana New" w:hAnsi="Angsana New" w:hint="cs"/>
                <w:sz w:val="30"/>
                <w:szCs w:val="30"/>
                <w:cs/>
              </w:rPr>
              <w:t>,2</w:t>
            </w:r>
            <w:r>
              <w:rPr>
                <w:rFonts w:ascii="Angsana New" w:hAnsi="Angsana New"/>
                <w:sz w:val="30"/>
                <w:szCs w:val="30"/>
              </w:rPr>
              <w:t>81</w:t>
            </w:r>
          </w:p>
        </w:tc>
        <w:tc>
          <w:tcPr>
            <w:tcW w:w="284" w:type="dxa"/>
          </w:tcPr>
          <w:p w:rsidR="009F7996" w:rsidRPr="00CE090E" w:rsidRDefault="009F799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9F7996" w:rsidRPr="00CE090E" w:rsidRDefault="009F7996" w:rsidP="00DF6E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23,772</w:t>
            </w:r>
          </w:p>
        </w:tc>
        <w:tc>
          <w:tcPr>
            <w:tcW w:w="283" w:type="dxa"/>
          </w:tcPr>
          <w:p w:rsidR="009F7996" w:rsidRPr="00CE090E" w:rsidRDefault="009F799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</w:tcPr>
          <w:p w:rsidR="009F7996" w:rsidRPr="00212ED9" w:rsidRDefault="00CC3EBF" w:rsidP="00C03D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1</w:t>
            </w:r>
            <w:r>
              <w:rPr>
                <w:rFonts w:ascii="Angsana New" w:hAnsi="Angsana New"/>
                <w:sz w:val="30"/>
                <w:szCs w:val="30"/>
              </w:rPr>
              <w:t>1</w:t>
            </w:r>
            <w:r w:rsidR="001B52D0">
              <w:rPr>
                <w:rFonts w:ascii="Angsana New" w:hAnsi="Angsana New" w:hint="cs"/>
                <w:sz w:val="30"/>
                <w:szCs w:val="30"/>
                <w:cs/>
              </w:rPr>
              <w:t>,2</w:t>
            </w:r>
            <w:r>
              <w:rPr>
                <w:rFonts w:ascii="Angsana New" w:hAnsi="Angsana New"/>
                <w:sz w:val="30"/>
                <w:szCs w:val="30"/>
              </w:rPr>
              <w:t>72</w:t>
            </w:r>
          </w:p>
        </w:tc>
        <w:tc>
          <w:tcPr>
            <w:tcW w:w="283" w:type="dxa"/>
            <w:shd w:val="clear" w:color="auto" w:fill="auto"/>
          </w:tcPr>
          <w:p w:rsidR="009F7996" w:rsidRPr="00CE090E" w:rsidRDefault="009F799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9F7996" w:rsidRPr="00CE090E" w:rsidRDefault="009F7996" w:rsidP="009F79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54</w:t>
            </w:r>
            <w:r w:rsidRPr="00CE090E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283</w:t>
            </w:r>
          </w:p>
        </w:tc>
      </w:tr>
      <w:tr w:rsidR="00390EAC" w:rsidRPr="00CE090E" w:rsidTr="000234F9">
        <w:tc>
          <w:tcPr>
            <w:tcW w:w="3936" w:type="dxa"/>
            <w:vAlign w:val="bottom"/>
          </w:tcPr>
          <w:p w:rsidR="00390EAC" w:rsidRPr="00CE090E" w:rsidRDefault="00390EAC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CE090E">
              <w:rPr>
                <w:rFonts w:ascii="Angsana New" w:hAnsi="Angsana New"/>
                <w:sz w:val="30"/>
                <w:szCs w:val="30"/>
                <w:cs/>
              </w:rPr>
              <w:t>จำนวนหุ้นสามัญถัวเฉลี่ยถ่วงน้ำหนักขั้นพื้นฐาน (พันหุ้น)</w:t>
            </w:r>
          </w:p>
        </w:tc>
        <w:tc>
          <w:tcPr>
            <w:tcW w:w="127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390EAC" w:rsidRPr="00CE090E" w:rsidRDefault="00390EAC" w:rsidP="001B52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E090E">
              <w:rPr>
                <w:rFonts w:ascii="Angsana New" w:hAnsi="Angsana New"/>
                <w:sz w:val="30"/>
                <w:szCs w:val="30"/>
              </w:rPr>
              <w:t>308,000</w:t>
            </w:r>
          </w:p>
        </w:tc>
        <w:tc>
          <w:tcPr>
            <w:tcW w:w="284" w:type="dxa"/>
          </w:tcPr>
          <w:p w:rsidR="00390EAC" w:rsidRPr="00CE090E" w:rsidRDefault="00390EAC" w:rsidP="000234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390EAC" w:rsidRPr="00CE090E" w:rsidRDefault="00390EAC" w:rsidP="000234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E090E">
              <w:rPr>
                <w:rFonts w:ascii="Angsana New" w:hAnsi="Angsana New"/>
                <w:sz w:val="30"/>
                <w:szCs w:val="30"/>
              </w:rPr>
              <w:t>308,000</w:t>
            </w:r>
          </w:p>
        </w:tc>
        <w:tc>
          <w:tcPr>
            <w:tcW w:w="283" w:type="dxa"/>
          </w:tcPr>
          <w:p w:rsidR="00390EAC" w:rsidRPr="00CE090E" w:rsidRDefault="00390EAC" w:rsidP="000234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390EAC" w:rsidRPr="00CE090E" w:rsidRDefault="00390EAC" w:rsidP="001B52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E090E">
              <w:rPr>
                <w:rFonts w:ascii="Angsana New" w:hAnsi="Angsana New"/>
                <w:sz w:val="30"/>
                <w:szCs w:val="30"/>
              </w:rPr>
              <w:t>308,000</w:t>
            </w:r>
          </w:p>
        </w:tc>
        <w:tc>
          <w:tcPr>
            <w:tcW w:w="283" w:type="dxa"/>
            <w:shd w:val="clear" w:color="auto" w:fill="auto"/>
          </w:tcPr>
          <w:p w:rsidR="00390EAC" w:rsidRPr="00CE090E" w:rsidRDefault="00390EAC" w:rsidP="000234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390EAC" w:rsidRPr="00CE090E" w:rsidRDefault="00390EAC" w:rsidP="000234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E090E">
              <w:rPr>
                <w:rFonts w:ascii="Angsana New" w:hAnsi="Angsana New"/>
                <w:sz w:val="30"/>
                <w:szCs w:val="30"/>
              </w:rPr>
              <w:t>308,000</w:t>
            </w:r>
          </w:p>
        </w:tc>
      </w:tr>
      <w:tr w:rsidR="00390EAC" w:rsidRPr="00CE090E" w:rsidTr="00DF6E91">
        <w:tc>
          <w:tcPr>
            <w:tcW w:w="3936" w:type="dxa"/>
            <w:vAlign w:val="bottom"/>
          </w:tcPr>
          <w:p w:rsidR="00390EAC" w:rsidRPr="00CE090E" w:rsidRDefault="00390EAC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CE090E">
              <w:rPr>
                <w:rFonts w:ascii="Angsana New" w:hAnsi="Angsana New"/>
                <w:sz w:val="30"/>
                <w:szCs w:val="30"/>
                <w:cs/>
              </w:rPr>
              <w:t>กำไรต่อหุ้นขั้นพื้นฐาน (บาท)</w:t>
            </w:r>
          </w:p>
        </w:tc>
        <w:tc>
          <w:tcPr>
            <w:tcW w:w="127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390EAC" w:rsidRPr="00CE090E" w:rsidRDefault="001B52D0" w:rsidP="00B552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0.0</w:t>
            </w:r>
            <w:r w:rsidR="00B5525C">
              <w:rPr>
                <w:rFonts w:ascii="Angsana New" w:hAnsi="Angsana New"/>
                <w:sz w:val="30"/>
                <w:szCs w:val="30"/>
              </w:rPr>
              <w:t>269</w:t>
            </w:r>
          </w:p>
        </w:tc>
        <w:tc>
          <w:tcPr>
            <w:tcW w:w="284" w:type="dxa"/>
          </w:tcPr>
          <w:p w:rsidR="00390EAC" w:rsidRPr="00CE090E" w:rsidRDefault="00390EAC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90EAC" w:rsidRPr="00CE090E" w:rsidRDefault="00390EAC" w:rsidP="00DF6E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0.0772</w:t>
            </w:r>
          </w:p>
        </w:tc>
        <w:tc>
          <w:tcPr>
            <w:tcW w:w="283" w:type="dxa"/>
          </w:tcPr>
          <w:p w:rsidR="00390EAC" w:rsidRPr="00CE090E" w:rsidRDefault="00390EAC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:rsidR="00390EAC" w:rsidRPr="00212ED9" w:rsidRDefault="001B52D0" w:rsidP="00212E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0.03</w:t>
            </w:r>
            <w:r w:rsidR="00CC3EBF">
              <w:rPr>
                <w:rFonts w:ascii="Angsana New" w:hAnsi="Angsana New"/>
                <w:sz w:val="30"/>
                <w:szCs w:val="30"/>
              </w:rPr>
              <w:t>66</w:t>
            </w:r>
          </w:p>
        </w:tc>
        <w:tc>
          <w:tcPr>
            <w:tcW w:w="283" w:type="dxa"/>
            <w:shd w:val="clear" w:color="auto" w:fill="auto"/>
          </w:tcPr>
          <w:p w:rsidR="00390EAC" w:rsidRPr="00CE090E" w:rsidRDefault="00390EAC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390EAC" w:rsidRPr="00CE090E" w:rsidRDefault="00390EAC" w:rsidP="009F79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E090E">
              <w:rPr>
                <w:rFonts w:ascii="Angsana New" w:hAnsi="Angsana New"/>
                <w:sz w:val="30"/>
                <w:szCs w:val="30"/>
              </w:rPr>
              <w:t>0.</w:t>
            </w:r>
            <w:r>
              <w:rPr>
                <w:rFonts w:ascii="Angsana New" w:hAnsi="Angsana New"/>
                <w:sz w:val="30"/>
                <w:szCs w:val="30"/>
              </w:rPr>
              <w:t>1762</w:t>
            </w:r>
          </w:p>
        </w:tc>
      </w:tr>
    </w:tbl>
    <w:p w:rsidR="00571E58" w:rsidRDefault="00571E58" w:rsidP="00571E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spacing w:line="240" w:lineRule="auto"/>
        <w:ind w:right="-43"/>
        <w:jc w:val="both"/>
        <w:rPr>
          <w:rFonts w:ascii="Angsana New" w:hAnsi="Angsana New"/>
          <w:sz w:val="30"/>
          <w:szCs w:val="30"/>
          <w:highlight w:val="yellow"/>
        </w:rPr>
      </w:pPr>
    </w:p>
    <w:p w:rsidR="00571E58" w:rsidRPr="00CE090E" w:rsidRDefault="006C2E6C" w:rsidP="00571E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spacing w:line="240" w:lineRule="auto"/>
        <w:ind w:right="-43"/>
        <w:jc w:val="both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/>
          <w:b/>
          <w:bCs/>
          <w:sz w:val="30"/>
          <w:szCs w:val="30"/>
          <w:cs/>
        </w:rPr>
        <w:lastRenderedPageBreak/>
        <w:t>กำไร</w:t>
      </w:r>
      <w:r w:rsidR="00BC7F02">
        <w:rPr>
          <w:rFonts w:ascii="Angsana New" w:hAnsi="Angsana New" w:hint="cs"/>
          <w:b/>
          <w:bCs/>
          <w:sz w:val="30"/>
          <w:szCs w:val="30"/>
          <w:cs/>
        </w:rPr>
        <w:t xml:space="preserve"> (ขาดทุน) </w:t>
      </w:r>
      <w:r w:rsidR="00571E58" w:rsidRPr="00CE090E">
        <w:rPr>
          <w:rFonts w:ascii="Angsana New" w:hAnsi="Angsana New"/>
          <w:b/>
          <w:bCs/>
          <w:sz w:val="30"/>
          <w:szCs w:val="30"/>
          <w:cs/>
        </w:rPr>
        <w:t>ต่อหุ้นปรับลด</w:t>
      </w:r>
    </w:p>
    <w:p w:rsidR="00571E58" w:rsidRPr="00CE090E" w:rsidRDefault="00571E58" w:rsidP="00571E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:rsidR="00571E58" w:rsidRPr="00CE090E" w:rsidRDefault="006C2E6C" w:rsidP="00571E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  <w:cs/>
        </w:rPr>
        <w:t>กำไร</w:t>
      </w:r>
      <w:r w:rsidR="00BC7F02">
        <w:rPr>
          <w:rFonts w:ascii="Angsana New" w:hAnsi="Angsana New" w:hint="cs"/>
          <w:sz w:val="30"/>
          <w:szCs w:val="30"/>
          <w:cs/>
        </w:rPr>
        <w:t xml:space="preserve"> (ขาดทุน) </w:t>
      </w:r>
      <w:r w:rsidR="00571E58" w:rsidRPr="00CE090E">
        <w:rPr>
          <w:rFonts w:ascii="Angsana New" w:hAnsi="Angsana New"/>
          <w:sz w:val="30"/>
          <w:szCs w:val="30"/>
          <w:cs/>
        </w:rPr>
        <w:t>ต่อหุ้นปรับลดสำหรับงวดสามเดือน</w:t>
      </w:r>
      <w:r w:rsidR="00571E58" w:rsidRPr="00CE090E">
        <w:rPr>
          <w:rFonts w:ascii="Angsana New" w:hAnsi="Angsana New" w:hint="cs"/>
          <w:sz w:val="30"/>
          <w:szCs w:val="30"/>
          <w:cs/>
        </w:rPr>
        <w:t>และ</w:t>
      </w:r>
      <w:r w:rsidR="002F3D1C">
        <w:rPr>
          <w:rFonts w:ascii="Angsana New" w:hAnsi="Angsana New" w:hint="cs"/>
          <w:sz w:val="30"/>
          <w:szCs w:val="30"/>
          <w:cs/>
        </w:rPr>
        <w:t>เก้าเดือน</w:t>
      </w:r>
      <w:r w:rsidR="00571E58" w:rsidRPr="00CE090E">
        <w:rPr>
          <w:rFonts w:ascii="Angsana New" w:hAnsi="Angsana New"/>
          <w:sz w:val="30"/>
          <w:szCs w:val="30"/>
          <w:cs/>
        </w:rPr>
        <w:t xml:space="preserve">สิ้นสุดวันที่ </w:t>
      </w:r>
      <w:r w:rsidR="00571E58" w:rsidRPr="00CE090E">
        <w:rPr>
          <w:rFonts w:ascii="Angsana New" w:hAnsi="Angsana New"/>
          <w:sz w:val="30"/>
          <w:szCs w:val="30"/>
        </w:rPr>
        <w:t>3</w:t>
      </w:r>
      <w:r w:rsidR="00571E58" w:rsidRPr="00CE090E">
        <w:rPr>
          <w:rFonts w:ascii="Angsana New" w:hAnsi="Angsana New" w:hint="cs"/>
          <w:sz w:val="30"/>
          <w:szCs w:val="30"/>
          <w:cs/>
        </w:rPr>
        <w:t>0</w:t>
      </w:r>
      <w:r w:rsidR="00571E58" w:rsidRPr="00CE090E">
        <w:rPr>
          <w:rFonts w:ascii="Angsana New" w:hAnsi="Angsana New"/>
          <w:sz w:val="30"/>
          <w:szCs w:val="30"/>
          <w:cs/>
        </w:rPr>
        <w:t xml:space="preserve"> </w:t>
      </w:r>
      <w:r w:rsidR="002F3D1C">
        <w:rPr>
          <w:rFonts w:ascii="Angsana New" w:hAnsi="Angsana New" w:hint="cs"/>
          <w:sz w:val="30"/>
          <w:szCs w:val="30"/>
          <w:cs/>
        </w:rPr>
        <w:t>กันยายน</w:t>
      </w:r>
      <w:r w:rsidR="00571E58" w:rsidRPr="00CE090E">
        <w:rPr>
          <w:rFonts w:ascii="Angsana New" w:hAnsi="Angsana New"/>
          <w:sz w:val="30"/>
          <w:szCs w:val="30"/>
          <w:cs/>
        </w:rPr>
        <w:t xml:space="preserve"> 256</w:t>
      </w:r>
      <w:r w:rsidR="00C67CE3" w:rsidRPr="00CE090E">
        <w:rPr>
          <w:rFonts w:ascii="Angsana New" w:hAnsi="Angsana New"/>
          <w:sz w:val="30"/>
          <w:szCs w:val="30"/>
        </w:rPr>
        <w:t>5</w:t>
      </w:r>
      <w:r w:rsidR="00571E58" w:rsidRPr="00CE090E">
        <w:rPr>
          <w:rFonts w:ascii="Angsana New" w:hAnsi="Angsana New"/>
          <w:sz w:val="30"/>
          <w:szCs w:val="30"/>
        </w:rPr>
        <w:t xml:space="preserve"> </w:t>
      </w:r>
      <w:r w:rsidR="00571E58" w:rsidRPr="00CE090E">
        <w:rPr>
          <w:rFonts w:ascii="Angsana New" w:hAnsi="Angsana New"/>
          <w:sz w:val="30"/>
          <w:szCs w:val="30"/>
          <w:cs/>
        </w:rPr>
        <w:t>และ 256</w:t>
      </w:r>
      <w:r w:rsidR="00C67CE3" w:rsidRPr="00CE090E">
        <w:rPr>
          <w:rFonts w:ascii="Angsana New" w:hAnsi="Angsana New"/>
          <w:sz w:val="30"/>
          <w:szCs w:val="30"/>
        </w:rPr>
        <w:t>4</w:t>
      </w:r>
      <w:r w:rsidR="00571E58" w:rsidRPr="00CE090E">
        <w:rPr>
          <w:rFonts w:ascii="Angsana New" w:hAnsi="Angsana New"/>
          <w:sz w:val="30"/>
          <w:szCs w:val="30"/>
        </w:rPr>
        <w:t xml:space="preserve"> </w:t>
      </w:r>
      <w:r w:rsidR="00571E58" w:rsidRPr="00CE090E">
        <w:rPr>
          <w:rFonts w:ascii="Angsana New" w:hAnsi="Angsana New"/>
          <w:sz w:val="30"/>
          <w:szCs w:val="30"/>
          <w:cs/>
        </w:rPr>
        <w:t>คำนวณโดยการหาร</w:t>
      </w:r>
      <w:r>
        <w:rPr>
          <w:rFonts w:ascii="Angsana New" w:hAnsi="Angsana New"/>
          <w:sz w:val="30"/>
          <w:szCs w:val="30"/>
          <w:cs/>
        </w:rPr>
        <w:t>กำไร</w:t>
      </w:r>
      <w:r w:rsidR="00BC7F02">
        <w:rPr>
          <w:rFonts w:ascii="Angsana New" w:hAnsi="Angsana New" w:hint="cs"/>
          <w:sz w:val="30"/>
          <w:szCs w:val="30"/>
          <w:cs/>
        </w:rPr>
        <w:t xml:space="preserve"> (ขาดทุน) </w:t>
      </w:r>
      <w:r w:rsidR="00571E58" w:rsidRPr="00CE090E">
        <w:rPr>
          <w:rFonts w:ascii="Angsana New" w:hAnsi="Angsana New"/>
          <w:sz w:val="30"/>
          <w:szCs w:val="30"/>
          <w:cs/>
        </w:rPr>
        <w:t>สำหรับงวด</w:t>
      </w:r>
      <w:r w:rsidR="00864A34">
        <w:rPr>
          <w:rFonts w:ascii="Angsana New" w:hAnsi="Angsana New" w:hint="cs"/>
          <w:sz w:val="30"/>
          <w:szCs w:val="30"/>
          <w:cs/>
        </w:rPr>
        <w:t>ส่วนที่เป็นของบริษัทใหญ่</w:t>
      </w:r>
      <w:r w:rsidR="00571E58" w:rsidRPr="00CE090E">
        <w:rPr>
          <w:rFonts w:ascii="Angsana New" w:hAnsi="Angsana New"/>
          <w:sz w:val="30"/>
          <w:szCs w:val="30"/>
          <w:cs/>
        </w:rPr>
        <w:t>ด้วยจำนวนถัวเฉลี่ยถ่วงน้ำหนักของหุ้นสามัญที่ออกในระหว่างงวดหลังจากที่ได้ปรับปรุงผลกระทบของตราสาร</w:t>
      </w:r>
      <w:r w:rsidR="00CE090E" w:rsidRPr="00CE090E">
        <w:rPr>
          <w:rFonts w:ascii="Angsana New" w:hAnsi="Angsana New" w:hint="cs"/>
          <w:sz w:val="30"/>
          <w:szCs w:val="30"/>
          <w:cs/>
        </w:rPr>
        <w:t xml:space="preserve"> (</w:t>
      </w:r>
      <w:r w:rsidR="00CE090E" w:rsidRPr="00CE090E">
        <w:rPr>
          <w:rFonts w:ascii="Angsana New" w:hAnsi="Angsana New"/>
          <w:sz w:val="30"/>
          <w:szCs w:val="30"/>
        </w:rPr>
        <w:t xml:space="preserve">TM-W1) </w:t>
      </w:r>
      <w:r w:rsidR="00571E58" w:rsidRPr="00CE090E">
        <w:rPr>
          <w:rFonts w:ascii="Angsana New" w:hAnsi="Angsana New"/>
          <w:sz w:val="30"/>
          <w:szCs w:val="30"/>
          <w:cs/>
        </w:rPr>
        <w:t>ที่อาจเปลี่ยนเป็นหุ้นสามัญปรับลดซึ่งแสดงการคำนวณได้ดังนี้</w:t>
      </w:r>
    </w:p>
    <w:p w:rsidR="003F0226" w:rsidRPr="00CE090E" w:rsidRDefault="003F0226" w:rsidP="00571E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tbl>
      <w:tblPr>
        <w:tblW w:w="9747" w:type="dxa"/>
        <w:tblLayout w:type="fixed"/>
        <w:tblLook w:val="04A0"/>
      </w:tblPr>
      <w:tblGrid>
        <w:gridCol w:w="3936"/>
        <w:gridCol w:w="1275"/>
        <w:gridCol w:w="284"/>
        <w:gridCol w:w="1276"/>
        <w:gridCol w:w="283"/>
        <w:gridCol w:w="1276"/>
        <w:gridCol w:w="283"/>
        <w:gridCol w:w="1134"/>
      </w:tblGrid>
      <w:tr w:rsidR="003F0226" w:rsidRPr="00CE090E" w:rsidTr="00901DCC">
        <w:tc>
          <w:tcPr>
            <w:tcW w:w="3936" w:type="dxa"/>
            <w:vAlign w:val="bottom"/>
          </w:tcPr>
          <w:p w:rsidR="003F0226" w:rsidRPr="00CE090E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5811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3F0226" w:rsidRPr="00CE090E" w:rsidRDefault="003F0226" w:rsidP="00CE09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CE090E">
              <w:rPr>
                <w:rFonts w:ascii="Angsana New" w:hAnsi="Angsana New"/>
                <w:sz w:val="30"/>
                <w:szCs w:val="30"/>
                <w:cs/>
              </w:rPr>
              <w:t>งวด</w:t>
            </w:r>
            <w:r w:rsidRPr="00CE090E">
              <w:rPr>
                <w:rFonts w:ascii="Angsana New" w:hAnsi="Angsana New" w:hint="cs"/>
                <w:sz w:val="30"/>
                <w:szCs w:val="30"/>
                <w:cs/>
              </w:rPr>
              <w:t>สาม</w:t>
            </w:r>
            <w:r w:rsidRPr="00CE090E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</w:p>
        </w:tc>
      </w:tr>
      <w:tr w:rsidR="003F0226" w:rsidRPr="00CE090E" w:rsidTr="00901DCC">
        <w:tc>
          <w:tcPr>
            <w:tcW w:w="3936" w:type="dxa"/>
            <w:vAlign w:val="bottom"/>
          </w:tcPr>
          <w:p w:rsidR="003F0226" w:rsidRPr="00CE090E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F0226" w:rsidRPr="00CE090E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CE090E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83" w:type="dxa"/>
          </w:tcPr>
          <w:p w:rsidR="003F0226" w:rsidRPr="00CE090E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F0226" w:rsidRPr="00CE090E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CE090E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3F0226" w:rsidRPr="00CE090E" w:rsidTr="00901DCC">
        <w:tc>
          <w:tcPr>
            <w:tcW w:w="3936" w:type="dxa"/>
            <w:vAlign w:val="bottom"/>
          </w:tcPr>
          <w:p w:rsidR="003F0226" w:rsidRPr="00CE090E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0226" w:rsidRPr="00CE090E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E090E">
              <w:rPr>
                <w:rFonts w:ascii="Angsana New" w:hAnsi="Angsana New"/>
                <w:sz w:val="30"/>
                <w:szCs w:val="30"/>
              </w:rPr>
              <w:t>2565</w:t>
            </w:r>
          </w:p>
        </w:tc>
        <w:tc>
          <w:tcPr>
            <w:tcW w:w="284" w:type="dxa"/>
          </w:tcPr>
          <w:p w:rsidR="003F0226" w:rsidRPr="00CE090E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F0226" w:rsidRPr="00CE090E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E090E">
              <w:rPr>
                <w:rFonts w:ascii="Angsana New" w:hAnsi="Angsana New"/>
                <w:sz w:val="30"/>
                <w:szCs w:val="30"/>
              </w:rPr>
              <w:t>2564</w:t>
            </w:r>
          </w:p>
        </w:tc>
        <w:tc>
          <w:tcPr>
            <w:tcW w:w="283" w:type="dxa"/>
          </w:tcPr>
          <w:p w:rsidR="003F0226" w:rsidRPr="00CE090E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F0226" w:rsidRPr="00CE090E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E090E">
              <w:rPr>
                <w:rFonts w:ascii="Angsana New" w:hAnsi="Angsana New"/>
                <w:sz w:val="30"/>
                <w:szCs w:val="30"/>
              </w:rPr>
              <w:t>2565</w:t>
            </w:r>
          </w:p>
        </w:tc>
        <w:tc>
          <w:tcPr>
            <w:tcW w:w="283" w:type="dxa"/>
            <w:shd w:val="clear" w:color="auto" w:fill="auto"/>
          </w:tcPr>
          <w:p w:rsidR="003F0226" w:rsidRPr="00CE090E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0226" w:rsidRPr="00CE090E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E090E">
              <w:rPr>
                <w:rFonts w:ascii="Angsana New" w:hAnsi="Angsana New"/>
                <w:sz w:val="30"/>
                <w:szCs w:val="30"/>
              </w:rPr>
              <w:t>2564</w:t>
            </w:r>
          </w:p>
        </w:tc>
      </w:tr>
      <w:tr w:rsidR="00B5525C" w:rsidRPr="00CE090E" w:rsidTr="00A10062">
        <w:tc>
          <w:tcPr>
            <w:tcW w:w="3936" w:type="dxa"/>
            <w:vAlign w:val="bottom"/>
          </w:tcPr>
          <w:p w:rsidR="00B5525C" w:rsidRPr="00CE090E" w:rsidRDefault="00B5525C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CE090E">
              <w:rPr>
                <w:rFonts w:ascii="Angsana New" w:hAnsi="Angsana New"/>
                <w:sz w:val="30"/>
                <w:szCs w:val="30"/>
                <w:cs/>
              </w:rPr>
              <w:t>กำไร</w:t>
            </w:r>
            <w:r>
              <w:rPr>
                <w:rFonts w:ascii="Angsana New" w:hAnsi="Angsana New"/>
                <w:sz w:val="30"/>
                <w:szCs w:val="30"/>
              </w:rPr>
              <w:t xml:space="preserve">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(ขาดทุน) </w:t>
            </w:r>
            <w:r w:rsidRPr="00CE090E">
              <w:rPr>
                <w:rFonts w:ascii="Angsana New" w:hAnsi="Angsana New"/>
                <w:sz w:val="30"/>
                <w:szCs w:val="30"/>
                <w:cs/>
              </w:rPr>
              <w:t>สำหรับ</w:t>
            </w:r>
            <w:r w:rsidRPr="00CE090E">
              <w:rPr>
                <w:rFonts w:ascii="Angsana New" w:hAnsi="Angsana New" w:hint="cs"/>
                <w:sz w:val="30"/>
                <w:szCs w:val="30"/>
                <w:cs/>
              </w:rPr>
              <w:t>งวด</w:t>
            </w:r>
            <w:r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CE090E">
              <w:rPr>
                <w:rFonts w:ascii="Angsana New" w:hAnsi="Angsana New"/>
                <w:sz w:val="30"/>
                <w:szCs w:val="30"/>
                <w:cs/>
              </w:rPr>
              <w:t>(พันบาท)</w:t>
            </w:r>
          </w:p>
        </w:tc>
        <w:tc>
          <w:tcPr>
            <w:tcW w:w="127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B5525C" w:rsidRPr="001B52D0" w:rsidRDefault="00B5525C" w:rsidP="00A100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1B52D0">
              <w:rPr>
                <w:rFonts w:ascii="Angsana New" w:hAnsi="Angsana New"/>
                <w:sz w:val="30"/>
                <w:szCs w:val="30"/>
                <w:cs/>
              </w:rPr>
              <w:t>(</w:t>
            </w:r>
            <w:r>
              <w:rPr>
                <w:rFonts w:ascii="Angsana New" w:hAnsi="Angsana New"/>
                <w:sz w:val="30"/>
                <w:szCs w:val="30"/>
              </w:rPr>
              <w:t xml:space="preserve">  </w:t>
            </w:r>
            <w:r w:rsidR="0095456C">
              <w:rPr>
                <w:rFonts w:ascii="Angsana New" w:hAnsi="Angsana New" w:hint="cs"/>
                <w:sz w:val="30"/>
                <w:szCs w:val="30"/>
                <w:cs/>
              </w:rPr>
              <w:t xml:space="preserve">  </w:t>
            </w:r>
            <w:r w:rsidR="0095456C">
              <w:rPr>
                <w:rFonts w:ascii="Angsana New" w:hAnsi="Angsana New"/>
                <w:sz w:val="30"/>
                <w:szCs w:val="30"/>
              </w:rPr>
              <w:t xml:space="preserve"> </w:t>
            </w:r>
            <w:r>
              <w:rPr>
                <w:rFonts w:ascii="Angsana New" w:hAnsi="Angsana New"/>
                <w:sz w:val="30"/>
                <w:szCs w:val="30"/>
              </w:rPr>
              <w:t>1,</w:t>
            </w:r>
            <w:r w:rsidR="0095456C">
              <w:rPr>
                <w:rFonts w:ascii="Angsana New" w:hAnsi="Angsana New" w:hint="cs"/>
                <w:sz w:val="30"/>
                <w:szCs w:val="30"/>
                <w:cs/>
              </w:rPr>
              <w:t>4</w:t>
            </w:r>
            <w:r w:rsidR="0095456C">
              <w:rPr>
                <w:rFonts w:ascii="Angsana New" w:hAnsi="Angsana New"/>
                <w:sz w:val="30"/>
                <w:szCs w:val="30"/>
              </w:rPr>
              <w:t>91</w:t>
            </w:r>
            <w:r w:rsidRPr="001B52D0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  <w:tc>
          <w:tcPr>
            <w:tcW w:w="284" w:type="dxa"/>
          </w:tcPr>
          <w:p w:rsidR="00B5525C" w:rsidRPr="00CE090E" w:rsidRDefault="00B5525C" w:rsidP="00A100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5525C" w:rsidRPr="00CE090E" w:rsidRDefault="00B5525C" w:rsidP="00A100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24,076</w:t>
            </w:r>
          </w:p>
        </w:tc>
        <w:tc>
          <w:tcPr>
            <w:tcW w:w="283" w:type="dxa"/>
          </w:tcPr>
          <w:p w:rsidR="00B5525C" w:rsidRPr="00CE090E" w:rsidRDefault="00B5525C" w:rsidP="00A100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5525C" w:rsidRPr="001B52D0" w:rsidRDefault="00B5525C" w:rsidP="00A100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1B52D0">
              <w:rPr>
                <w:rFonts w:ascii="Angsana New" w:hAnsi="Angsana New"/>
                <w:sz w:val="30"/>
                <w:szCs w:val="30"/>
                <w:cs/>
              </w:rPr>
              <w:t>(</w:t>
            </w:r>
            <w:r>
              <w:rPr>
                <w:rFonts w:ascii="Angsana New" w:hAnsi="Angsana New"/>
                <w:sz w:val="30"/>
                <w:szCs w:val="30"/>
              </w:rPr>
              <w:t xml:space="preserve"> 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    </w:t>
            </w:r>
            <w:r>
              <w:rPr>
                <w:rFonts w:ascii="Angsana New" w:hAnsi="Angsana New"/>
                <w:sz w:val="30"/>
                <w:szCs w:val="30"/>
              </w:rPr>
              <w:t xml:space="preserve">   66</w:t>
            </w:r>
            <w:r w:rsidRPr="001B52D0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  <w:tc>
          <w:tcPr>
            <w:tcW w:w="283" w:type="dxa"/>
            <w:shd w:val="clear" w:color="auto" w:fill="auto"/>
          </w:tcPr>
          <w:p w:rsidR="00B5525C" w:rsidRPr="00CE090E" w:rsidRDefault="00B5525C" w:rsidP="00A100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B5525C" w:rsidRPr="00CE090E" w:rsidRDefault="00B5525C" w:rsidP="00A100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24</w:t>
            </w:r>
            <w:r w:rsidRPr="00CE090E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544</w:t>
            </w:r>
          </w:p>
        </w:tc>
      </w:tr>
      <w:tr w:rsidR="00B5525C" w:rsidRPr="00CE090E" w:rsidTr="000234F9">
        <w:tc>
          <w:tcPr>
            <w:tcW w:w="3936" w:type="dxa"/>
            <w:vAlign w:val="bottom"/>
          </w:tcPr>
          <w:p w:rsidR="00B5525C" w:rsidRPr="00CE090E" w:rsidRDefault="00B5525C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CE090E">
              <w:rPr>
                <w:rFonts w:ascii="Angsana New" w:hAnsi="Angsana New"/>
                <w:sz w:val="30"/>
                <w:szCs w:val="30"/>
                <w:cs/>
              </w:rPr>
              <w:t>จำนวนหุ้นสามัญถัวเฉลี่ยถ่วงน้ำหนักขั้นพื้นฐาน (พันหุ้น)</w:t>
            </w:r>
          </w:p>
        </w:tc>
        <w:tc>
          <w:tcPr>
            <w:tcW w:w="1275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B5525C" w:rsidRPr="00CE090E" w:rsidRDefault="00B5525C" w:rsidP="001B52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E090E">
              <w:rPr>
                <w:rFonts w:ascii="Angsana New" w:hAnsi="Angsana New"/>
                <w:sz w:val="30"/>
                <w:szCs w:val="30"/>
              </w:rPr>
              <w:t>308,000</w:t>
            </w:r>
          </w:p>
        </w:tc>
        <w:tc>
          <w:tcPr>
            <w:tcW w:w="284" w:type="dxa"/>
          </w:tcPr>
          <w:p w:rsidR="00B5525C" w:rsidRPr="00CE090E" w:rsidRDefault="00B5525C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vAlign w:val="bottom"/>
          </w:tcPr>
          <w:p w:rsidR="00B5525C" w:rsidRPr="00CE090E" w:rsidRDefault="00B5525C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E090E">
              <w:rPr>
                <w:rFonts w:ascii="Angsana New" w:hAnsi="Angsana New"/>
                <w:sz w:val="30"/>
                <w:szCs w:val="30"/>
              </w:rPr>
              <w:t>308,000</w:t>
            </w:r>
          </w:p>
        </w:tc>
        <w:tc>
          <w:tcPr>
            <w:tcW w:w="283" w:type="dxa"/>
          </w:tcPr>
          <w:p w:rsidR="00B5525C" w:rsidRPr="00CE090E" w:rsidRDefault="00B5525C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vAlign w:val="bottom"/>
          </w:tcPr>
          <w:p w:rsidR="00B5525C" w:rsidRPr="00CE090E" w:rsidRDefault="00B5525C" w:rsidP="001B52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E090E">
              <w:rPr>
                <w:rFonts w:ascii="Angsana New" w:hAnsi="Angsana New"/>
                <w:sz w:val="30"/>
                <w:szCs w:val="30"/>
              </w:rPr>
              <w:t>308,000</w:t>
            </w:r>
          </w:p>
        </w:tc>
        <w:tc>
          <w:tcPr>
            <w:tcW w:w="283" w:type="dxa"/>
            <w:shd w:val="clear" w:color="auto" w:fill="auto"/>
          </w:tcPr>
          <w:p w:rsidR="00B5525C" w:rsidRPr="00CE090E" w:rsidRDefault="00B5525C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B5525C" w:rsidRPr="00CE090E" w:rsidRDefault="00B5525C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E090E">
              <w:rPr>
                <w:rFonts w:ascii="Angsana New" w:hAnsi="Angsana New"/>
                <w:sz w:val="30"/>
                <w:szCs w:val="30"/>
              </w:rPr>
              <w:t>308,000</w:t>
            </w:r>
          </w:p>
        </w:tc>
      </w:tr>
      <w:tr w:rsidR="00B5525C" w:rsidRPr="00CE090E" w:rsidTr="001B52D0">
        <w:tc>
          <w:tcPr>
            <w:tcW w:w="3936" w:type="dxa"/>
            <w:vAlign w:val="bottom"/>
          </w:tcPr>
          <w:p w:rsidR="00B5525C" w:rsidRPr="00CE090E" w:rsidRDefault="00B5525C" w:rsidP="007B3D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CE090E">
              <w:rPr>
                <w:rFonts w:ascii="Angsana New" w:hAnsi="Angsana New"/>
                <w:sz w:val="30"/>
                <w:szCs w:val="30"/>
                <w:cs/>
              </w:rPr>
              <w:t>ผลกระทบจากการถือเสมือนว่ามีการใช้สิทธิของใบสำคัญแสดงสิทธิซื้อหุ้นสามัญ (พันหุ้น)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525C" w:rsidRPr="00CE090E" w:rsidRDefault="00B5525C" w:rsidP="00A10062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220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CE090E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-</w:t>
            </w:r>
          </w:p>
        </w:tc>
        <w:tc>
          <w:tcPr>
            <w:tcW w:w="284" w:type="dxa"/>
          </w:tcPr>
          <w:p w:rsidR="00B5525C" w:rsidRPr="00CE090E" w:rsidRDefault="00B5525C" w:rsidP="007B3D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B5525C" w:rsidRPr="00CE090E" w:rsidRDefault="00B5525C" w:rsidP="007B3D8F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220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CE090E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-</w:t>
            </w:r>
          </w:p>
        </w:tc>
        <w:tc>
          <w:tcPr>
            <w:tcW w:w="283" w:type="dxa"/>
          </w:tcPr>
          <w:p w:rsidR="00B5525C" w:rsidRPr="00CE090E" w:rsidRDefault="00B5525C" w:rsidP="007B3D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B5525C" w:rsidRPr="00CE090E" w:rsidRDefault="00B5525C" w:rsidP="00A10062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220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CE090E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-</w:t>
            </w:r>
          </w:p>
        </w:tc>
        <w:tc>
          <w:tcPr>
            <w:tcW w:w="283" w:type="dxa"/>
            <w:shd w:val="clear" w:color="auto" w:fill="auto"/>
          </w:tcPr>
          <w:p w:rsidR="00B5525C" w:rsidRPr="00CE090E" w:rsidRDefault="00B5525C" w:rsidP="007B3D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525C" w:rsidRPr="00CE090E" w:rsidRDefault="00B5525C" w:rsidP="007B3D8F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220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CE090E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-</w:t>
            </w:r>
          </w:p>
        </w:tc>
      </w:tr>
      <w:tr w:rsidR="00B5525C" w:rsidRPr="00CE090E" w:rsidTr="001B52D0">
        <w:tc>
          <w:tcPr>
            <w:tcW w:w="3936" w:type="dxa"/>
            <w:vAlign w:val="bottom"/>
          </w:tcPr>
          <w:p w:rsidR="00B5525C" w:rsidRPr="00CE090E" w:rsidRDefault="00B5525C" w:rsidP="007B3D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CE090E">
              <w:rPr>
                <w:rFonts w:ascii="Angsana New" w:hAnsi="Angsana New"/>
                <w:sz w:val="30"/>
                <w:szCs w:val="30"/>
                <w:cs/>
              </w:rPr>
              <w:t>จำนวนหุ้นสามัญถัวเฉลี่ยถ่วงน้ำหนักปรับลด (พันหุ้น)</w:t>
            </w:r>
          </w:p>
        </w:tc>
        <w:tc>
          <w:tcPr>
            <w:tcW w:w="127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B5525C" w:rsidRPr="00CE090E" w:rsidRDefault="00B5525C" w:rsidP="00A100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E090E">
              <w:rPr>
                <w:rFonts w:ascii="Angsana New" w:hAnsi="Angsana New"/>
                <w:sz w:val="30"/>
                <w:szCs w:val="30"/>
              </w:rPr>
              <w:t>308,000</w:t>
            </w:r>
          </w:p>
        </w:tc>
        <w:tc>
          <w:tcPr>
            <w:tcW w:w="284" w:type="dxa"/>
          </w:tcPr>
          <w:p w:rsidR="00B5525C" w:rsidRPr="00CE090E" w:rsidRDefault="00B5525C" w:rsidP="007B3D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5525C" w:rsidRPr="00CE090E" w:rsidRDefault="00B5525C" w:rsidP="000234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E090E">
              <w:rPr>
                <w:rFonts w:ascii="Angsana New" w:hAnsi="Angsana New"/>
                <w:sz w:val="30"/>
                <w:szCs w:val="30"/>
              </w:rPr>
              <w:t>308,000</w:t>
            </w:r>
          </w:p>
        </w:tc>
        <w:tc>
          <w:tcPr>
            <w:tcW w:w="283" w:type="dxa"/>
          </w:tcPr>
          <w:p w:rsidR="00B5525C" w:rsidRPr="00CE090E" w:rsidRDefault="00B5525C" w:rsidP="007B3D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5525C" w:rsidRPr="00CE090E" w:rsidRDefault="00B5525C" w:rsidP="00A100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E090E">
              <w:rPr>
                <w:rFonts w:ascii="Angsana New" w:hAnsi="Angsana New"/>
                <w:sz w:val="30"/>
                <w:szCs w:val="30"/>
              </w:rPr>
              <w:t>308,000</w:t>
            </w:r>
          </w:p>
        </w:tc>
        <w:tc>
          <w:tcPr>
            <w:tcW w:w="283" w:type="dxa"/>
            <w:shd w:val="clear" w:color="auto" w:fill="auto"/>
          </w:tcPr>
          <w:p w:rsidR="00B5525C" w:rsidRPr="00CE090E" w:rsidRDefault="00B5525C" w:rsidP="007B3D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B5525C" w:rsidRPr="00CE090E" w:rsidRDefault="00B5525C" w:rsidP="000234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E090E">
              <w:rPr>
                <w:rFonts w:ascii="Angsana New" w:hAnsi="Angsana New"/>
                <w:sz w:val="30"/>
                <w:szCs w:val="30"/>
              </w:rPr>
              <w:t>308,000</w:t>
            </w:r>
          </w:p>
        </w:tc>
      </w:tr>
      <w:tr w:rsidR="00B5525C" w:rsidRPr="00CE090E" w:rsidTr="00A10062">
        <w:tc>
          <w:tcPr>
            <w:tcW w:w="3936" w:type="dxa"/>
            <w:vAlign w:val="bottom"/>
          </w:tcPr>
          <w:p w:rsidR="00B5525C" w:rsidRPr="00CE090E" w:rsidRDefault="00B5525C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CE090E">
              <w:rPr>
                <w:rFonts w:ascii="Angsana New" w:hAnsi="Angsana New"/>
                <w:sz w:val="30"/>
                <w:szCs w:val="30"/>
                <w:cs/>
              </w:rPr>
              <w:t>กำไร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(ขาดทุน) </w:t>
            </w:r>
            <w:r w:rsidRPr="00CE090E">
              <w:rPr>
                <w:rFonts w:ascii="Angsana New" w:hAnsi="Angsana New"/>
                <w:sz w:val="30"/>
                <w:szCs w:val="30"/>
                <w:cs/>
              </w:rPr>
              <w:t>ต่อหุ้นปรับลด (บาท)</w:t>
            </w:r>
          </w:p>
        </w:tc>
        <w:tc>
          <w:tcPr>
            <w:tcW w:w="127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B5525C" w:rsidRPr="001B52D0" w:rsidRDefault="00B5525C" w:rsidP="00A100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1B52D0">
              <w:rPr>
                <w:rFonts w:ascii="Angsana New" w:hAnsi="Angsana New"/>
                <w:sz w:val="30"/>
                <w:szCs w:val="30"/>
                <w:cs/>
              </w:rPr>
              <w:t>(</w:t>
            </w:r>
            <w:r>
              <w:rPr>
                <w:rFonts w:ascii="Angsana New" w:hAnsi="Angsana New"/>
                <w:sz w:val="30"/>
                <w:szCs w:val="30"/>
              </w:rPr>
              <w:t xml:space="preserve">  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0.00</w:t>
            </w:r>
            <w:r>
              <w:rPr>
                <w:rFonts w:ascii="Angsana New" w:hAnsi="Angsana New"/>
                <w:sz w:val="30"/>
                <w:szCs w:val="30"/>
              </w:rPr>
              <w:t>48</w:t>
            </w:r>
            <w:r w:rsidRPr="001B52D0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  <w:tc>
          <w:tcPr>
            <w:tcW w:w="284" w:type="dxa"/>
          </w:tcPr>
          <w:p w:rsidR="00B5525C" w:rsidRPr="00CE090E" w:rsidRDefault="00B5525C" w:rsidP="00A100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B5525C" w:rsidRPr="00CE090E" w:rsidRDefault="00B5525C" w:rsidP="00A100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0.0782</w:t>
            </w:r>
          </w:p>
        </w:tc>
        <w:tc>
          <w:tcPr>
            <w:tcW w:w="283" w:type="dxa"/>
          </w:tcPr>
          <w:p w:rsidR="00B5525C" w:rsidRPr="00CE090E" w:rsidRDefault="00B5525C" w:rsidP="00A100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B5525C" w:rsidRPr="001B52D0" w:rsidRDefault="00B5525C" w:rsidP="00A100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1B52D0">
              <w:rPr>
                <w:rFonts w:ascii="Angsana New" w:hAnsi="Angsana New"/>
                <w:sz w:val="30"/>
                <w:szCs w:val="30"/>
                <w:cs/>
              </w:rPr>
              <w:t>(</w:t>
            </w:r>
            <w:r>
              <w:rPr>
                <w:rFonts w:ascii="Angsana New" w:hAnsi="Angsana New"/>
                <w:sz w:val="30"/>
                <w:szCs w:val="30"/>
              </w:rPr>
              <w:t xml:space="preserve">  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0.00</w:t>
            </w:r>
            <w:r>
              <w:rPr>
                <w:rFonts w:ascii="Angsana New" w:hAnsi="Angsana New"/>
                <w:sz w:val="30"/>
                <w:szCs w:val="30"/>
              </w:rPr>
              <w:t>02</w:t>
            </w:r>
            <w:r w:rsidRPr="001B52D0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  <w:tc>
          <w:tcPr>
            <w:tcW w:w="283" w:type="dxa"/>
            <w:shd w:val="clear" w:color="auto" w:fill="auto"/>
          </w:tcPr>
          <w:p w:rsidR="00B5525C" w:rsidRPr="00F03FED" w:rsidRDefault="00B5525C" w:rsidP="00A100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B5525C" w:rsidRPr="00CE090E" w:rsidRDefault="00B5525C" w:rsidP="00A100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E090E">
              <w:rPr>
                <w:rFonts w:ascii="Angsana New" w:hAnsi="Angsana New"/>
                <w:sz w:val="30"/>
                <w:szCs w:val="30"/>
              </w:rPr>
              <w:t>0.0</w:t>
            </w:r>
            <w:r>
              <w:rPr>
                <w:rFonts w:ascii="Angsana New" w:hAnsi="Angsana New"/>
                <w:sz w:val="30"/>
                <w:szCs w:val="30"/>
              </w:rPr>
              <w:t>797</w:t>
            </w:r>
          </w:p>
        </w:tc>
      </w:tr>
    </w:tbl>
    <w:p w:rsidR="003F0226" w:rsidRPr="00CE090E" w:rsidRDefault="003F0226" w:rsidP="00571E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tbl>
      <w:tblPr>
        <w:tblW w:w="9747" w:type="dxa"/>
        <w:tblLayout w:type="fixed"/>
        <w:tblLook w:val="04A0"/>
      </w:tblPr>
      <w:tblGrid>
        <w:gridCol w:w="3936"/>
        <w:gridCol w:w="1275"/>
        <w:gridCol w:w="284"/>
        <w:gridCol w:w="1276"/>
        <w:gridCol w:w="283"/>
        <w:gridCol w:w="1276"/>
        <w:gridCol w:w="283"/>
        <w:gridCol w:w="1134"/>
      </w:tblGrid>
      <w:tr w:rsidR="003F0226" w:rsidRPr="00CE090E" w:rsidTr="00901DCC">
        <w:tc>
          <w:tcPr>
            <w:tcW w:w="3936" w:type="dxa"/>
            <w:vAlign w:val="bottom"/>
          </w:tcPr>
          <w:p w:rsidR="003F0226" w:rsidRPr="00CE090E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5811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3F0226" w:rsidRPr="00CE090E" w:rsidRDefault="003F0226" w:rsidP="00CE09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CE090E">
              <w:rPr>
                <w:rFonts w:ascii="Angsana New" w:hAnsi="Angsana New"/>
                <w:sz w:val="30"/>
                <w:szCs w:val="30"/>
                <w:cs/>
              </w:rPr>
              <w:t>งวด</w:t>
            </w:r>
            <w:r w:rsidR="002F3D1C">
              <w:rPr>
                <w:rFonts w:ascii="Angsana New" w:hAnsi="Angsana New" w:hint="cs"/>
                <w:sz w:val="30"/>
                <w:szCs w:val="30"/>
                <w:cs/>
              </w:rPr>
              <w:t>เก้าเดือน</w:t>
            </w:r>
          </w:p>
        </w:tc>
      </w:tr>
      <w:tr w:rsidR="003F0226" w:rsidRPr="00CE090E" w:rsidTr="00901DCC">
        <w:tc>
          <w:tcPr>
            <w:tcW w:w="3936" w:type="dxa"/>
            <w:vAlign w:val="bottom"/>
          </w:tcPr>
          <w:p w:rsidR="003F0226" w:rsidRPr="00CE090E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F0226" w:rsidRPr="00CE090E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CE090E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83" w:type="dxa"/>
          </w:tcPr>
          <w:p w:rsidR="003F0226" w:rsidRPr="00CE090E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F0226" w:rsidRPr="00CE090E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CE090E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3F0226" w:rsidRPr="00CE090E" w:rsidTr="00901DCC">
        <w:tc>
          <w:tcPr>
            <w:tcW w:w="3936" w:type="dxa"/>
            <w:vAlign w:val="bottom"/>
          </w:tcPr>
          <w:p w:rsidR="003F0226" w:rsidRPr="00CE090E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0226" w:rsidRPr="00CE090E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E090E">
              <w:rPr>
                <w:rFonts w:ascii="Angsana New" w:hAnsi="Angsana New"/>
                <w:sz w:val="30"/>
                <w:szCs w:val="30"/>
              </w:rPr>
              <w:t>2565</w:t>
            </w:r>
          </w:p>
        </w:tc>
        <w:tc>
          <w:tcPr>
            <w:tcW w:w="284" w:type="dxa"/>
          </w:tcPr>
          <w:p w:rsidR="003F0226" w:rsidRPr="00CE090E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F0226" w:rsidRPr="00CE090E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E090E">
              <w:rPr>
                <w:rFonts w:ascii="Angsana New" w:hAnsi="Angsana New"/>
                <w:sz w:val="30"/>
                <w:szCs w:val="30"/>
              </w:rPr>
              <w:t>2564</w:t>
            </w:r>
          </w:p>
        </w:tc>
        <w:tc>
          <w:tcPr>
            <w:tcW w:w="283" w:type="dxa"/>
          </w:tcPr>
          <w:p w:rsidR="003F0226" w:rsidRPr="00CE090E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F0226" w:rsidRPr="00CE090E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E090E">
              <w:rPr>
                <w:rFonts w:ascii="Angsana New" w:hAnsi="Angsana New"/>
                <w:sz w:val="30"/>
                <w:szCs w:val="30"/>
              </w:rPr>
              <w:t>2565</w:t>
            </w:r>
          </w:p>
        </w:tc>
        <w:tc>
          <w:tcPr>
            <w:tcW w:w="283" w:type="dxa"/>
            <w:shd w:val="clear" w:color="auto" w:fill="auto"/>
          </w:tcPr>
          <w:p w:rsidR="003F0226" w:rsidRPr="00CE090E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0226" w:rsidRPr="00CE090E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E090E">
              <w:rPr>
                <w:rFonts w:ascii="Angsana New" w:hAnsi="Angsana New"/>
                <w:sz w:val="30"/>
                <w:szCs w:val="30"/>
              </w:rPr>
              <w:t>2564</w:t>
            </w:r>
          </w:p>
        </w:tc>
      </w:tr>
      <w:tr w:rsidR="00B5525C" w:rsidRPr="00CE090E" w:rsidTr="00901DCC">
        <w:tc>
          <w:tcPr>
            <w:tcW w:w="3936" w:type="dxa"/>
            <w:vAlign w:val="bottom"/>
          </w:tcPr>
          <w:p w:rsidR="00B5525C" w:rsidRPr="00CE090E" w:rsidRDefault="00B5525C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CE090E">
              <w:rPr>
                <w:rFonts w:ascii="Angsana New" w:hAnsi="Angsana New"/>
                <w:sz w:val="30"/>
                <w:szCs w:val="30"/>
                <w:cs/>
              </w:rPr>
              <w:t>กำไรสำหรับ</w:t>
            </w:r>
            <w:r w:rsidRPr="00CE090E">
              <w:rPr>
                <w:rFonts w:ascii="Angsana New" w:hAnsi="Angsana New" w:hint="cs"/>
                <w:sz w:val="30"/>
                <w:szCs w:val="30"/>
                <w:cs/>
              </w:rPr>
              <w:t xml:space="preserve">งวด </w:t>
            </w:r>
            <w:r w:rsidRPr="00CE090E">
              <w:rPr>
                <w:rFonts w:ascii="Angsana New" w:hAnsi="Angsana New"/>
                <w:sz w:val="30"/>
                <w:szCs w:val="30"/>
                <w:cs/>
              </w:rPr>
              <w:t>(พันบาท)</w:t>
            </w:r>
          </w:p>
        </w:tc>
        <w:tc>
          <w:tcPr>
            <w:tcW w:w="127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B5525C" w:rsidRPr="00CE090E" w:rsidRDefault="00B5525C" w:rsidP="00A100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,2</w:t>
            </w:r>
            <w:r>
              <w:rPr>
                <w:rFonts w:ascii="Angsana New" w:hAnsi="Angsana New"/>
                <w:sz w:val="30"/>
                <w:szCs w:val="30"/>
              </w:rPr>
              <w:t>81</w:t>
            </w:r>
          </w:p>
        </w:tc>
        <w:tc>
          <w:tcPr>
            <w:tcW w:w="284" w:type="dxa"/>
          </w:tcPr>
          <w:p w:rsidR="00B5525C" w:rsidRPr="00CE090E" w:rsidRDefault="00B5525C" w:rsidP="00A100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5525C" w:rsidRPr="00CE090E" w:rsidRDefault="00B5525C" w:rsidP="00A100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23,772</w:t>
            </w:r>
          </w:p>
        </w:tc>
        <w:tc>
          <w:tcPr>
            <w:tcW w:w="283" w:type="dxa"/>
          </w:tcPr>
          <w:p w:rsidR="00B5525C" w:rsidRPr="00CE090E" w:rsidRDefault="00B5525C" w:rsidP="00A100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</w:tcPr>
          <w:p w:rsidR="00B5525C" w:rsidRPr="00212ED9" w:rsidRDefault="00B5525C" w:rsidP="00A100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1</w:t>
            </w:r>
            <w:r>
              <w:rPr>
                <w:rFonts w:ascii="Angsana New" w:hAnsi="Angsana New"/>
                <w:sz w:val="30"/>
                <w:szCs w:val="30"/>
              </w:rPr>
              <w:t>1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,2</w:t>
            </w:r>
            <w:r>
              <w:rPr>
                <w:rFonts w:ascii="Angsana New" w:hAnsi="Angsana New"/>
                <w:sz w:val="30"/>
                <w:szCs w:val="30"/>
              </w:rPr>
              <w:t>72</w:t>
            </w:r>
          </w:p>
        </w:tc>
        <w:tc>
          <w:tcPr>
            <w:tcW w:w="283" w:type="dxa"/>
            <w:shd w:val="clear" w:color="auto" w:fill="auto"/>
          </w:tcPr>
          <w:p w:rsidR="00B5525C" w:rsidRPr="00CE090E" w:rsidRDefault="00B5525C" w:rsidP="00A100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B5525C" w:rsidRPr="00CE090E" w:rsidRDefault="00B5525C" w:rsidP="00A100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54</w:t>
            </w:r>
            <w:r w:rsidRPr="00CE090E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283</w:t>
            </w:r>
          </w:p>
        </w:tc>
      </w:tr>
      <w:tr w:rsidR="00B5525C" w:rsidRPr="00CE090E" w:rsidTr="000234F9">
        <w:tc>
          <w:tcPr>
            <w:tcW w:w="3936" w:type="dxa"/>
            <w:vAlign w:val="bottom"/>
          </w:tcPr>
          <w:p w:rsidR="00B5525C" w:rsidRPr="00CE090E" w:rsidRDefault="00B5525C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CE090E">
              <w:rPr>
                <w:rFonts w:ascii="Angsana New" w:hAnsi="Angsana New"/>
                <w:sz w:val="30"/>
                <w:szCs w:val="30"/>
                <w:cs/>
              </w:rPr>
              <w:t>จำนวนหุ้นสามัญถัวเฉลี่ยถ่วงน้ำหนักขั้นพื้นฐาน (พันหุ้น)</w:t>
            </w:r>
          </w:p>
        </w:tc>
        <w:tc>
          <w:tcPr>
            <w:tcW w:w="1275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B5525C" w:rsidRPr="00CE090E" w:rsidRDefault="00B5525C" w:rsidP="001B52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E090E">
              <w:rPr>
                <w:rFonts w:ascii="Angsana New" w:hAnsi="Angsana New"/>
                <w:sz w:val="30"/>
                <w:szCs w:val="30"/>
              </w:rPr>
              <w:t>308,000</w:t>
            </w:r>
          </w:p>
        </w:tc>
        <w:tc>
          <w:tcPr>
            <w:tcW w:w="284" w:type="dxa"/>
          </w:tcPr>
          <w:p w:rsidR="00B5525C" w:rsidRPr="00CE090E" w:rsidRDefault="00B5525C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vAlign w:val="bottom"/>
          </w:tcPr>
          <w:p w:rsidR="00B5525C" w:rsidRPr="00CE090E" w:rsidRDefault="00B5525C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E090E">
              <w:rPr>
                <w:rFonts w:ascii="Angsana New" w:hAnsi="Angsana New"/>
                <w:sz w:val="30"/>
                <w:szCs w:val="30"/>
              </w:rPr>
              <w:t>308,000</w:t>
            </w:r>
          </w:p>
        </w:tc>
        <w:tc>
          <w:tcPr>
            <w:tcW w:w="283" w:type="dxa"/>
          </w:tcPr>
          <w:p w:rsidR="00B5525C" w:rsidRPr="00CE090E" w:rsidRDefault="00B5525C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vAlign w:val="bottom"/>
          </w:tcPr>
          <w:p w:rsidR="00B5525C" w:rsidRPr="00CE090E" w:rsidRDefault="00B5525C" w:rsidP="001B52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E090E">
              <w:rPr>
                <w:rFonts w:ascii="Angsana New" w:hAnsi="Angsana New"/>
                <w:sz w:val="30"/>
                <w:szCs w:val="30"/>
              </w:rPr>
              <w:t>308,000</w:t>
            </w:r>
          </w:p>
        </w:tc>
        <w:tc>
          <w:tcPr>
            <w:tcW w:w="283" w:type="dxa"/>
            <w:shd w:val="clear" w:color="auto" w:fill="auto"/>
          </w:tcPr>
          <w:p w:rsidR="00B5525C" w:rsidRPr="00CE090E" w:rsidRDefault="00B5525C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B5525C" w:rsidRPr="00CE090E" w:rsidRDefault="00B5525C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E090E">
              <w:rPr>
                <w:rFonts w:ascii="Angsana New" w:hAnsi="Angsana New"/>
                <w:sz w:val="30"/>
                <w:szCs w:val="30"/>
              </w:rPr>
              <w:t>308,000</w:t>
            </w:r>
          </w:p>
        </w:tc>
      </w:tr>
      <w:tr w:rsidR="00B5525C" w:rsidRPr="00CE090E" w:rsidTr="001B52D0">
        <w:tc>
          <w:tcPr>
            <w:tcW w:w="3936" w:type="dxa"/>
            <w:vAlign w:val="bottom"/>
          </w:tcPr>
          <w:p w:rsidR="00B5525C" w:rsidRPr="00CE090E" w:rsidRDefault="00B5525C" w:rsidP="007B3D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CE090E">
              <w:rPr>
                <w:rFonts w:ascii="Angsana New" w:hAnsi="Angsana New"/>
                <w:sz w:val="30"/>
                <w:szCs w:val="30"/>
                <w:cs/>
              </w:rPr>
              <w:t>ผลกระทบจากการถือเสมือนว่ามีการใช้สิทธิของใบสำคัญแสดงสิทธิซื้อหุ้นสามัญ (พันหุ้น)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525C" w:rsidRPr="00CE090E" w:rsidRDefault="00B5525C" w:rsidP="008604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5,701</w:t>
            </w:r>
          </w:p>
        </w:tc>
        <w:tc>
          <w:tcPr>
            <w:tcW w:w="284" w:type="dxa"/>
          </w:tcPr>
          <w:p w:rsidR="00B5525C" w:rsidRPr="00CE090E" w:rsidRDefault="00B5525C" w:rsidP="007B3D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B5525C" w:rsidRPr="00CE090E" w:rsidRDefault="00B5525C" w:rsidP="007B3D8F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220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CE090E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-</w:t>
            </w:r>
          </w:p>
        </w:tc>
        <w:tc>
          <w:tcPr>
            <w:tcW w:w="283" w:type="dxa"/>
          </w:tcPr>
          <w:p w:rsidR="00B5525C" w:rsidRPr="00CE090E" w:rsidRDefault="00B5525C" w:rsidP="007B3D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B5525C" w:rsidRPr="00CE090E" w:rsidRDefault="00B5525C" w:rsidP="001B52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5,701</w:t>
            </w:r>
          </w:p>
        </w:tc>
        <w:tc>
          <w:tcPr>
            <w:tcW w:w="283" w:type="dxa"/>
            <w:shd w:val="clear" w:color="auto" w:fill="auto"/>
          </w:tcPr>
          <w:p w:rsidR="00B5525C" w:rsidRPr="00CE090E" w:rsidRDefault="00B5525C" w:rsidP="007B3D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525C" w:rsidRPr="00CE090E" w:rsidRDefault="00B5525C" w:rsidP="007B3D8F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220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CE090E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-</w:t>
            </w:r>
          </w:p>
        </w:tc>
      </w:tr>
      <w:tr w:rsidR="00B5525C" w:rsidRPr="00CE090E" w:rsidTr="001B52D0">
        <w:tc>
          <w:tcPr>
            <w:tcW w:w="3936" w:type="dxa"/>
            <w:vAlign w:val="bottom"/>
          </w:tcPr>
          <w:p w:rsidR="00B5525C" w:rsidRPr="00CE090E" w:rsidRDefault="00B5525C" w:rsidP="007B3D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CE090E">
              <w:rPr>
                <w:rFonts w:ascii="Angsana New" w:hAnsi="Angsana New"/>
                <w:sz w:val="30"/>
                <w:szCs w:val="30"/>
                <w:cs/>
              </w:rPr>
              <w:t>จำนวนหุ้นสามัญถัวเฉลี่ยถ่วงน้ำหนักปรับลด (พันหุ้น)</w:t>
            </w:r>
          </w:p>
        </w:tc>
        <w:tc>
          <w:tcPr>
            <w:tcW w:w="127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B5525C" w:rsidRPr="00CE090E" w:rsidRDefault="00B5525C" w:rsidP="008604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313,701</w:t>
            </w:r>
          </w:p>
        </w:tc>
        <w:tc>
          <w:tcPr>
            <w:tcW w:w="284" w:type="dxa"/>
          </w:tcPr>
          <w:p w:rsidR="00B5525C" w:rsidRPr="00CE090E" w:rsidRDefault="00B5525C" w:rsidP="007B3D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5525C" w:rsidRPr="00CE090E" w:rsidRDefault="00B5525C" w:rsidP="000234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E090E">
              <w:rPr>
                <w:rFonts w:ascii="Angsana New" w:hAnsi="Angsana New"/>
                <w:sz w:val="30"/>
                <w:szCs w:val="30"/>
              </w:rPr>
              <w:t>308,000</w:t>
            </w:r>
          </w:p>
        </w:tc>
        <w:tc>
          <w:tcPr>
            <w:tcW w:w="283" w:type="dxa"/>
          </w:tcPr>
          <w:p w:rsidR="00B5525C" w:rsidRPr="00CE090E" w:rsidRDefault="00B5525C" w:rsidP="007B3D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5525C" w:rsidRPr="00CE090E" w:rsidRDefault="00B5525C" w:rsidP="001B52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313,701</w:t>
            </w:r>
          </w:p>
        </w:tc>
        <w:tc>
          <w:tcPr>
            <w:tcW w:w="283" w:type="dxa"/>
            <w:shd w:val="clear" w:color="auto" w:fill="auto"/>
          </w:tcPr>
          <w:p w:rsidR="00B5525C" w:rsidRPr="00CE090E" w:rsidRDefault="00B5525C" w:rsidP="007B3D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B5525C" w:rsidRPr="00CE090E" w:rsidRDefault="00B5525C" w:rsidP="000234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E090E">
              <w:rPr>
                <w:rFonts w:ascii="Angsana New" w:hAnsi="Angsana New"/>
                <w:sz w:val="30"/>
                <w:szCs w:val="30"/>
              </w:rPr>
              <w:t>308,000</w:t>
            </w:r>
          </w:p>
        </w:tc>
      </w:tr>
      <w:tr w:rsidR="00B5525C" w:rsidRPr="00CE090E" w:rsidTr="00DF6E91">
        <w:tc>
          <w:tcPr>
            <w:tcW w:w="3936" w:type="dxa"/>
            <w:vAlign w:val="bottom"/>
          </w:tcPr>
          <w:p w:rsidR="00B5525C" w:rsidRPr="00CE090E" w:rsidRDefault="00B5525C" w:rsidP="007B3D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CE090E">
              <w:rPr>
                <w:rFonts w:ascii="Angsana New" w:hAnsi="Angsana New"/>
                <w:sz w:val="30"/>
                <w:szCs w:val="30"/>
                <w:cs/>
              </w:rPr>
              <w:t>กำไรต่อหุ้นปรับลด (บาท)</w:t>
            </w:r>
          </w:p>
        </w:tc>
        <w:tc>
          <w:tcPr>
            <w:tcW w:w="127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B5525C" w:rsidRPr="00CE090E" w:rsidRDefault="00B5525C" w:rsidP="00B552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0.0</w:t>
            </w:r>
            <w:r>
              <w:rPr>
                <w:rFonts w:ascii="Angsana New" w:hAnsi="Angsana New"/>
                <w:sz w:val="30"/>
                <w:szCs w:val="30"/>
              </w:rPr>
              <w:t>264</w:t>
            </w:r>
          </w:p>
        </w:tc>
        <w:tc>
          <w:tcPr>
            <w:tcW w:w="284" w:type="dxa"/>
          </w:tcPr>
          <w:p w:rsidR="00B5525C" w:rsidRPr="00CE090E" w:rsidRDefault="00B5525C" w:rsidP="000234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B5525C" w:rsidRPr="00CE090E" w:rsidRDefault="00B5525C" w:rsidP="00DF6E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0.0772</w:t>
            </w:r>
          </w:p>
        </w:tc>
        <w:tc>
          <w:tcPr>
            <w:tcW w:w="283" w:type="dxa"/>
          </w:tcPr>
          <w:p w:rsidR="00B5525C" w:rsidRPr="00CE090E" w:rsidRDefault="00B5525C" w:rsidP="00DF6E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:rsidR="00B5525C" w:rsidRPr="00212ED9" w:rsidRDefault="00B5525C" w:rsidP="00B552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0.0</w:t>
            </w:r>
            <w:r>
              <w:rPr>
                <w:rFonts w:ascii="Angsana New" w:hAnsi="Angsana New"/>
                <w:sz w:val="30"/>
                <w:szCs w:val="30"/>
              </w:rPr>
              <w:t>359</w:t>
            </w:r>
          </w:p>
        </w:tc>
        <w:tc>
          <w:tcPr>
            <w:tcW w:w="283" w:type="dxa"/>
            <w:shd w:val="clear" w:color="auto" w:fill="auto"/>
          </w:tcPr>
          <w:p w:rsidR="00B5525C" w:rsidRPr="00CE090E" w:rsidRDefault="00B5525C" w:rsidP="00DF6E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B5525C" w:rsidRPr="00CE090E" w:rsidRDefault="00B5525C" w:rsidP="00DF6E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E090E">
              <w:rPr>
                <w:rFonts w:ascii="Angsana New" w:hAnsi="Angsana New"/>
                <w:sz w:val="30"/>
                <w:szCs w:val="30"/>
              </w:rPr>
              <w:t>0.</w:t>
            </w:r>
            <w:r>
              <w:rPr>
                <w:rFonts w:ascii="Angsana New" w:hAnsi="Angsana New"/>
                <w:sz w:val="30"/>
                <w:szCs w:val="30"/>
              </w:rPr>
              <w:t>1762</w:t>
            </w:r>
          </w:p>
        </w:tc>
      </w:tr>
    </w:tbl>
    <w:p w:rsidR="00BA4F19" w:rsidRPr="006C2E6C" w:rsidRDefault="00BA4F19" w:rsidP="007A10C7">
      <w:pPr>
        <w:numPr>
          <w:ilvl w:val="0"/>
          <w:numId w:val="16"/>
        </w:numPr>
        <w:tabs>
          <w:tab w:val="clear" w:pos="227"/>
          <w:tab w:val="clear" w:pos="454"/>
          <w:tab w:val="clear" w:pos="540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num" w:pos="0"/>
        </w:tabs>
        <w:ind w:left="567" w:hanging="567"/>
        <w:jc w:val="both"/>
        <w:rPr>
          <w:rFonts w:ascii="Angsana New" w:hAnsi="Angsana New"/>
          <w:b/>
          <w:bCs/>
          <w:sz w:val="30"/>
          <w:szCs w:val="30"/>
        </w:rPr>
      </w:pPr>
      <w:r w:rsidRPr="006C2E6C">
        <w:rPr>
          <w:rFonts w:ascii="Angsana New" w:hAnsi="Angsana New" w:hint="cs"/>
          <w:b/>
          <w:bCs/>
          <w:sz w:val="30"/>
          <w:szCs w:val="30"/>
          <w:cs/>
        </w:rPr>
        <w:lastRenderedPageBreak/>
        <w:t>อื่น ๆ</w:t>
      </w:r>
    </w:p>
    <w:p w:rsidR="00BA4F19" w:rsidRPr="004F2697" w:rsidRDefault="00BA4F19" w:rsidP="00BA4F1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24"/>
          <w:szCs w:val="24"/>
        </w:rPr>
      </w:pPr>
    </w:p>
    <w:p w:rsidR="00BA4F19" w:rsidRPr="0017232D" w:rsidRDefault="00BA4F19" w:rsidP="00BA4F1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17232D">
        <w:rPr>
          <w:rFonts w:ascii="Angsana New" w:hAnsi="Angsana New" w:hint="cs"/>
          <w:spacing w:val="-4"/>
          <w:sz w:val="30"/>
          <w:szCs w:val="30"/>
          <w:cs/>
        </w:rPr>
        <w:t xml:space="preserve">ณ วันที่ </w:t>
      </w:r>
      <w:r w:rsidRPr="0017232D">
        <w:rPr>
          <w:rFonts w:ascii="Angsana New" w:hAnsi="Angsana New"/>
          <w:spacing w:val="-4"/>
          <w:sz w:val="30"/>
          <w:szCs w:val="30"/>
        </w:rPr>
        <w:t xml:space="preserve">30 </w:t>
      </w:r>
      <w:r w:rsidR="002F3D1C">
        <w:rPr>
          <w:rFonts w:ascii="Angsana New" w:hAnsi="Angsana New" w:hint="cs"/>
          <w:spacing w:val="-4"/>
          <w:sz w:val="30"/>
          <w:szCs w:val="30"/>
          <w:cs/>
        </w:rPr>
        <w:t>กันยายน</w:t>
      </w:r>
      <w:r w:rsidRPr="0017232D">
        <w:rPr>
          <w:rFonts w:ascii="Angsana New" w:hAnsi="Angsana New"/>
          <w:spacing w:val="-4"/>
          <w:sz w:val="30"/>
          <w:szCs w:val="30"/>
          <w:cs/>
        </w:rPr>
        <w:t xml:space="preserve"> </w:t>
      </w:r>
      <w:r w:rsidR="00E730EC" w:rsidRPr="0017232D">
        <w:rPr>
          <w:rFonts w:ascii="Angsana New" w:hAnsi="Angsana New"/>
          <w:spacing w:val="-4"/>
          <w:sz w:val="30"/>
          <w:szCs w:val="30"/>
        </w:rPr>
        <w:t>2565</w:t>
      </w:r>
      <w:r w:rsidRPr="0017232D"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</w:p>
    <w:p w:rsidR="00C85227" w:rsidRPr="004F2697" w:rsidRDefault="00C85227" w:rsidP="00C8522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4"/>
          <w:szCs w:val="24"/>
        </w:rPr>
      </w:pPr>
    </w:p>
    <w:p w:rsidR="00C85227" w:rsidRPr="0017232D" w:rsidRDefault="00C85227" w:rsidP="00FD3D59">
      <w:pPr>
        <w:numPr>
          <w:ilvl w:val="0"/>
          <w:numId w:val="1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="Angsana New" w:hAnsi="Angsana New"/>
          <w:sz w:val="30"/>
          <w:szCs w:val="30"/>
        </w:rPr>
      </w:pPr>
      <w:r w:rsidRPr="0017232D">
        <w:rPr>
          <w:rFonts w:ascii="Angsana New" w:hAnsi="Angsana New" w:hint="cs"/>
          <w:sz w:val="30"/>
          <w:szCs w:val="30"/>
          <w:cs/>
        </w:rPr>
        <w:t>บริษัทมีหนังสือค้ำประกันบริษัทซึ่งออกโดย</w:t>
      </w:r>
      <w:r w:rsidRPr="00F94FFE">
        <w:rPr>
          <w:rFonts w:ascii="Angsana New" w:hAnsi="Angsana New" w:hint="cs"/>
          <w:sz w:val="30"/>
          <w:szCs w:val="30"/>
          <w:cs/>
        </w:rPr>
        <w:t>ธนาคารในประเทศ</w:t>
      </w:r>
      <w:r w:rsidR="00C67CE3" w:rsidRPr="00F94FFE">
        <w:rPr>
          <w:rFonts w:ascii="Angsana New" w:hAnsi="Angsana New" w:hint="cs"/>
          <w:sz w:val="30"/>
          <w:szCs w:val="30"/>
          <w:cs/>
        </w:rPr>
        <w:t>สอง</w:t>
      </w:r>
      <w:r w:rsidR="00DA681E" w:rsidRPr="00F94FFE">
        <w:rPr>
          <w:rFonts w:ascii="Angsana New" w:hAnsi="Angsana New" w:hint="cs"/>
          <w:sz w:val="30"/>
          <w:szCs w:val="30"/>
          <w:cs/>
        </w:rPr>
        <w:t>แห่ง</w:t>
      </w:r>
      <w:r w:rsidRPr="00F94FFE">
        <w:rPr>
          <w:rFonts w:ascii="Angsana New" w:hAnsi="Angsana New" w:hint="cs"/>
          <w:sz w:val="30"/>
          <w:szCs w:val="30"/>
          <w:cs/>
        </w:rPr>
        <w:t>ให้แก่บริษัทเอกชนและหน่วยงานรัฐบาลหลายแห่งซึ่งเป็น</w:t>
      </w:r>
      <w:r w:rsidRPr="00F94FFE">
        <w:rPr>
          <w:rFonts w:ascii="Angsana New" w:hAnsi="Angsana New" w:hint="cs"/>
          <w:color w:val="000000"/>
          <w:sz w:val="30"/>
          <w:szCs w:val="30"/>
          <w:cs/>
          <w:lang w:val="th-TH"/>
        </w:rPr>
        <w:t>ลูกค้าของบริษัทเ</w:t>
      </w:r>
      <w:r w:rsidRPr="00F94FFE">
        <w:rPr>
          <w:rFonts w:ascii="Angsana New" w:hAnsi="Angsana New"/>
          <w:color w:val="000000"/>
          <w:sz w:val="30"/>
          <w:szCs w:val="30"/>
          <w:cs/>
          <w:lang w:val="th-TH"/>
        </w:rPr>
        <w:t>ป็น</w:t>
      </w:r>
      <w:r w:rsidRPr="00F94FFE">
        <w:rPr>
          <w:rFonts w:ascii="Angsana New" w:hAnsi="Angsana New" w:hint="cs"/>
          <w:color w:val="000000"/>
          <w:sz w:val="30"/>
          <w:szCs w:val="30"/>
          <w:cs/>
          <w:lang w:val="th-TH"/>
        </w:rPr>
        <w:t>จำนวน</w:t>
      </w:r>
      <w:r w:rsidRPr="00F94FFE">
        <w:rPr>
          <w:rFonts w:ascii="Angsana New" w:hAnsi="Angsana New"/>
          <w:color w:val="000000"/>
          <w:sz w:val="30"/>
          <w:szCs w:val="30"/>
          <w:cs/>
        </w:rPr>
        <w:t>เงิน</w:t>
      </w:r>
      <w:r w:rsidRPr="00F94FFE">
        <w:rPr>
          <w:rFonts w:ascii="Angsana New" w:hAnsi="Angsana New" w:hint="cs"/>
          <w:color w:val="000000"/>
          <w:sz w:val="30"/>
          <w:szCs w:val="30"/>
          <w:cs/>
        </w:rPr>
        <w:t>รวม</w:t>
      </w:r>
      <w:r w:rsidR="00F94FFE" w:rsidRPr="00F94FFE">
        <w:rPr>
          <w:rFonts w:ascii="Angsana New" w:hAnsi="Angsana New" w:hint="cs"/>
          <w:color w:val="000000"/>
          <w:sz w:val="30"/>
          <w:szCs w:val="30"/>
          <w:cs/>
        </w:rPr>
        <w:t>ประมาณ 23.4</w:t>
      </w:r>
      <w:r w:rsidRPr="00F94FFE">
        <w:rPr>
          <w:rFonts w:ascii="Angsana New" w:hAnsi="Angsana New"/>
          <w:color w:val="000000"/>
          <w:sz w:val="30"/>
          <w:szCs w:val="30"/>
        </w:rPr>
        <w:t xml:space="preserve"> </w:t>
      </w:r>
      <w:r w:rsidRPr="00F94FFE">
        <w:rPr>
          <w:rFonts w:ascii="Angsana New" w:hAnsi="Angsana New"/>
          <w:color w:val="000000"/>
          <w:sz w:val="30"/>
          <w:szCs w:val="30"/>
          <w:cs/>
        </w:rPr>
        <w:t>ล้านบาท</w:t>
      </w:r>
    </w:p>
    <w:p w:rsidR="00C85227" w:rsidRPr="004F2697" w:rsidRDefault="00C85227" w:rsidP="00C85227">
      <w:pPr>
        <w:rPr>
          <w:rFonts w:asciiTheme="majorBidi" w:hAnsiTheme="majorBidi" w:cstheme="majorBidi"/>
          <w:color w:val="000000"/>
          <w:sz w:val="24"/>
          <w:szCs w:val="24"/>
          <w:cs/>
        </w:rPr>
      </w:pPr>
    </w:p>
    <w:p w:rsidR="00842550" w:rsidRPr="00B70F79" w:rsidRDefault="00C85227" w:rsidP="00B70F79">
      <w:pPr>
        <w:numPr>
          <w:ilvl w:val="0"/>
          <w:numId w:val="1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="Angsana New" w:hAnsi="Angsana New"/>
          <w:sz w:val="30"/>
          <w:szCs w:val="30"/>
        </w:rPr>
      </w:pPr>
      <w:r w:rsidRPr="00E0456A">
        <w:rPr>
          <w:rFonts w:ascii="Angsana New" w:hAnsi="Angsana New" w:hint="cs"/>
          <w:sz w:val="30"/>
          <w:szCs w:val="30"/>
          <w:cs/>
        </w:rPr>
        <w:t>บริษัทย่อย</w:t>
      </w:r>
      <w:r w:rsidR="00C67CE3" w:rsidRPr="00E0456A">
        <w:rPr>
          <w:rFonts w:ascii="Angsana New" w:hAnsi="Angsana New" w:hint="cs"/>
          <w:sz w:val="30"/>
          <w:szCs w:val="30"/>
          <w:cs/>
        </w:rPr>
        <w:t xml:space="preserve"> (</w:t>
      </w:r>
      <w:r w:rsidR="00C67CE3" w:rsidRPr="00E0456A">
        <w:rPr>
          <w:rFonts w:ascii="Angsana New" w:hAnsi="Angsana New"/>
          <w:sz w:val="30"/>
          <w:szCs w:val="30"/>
        </w:rPr>
        <w:t xml:space="preserve">TMNC) </w:t>
      </w:r>
      <w:r w:rsidRPr="00E0456A">
        <w:rPr>
          <w:rFonts w:ascii="Angsana New" w:hAnsi="Angsana New" w:hint="cs"/>
          <w:sz w:val="30"/>
          <w:szCs w:val="30"/>
          <w:cs/>
        </w:rPr>
        <w:t>มีภาระผูกพัน</w:t>
      </w:r>
      <w:r w:rsidR="007F1D91" w:rsidRPr="00E0456A">
        <w:rPr>
          <w:rFonts w:ascii="Angsana New" w:hAnsi="Angsana New" w:hint="cs"/>
          <w:sz w:val="30"/>
          <w:szCs w:val="30"/>
          <w:cs/>
        </w:rPr>
        <w:t>จาก</w:t>
      </w:r>
      <w:r w:rsidR="00BC7F02">
        <w:rPr>
          <w:rFonts w:ascii="Angsana New" w:hAnsi="Angsana New"/>
          <w:sz w:val="30"/>
          <w:szCs w:val="30"/>
        </w:rPr>
        <w:t xml:space="preserve"> (1) </w:t>
      </w:r>
      <w:r w:rsidRPr="00E0456A">
        <w:rPr>
          <w:rFonts w:ascii="Angsana New" w:hAnsi="Angsana New" w:hint="cs"/>
          <w:sz w:val="30"/>
          <w:szCs w:val="30"/>
          <w:cs/>
        </w:rPr>
        <w:t>งาน</w:t>
      </w:r>
      <w:r w:rsidR="007F1D91" w:rsidRPr="00E0456A">
        <w:rPr>
          <w:rFonts w:ascii="Angsana New" w:hAnsi="Angsana New" w:hint="cs"/>
          <w:sz w:val="30"/>
          <w:szCs w:val="30"/>
          <w:cs/>
        </w:rPr>
        <w:t>ก่อสร้าง</w:t>
      </w:r>
      <w:r w:rsidRPr="00E0456A">
        <w:rPr>
          <w:rFonts w:ascii="Angsana New" w:hAnsi="Angsana New" w:hint="cs"/>
          <w:sz w:val="30"/>
          <w:szCs w:val="30"/>
          <w:cs/>
        </w:rPr>
        <w:t>โครงการโรงพยาบาล</w:t>
      </w:r>
      <w:r w:rsidR="00BA6D41" w:rsidRPr="00E0456A">
        <w:rPr>
          <w:rFonts w:ascii="Angsana New" w:hAnsi="Angsana New" w:hint="cs"/>
          <w:sz w:val="30"/>
          <w:szCs w:val="30"/>
          <w:cs/>
        </w:rPr>
        <w:t>และสถานบริบาล</w:t>
      </w:r>
      <w:r w:rsidRPr="00E0456A">
        <w:rPr>
          <w:rFonts w:ascii="Angsana New" w:hAnsi="Angsana New" w:hint="cs"/>
          <w:sz w:val="30"/>
          <w:szCs w:val="30"/>
          <w:cs/>
        </w:rPr>
        <w:t>เพื่อดูแลผู้สูงอายุ</w:t>
      </w:r>
      <w:r w:rsidR="007F1D91" w:rsidRPr="00E0456A">
        <w:rPr>
          <w:rFonts w:ascii="Angsana New" w:hAnsi="Angsana New" w:hint="cs"/>
          <w:sz w:val="30"/>
          <w:szCs w:val="30"/>
          <w:cs/>
        </w:rPr>
        <w:t>เป็นจำนวน</w:t>
      </w:r>
      <w:r w:rsidR="00681B0C" w:rsidRPr="00E0456A">
        <w:rPr>
          <w:rFonts w:ascii="Angsana New" w:hAnsi="Angsana New" w:hint="cs"/>
          <w:sz w:val="30"/>
          <w:szCs w:val="30"/>
          <w:cs/>
        </w:rPr>
        <w:t>เงินรวมประมาณ</w:t>
      </w:r>
      <w:r w:rsidR="001B52D0" w:rsidRPr="00E0456A">
        <w:rPr>
          <w:rFonts w:ascii="Angsana New" w:hAnsi="Angsana New" w:hint="cs"/>
          <w:sz w:val="30"/>
          <w:szCs w:val="30"/>
          <w:cs/>
        </w:rPr>
        <w:t xml:space="preserve"> 24.8</w:t>
      </w:r>
      <w:r w:rsidR="007F1D91" w:rsidRPr="00E0456A">
        <w:rPr>
          <w:rFonts w:ascii="Angsana New" w:hAnsi="Angsana New" w:hint="cs"/>
          <w:sz w:val="30"/>
          <w:szCs w:val="30"/>
          <w:cs/>
        </w:rPr>
        <w:t xml:space="preserve"> ล้านบาท</w:t>
      </w:r>
      <w:r w:rsidR="00B70F79">
        <w:rPr>
          <w:rFonts w:ascii="Angsana New" w:hAnsi="Angsana New" w:hint="cs"/>
          <w:sz w:val="30"/>
          <w:szCs w:val="30"/>
          <w:cs/>
        </w:rPr>
        <w:t xml:space="preserve"> </w:t>
      </w:r>
      <w:r w:rsidR="00BC7F02">
        <w:rPr>
          <w:rFonts w:ascii="Angsana New" w:hAnsi="Angsana New"/>
          <w:sz w:val="30"/>
          <w:szCs w:val="30"/>
        </w:rPr>
        <w:t xml:space="preserve">(2) </w:t>
      </w:r>
      <w:r w:rsidR="00B70F79">
        <w:rPr>
          <w:rFonts w:ascii="Angsana New" w:hAnsi="Angsana New" w:hint="cs"/>
          <w:sz w:val="30"/>
          <w:szCs w:val="30"/>
          <w:cs/>
        </w:rPr>
        <w:t>ค่า</w:t>
      </w:r>
      <w:r w:rsidR="009C5529">
        <w:rPr>
          <w:rFonts w:ascii="Angsana New" w:hAnsi="Angsana New" w:hint="cs"/>
          <w:sz w:val="30"/>
          <w:szCs w:val="30"/>
          <w:cs/>
        </w:rPr>
        <w:t>บริการบริหารจัดการโรงพยาบาล</w:t>
      </w:r>
      <w:r w:rsidR="003D795B">
        <w:rPr>
          <w:rFonts w:ascii="Angsana New" w:hAnsi="Angsana New" w:hint="cs"/>
          <w:sz w:val="30"/>
          <w:szCs w:val="30"/>
          <w:cs/>
        </w:rPr>
        <w:t>เป็น</w:t>
      </w:r>
      <w:r w:rsidR="00B70F79" w:rsidRPr="00E0456A">
        <w:rPr>
          <w:rFonts w:ascii="Angsana New" w:hAnsi="Angsana New" w:hint="cs"/>
          <w:sz w:val="30"/>
          <w:szCs w:val="30"/>
          <w:cs/>
        </w:rPr>
        <w:t>ระยะเวลา 3 ปี เป็นจำนวน</w:t>
      </w:r>
      <w:r w:rsidR="003D795B">
        <w:rPr>
          <w:rFonts w:ascii="Angsana New" w:hAnsi="Angsana New" w:hint="cs"/>
          <w:sz w:val="30"/>
          <w:szCs w:val="30"/>
          <w:cs/>
        </w:rPr>
        <w:t>เงิน</w:t>
      </w:r>
      <w:r w:rsidR="00B70F79" w:rsidRPr="00E0456A">
        <w:rPr>
          <w:rFonts w:ascii="Angsana New" w:hAnsi="Angsana New" w:hint="cs"/>
          <w:sz w:val="30"/>
          <w:szCs w:val="30"/>
          <w:cs/>
        </w:rPr>
        <w:t>รวมประมาณ</w:t>
      </w:r>
      <w:r w:rsidR="00B70F79">
        <w:rPr>
          <w:rFonts w:asciiTheme="majorBidi" w:hAnsiTheme="majorBidi" w:cstheme="majorBidi" w:hint="cs"/>
          <w:color w:val="000000"/>
          <w:sz w:val="30"/>
          <w:szCs w:val="30"/>
          <w:cs/>
        </w:rPr>
        <w:t xml:space="preserve"> 2.8</w:t>
      </w:r>
      <w:r w:rsidR="00B70F79" w:rsidRPr="00E0456A">
        <w:rPr>
          <w:rFonts w:asciiTheme="majorBidi" w:hAnsiTheme="majorBidi" w:cstheme="majorBidi" w:hint="cs"/>
          <w:color w:val="000000"/>
          <w:sz w:val="30"/>
          <w:szCs w:val="30"/>
          <w:cs/>
        </w:rPr>
        <w:t xml:space="preserve"> ล้านบาท</w:t>
      </w:r>
      <w:r w:rsidR="00B70F79">
        <w:rPr>
          <w:rFonts w:asciiTheme="majorBidi" w:hAnsiTheme="majorBidi" w:cstheme="majorBidi" w:hint="cs"/>
          <w:color w:val="000000"/>
          <w:sz w:val="30"/>
          <w:szCs w:val="30"/>
          <w:cs/>
        </w:rPr>
        <w:t xml:space="preserve"> </w:t>
      </w:r>
      <w:r w:rsidR="00B70F79">
        <w:rPr>
          <w:rFonts w:ascii="Angsana New" w:hAnsi="Angsana New" w:hint="cs"/>
          <w:sz w:val="30"/>
          <w:szCs w:val="30"/>
          <w:cs/>
        </w:rPr>
        <w:t>และ</w:t>
      </w:r>
      <w:r w:rsidR="00BC7F02">
        <w:rPr>
          <w:rFonts w:ascii="Angsana New" w:hAnsi="Angsana New"/>
          <w:sz w:val="30"/>
          <w:szCs w:val="30"/>
        </w:rPr>
        <w:t xml:space="preserve"> (3) </w:t>
      </w:r>
      <w:r w:rsidR="00B70F79" w:rsidRPr="00B70F79">
        <w:rPr>
          <w:rFonts w:ascii="Angsana New" w:hAnsi="Angsana New" w:hint="cs"/>
          <w:sz w:val="30"/>
          <w:szCs w:val="30"/>
          <w:cs/>
        </w:rPr>
        <w:t>ค่า</w:t>
      </w:r>
      <w:r w:rsidR="003D795B">
        <w:rPr>
          <w:rFonts w:ascii="Angsana New" w:hAnsi="Angsana New" w:hint="cs"/>
          <w:sz w:val="30"/>
          <w:szCs w:val="30"/>
          <w:cs/>
        </w:rPr>
        <w:t>บริการบริหารจัดการโซเชียลมี</w:t>
      </w:r>
      <w:r w:rsidR="00842550" w:rsidRPr="00B70F79">
        <w:rPr>
          <w:rFonts w:ascii="Angsana New" w:hAnsi="Angsana New" w:hint="cs"/>
          <w:sz w:val="30"/>
          <w:szCs w:val="30"/>
          <w:cs/>
        </w:rPr>
        <w:t>เดีย</w:t>
      </w:r>
      <w:r w:rsidR="006B446F">
        <w:rPr>
          <w:rFonts w:ascii="Angsana New" w:hAnsi="Angsana New" w:hint="cs"/>
          <w:sz w:val="30"/>
          <w:szCs w:val="30"/>
          <w:cs/>
        </w:rPr>
        <w:t>รวมถึงสินทรัพย์ไม่มีตัวต</w:t>
      </w:r>
      <w:r w:rsidR="00B70F79" w:rsidRPr="00B70F79">
        <w:rPr>
          <w:rFonts w:ascii="Angsana New" w:hAnsi="Angsana New" w:hint="cs"/>
          <w:sz w:val="30"/>
          <w:szCs w:val="30"/>
          <w:cs/>
        </w:rPr>
        <w:t>น</w:t>
      </w:r>
      <w:r w:rsidR="003D795B">
        <w:rPr>
          <w:rFonts w:ascii="Angsana New" w:hAnsi="Angsana New" w:hint="cs"/>
          <w:sz w:val="30"/>
          <w:szCs w:val="30"/>
          <w:cs/>
        </w:rPr>
        <w:t>ที่เกี่ยวข้อง</w:t>
      </w:r>
      <w:r w:rsidR="00B70F79" w:rsidRPr="00B70F79">
        <w:rPr>
          <w:rFonts w:ascii="Angsana New" w:hAnsi="Angsana New" w:hint="cs"/>
          <w:sz w:val="30"/>
          <w:szCs w:val="30"/>
          <w:cs/>
        </w:rPr>
        <w:t>จำนวน</w:t>
      </w:r>
      <w:r w:rsidR="00295607">
        <w:rPr>
          <w:rFonts w:ascii="Angsana New" w:hAnsi="Angsana New" w:hint="cs"/>
          <w:sz w:val="30"/>
          <w:szCs w:val="30"/>
          <w:cs/>
        </w:rPr>
        <w:t>เงิน</w:t>
      </w:r>
      <w:r w:rsidR="00B70F79" w:rsidRPr="00B70F79">
        <w:rPr>
          <w:rFonts w:ascii="Angsana New" w:hAnsi="Angsana New" w:hint="cs"/>
          <w:sz w:val="30"/>
          <w:szCs w:val="30"/>
          <w:cs/>
        </w:rPr>
        <w:t>รวมประมาณ</w:t>
      </w:r>
      <w:r w:rsidR="00842550" w:rsidRPr="00B70F79">
        <w:rPr>
          <w:rFonts w:ascii="Angsana New" w:hAnsi="Angsana New" w:hint="cs"/>
          <w:sz w:val="30"/>
          <w:szCs w:val="30"/>
          <w:cs/>
        </w:rPr>
        <w:t xml:space="preserve"> </w:t>
      </w:r>
      <w:r w:rsidR="00B70F79">
        <w:rPr>
          <w:rFonts w:asciiTheme="majorBidi" w:hAnsiTheme="majorBidi" w:cstheme="majorBidi"/>
          <w:color w:val="000000"/>
          <w:sz w:val="30"/>
          <w:szCs w:val="30"/>
        </w:rPr>
        <w:t>2.</w:t>
      </w:r>
      <w:r w:rsidR="00B70F79">
        <w:rPr>
          <w:rFonts w:asciiTheme="majorBidi" w:hAnsiTheme="majorBidi" w:cstheme="majorBidi" w:hint="cs"/>
          <w:color w:val="000000"/>
          <w:sz w:val="30"/>
          <w:szCs w:val="30"/>
          <w:cs/>
        </w:rPr>
        <w:t>9</w:t>
      </w:r>
      <w:r w:rsidR="00842550" w:rsidRPr="00B70F79">
        <w:rPr>
          <w:rFonts w:asciiTheme="majorBidi" w:hAnsiTheme="majorBidi" w:cstheme="majorBidi"/>
          <w:color w:val="000000"/>
          <w:sz w:val="30"/>
          <w:szCs w:val="30"/>
        </w:rPr>
        <w:t xml:space="preserve"> </w:t>
      </w:r>
      <w:r w:rsidR="00842550" w:rsidRPr="00B70F79">
        <w:rPr>
          <w:rFonts w:asciiTheme="majorBidi" w:hAnsiTheme="majorBidi" w:cstheme="majorBidi" w:hint="cs"/>
          <w:color w:val="000000"/>
          <w:sz w:val="30"/>
          <w:szCs w:val="30"/>
          <w:cs/>
        </w:rPr>
        <w:t>ล้านบาท</w:t>
      </w:r>
    </w:p>
    <w:p w:rsidR="00C85227" w:rsidRPr="004F2697" w:rsidRDefault="00C85227" w:rsidP="00C85227">
      <w:pPr>
        <w:rPr>
          <w:rFonts w:ascii="Angsana New" w:hAnsi="Angsana New"/>
          <w:color w:val="000000"/>
          <w:sz w:val="24"/>
          <w:szCs w:val="24"/>
          <w:cs/>
        </w:rPr>
      </w:pPr>
    </w:p>
    <w:p w:rsidR="00C85227" w:rsidRPr="0017232D" w:rsidRDefault="00C85227" w:rsidP="00FD3D59">
      <w:pPr>
        <w:numPr>
          <w:ilvl w:val="0"/>
          <w:numId w:val="1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="Angsana New" w:hAnsi="Angsana New"/>
          <w:sz w:val="30"/>
          <w:szCs w:val="30"/>
        </w:rPr>
      </w:pPr>
      <w:r w:rsidRPr="0017232D">
        <w:rPr>
          <w:rFonts w:ascii="Angsana New" w:hAnsi="Angsana New" w:hint="cs"/>
          <w:color w:val="000000"/>
          <w:sz w:val="30"/>
          <w:szCs w:val="30"/>
          <w:cs/>
        </w:rPr>
        <w:t>บริษัทมีสัญญาซื้อเงินตราต่าง</w:t>
      </w:r>
      <w:r w:rsidR="00B21A3E">
        <w:rPr>
          <w:rFonts w:ascii="Angsana New" w:hAnsi="Angsana New" w:hint="cs"/>
          <w:color w:val="000000"/>
          <w:sz w:val="30"/>
          <w:szCs w:val="30"/>
          <w:cs/>
        </w:rPr>
        <w:t>ประเทศล่วงหน้ากับธนาคารในประเทศ</w:t>
      </w:r>
      <w:r w:rsidRPr="0017232D">
        <w:rPr>
          <w:rFonts w:ascii="Angsana New" w:hAnsi="Angsana New" w:hint="cs"/>
          <w:color w:val="000000"/>
          <w:sz w:val="30"/>
          <w:szCs w:val="30"/>
          <w:cs/>
        </w:rPr>
        <w:t>แห่ง</w:t>
      </w:r>
      <w:r w:rsidR="00B21A3E">
        <w:rPr>
          <w:rFonts w:ascii="Angsana New" w:hAnsi="Angsana New" w:hint="cs"/>
          <w:color w:val="000000"/>
          <w:sz w:val="30"/>
          <w:szCs w:val="30"/>
          <w:cs/>
        </w:rPr>
        <w:t>หนึ่ง</w:t>
      </w:r>
      <w:r w:rsidRPr="0017232D">
        <w:rPr>
          <w:rFonts w:ascii="Angsana New" w:hAnsi="Angsana New" w:hint="cs"/>
          <w:color w:val="000000"/>
          <w:sz w:val="30"/>
          <w:szCs w:val="30"/>
          <w:cs/>
        </w:rPr>
        <w:t>ดังนี้</w:t>
      </w:r>
    </w:p>
    <w:p w:rsidR="00C85227" w:rsidRPr="00091D1D" w:rsidRDefault="00C85227" w:rsidP="00C8522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tbl>
      <w:tblPr>
        <w:tblW w:w="9747" w:type="dxa"/>
        <w:tblInd w:w="108" w:type="dxa"/>
        <w:tblLook w:val="04A0"/>
      </w:tblPr>
      <w:tblGrid>
        <w:gridCol w:w="1951"/>
        <w:gridCol w:w="261"/>
        <w:gridCol w:w="1440"/>
        <w:gridCol w:w="284"/>
        <w:gridCol w:w="1417"/>
        <w:gridCol w:w="284"/>
        <w:gridCol w:w="1275"/>
        <w:gridCol w:w="283"/>
        <w:gridCol w:w="2552"/>
      </w:tblGrid>
      <w:tr w:rsidR="00C85227" w:rsidRPr="0017232D" w:rsidTr="00950A34">
        <w:tc>
          <w:tcPr>
            <w:tcW w:w="1951" w:type="dxa"/>
            <w:tcBorders>
              <w:bottom w:val="single" w:sz="4" w:space="0" w:color="auto"/>
            </w:tcBorders>
          </w:tcPr>
          <w:p w:rsidR="00C85227" w:rsidRPr="0017232D" w:rsidRDefault="00C8522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:rsidR="00C85227" w:rsidRPr="0017232D" w:rsidRDefault="00C8522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7232D">
              <w:rPr>
                <w:rFonts w:ascii="Angsana New" w:hAnsi="Angsana New" w:hint="cs"/>
                <w:sz w:val="30"/>
                <w:szCs w:val="30"/>
                <w:cs/>
              </w:rPr>
              <w:t>สกุลเงินต่างประเทศ</w:t>
            </w:r>
          </w:p>
        </w:tc>
        <w:tc>
          <w:tcPr>
            <w:tcW w:w="261" w:type="dxa"/>
          </w:tcPr>
          <w:p w:rsidR="00C85227" w:rsidRPr="0017232D" w:rsidRDefault="00C8522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C85227" w:rsidRPr="0017232D" w:rsidRDefault="00C8522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7232D">
              <w:rPr>
                <w:rFonts w:ascii="Angsana New" w:hAnsi="Angsana New" w:hint="cs"/>
                <w:sz w:val="30"/>
                <w:szCs w:val="30"/>
                <w:cs/>
              </w:rPr>
              <w:t>จำนวนเงินสกุลต่างประเทศ</w:t>
            </w:r>
          </w:p>
        </w:tc>
        <w:tc>
          <w:tcPr>
            <w:tcW w:w="284" w:type="dxa"/>
          </w:tcPr>
          <w:p w:rsidR="00C85227" w:rsidRPr="0017232D" w:rsidRDefault="00C8522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C85227" w:rsidRPr="0017232D" w:rsidRDefault="00C8522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7232D">
              <w:rPr>
                <w:rFonts w:ascii="Angsana New" w:hAnsi="Angsana New" w:hint="cs"/>
                <w:sz w:val="30"/>
                <w:szCs w:val="30"/>
                <w:cs/>
              </w:rPr>
              <w:t>จำนวนเงินบาท</w:t>
            </w:r>
          </w:p>
          <w:p w:rsidR="00C85227" w:rsidRPr="0017232D" w:rsidRDefault="00C8522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7232D">
              <w:rPr>
                <w:rFonts w:ascii="Angsana New" w:hAnsi="Angsana New" w:hint="cs"/>
                <w:sz w:val="30"/>
                <w:szCs w:val="30"/>
                <w:cs/>
              </w:rPr>
              <w:t>คงที่</w:t>
            </w:r>
            <w:r w:rsidRPr="0017232D">
              <w:rPr>
                <w:rFonts w:ascii="Angsana New" w:hAnsi="Angsana New"/>
                <w:sz w:val="30"/>
                <w:szCs w:val="30"/>
              </w:rPr>
              <w:t xml:space="preserve"> (</w:t>
            </w:r>
            <w:r w:rsidRPr="0017232D">
              <w:rPr>
                <w:rFonts w:ascii="Angsana New" w:hAnsi="Angsana New" w:hint="cs"/>
                <w:sz w:val="30"/>
                <w:szCs w:val="30"/>
                <w:cs/>
              </w:rPr>
              <w:t>พันบาท)</w:t>
            </w:r>
          </w:p>
        </w:tc>
        <w:tc>
          <w:tcPr>
            <w:tcW w:w="284" w:type="dxa"/>
          </w:tcPr>
          <w:p w:rsidR="00C85227" w:rsidRPr="0017232D" w:rsidRDefault="00C8522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85227" w:rsidRPr="0017232D" w:rsidRDefault="00C8522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7232D">
              <w:rPr>
                <w:rFonts w:ascii="Angsana New" w:hAnsi="Angsana New" w:hint="cs"/>
                <w:sz w:val="30"/>
                <w:szCs w:val="30"/>
                <w:cs/>
              </w:rPr>
              <w:t>มูลค่ายุติธรรม</w:t>
            </w:r>
          </w:p>
          <w:p w:rsidR="00C85227" w:rsidRPr="0017232D" w:rsidRDefault="00C8522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7232D">
              <w:rPr>
                <w:rFonts w:ascii="Angsana New" w:hAnsi="Angsana New" w:hint="cs"/>
                <w:sz w:val="30"/>
                <w:szCs w:val="30"/>
                <w:cs/>
              </w:rPr>
              <w:t>(พันบาท)</w:t>
            </w:r>
          </w:p>
        </w:tc>
        <w:tc>
          <w:tcPr>
            <w:tcW w:w="283" w:type="dxa"/>
          </w:tcPr>
          <w:p w:rsidR="00C85227" w:rsidRPr="0017232D" w:rsidRDefault="00C8522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C85227" w:rsidRPr="0017232D" w:rsidRDefault="00C8522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:rsidR="00C85227" w:rsidRPr="0017232D" w:rsidRDefault="00C8522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7232D">
              <w:rPr>
                <w:rFonts w:ascii="Angsana New" w:hAnsi="Angsana New" w:hint="cs"/>
                <w:sz w:val="30"/>
                <w:szCs w:val="30"/>
                <w:cs/>
              </w:rPr>
              <w:t>ระยะเวลาครบกำหนด</w:t>
            </w:r>
          </w:p>
        </w:tc>
      </w:tr>
      <w:tr w:rsidR="00C85227" w:rsidRPr="0017232D" w:rsidTr="00B21A3E">
        <w:tc>
          <w:tcPr>
            <w:tcW w:w="1951" w:type="dxa"/>
          </w:tcPr>
          <w:p w:rsidR="00C85227" w:rsidRPr="0017232D" w:rsidRDefault="003D795B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ดอลลาร์</w:t>
            </w:r>
            <w:r w:rsidR="007A10C7">
              <w:rPr>
                <w:rFonts w:ascii="Angsana New" w:hAnsi="Angsana New" w:hint="cs"/>
                <w:sz w:val="30"/>
                <w:szCs w:val="30"/>
                <w:cs/>
              </w:rPr>
              <w:t>ออสเตรเลีย</w:t>
            </w:r>
          </w:p>
        </w:tc>
        <w:tc>
          <w:tcPr>
            <w:tcW w:w="261" w:type="dxa"/>
          </w:tcPr>
          <w:p w:rsidR="00C85227" w:rsidRPr="0017232D" w:rsidRDefault="00C8522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shd w:val="clear" w:color="auto" w:fill="auto"/>
          </w:tcPr>
          <w:p w:rsidR="00C85227" w:rsidRPr="0017232D" w:rsidRDefault="007A10C7" w:rsidP="00A337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3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8,256</w:t>
            </w:r>
          </w:p>
        </w:tc>
        <w:tc>
          <w:tcPr>
            <w:tcW w:w="284" w:type="dxa"/>
            <w:shd w:val="clear" w:color="auto" w:fill="auto"/>
          </w:tcPr>
          <w:p w:rsidR="00C85227" w:rsidRPr="0017232D" w:rsidRDefault="00C8522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7" w:type="dxa"/>
            <w:shd w:val="clear" w:color="auto" w:fill="auto"/>
          </w:tcPr>
          <w:p w:rsidR="00C85227" w:rsidRPr="0017232D" w:rsidRDefault="007A10C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210</w:t>
            </w:r>
          </w:p>
        </w:tc>
        <w:tc>
          <w:tcPr>
            <w:tcW w:w="284" w:type="dxa"/>
            <w:shd w:val="clear" w:color="auto" w:fill="auto"/>
          </w:tcPr>
          <w:p w:rsidR="00C85227" w:rsidRPr="0017232D" w:rsidRDefault="00C8522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5" w:type="dxa"/>
            <w:shd w:val="clear" w:color="auto" w:fill="auto"/>
          </w:tcPr>
          <w:p w:rsidR="00C85227" w:rsidRPr="0017232D" w:rsidRDefault="007A10C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175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203</w:t>
            </w:r>
          </w:p>
        </w:tc>
        <w:tc>
          <w:tcPr>
            <w:tcW w:w="283" w:type="dxa"/>
            <w:shd w:val="clear" w:color="auto" w:fill="auto"/>
          </w:tcPr>
          <w:p w:rsidR="00C85227" w:rsidRPr="0017232D" w:rsidRDefault="00C8522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52" w:type="dxa"/>
            <w:shd w:val="clear" w:color="auto" w:fill="auto"/>
          </w:tcPr>
          <w:p w:rsidR="00C85227" w:rsidRPr="0017232D" w:rsidRDefault="007A10C7" w:rsidP="004619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7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ตุลาคม 2565</w:t>
            </w:r>
          </w:p>
        </w:tc>
      </w:tr>
      <w:tr w:rsidR="007A10C7" w:rsidRPr="0017232D" w:rsidTr="00B21A3E">
        <w:tc>
          <w:tcPr>
            <w:tcW w:w="1951" w:type="dxa"/>
          </w:tcPr>
          <w:p w:rsidR="007A10C7" w:rsidRPr="0017232D" w:rsidRDefault="003D795B" w:rsidP="001B24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โครนา</w:t>
            </w:r>
            <w:r w:rsidR="007A10C7">
              <w:rPr>
                <w:rFonts w:ascii="Angsana New" w:hAnsi="Angsana New" w:hint="cs"/>
                <w:sz w:val="30"/>
                <w:szCs w:val="30"/>
                <w:cs/>
              </w:rPr>
              <w:t>สวีเดน</w:t>
            </w:r>
          </w:p>
        </w:tc>
        <w:tc>
          <w:tcPr>
            <w:tcW w:w="261" w:type="dxa"/>
          </w:tcPr>
          <w:p w:rsidR="007A10C7" w:rsidRPr="0017232D" w:rsidRDefault="007A10C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shd w:val="clear" w:color="auto" w:fill="auto"/>
          </w:tcPr>
          <w:p w:rsidR="007A10C7" w:rsidRPr="0017232D" w:rsidRDefault="007A10C7" w:rsidP="00A337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3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534,656</w:t>
            </w:r>
          </w:p>
        </w:tc>
        <w:tc>
          <w:tcPr>
            <w:tcW w:w="284" w:type="dxa"/>
            <w:shd w:val="clear" w:color="auto" w:fill="auto"/>
          </w:tcPr>
          <w:p w:rsidR="007A10C7" w:rsidRPr="0017232D" w:rsidRDefault="007A10C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7" w:type="dxa"/>
            <w:shd w:val="clear" w:color="auto" w:fill="auto"/>
          </w:tcPr>
          <w:p w:rsidR="007A10C7" w:rsidRPr="0017232D" w:rsidRDefault="007A10C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1,911</w:t>
            </w:r>
          </w:p>
        </w:tc>
        <w:tc>
          <w:tcPr>
            <w:tcW w:w="284" w:type="dxa"/>
            <w:shd w:val="clear" w:color="auto" w:fill="auto"/>
          </w:tcPr>
          <w:p w:rsidR="007A10C7" w:rsidRPr="0017232D" w:rsidRDefault="007A10C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5" w:type="dxa"/>
            <w:shd w:val="clear" w:color="auto" w:fill="auto"/>
          </w:tcPr>
          <w:p w:rsidR="007A10C7" w:rsidRPr="0017232D" w:rsidRDefault="007A10C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175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1,815</w:t>
            </w:r>
          </w:p>
        </w:tc>
        <w:tc>
          <w:tcPr>
            <w:tcW w:w="283" w:type="dxa"/>
            <w:shd w:val="clear" w:color="auto" w:fill="auto"/>
          </w:tcPr>
          <w:p w:rsidR="007A10C7" w:rsidRPr="0017232D" w:rsidRDefault="007A10C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52" w:type="dxa"/>
            <w:shd w:val="clear" w:color="auto" w:fill="auto"/>
          </w:tcPr>
          <w:p w:rsidR="007A10C7" w:rsidRPr="0017232D" w:rsidRDefault="007A10C7" w:rsidP="004619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7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ตุลาคม 2565</w:t>
            </w:r>
          </w:p>
        </w:tc>
      </w:tr>
    </w:tbl>
    <w:p w:rsidR="001F1B35" w:rsidRPr="004F2697" w:rsidRDefault="001F1B35" w:rsidP="007253D3">
      <w:pPr>
        <w:pStyle w:val="NoSpacing"/>
        <w:tabs>
          <w:tab w:val="clear" w:pos="227"/>
          <w:tab w:val="clear" w:pos="454"/>
          <w:tab w:val="clear" w:pos="680"/>
          <w:tab w:val="clear" w:pos="907"/>
          <w:tab w:val="left" w:pos="-3060"/>
        </w:tabs>
        <w:jc w:val="thaiDistribute"/>
        <w:rPr>
          <w:rFonts w:ascii="Angsana New" w:hAnsi="Angsana New"/>
          <w:sz w:val="24"/>
          <w:szCs w:val="24"/>
          <w:cs/>
          <w:lang w:val="th-TH"/>
        </w:rPr>
      </w:pPr>
    </w:p>
    <w:p w:rsidR="00BA4F19" w:rsidRPr="0017232D" w:rsidRDefault="00BA4F19" w:rsidP="00BA4F19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  <w:r w:rsidRPr="0017232D">
        <w:rPr>
          <w:rFonts w:ascii="Angsana New" w:hAnsi="Angsana New" w:hint="cs"/>
          <w:b/>
          <w:bCs/>
          <w:sz w:val="30"/>
          <w:szCs w:val="30"/>
          <w:cs/>
        </w:rPr>
        <w:t>การจ่ายเงินปันผล</w:t>
      </w:r>
    </w:p>
    <w:p w:rsidR="00BA4F19" w:rsidRPr="004F2697" w:rsidRDefault="00BA4F19" w:rsidP="00E5614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24"/>
          <w:szCs w:val="24"/>
        </w:rPr>
      </w:pPr>
    </w:p>
    <w:p w:rsidR="00F27C3A" w:rsidRPr="0017232D" w:rsidRDefault="00F27C3A" w:rsidP="00E5614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30"/>
          <w:szCs w:val="30"/>
        </w:rPr>
      </w:pPr>
      <w:r w:rsidRPr="0017232D">
        <w:rPr>
          <w:rFonts w:ascii="Angsana New" w:hAnsi="Angsana New" w:hint="cs"/>
          <w:sz w:val="30"/>
          <w:szCs w:val="30"/>
          <w:cs/>
        </w:rPr>
        <w:t xml:space="preserve">ในที่ประชุมสามัญผู้ถือหุ้นเมื่อวันที่ </w:t>
      </w:r>
      <w:r w:rsidRPr="0017232D">
        <w:rPr>
          <w:rFonts w:ascii="Angsana New" w:hAnsi="Angsana New"/>
          <w:sz w:val="30"/>
          <w:szCs w:val="30"/>
        </w:rPr>
        <w:t xml:space="preserve">19 </w:t>
      </w:r>
      <w:r w:rsidRPr="0017232D">
        <w:rPr>
          <w:rFonts w:ascii="Angsana New" w:hAnsi="Angsana New" w:hint="cs"/>
          <w:sz w:val="30"/>
          <w:szCs w:val="30"/>
          <w:cs/>
        </w:rPr>
        <w:t xml:space="preserve">เมษายน </w:t>
      </w:r>
      <w:r w:rsidRPr="0017232D">
        <w:rPr>
          <w:rFonts w:ascii="Angsana New" w:hAnsi="Angsana New"/>
          <w:sz w:val="30"/>
          <w:szCs w:val="30"/>
        </w:rPr>
        <w:t xml:space="preserve">2565 </w:t>
      </w:r>
      <w:r w:rsidRPr="0017232D">
        <w:rPr>
          <w:rFonts w:ascii="Angsana New" w:hAnsi="Angsana New" w:hint="cs"/>
          <w:sz w:val="30"/>
          <w:szCs w:val="30"/>
          <w:cs/>
        </w:rPr>
        <w:t xml:space="preserve">ผู้ถือหุ้นได้มีมติเป็นเอกฉันท์อนุมัติการจ่ายเงินปันผลจากผลการดำเนินงานปี </w:t>
      </w:r>
      <w:r w:rsidRPr="0017232D">
        <w:rPr>
          <w:rFonts w:ascii="Angsana New" w:hAnsi="Angsana New"/>
          <w:sz w:val="30"/>
          <w:szCs w:val="30"/>
        </w:rPr>
        <w:t xml:space="preserve">2564 </w:t>
      </w:r>
      <w:r w:rsidRPr="0017232D">
        <w:rPr>
          <w:rFonts w:ascii="Angsana New" w:hAnsi="Angsana New" w:hint="cs"/>
          <w:sz w:val="30"/>
          <w:szCs w:val="30"/>
          <w:cs/>
        </w:rPr>
        <w:t>ในอัตราหุ้นละ 0.</w:t>
      </w:r>
      <w:r w:rsidRPr="0017232D">
        <w:rPr>
          <w:rFonts w:ascii="Angsana New" w:hAnsi="Angsana New"/>
          <w:sz w:val="30"/>
          <w:szCs w:val="30"/>
        </w:rPr>
        <w:t xml:space="preserve">085 </w:t>
      </w:r>
      <w:r w:rsidRPr="0017232D">
        <w:rPr>
          <w:rFonts w:ascii="Angsana New" w:hAnsi="Angsana New" w:hint="cs"/>
          <w:sz w:val="30"/>
          <w:szCs w:val="30"/>
          <w:cs/>
        </w:rPr>
        <w:t xml:space="preserve">บาทเป็นเงินรวมประมาณ </w:t>
      </w:r>
      <w:r w:rsidRPr="0017232D">
        <w:rPr>
          <w:rFonts w:ascii="Angsana New" w:hAnsi="Angsana New"/>
          <w:sz w:val="30"/>
          <w:szCs w:val="30"/>
        </w:rPr>
        <w:t>26</w:t>
      </w:r>
      <w:r w:rsidRPr="0017232D">
        <w:rPr>
          <w:rFonts w:ascii="Angsana New" w:hAnsi="Angsana New" w:hint="cs"/>
          <w:sz w:val="30"/>
          <w:szCs w:val="30"/>
          <w:cs/>
        </w:rPr>
        <w:t>.</w:t>
      </w:r>
      <w:r w:rsidRPr="0017232D">
        <w:rPr>
          <w:rFonts w:ascii="Angsana New" w:hAnsi="Angsana New"/>
          <w:sz w:val="30"/>
          <w:szCs w:val="30"/>
        </w:rPr>
        <w:t>1</w:t>
      </w:r>
      <w:r w:rsidRPr="0017232D">
        <w:rPr>
          <w:rFonts w:ascii="Angsana New" w:hAnsi="Angsana New" w:hint="cs"/>
          <w:sz w:val="30"/>
          <w:szCs w:val="30"/>
          <w:cs/>
        </w:rPr>
        <w:t>8 ล้านบาทให้แก่ผู้ถือหุ้น</w:t>
      </w:r>
      <w:r w:rsidRPr="0017232D">
        <w:rPr>
          <w:rFonts w:ascii="Angsana New" w:hAnsi="Angsana New"/>
          <w:sz w:val="30"/>
          <w:szCs w:val="30"/>
          <w:cs/>
        </w:rPr>
        <w:t>โดย</w:t>
      </w:r>
      <w:r w:rsidRPr="0017232D">
        <w:rPr>
          <w:rFonts w:ascii="Angsana New" w:hAnsi="Angsana New" w:hint="cs"/>
          <w:sz w:val="30"/>
          <w:szCs w:val="30"/>
          <w:cs/>
        </w:rPr>
        <w:t>กำหนด</w:t>
      </w:r>
      <w:r w:rsidRPr="0017232D">
        <w:rPr>
          <w:rFonts w:ascii="Angsana New" w:hAnsi="Angsana New"/>
          <w:sz w:val="30"/>
          <w:szCs w:val="30"/>
          <w:cs/>
        </w:rPr>
        <w:t>จ่ายเงินปันผล</w:t>
      </w:r>
      <w:r w:rsidRPr="0017232D">
        <w:rPr>
          <w:rFonts w:ascii="Angsana New" w:hAnsi="Angsana New" w:hint="cs"/>
          <w:sz w:val="30"/>
          <w:szCs w:val="30"/>
          <w:cs/>
        </w:rPr>
        <w:t>ดังกล่าวในวันที่ 1</w:t>
      </w:r>
      <w:r w:rsidRPr="0017232D">
        <w:rPr>
          <w:rFonts w:ascii="Angsana New" w:hAnsi="Angsana New"/>
          <w:sz w:val="30"/>
          <w:szCs w:val="30"/>
        </w:rPr>
        <w:t>7</w:t>
      </w:r>
      <w:r w:rsidRPr="0017232D">
        <w:rPr>
          <w:rFonts w:ascii="Angsana New" w:hAnsi="Angsana New" w:hint="cs"/>
          <w:sz w:val="30"/>
          <w:szCs w:val="30"/>
          <w:cs/>
        </w:rPr>
        <w:t xml:space="preserve"> พฤษภาคม </w:t>
      </w:r>
      <w:r w:rsidRPr="0017232D">
        <w:rPr>
          <w:rFonts w:ascii="Angsana New" w:hAnsi="Angsana New"/>
          <w:sz w:val="30"/>
          <w:szCs w:val="30"/>
        </w:rPr>
        <w:t>2565</w:t>
      </w:r>
    </w:p>
    <w:p w:rsidR="00F27C3A" w:rsidRPr="004F2697" w:rsidRDefault="00F27C3A" w:rsidP="00E5614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24"/>
          <w:szCs w:val="24"/>
        </w:rPr>
      </w:pPr>
    </w:p>
    <w:p w:rsidR="00801F2C" w:rsidRPr="0017232D" w:rsidRDefault="00801F2C" w:rsidP="00E5614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30"/>
          <w:szCs w:val="30"/>
        </w:rPr>
      </w:pPr>
      <w:r w:rsidRPr="0017232D">
        <w:rPr>
          <w:rFonts w:ascii="Angsana New" w:hAnsi="Angsana New" w:hint="cs"/>
          <w:sz w:val="30"/>
          <w:szCs w:val="30"/>
          <w:cs/>
        </w:rPr>
        <w:t xml:space="preserve">ในที่ประชุมสามัญผู้ถือหุ้นเมื่อวันที่ </w:t>
      </w:r>
      <w:r w:rsidR="00F27C3A" w:rsidRPr="0017232D">
        <w:rPr>
          <w:rFonts w:ascii="Angsana New" w:hAnsi="Angsana New"/>
          <w:sz w:val="30"/>
          <w:szCs w:val="30"/>
        </w:rPr>
        <w:t>20</w:t>
      </w:r>
      <w:r w:rsidRPr="0017232D">
        <w:rPr>
          <w:rFonts w:ascii="Angsana New" w:hAnsi="Angsana New"/>
          <w:sz w:val="30"/>
          <w:szCs w:val="30"/>
        </w:rPr>
        <w:t xml:space="preserve"> </w:t>
      </w:r>
      <w:r w:rsidRPr="0017232D">
        <w:rPr>
          <w:rFonts w:ascii="Angsana New" w:hAnsi="Angsana New" w:hint="cs"/>
          <w:sz w:val="30"/>
          <w:szCs w:val="30"/>
          <w:cs/>
        </w:rPr>
        <w:t xml:space="preserve">เมษายน </w:t>
      </w:r>
      <w:r w:rsidR="00F27C3A" w:rsidRPr="0017232D">
        <w:rPr>
          <w:rFonts w:ascii="Angsana New" w:hAnsi="Angsana New"/>
          <w:sz w:val="30"/>
          <w:szCs w:val="30"/>
        </w:rPr>
        <w:t>2564</w:t>
      </w:r>
      <w:r w:rsidRPr="0017232D">
        <w:rPr>
          <w:rFonts w:ascii="Angsana New" w:hAnsi="Angsana New"/>
          <w:sz w:val="30"/>
          <w:szCs w:val="30"/>
        </w:rPr>
        <w:t xml:space="preserve"> </w:t>
      </w:r>
      <w:r w:rsidRPr="0017232D">
        <w:rPr>
          <w:rFonts w:ascii="Angsana New" w:hAnsi="Angsana New" w:hint="cs"/>
          <w:sz w:val="30"/>
          <w:szCs w:val="30"/>
          <w:cs/>
        </w:rPr>
        <w:t xml:space="preserve">ผู้ถือหุ้นได้มีมติเป็นเอกฉันท์อนุมัติการจ่ายเงินปันผลจากผลการดำเนินงานปี </w:t>
      </w:r>
      <w:r w:rsidR="00F27C3A" w:rsidRPr="0017232D">
        <w:rPr>
          <w:rFonts w:ascii="Angsana New" w:hAnsi="Angsana New"/>
          <w:sz w:val="30"/>
          <w:szCs w:val="30"/>
        </w:rPr>
        <w:t>2563</w:t>
      </w:r>
      <w:r w:rsidRPr="0017232D">
        <w:rPr>
          <w:rFonts w:ascii="Angsana New" w:hAnsi="Angsana New"/>
          <w:sz w:val="30"/>
          <w:szCs w:val="30"/>
        </w:rPr>
        <w:t xml:space="preserve"> </w:t>
      </w:r>
      <w:r w:rsidR="00F27C3A" w:rsidRPr="0017232D">
        <w:rPr>
          <w:rFonts w:ascii="Angsana New" w:hAnsi="Angsana New" w:hint="cs"/>
          <w:sz w:val="30"/>
          <w:szCs w:val="30"/>
          <w:cs/>
        </w:rPr>
        <w:t>ในอัตราหุ้นละ 0.</w:t>
      </w:r>
      <w:r w:rsidR="00F27C3A" w:rsidRPr="0017232D">
        <w:rPr>
          <w:rFonts w:ascii="Angsana New" w:hAnsi="Angsana New"/>
          <w:sz w:val="30"/>
          <w:szCs w:val="30"/>
        </w:rPr>
        <w:t>10</w:t>
      </w:r>
      <w:r w:rsidRPr="0017232D">
        <w:rPr>
          <w:rFonts w:ascii="Angsana New" w:hAnsi="Angsana New"/>
          <w:sz w:val="30"/>
          <w:szCs w:val="30"/>
        </w:rPr>
        <w:t xml:space="preserve"> </w:t>
      </w:r>
      <w:r w:rsidRPr="0017232D">
        <w:rPr>
          <w:rFonts w:ascii="Angsana New" w:hAnsi="Angsana New" w:hint="cs"/>
          <w:sz w:val="30"/>
          <w:szCs w:val="30"/>
          <w:cs/>
        </w:rPr>
        <w:t xml:space="preserve">บาทเป็นเงินรวมประมาณ </w:t>
      </w:r>
      <w:r w:rsidR="00F27C3A" w:rsidRPr="0017232D">
        <w:rPr>
          <w:rFonts w:ascii="Angsana New" w:hAnsi="Angsana New"/>
          <w:sz w:val="30"/>
          <w:szCs w:val="30"/>
        </w:rPr>
        <w:t>30</w:t>
      </w:r>
      <w:r w:rsidRPr="0017232D">
        <w:rPr>
          <w:rFonts w:ascii="Angsana New" w:hAnsi="Angsana New" w:hint="cs"/>
          <w:sz w:val="30"/>
          <w:szCs w:val="30"/>
          <w:cs/>
        </w:rPr>
        <w:t>.</w:t>
      </w:r>
      <w:r w:rsidR="00F27C3A" w:rsidRPr="0017232D">
        <w:rPr>
          <w:rFonts w:ascii="Angsana New" w:hAnsi="Angsana New"/>
          <w:sz w:val="30"/>
          <w:szCs w:val="30"/>
        </w:rPr>
        <w:t>80</w:t>
      </w:r>
      <w:r w:rsidRPr="0017232D">
        <w:rPr>
          <w:rFonts w:ascii="Angsana New" w:hAnsi="Angsana New" w:hint="cs"/>
          <w:sz w:val="30"/>
          <w:szCs w:val="30"/>
          <w:cs/>
        </w:rPr>
        <w:t xml:space="preserve"> ล้านบาทให้แก่ผู้ถือหุ้น</w:t>
      </w:r>
      <w:r w:rsidRPr="0017232D">
        <w:rPr>
          <w:rFonts w:ascii="Angsana New" w:hAnsi="Angsana New"/>
          <w:sz w:val="30"/>
          <w:szCs w:val="30"/>
          <w:cs/>
        </w:rPr>
        <w:t>โดย</w:t>
      </w:r>
      <w:r w:rsidRPr="0017232D">
        <w:rPr>
          <w:rFonts w:ascii="Angsana New" w:hAnsi="Angsana New" w:hint="cs"/>
          <w:sz w:val="30"/>
          <w:szCs w:val="30"/>
          <w:cs/>
        </w:rPr>
        <w:t>กำหนด</w:t>
      </w:r>
      <w:r w:rsidRPr="0017232D">
        <w:rPr>
          <w:rFonts w:ascii="Angsana New" w:hAnsi="Angsana New"/>
          <w:sz w:val="30"/>
          <w:szCs w:val="30"/>
          <w:cs/>
        </w:rPr>
        <w:t>จ่ายเงินปันผล</w:t>
      </w:r>
      <w:r w:rsidRPr="0017232D">
        <w:rPr>
          <w:rFonts w:ascii="Angsana New" w:hAnsi="Angsana New" w:hint="cs"/>
          <w:sz w:val="30"/>
          <w:szCs w:val="30"/>
          <w:cs/>
        </w:rPr>
        <w:t xml:space="preserve">ดังกล่าวในวันที่ 14 พฤษภาคม </w:t>
      </w:r>
      <w:r w:rsidR="00E730EC" w:rsidRPr="0017232D">
        <w:rPr>
          <w:rFonts w:ascii="Angsana New" w:hAnsi="Angsana New"/>
          <w:sz w:val="30"/>
          <w:szCs w:val="30"/>
        </w:rPr>
        <w:t>256</w:t>
      </w:r>
      <w:r w:rsidR="00F27C3A" w:rsidRPr="0017232D">
        <w:rPr>
          <w:rFonts w:ascii="Angsana New" w:hAnsi="Angsana New"/>
          <w:sz w:val="30"/>
          <w:szCs w:val="30"/>
        </w:rPr>
        <w:t>4</w:t>
      </w:r>
    </w:p>
    <w:p w:rsidR="00801F2C" w:rsidRPr="007B158D" w:rsidRDefault="00801F2C" w:rsidP="00E5614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24"/>
          <w:szCs w:val="24"/>
        </w:rPr>
      </w:pPr>
    </w:p>
    <w:p w:rsidR="00BA4F19" w:rsidRPr="0017232D" w:rsidRDefault="00BA4F19" w:rsidP="00BA4F19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  <w:r w:rsidRPr="0017232D">
        <w:rPr>
          <w:rFonts w:ascii="Angsana New" w:hAnsi="Angsana New"/>
          <w:b/>
          <w:bCs/>
          <w:sz w:val="30"/>
          <w:szCs w:val="30"/>
          <w:cs/>
        </w:rPr>
        <w:t>การอนุมัติ</w:t>
      </w:r>
      <w:r w:rsidRPr="0017232D">
        <w:rPr>
          <w:rFonts w:ascii="Angsana New" w:hAnsi="Angsana New" w:hint="cs"/>
          <w:b/>
          <w:bCs/>
          <w:sz w:val="30"/>
          <w:szCs w:val="30"/>
          <w:cs/>
        </w:rPr>
        <w:t>ข้อมูลทางก</w:t>
      </w:r>
      <w:r w:rsidRPr="0017232D">
        <w:rPr>
          <w:rFonts w:ascii="Angsana New" w:hAnsi="Angsana New"/>
          <w:b/>
          <w:bCs/>
          <w:sz w:val="30"/>
          <w:szCs w:val="30"/>
          <w:cs/>
        </w:rPr>
        <w:t>ารเงิน</w:t>
      </w:r>
      <w:r w:rsidRPr="0017232D">
        <w:rPr>
          <w:rFonts w:ascii="Angsana New" w:hAnsi="Angsana New" w:hint="cs"/>
          <w:b/>
          <w:bCs/>
          <w:sz w:val="30"/>
          <w:szCs w:val="30"/>
          <w:cs/>
        </w:rPr>
        <w:t>ระหว่างกาล</w:t>
      </w:r>
    </w:p>
    <w:p w:rsidR="00BA4F19" w:rsidRPr="004F2697" w:rsidRDefault="00BA4F19" w:rsidP="00BA4F1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24"/>
          <w:szCs w:val="24"/>
        </w:rPr>
      </w:pPr>
    </w:p>
    <w:p w:rsidR="00BA4F19" w:rsidRPr="00B665DB" w:rsidRDefault="00BA4F19" w:rsidP="00DA3D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jc w:val="thaiDistribute"/>
        <w:rPr>
          <w:rFonts w:ascii="Angsana New" w:hAnsi="Angsana New"/>
          <w:spacing w:val="-2"/>
          <w:sz w:val="30"/>
          <w:szCs w:val="30"/>
        </w:rPr>
      </w:pPr>
      <w:r w:rsidRPr="00B665DB">
        <w:rPr>
          <w:rFonts w:ascii="Angsana New" w:hAnsi="Angsana New" w:hint="cs"/>
          <w:spacing w:val="-2"/>
          <w:sz w:val="30"/>
          <w:szCs w:val="30"/>
          <w:cs/>
        </w:rPr>
        <w:t>ข้อมูลทางการเงินระหว่างกาล</w:t>
      </w:r>
      <w:r w:rsidRPr="00B665DB">
        <w:rPr>
          <w:rFonts w:ascii="Angsana New" w:hAnsi="Angsana New"/>
          <w:spacing w:val="-2"/>
          <w:sz w:val="30"/>
          <w:szCs w:val="30"/>
          <w:cs/>
        </w:rPr>
        <w:t>นี้ได้รับการอนุมัติให้ออกโดย</w:t>
      </w:r>
      <w:r w:rsidRPr="00B665DB">
        <w:rPr>
          <w:rFonts w:ascii="Angsana New" w:hAnsi="Angsana New" w:hint="cs"/>
          <w:spacing w:val="-2"/>
          <w:sz w:val="30"/>
          <w:szCs w:val="30"/>
          <w:cs/>
        </w:rPr>
        <w:t>ที่ประชุมคณะกรรมการ</w:t>
      </w:r>
      <w:r w:rsidRPr="00B665DB">
        <w:rPr>
          <w:rFonts w:ascii="Angsana New" w:hAnsi="Angsana New"/>
          <w:spacing w:val="-2"/>
          <w:sz w:val="30"/>
          <w:szCs w:val="30"/>
          <w:cs/>
        </w:rPr>
        <w:t xml:space="preserve">บริษัทเมื่อวันที่ </w:t>
      </w:r>
      <w:r w:rsidR="00824AD9" w:rsidRPr="00B665DB">
        <w:rPr>
          <w:rFonts w:ascii="Angsana New" w:hAnsi="Angsana New"/>
          <w:spacing w:val="-2"/>
          <w:sz w:val="30"/>
          <w:szCs w:val="30"/>
        </w:rPr>
        <w:t>12</w:t>
      </w:r>
      <w:r w:rsidRPr="00B665DB">
        <w:rPr>
          <w:rFonts w:ascii="Angsana New" w:hAnsi="Angsana New" w:hint="cs"/>
          <w:spacing w:val="-2"/>
          <w:sz w:val="30"/>
          <w:szCs w:val="30"/>
          <w:cs/>
        </w:rPr>
        <w:t xml:space="preserve"> </w:t>
      </w:r>
      <w:r w:rsidR="008A1FC8" w:rsidRPr="00B665DB">
        <w:rPr>
          <w:rFonts w:ascii="Angsana New" w:hAnsi="Angsana New" w:hint="cs"/>
          <w:spacing w:val="-2"/>
          <w:sz w:val="30"/>
          <w:szCs w:val="30"/>
          <w:cs/>
        </w:rPr>
        <w:t>พฤศจิกายน</w:t>
      </w:r>
      <w:r w:rsidRPr="00B665DB">
        <w:rPr>
          <w:rFonts w:ascii="Angsana New" w:hAnsi="Angsana New" w:hint="cs"/>
          <w:spacing w:val="-2"/>
          <w:sz w:val="30"/>
          <w:szCs w:val="30"/>
          <w:cs/>
        </w:rPr>
        <w:t xml:space="preserve"> </w:t>
      </w:r>
      <w:r w:rsidR="00E730EC" w:rsidRPr="00B665DB">
        <w:rPr>
          <w:rFonts w:ascii="Angsana New" w:hAnsi="Angsana New"/>
          <w:spacing w:val="-2"/>
          <w:sz w:val="30"/>
          <w:szCs w:val="30"/>
        </w:rPr>
        <w:t>2565</w:t>
      </w:r>
    </w:p>
    <w:p w:rsidR="00B133FC" w:rsidRPr="004137FB" w:rsidRDefault="00B133FC" w:rsidP="0024094C">
      <w:pPr>
        <w:framePr w:w="9900" w:wrap="auto" w:hAnchor="text"/>
        <w:rPr>
          <w:rFonts w:ascii="Angsana New" w:hAnsi="Angsana New"/>
          <w:sz w:val="30"/>
          <w:szCs w:val="30"/>
          <w:cs/>
        </w:rPr>
        <w:sectPr w:rsidR="00B133FC" w:rsidRPr="004137FB" w:rsidSect="00B97F63">
          <w:headerReference w:type="default" r:id="rId8"/>
          <w:footerReference w:type="default" r:id="rId9"/>
          <w:headerReference w:type="first" r:id="rId10"/>
          <w:footerReference w:type="first" r:id="rId11"/>
          <w:pgSz w:w="11909" w:h="16834" w:code="9"/>
          <w:pgMar w:top="1440" w:right="1152" w:bottom="810" w:left="1440" w:header="482" w:footer="590" w:gutter="0"/>
          <w:pgNumType w:start="14"/>
          <w:cols w:space="720"/>
          <w:titlePg/>
          <w:docGrid w:linePitch="245"/>
        </w:sectPr>
      </w:pPr>
    </w:p>
    <w:p w:rsidR="00491324" w:rsidRPr="004137FB" w:rsidRDefault="00491324" w:rsidP="007B1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8"/>
          <w:szCs w:val="28"/>
        </w:rPr>
      </w:pPr>
    </w:p>
    <w:sectPr w:rsidR="00491324" w:rsidRPr="004137FB" w:rsidSect="00AB10F8">
      <w:footerReference w:type="first" r:id="rId12"/>
      <w:pgSz w:w="11909" w:h="16834" w:code="9"/>
      <w:pgMar w:top="1440" w:right="1152" w:bottom="810" w:left="1440" w:header="482" w:footer="590" w:gutter="0"/>
      <w:cols w:space="720"/>
      <w:docGrid w:linePitch="2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0806" w:rsidRDefault="00450806">
      <w:r>
        <w:separator/>
      </w:r>
    </w:p>
  </w:endnote>
  <w:endnote w:type="continuationSeparator" w:id="0">
    <w:p w:rsidR="00450806" w:rsidRDefault="004508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5529" w:rsidRPr="00052F48" w:rsidRDefault="002B1454">
    <w:pPr>
      <w:pStyle w:val="Footer"/>
      <w:jc w:val="right"/>
      <w:rPr>
        <w:rFonts w:ascii="Angsana New" w:hAnsi="Angsana New"/>
        <w:sz w:val="30"/>
        <w:szCs w:val="30"/>
      </w:rPr>
    </w:pPr>
    <w:r w:rsidRPr="00052F48">
      <w:rPr>
        <w:rFonts w:ascii="Angsana New" w:hAnsi="Angsana New"/>
        <w:sz w:val="30"/>
        <w:szCs w:val="30"/>
      </w:rPr>
      <w:fldChar w:fldCharType="begin"/>
    </w:r>
    <w:r w:rsidR="009C5529" w:rsidRPr="00052F48">
      <w:rPr>
        <w:rFonts w:ascii="Angsana New" w:hAnsi="Angsana New"/>
        <w:sz w:val="30"/>
        <w:szCs w:val="30"/>
      </w:rPr>
      <w:instrText xml:space="preserve"> PAGE   \* MERGEFORMAT </w:instrText>
    </w:r>
    <w:r w:rsidRPr="00052F48">
      <w:rPr>
        <w:rFonts w:ascii="Angsana New" w:hAnsi="Angsana New"/>
        <w:sz w:val="30"/>
        <w:szCs w:val="30"/>
      </w:rPr>
      <w:fldChar w:fldCharType="separate"/>
    </w:r>
    <w:r w:rsidR="007658F6">
      <w:rPr>
        <w:rFonts w:ascii="Angsana New" w:hAnsi="Angsana New"/>
        <w:noProof/>
        <w:sz w:val="30"/>
        <w:szCs w:val="30"/>
      </w:rPr>
      <w:t>28</w:t>
    </w:r>
    <w:r w:rsidRPr="00052F48">
      <w:rPr>
        <w:rFonts w:ascii="Angsana New" w:hAnsi="Angsana New"/>
        <w:sz w:val="30"/>
        <w:szCs w:val="30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5529" w:rsidRPr="00E0433F" w:rsidRDefault="002B1454" w:rsidP="00E0433F">
    <w:pPr>
      <w:pStyle w:val="Footer"/>
      <w:jc w:val="right"/>
      <w:rPr>
        <w:rFonts w:ascii="Angsana New" w:hAnsi="Angsana New"/>
        <w:sz w:val="30"/>
        <w:szCs w:val="30"/>
      </w:rPr>
    </w:pPr>
    <w:r w:rsidRPr="00052F48">
      <w:rPr>
        <w:rFonts w:ascii="Angsana New" w:hAnsi="Angsana New"/>
        <w:sz w:val="30"/>
        <w:szCs w:val="30"/>
      </w:rPr>
      <w:fldChar w:fldCharType="begin"/>
    </w:r>
    <w:r w:rsidR="009C5529" w:rsidRPr="00052F48">
      <w:rPr>
        <w:rFonts w:ascii="Angsana New" w:hAnsi="Angsana New"/>
        <w:sz w:val="30"/>
        <w:szCs w:val="30"/>
      </w:rPr>
      <w:instrText xml:space="preserve"> PAGE   \* MERGEFORMAT </w:instrText>
    </w:r>
    <w:r w:rsidRPr="00052F48">
      <w:rPr>
        <w:rFonts w:ascii="Angsana New" w:hAnsi="Angsana New"/>
        <w:sz w:val="30"/>
        <w:szCs w:val="30"/>
      </w:rPr>
      <w:fldChar w:fldCharType="separate"/>
    </w:r>
    <w:r w:rsidR="007658F6">
      <w:rPr>
        <w:rFonts w:ascii="Angsana New" w:hAnsi="Angsana New"/>
        <w:noProof/>
        <w:sz w:val="30"/>
        <w:szCs w:val="30"/>
      </w:rPr>
      <w:t>14</w:t>
    </w:r>
    <w:r w:rsidRPr="00052F48">
      <w:rPr>
        <w:rFonts w:ascii="Angsana New" w:hAnsi="Angsana New"/>
        <w:sz w:val="30"/>
        <w:szCs w:val="30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5529" w:rsidRPr="002C472B" w:rsidRDefault="002B1454">
    <w:pPr>
      <w:pStyle w:val="Footer"/>
      <w:jc w:val="right"/>
      <w:rPr>
        <w:rFonts w:ascii="Angsana New" w:hAnsi="Angsana New"/>
        <w:sz w:val="30"/>
        <w:szCs w:val="30"/>
      </w:rPr>
    </w:pPr>
    <w:r w:rsidRPr="002C472B">
      <w:rPr>
        <w:rFonts w:ascii="Angsana New" w:hAnsi="Angsana New"/>
        <w:sz w:val="30"/>
        <w:szCs w:val="30"/>
      </w:rPr>
      <w:fldChar w:fldCharType="begin"/>
    </w:r>
    <w:r w:rsidR="009C5529" w:rsidRPr="002C472B">
      <w:rPr>
        <w:rFonts w:ascii="Angsana New" w:hAnsi="Angsana New"/>
        <w:sz w:val="30"/>
        <w:szCs w:val="30"/>
      </w:rPr>
      <w:instrText xml:space="preserve"> PAGE   \* MERGEFORMAT </w:instrText>
    </w:r>
    <w:r w:rsidRPr="002C472B">
      <w:rPr>
        <w:rFonts w:ascii="Angsana New" w:hAnsi="Angsana New"/>
        <w:sz w:val="30"/>
        <w:szCs w:val="30"/>
      </w:rPr>
      <w:fldChar w:fldCharType="separate"/>
    </w:r>
    <w:r w:rsidR="009C5529">
      <w:rPr>
        <w:rFonts w:ascii="Angsana New" w:hAnsi="Angsana New"/>
        <w:noProof/>
        <w:sz w:val="30"/>
        <w:szCs w:val="30"/>
      </w:rPr>
      <w:t>7</w:t>
    </w:r>
    <w:r w:rsidRPr="002C472B">
      <w:rPr>
        <w:rFonts w:ascii="Angsana New" w:hAnsi="Angsana New"/>
        <w:sz w:val="30"/>
        <w:szCs w:val="30"/>
      </w:rPr>
      <w:fldChar w:fldCharType="end"/>
    </w:r>
  </w:p>
  <w:p w:rsidR="009C5529" w:rsidRPr="002C472B" w:rsidRDefault="009C5529">
    <w:pPr>
      <w:pStyle w:val="Footer"/>
      <w:rPr>
        <w:rFonts w:ascii="Angsana New" w:hAnsi="Angsana New"/>
        <w:sz w:val="30"/>
        <w:szCs w:val="3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0806" w:rsidRDefault="00450806">
      <w:r>
        <w:separator/>
      </w:r>
    </w:p>
  </w:footnote>
  <w:footnote w:type="continuationSeparator" w:id="0">
    <w:p w:rsidR="00450806" w:rsidRDefault="004508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5529" w:rsidRDefault="009C5529" w:rsidP="00626393">
    <w:pPr>
      <w:spacing w:line="200" w:lineRule="atLeast"/>
      <w:rPr>
        <w:rFonts w:ascii="Angsana New" w:hAnsi="Angsana New"/>
        <w:b/>
        <w:bCs/>
        <w:sz w:val="32"/>
        <w:szCs w:val="32"/>
      </w:rPr>
    </w:pPr>
  </w:p>
  <w:p w:rsidR="009C5529" w:rsidRPr="0014722B" w:rsidRDefault="009C5529" w:rsidP="00626393">
    <w:pPr>
      <w:spacing w:line="200" w:lineRule="atLeast"/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/>
        <w:b/>
        <w:bCs/>
        <w:sz w:val="32"/>
        <w:szCs w:val="32"/>
        <w:cs/>
      </w:rPr>
      <w:t>บริษัท เทคโนเมดิคัล จำกัด</w:t>
    </w:r>
    <w:r w:rsidRPr="0014722B">
      <w:rPr>
        <w:rFonts w:ascii="Angsana New" w:hAnsi="Angsana New"/>
        <w:b/>
        <w:bCs/>
        <w:sz w:val="32"/>
        <w:szCs w:val="32"/>
      </w:rPr>
      <w:t xml:space="preserve"> </w:t>
    </w:r>
    <w:r w:rsidRPr="0014722B">
      <w:rPr>
        <w:rFonts w:ascii="Angsana New" w:hAnsi="Angsana New" w:hint="cs"/>
        <w:b/>
        <w:bCs/>
        <w:sz w:val="32"/>
        <w:szCs w:val="32"/>
        <w:cs/>
      </w:rPr>
      <w:t>(มหาชน)</w:t>
    </w:r>
    <w:r>
      <w:rPr>
        <w:rFonts w:ascii="Angsana New" w:hAnsi="Angsana New" w:hint="cs"/>
        <w:b/>
        <w:bCs/>
        <w:sz w:val="32"/>
        <w:szCs w:val="32"/>
        <w:cs/>
      </w:rPr>
      <w:t xml:space="preserve"> และบริษัทย่อย</w:t>
    </w:r>
  </w:p>
  <w:p w:rsidR="009C5529" w:rsidRPr="001C29D1" w:rsidRDefault="009C5529" w:rsidP="00626393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jc w:val="both"/>
      <w:rPr>
        <w:rFonts w:ascii="Angsana New" w:hAnsi="Angsana New"/>
        <w:b/>
        <w:bCs/>
        <w:sz w:val="32"/>
        <w:szCs w:val="32"/>
      </w:rPr>
    </w:pPr>
    <w:r w:rsidRPr="001C29D1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  <w:r>
      <w:rPr>
        <w:rFonts w:ascii="Angsana New" w:hAnsi="Angsana New" w:hint="cs"/>
        <w:b/>
        <w:bCs/>
        <w:sz w:val="32"/>
        <w:szCs w:val="32"/>
        <w:cs/>
      </w:rPr>
      <w:t>แบบย่อ</w:t>
    </w:r>
    <w:r w:rsidRPr="001C29D1">
      <w:rPr>
        <w:rFonts w:ascii="Angsana New" w:hAnsi="Angsana New"/>
        <w:b/>
        <w:bCs/>
        <w:sz w:val="32"/>
        <w:szCs w:val="32"/>
        <w:cs/>
      </w:rPr>
      <w:t xml:space="preserve"> </w:t>
    </w:r>
    <w:r w:rsidRPr="001C29D1">
      <w:rPr>
        <w:rFonts w:ascii="Angsana New" w:hAnsi="Angsana New"/>
        <w:b/>
        <w:bCs/>
        <w:sz w:val="32"/>
        <w:szCs w:val="32"/>
      </w:rPr>
      <w:t>(</w:t>
    </w:r>
    <w:r w:rsidRPr="001C29D1">
      <w:rPr>
        <w:rFonts w:ascii="Angsana New" w:hAnsi="Angsana New"/>
        <w:b/>
        <w:bCs/>
        <w:sz w:val="32"/>
        <w:szCs w:val="32"/>
        <w:cs/>
      </w:rPr>
      <w:t>ต่อ</w:t>
    </w:r>
    <w:r w:rsidRPr="001C29D1">
      <w:rPr>
        <w:rFonts w:ascii="Angsana New" w:hAnsi="Angsana New"/>
        <w:b/>
        <w:bCs/>
        <w:sz w:val="32"/>
        <w:szCs w:val="32"/>
      </w:rPr>
      <w:t>)</w:t>
    </w:r>
  </w:p>
  <w:p w:rsidR="009C5529" w:rsidRDefault="009C5529" w:rsidP="00626393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jc w:val="both"/>
      <w:rPr>
        <w:rFonts w:ascii="Angsana New" w:hAnsi="Angsana New"/>
        <w:b/>
        <w:bCs/>
        <w:sz w:val="32"/>
        <w:szCs w:val="32"/>
      </w:rPr>
    </w:pPr>
    <w:r w:rsidRPr="001C29D1">
      <w:rPr>
        <w:rFonts w:ascii="Angsana New" w:hAnsi="Angsana New"/>
        <w:b/>
        <w:bCs/>
        <w:sz w:val="32"/>
        <w:szCs w:val="32"/>
        <w:cs/>
      </w:rPr>
      <w:t xml:space="preserve">วันที่ </w:t>
    </w:r>
    <w:r>
      <w:rPr>
        <w:rFonts w:ascii="Angsana New" w:hAnsi="Angsana New"/>
        <w:b/>
        <w:bCs/>
        <w:sz w:val="32"/>
        <w:szCs w:val="32"/>
      </w:rPr>
      <w:t>30</w:t>
    </w:r>
    <w:r w:rsidRPr="001C29D1">
      <w:rPr>
        <w:rFonts w:ascii="Angsana New" w:hAnsi="Angsana New"/>
        <w:b/>
        <w:bCs/>
        <w:sz w:val="32"/>
        <w:szCs w:val="32"/>
      </w:rPr>
      <w:t xml:space="preserve"> </w:t>
    </w:r>
    <w:r>
      <w:rPr>
        <w:rFonts w:ascii="Angsana New" w:hAnsi="Angsana New" w:hint="cs"/>
        <w:b/>
        <w:bCs/>
        <w:sz w:val="32"/>
        <w:szCs w:val="32"/>
        <w:cs/>
      </w:rPr>
      <w:t>กันยายน</w:t>
    </w:r>
    <w:r w:rsidRPr="001C29D1">
      <w:rPr>
        <w:rFonts w:ascii="Angsana New" w:hAnsi="Angsana New"/>
        <w:b/>
        <w:bCs/>
        <w:sz w:val="32"/>
        <w:szCs w:val="32"/>
        <w:cs/>
      </w:rPr>
      <w:t xml:space="preserve"> </w:t>
    </w:r>
    <w:r>
      <w:rPr>
        <w:rFonts w:ascii="Angsana New" w:hAnsi="Angsana New"/>
        <w:b/>
        <w:bCs/>
        <w:sz w:val="32"/>
        <w:szCs w:val="32"/>
      </w:rPr>
      <w:t>2565</w:t>
    </w:r>
    <w:r w:rsidRPr="001C29D1">
      <w:rPr>
        <w:rFonts w:ascii="Angsana New" w:hAnsi="Angsana New"/>
        <w:b/>
        <w:bCs/>
        <w:sz w:val="32"/>
        <w:szCs w:val="32"/>
        <w:cs/>
      </w:rPr>
      <w:t xml:space="preserve"> และ </w:t>
    </w:r>
    <w:r>
      <w:rPr>
        <w:rFonts w:ascii="Angsana New" w:hAnsi="Angsana New"/>
        <w:b/>
        <w:bCs/>
        <w:sz w:val="32"/>
        <w:szCs w:val="32"/>
      </w:rPr>
      <w:t xml:space="preserve">2564 </w:t>
    </w:r>
    <w:r>
      <w:rPr>
        <w:rFonts w:ascii="Angsana New" w:hAnsi="Angsana New" w:hint="cs"/>
        <w:b/>
        <w:bCs/>
        <w:sz w:val="32"/>
        <w:szCs w:val="32"/>
        <w:cs/>
      </w:rPr>
      <w:t>(ยังไม่ได้ตรวจสอบ) (สอบทานแล้ว)</w:t>
    </w:r>
  </w:p>
  <w:p w:rsidR="009C5529" w:rsidRDefault="009C5529" w:rsidP="00224722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jc w:val="both"/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 xml:space="preserve">และวันที่ </w:t>
    </w:r>
    <w:r>
      <w:rPr>
        <w:rFonts w:ascii="Angsana New" w:hAnsi="Angsana New"/>
        <w:b/>
        <w:bCs/>
        <w:sz w:val="32"/>
        <w:szCs w:val="32"/>
      </w:rPr>
      <w:t>31</w:t>
    </w:r>
    <w:r>
      <w:rPr>
        <w:rFonts w:ascii="Angsana New" w:hAnsi="Angsana New" w:hint="cs"/>
        <w:b/>
        <w:bCs/>
        <w:sz w:val="32"/>
        <w:szCs w:val="32"/>
        <w:cs/>
      </w:rPr>
      <w:t xml:space="preserve"> ธันวาคม </w:t>
    </w:r>
    <w:r>
      <w:rPr>
        <w:rFonts w:ascii="Angsana New" w:hAnsi="Angsana New"/>
        <w:b/>
        <w:bCs/>
        <w:sz w:val="32"/>
        <w:szCs w:val="32"/>
      </w:rPr>
      <w:t>2564</w:t>
    </w:r>
    <w:r>
      <w:rPr>
        <w:rFonts w:ascii="Angsana New" w:hAnsi="Angsana New" w:hint="cs"/>
        <w:b/>
        <w:bCs/>
        <w:sz w:val="32"/>
        <w:szCs w:val="32"/>
        <w:cs/>
      </w:rPr>
      <w:t xml:space="preserve"> (ตรวจสอบแล้ว)</w:t>
    </w:r>
  </w:p>
  <w:p w:rsidR="009C5529" w:rsidRPr="00224722" w:rsidRDefault="009C5529" w:rsidP="00224722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jc w:val="both"/>
      <w:rPr>
        <w:rFonts w:ascii="Angsana New" w:hAnsi="Angsana New"/>
        <w:b/>
        <w:bCs/>
        <w:sz w:val="32"/>
        <w:szCs w:val="3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5529" w:rsidRDefault="009C5529" w:rsidP="00D754A8">
    <w:pPr>
      <w:spacing w:line="200" w:lineRule="atLeast"/>
      <w:rPr>
        <w:rFonts w:ascii="Angsana New" w:hAnsi="Angsana New"/>
        <w:b/>
        <w:bCs/>
        <w:sz w:val="32"/>
        <w:szCs w:val="32"/>
      </w:rPr>
    </w:pPr>
  </w:p>
  <w:p w:rsidR="009C5529" w:rsidRPr="005D45D5" w:rsidRDefault="009C5529" w:rsidP="00D754A8">
    <w:pPr>
      <w:spacing w:line="200" w:lineRule="atLeast"/>
      <w:rPr>
        <w:rFonts w:ascii="Angsana New" w:hAnsi="Angsana New"/>
        <w:sz w:val="30"/>
        <w:szCs w:val="30"/>
        <w:cs/>
      </w:rPr>
    </w:pPr>
    <w:r>
      <w:rPr>
        <w:rFonts w:ascii="Angsana New" w:hAnsi="Angsana New"/>
        <w:b/>
        <w:bCs/>
        <w:sz w:val="32"/>
        <w:szCs w:val="32"/>
        <w:cs/>
      </w:rPr>
      <w:t>บริษัท เทคโนเมดิคัล จำกัด</w:t>
    </w:r>
    <w:r>
      <w:rPr>
        <w:rFonts w:ascii="Angsana New" w:hAnsi="Angsana New"/>
        <w:sz w:val="30"/>
        <w:szCs w:val="30"/>
      </w:rPr>
      <w:t xml:space="preserve"> </w:t>
    </w:r>
    <w:r w:rsidRPr="00D20E6C">
      <w:rPr>
        <w:rFonts w:ascii="Angsana New" w:hAnsi="Angsana New" w:hint="cs"/>
        <w:b/>
        <w:bCs/>
        <w:sz w:val="32"/>
        <w:szCs w:val="32"/>
        <w:cs/>
      </w:rPr>
      <w:t>(มหาชน)</w:t>
    </w:r>
    <w:r>
      <w:rPr>
        <w:rFonts w:ascii="Angsana New" w:hAnsi="Angsana New" w:hint="cs"/>
        <w:b/>
        <w:bCs/>
        <w:sz w:val="32"/>
        <w:szCs w:val="32"/>
        <w:cs/>
      </w:rPr>
      <w:t xml:space="preserve"> และบริษัทย่อย</w:t>
    </w:r>
  </w:p>
  <w:p w:rsidR="009C5529" w:rsidRPr="001C29D1" w:rsidRDefault="009C5529" w:rsidP="00D754A8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jc w:val="both"/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  <w:r>
      <w:rPr>
        <w:rFonts w:ascii="Angsana New" w:hAnsi="Angsana New" w:hint="cs"/>
        <w:b/>
        <w:bCs/>
        <w:sz w:val="32"/>
        <w:szCs w:val="32"/>
        <w:cs/>
      </w:rPr>
      <w:t>แบบย่อ</w:t>
    </w:r>
  </w:p>
  <w:p w:rsidR="009C5529" w:rsidRDefault="009C5529" w:rsidP="00D754A8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jc w:val="both"/>
      <w:rPr>
        <w:rFonts w:ascii="Angsana New" w:hAnsi="Angsana New"/>
        <w:b/>
        <w:bCs/>
        <w:sz w:val="32"/>
        <w:szCs w:val="32"/>
      </w:rPr>
    </w:pPr>
    <w:r w:rsidRPr="001C29D1">
      <w:rPr>
        <w:rFonts w:ascii="Angsana New" w:hAnsi="Angsana New"/>
        <w:b/>
        <w:bCs/>
        <w:sz w:val="32"/>
        <w:szCs w:val="32"/>
        <w:cs/>
      </w:rPr>
      <w:t xml:space="preserve">วันที่ </w:t>
    </w:r>
    <w:r>
      <w:rPr>
        <w:rFonts w:ascii="Angsana New" w:hAnsi="Angsana New"/>
        <w:b/>
        <w:bCs/>
        <w:sz w:val="32"/>
        <w:szCs w:val="32"/>
      </w:rPr>
      <w:t>30</w:t>
    </w:r>
    <w:r w:rsidRPr="001C29D1">
      <w:rPr>
        <w:rFonts w:ascii="Angsana New" w:hAnsi="Angsana New"/>
        <w:b/>
        <w:bCs/>
        <w:sz w:val="32"/>
        <w:szCs w:val="32"/>
      </w:rPr>
      <w:t xml:space="preserve"> </w:t>
    </w:r>
    <w:r>
      <w:rPr>
        <w:rFonts w:ascii="Angsana New" w:hAnsi="Angsana New" w:hint="cs"/>
        <w:b/>
        <w:bCs/>
        <w:sz w:val="32"/>
        <w:szCs w:val="32"/>
        <w:cs/>
      </w:rPr>
      <w:t>กันยายน 256</w:t>
    </w:r>
    <w:r>
      <w:rPr>
        <w:rFonts w:ascii="Angsana New" w:hAnsi="Angsana New"/>
        <w:b/>
        <w:bCs/>
        <w:sz w:val="32"/>
        <w:szCs w:val="32"/>
      </w:rPr>
      <w:t>5</w:t>
    </w:r>
    <w:r>
      <w:rPr>
        <w:rFonts w:ascii="Angsana New" w:hAnsi="Angsana New" w:hint="cs"/>
        <w:b/>
        <w:bCs/>
        <w:sz w:val="32"/>
        <w:szCs w:val="32"/>
        <w:cs/>
      </w:rPr>
      <w:t xml:space="preserve"> และ</w:t>
    </w:r>
    <w:r w:rsidRPr="001C29D1">
      <w:rPr>
        <w:rFonts w:ascii="Angsana New" w:hAnsi="Angsana New"/>
        <w:b/>
        <w:bCs/>
        <w:sz w:val="32"/>
        <w:szCs w:val="32"/>
        <w:cs/>
      </w:rPr>
      <w:t xml:space="preserve"> </w:t>
    </w:r>
    <w:r>
      <w:rPr>
        <w:rFonts w:ascii="Angsana New" w:hAnsi="Angsana New"/>
        <w:b/>
        <w:bCs/>
        <w:sz w:val="32"/>
        <w:szCs w:val="32"/>
      </w:rPr>
      <w:t xml:space="preserve">2564 </w:t>
    </w:r>
    <w:r>
      <w:rPr>
        <w:rFonts w:ascii="Angsana New" w:hAnsi="Angsana New" w:hint="cs"/>
        <w:b/>
        <w:bCs/>
        <w:sz w:val="32"/>
        <w:szCs w:val="32"/>
        <w:cs/>
      </w:rPr>
      <w:t>(ยังไม่ได้ตรวจสอบ) (สอบทานแล้ว)</w:t>
    </w:r>
  </w:p>
  <w:p w:rsidR="009C5529" w:rsidRDefault="009C5529" w:rsidP="00D754A8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jc w:val="both"/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 w:hint="cs"/>
        <w:b/>
        <w:bCs/>
        <w:sz w:val="32"/>
        <w:szCs w:val="32"/>
        <w:cs/>
      </w:rPr>
      <w:t>และวันที่ 31 ธันวาคม 2564 (ตรวจสอบแล้ว)</w:t>
    </w:r>
  </w:p>
  <w:p w:rsidR="009C5529" w:rsidRPr="00D754A8" w:rsidRDefault="009C5529">
    <w:pPr>
      <w:pStyle w:val="Header"/>
      <w:rPr>
        <w:sz w:val="32"/>
        <w:szCs w:val="3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Times New Roman" w:hAnsi="Symbol" w:hint="default"/>
        <w:cs w:val="0"/>
        <w:lang w:bidi="th-TH"/>
      </w:rPr>
    </w:lvl>
  </w:abstractNum>
  <w:abstractNum w:abstractNumId="5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Times New Roman" w:hAnsi="Symbol" w:hint="default"/>
        <w:cs w:val="0"/>
        <w:lang w:bidi="th-TH"/>
      </w:rPr>
    </w:lvl>
  </w:abstractNum>
  <w:abstractNum w:abstractNumId="6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Times New Roman" w:hAnsi="Symbol" w:hint="default"/>
        <w:cs w:val="0"/>
        <w:lang w:bidi="th-TH"/>
      </w:rPr>
    </w:lvl>
  </w:abstractNum>
  <w:abstractNum w:abstractNumId="7">
    <w:nsid w:val="FFFFFF83"/>
    <w:multiLevelType w:val="singleLevel"/>
    <w:tmpl w:val="CEE6C8A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Times New Roman" w:hAnsi="Symbol" w:hint="default"/>
        <w:cs w:val="0"/>
        <w:lang w:bidi="th-TH"/>
      </w:rPr>
    </w:lvl>
  </w:abstractNum>
  <w:abstractNum w:abstractNumId="8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4A066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Symbol" w:hint="default"/>
        <w:cs w:val="0"/>
        <w:lang w:bidi="th-TH"/>
      </w:rPr>
    </w:lvl>
  </w:abstractNum>
  <w:abstractNum w:abstractNumId="1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1">
    <w:nsid w:val="2C766C32"/>
    <w:multiLevelType w:val="hybridMultilevel"/>
    <w:tmpl w:val="0940487A"/>
    <w:lvl w:ilvl="0" w:tplc="3EA80026">
      <w:start w:val="3"/>
      <w:numFmt w:val="bullet"/>
      <w:lvlText w:val="-"/>
      <w:lvlJc w:val="left"/>
      <w:pPr>
        <w:ind w:left="3763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2B4E2D"/>
    <w:multiLevelType w:val="hybridMultilevel"/>
    <w:tmpl w:val="CD2CC98A"/>
    <w:lvl w:ilvl="0" w:tplc="814A7962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Times New Roman" w:hAnsi="Symbol" w:hint="default"/>
        <w:cs w:val="0"/>
        <w:lang w:bidi="th-TH"/>
      </w:rPr>
    </w:lvl>
  </w:abstractNum>
  <w:abstractNum w:abstractNumId="15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Times New Roman" w:hAnsi="Symbol" w:hint="default"/>
        <w:cs w:val="0"/>
        <w:lang w:bidi="th-TH"/>
      </w:rPr>
    </w:lvl>
  </w:abstractNum>
  <w:abstractNum w:abstractNumId="16">
    <w:nsid w:val="50447A18"/>
    <w:multiLevelType w:val="hybridMultilevel"/>
    <w:tmpl w:val="E93EAF8E"/>
    <w:lvl w:ilvl="0" w:tplc="8064147E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Theme="majorBidi" w:hAnsiTheme="majorBidi" w:cstheme="majorBidi" w:hint="default"/>
        <w:b/>
        <w:bCs/>
        <w:sz w:val="28"/>
        <w:szCs w:val="28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592F2411"/>
    <w:multiLevelType w:val="hybridMultilevel"/>
    <w:tmpl w:val="CAB87364"/>
    <w:lvl w:ilvl="0" w:tplc="41769BE2">
      <w:start w:val="1"/>
      <w:numFmt w:val="thaiLetters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19">
    <w:nsid w:val="7F6E7110"/>
    <w:multiLevelType w:val="hybridMultilevel"/>
    <w:tmpl w:val="8804A6F6"/>
    <w:lvl w:ilvl="0" w:tplc="8C622852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7"/>
  </w:num>
  <w:num w:numId="5">
    <w:abstractNumId w:val="8"/>
  </w:num>
  <w:num w:numId="6">
    <w:abstractNumId w:val="3"/>
  </w:num>
  <w:num w:numId="7">
    <w:abstractNumId w:val="2"/>
  </w:num>
  <w:num w:numId="8">
    <w:abstractNumId w:val="0"/>
  </w:num>
  <w:num w:numId="9">
    <w:abstractNumId w:val="1"/>
  </w:num>
  <w:num w:numId="10">
    <w:abstractNumId w:val="4"/>
  </w:num>
  <w:num w:numId="11">
    <w:abstractNumId w:val="14"/>
  </w:num>
  <w:num w:numId="12">
    <w:abstractNumId w:val="10"/>
  </w:num>
  <w:num w:numId="13">
    <w:abstractNumId w:val="18"/>
  </w:num>
  <w:num w:numId="14">
    <w:abstractNumId w:val="13"/>
  </w:num>
  <w:num w:numId="15">
    <w:abstractNumId w:val="15"/>
  </w:num>
  <w:num w:numId="16">
    <w:abstractNumId w:val="16"/>
  </w:num>
  <w:num w:numId="17">
    <w:abstractNumId w:val="11"/>
  </w:num>
  <w:num w:numId="18">
    <w:abstractNumId w:val="19"/>
  </w:num>
  <w:num w:numId="19">
    <w:abstractNumId w:val="17"/>
  </w:num>
  <w:num w:numId="20">
    <w:abstractNumId w:val="12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hideSpellingErrors/>
  <w:hideGrammaticalErrors/>
  <w:attachedTemplate r:id="rId1"/>
  <w:stylePaneFormatFilter w:val="3F01"/>
  <w:defaultTabStop w:val="709"/>
  <w:hyphenationZone w:val="425"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403458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6066E6"/>
    <w:rsid w:val="00000CF8"/>
    <w:rsid w:val="00000FEE"/>
    <w:rsid w:val="00001498"/>
    <w:rsid w:val="000014A7"/>
    <w:rsid w:val="00001B23"/>
    <w:rsid w:val="00001F8D"/>
    <w:rsid w:val="000021A7"/>
    <w:rsid w:val="000023E7"/>
    <w:rsid w:val="000029F8"/>
    <w:rsid w:val="000032E3"/>
    <w:rsid w:val="000036C0"/>
    <w:rsid w:val="00003B3F"/>
    <w:rsid w:val="00003D3C"/>
    <w:rsid w:val="00004413"/>
    <w:rsid w:val="000053D7"/>
    <w:rsid w:val="00007D14"/>
    <w:rsid w:val="000115F9"/>
    <w:rsid w:val="00011795"/>
    <w:rsid w:val="000117B0"/>
    <w:rsid w:val="000117DC"/>
    <w:rsid w:val="00011B30"/>
    <w:rsid w:val="000125C1"/>
    <w:rsid w:val="00013DE4"/>
    <w:rsid w:val="00014352"/>
    <w:rsid w:val="000145ED"/>
    <w:rsid w:val="00014744"/>
    <w:rsid w:val="0001561C"/>
    <w:rsid w:val="00015852"/>
    <w:rsid w:val="00015BB7"/>
    <w:rsid w:val="00016DD0"/>
    <w:rsid w:val="00016E16"/>
    <w:rsid w:val="000170C5"/>
    <w:rsid w:val="0002004E"/>
    <w:rsid w:val="00020856"/>
    <w:rsid w:val="00020C88"/>
    <w:rsid w:val="00020D2E"/>
    <w:rsid w:val="000215A0"/>
    <w:rsid w:val="00021C7C"/>
    <w:rsid w:val="00022079"/>
    <w:rsid w:val="00022C7F"/>
    <w:rsid w:val="000234F9"/>
    <w:rsid w:val="00023953"/>
    <w:rsid w:val="00025888"/>
    <w:rsid w:val="0002590D"/>
    <w:rsid w:val="000261F2"/>
    <w:rsid w:val="000264A4"/>
    <w:rsid w:val="000266F3"/>
    <w:rsid w:val="00026CAC"/>
    <w:rsid w:val="00027B88"/>
    <w:rsid w:val="00030225"/>
    <w:rsid w:val="000307A2"/>
    <w:rsid w:val="00030B6B"/>
    <w:rsid w:val="0003208B"/>
    <w:rsid w:val="000323E1"/>
    <w:rsid w:val="000327C7"/>
    <w:rsid w:val="00033C07"/>
    <w:rsid w:val="00034099"/>
    <w:rsid w:val="000340DF"/>
    <w:rsid w:val="0003412F"/>
    <w:rsid w:val="000354DB"/>
    <w:rsid w:val="0003562A"/>
    <w:rsid w:val="00035E7C"/>
    <w:rsid w:val="000360E9"/>
    <w:rsid w:val="000369FE"/>
    <w:rsid w:val="00036AE6"/>
    <w:rsid w:val="000377FC"/>
    <w:rsid w:val="00037C46"/>
    <w:rsid w:val="00037CD6"/>
    <w:rsid w:val="000408A8"/>
    <w:rsid w:val="00041221"/>
    <w:rsid w:val="000412BB"/>
    <w:rsid w:val="00041515"/>
    <w:rsid w:val="00042620"/>
    <w:rsid w:val="000431D8"/>
    <w:rsid w:val="00043BF7"/>
    <w:rsid w:val="00044131"/>
    <w:rsid w:val="0004469B"/>
    <w:rsid w:val="00044DCA"/>
    <w:rsid w:val="000452F6"/>
    <w:rsid w:val="0004560A"/>
    <w:rsid w:val="000457E7"/>
    <w:rsid w:val="00045AF2"/>
    <w:rsid w:val="000461DA"/>
    <w:rsid w:val="000464AD"/>
    <w:rsid w:val="00046B21"/>
    <w:rsid w:val="00046FBF"/>
    <w:rsid w:val="00047F5F"/>
    <w:rsid w:val="0005054F"/>
    <w:rsid w:val="00050964"/>
    <w:rsid w:val="00050D47"/>
    <w:rsid w:val="0005100A"/>
    <w:rsid w:val="000517BA"/>
    <w:rsid w:val="0005295D"/>
    <w:rsid w:val="00052E5C"/>
    <w:rsid w:val="00052F48"/>
    <w:rsid w:val="000531B1"/>
    <w:rsid w:val="00056F64"/>
    <w:rsid w:val="00057813"/>
    <w:rsid w:val="000602EC"/>
    <w:rsid w:val="000607A1"/>
    <w:rsid w:val="00060AD4"/>
    <w:rsid w:val="0006171C"/>
    <w:rsid w:val="00061853"/>
    <w:rsid w:val="00061EF7"/>
    <w:rsid w:val="00062488"/>
    <w:rsid w:val="000624A8"/>
    <w:rsid w:val="00062659"/>
    <w:rsid w:val="00062773"/>
    <w:rsid w:val="00064338"/>
    <w:rsid w:val="0006548F"/>
    <w:rsid w:val="000655B5"/>
    <w:rsid w:val="00065B91"/>
    <w:rsid w:val="00067110"/>
    <w:rsid w:val="00070F6A"/>
    <w:rsid w:val="000710A7"/>
    <w:rsid w:val="0007132F"/>
    <w:rsid w:val="0007135E"/>
    <w:rsid w:val="00071C4F"/>
    <w:rsid w:val="00072336"/>
    <w:rsid w:val="00072F17"/>
    <w:rsid w:val="000737CF"/>
    <w:rsid w:val="00073981"/>
    <w:rsid w:val="00073C01"/>
    <w:rsid w:val="00074130"/>
    <w:rsid w:val="0007452A"/>
    <w:rsid w:val="0007477D"/>
    <w:rsid w:val="0007532D"/>
    <w:rsid w:val="00077534"/>
    <w:rsid w:val="00077606"/>
    <w:rsid w:val="00077B37"/>
    <w:rsid w:val="000801B6"/>
    <w:rsid w:val="00080660"/>
    <w:rsid w:val="00080995"/>
    <w:rsid w:val="000811A5"/>
    <w:rsid w:val="0008172F"/>
    <w:rsid w:val="0008191F"/>
    <w:rsid w:val="00081D75"/>
    <w:rsid w:val="00082233"/>
    <w:rsid w:val="000832F1"/>
    <w:rsid w:val="00084564"/>
    <w:rsid w:val="00084730"/>
    <w:rsid w:val="00085996"/>
    <w:rsid w:val="0008663D"/>
    <w:rsid w:val="0008667A"/>
    <w:rsid w:val="00086CF7"/>
    <w:rsid w:val="000877D3"/>
    <w:rsid w:val="00087C73"/>
    <w:rsid w:val="00087C7C"/>
    <w:rsid w:val="00090105"/>
    <w:rsid w:val="0009026F"/>
    <w:rsid w:val="00090340"/>
    <w:rsid w:val="000904CB"/>
    <w:rsid w:val="00090C94"/>
    <w:rsid w:val="00091281"/>
    <w:rsid w:val="00091D1D"/>
    <w:rsid w:val="0009208F"/>
    <w:rsid w:val="000925EA"/>
    <w:rsid w:val="00092884"/>
    <w:rsid w:val="00092CF1"/>
    <w:rsid w:val="000938A6"/>
    <w:rsid w:val="00093B05"/>
    <w:rsid w:val="00093DD8"/>
    <w:rsid w:val="00094A1B"/>
    <w:rsid w:val="00094E58"/>
    <w:rsid w:val="0009604B"/>
    <w:rsid w:val="00097576"/>
    <w:rsid w:val="000979E3"/>
    <w:rsid w:val="00097E2E"/>
    <w:rsid w:val="000A02C0"/>
    <w:rsid w:val="000A1579"/>
    <w:rsid w:val="000A1842"/>
    <w:rsid w:val="000A1D82"/>
    <w:rsid w:val="000A224C"/>
    <w:rsid w:val="000A2B71"/>
    <w:rsid w:val="000A349E"/>
    <w:rsid w:val="000A3AB1"/>
    <w:rsid w:val="000A3ABC"/>
    <w:rsid w:val="000A3B00"/>
    <w:rsid w:val="000A3CAE"/>
    <w:rsid w:val="000A3CC9"/>
    <w:rsid w:val="000A3D89"/>
    <w:rsid w:val="000A3FCF"/>
    <w:rsid w:val="000A4D99"/>
    <w:rsid w:val="000A5631"/>
    <w:rsid w:val="000A5EEE"/>
    <w:rsid w:val="000A616D"/>
    <w:rsid w:val="000A617A"/>
    <w:rsid w:val="000A61E6"/>
    <w:rsid w:val="000A6B67"/>
    <w:rsid w:val="000A7173"/>
    <w:rsid w:val="000A7362"/>
    <w:rsid w:val="000A7AC0"/>
    <w:rsid w:val="000B087E"/>
    <w:rsid w:val="000B0DF5"/>
    <w:rsid w:val="000B14FD"/>
    <w:rsid w:val="000B1D5F"/>
    <w:rsid w:val="000B2D4B"/>
    <w:rsid w:val="000B329B"/>
    <w:rsid w:val="000B42B9"/>
    <w:rsid w:val="000B4620"/>
    <w:rsid w:val="000B50EE"/>
    <w:rsid w:val="000B5594"/>
    <w:rsid w:val="000C05F3"/>
    <w:rsid w:val="000C0BAC"/>
    <w:rsid w:val="000C0DEA"/>
    <w:rsid w:val="000C17B3"/>
    <w:rsid w:val="000C1864"/>
    <w:rsid w:val="000C1910"/>
    <w:rsid w:val="000C1EE9"/>
    <w:rsid w:val="000C237F"/>
    <w:rsid w:val="000C32AD"/>
    <w:rsid w:val="000C3937"/>
    <w:rsid w:val="000C4350"/>
    <w:rsid w:val="000C464F"/>
    <w:rsid w:val="000C4881"/>
    <w:rsid w:val="000C4E2C"/>
    <w:rsid w:val="000C6884"/>
    <w:rsid w:val="000C6FDE"/>
    <w:rsid w:val="000C7446"/>
    <w:rsid w:val="000D0417"/>
    <w:rsid w:val="000D08EA"/>
    <w:rsid w:val="000D1151"/>
    <w:rsid w:val="000D1681"/>
    <w:rsid w:val="000D1C04"/>
    <w:rsid w:val="000D269E"/>
    <w:rsid w:val="000D2805"/>
    <w:rsid w:val="000D29CC"/>
    <w:rsid w:val="000D2B5D"/>
    <w:rsid w:val="000D300A"/>
    <w:rsid w:val="000D316B"/>
    <w:rsid w:val="000D34FB"/>
    <w:rsid w:val="000D381C"/>
    <w:rsid w:val="000D3DD7"/>
    <w:rsid w:val="000D41A4"/>
    <w:rsid w:val="000D43CD"/>
    <w:rsid w:val="000D460E"/>
    <w:rsid w:val="000D50D6"/>
    <w:rsid w:val="000D57D7"/>
    <w:rsid w:val="000D57F9"/>
    <w:rsid w:val="000D59EE"/>
    <w:rsid w:val="000D64B4"/>
    <w:rsid w:val="000D6519"/>
    <w:rsid w:val="000D6D09"/>
    <w:rsid w:val="000D7113"/>
    <w:rsid w:val="000D7362"/>
    <w:rsid w:val="000D7B32"/>
    <w:rsid w:val="000E0001"/>
    <w:rsid w:val="000E04AD"/>
    <w:rsid w:val="000E0D40"/>
    <w:rsid w:val="000E102E"/>
    <w:rsid w:val="000E1119"/>
    <w:rsid w:val="000E2BE3"/>
    <w:rsid w:val="000E4675"/>
    <w:rsid w:val="000E49CB"/>
    <w:rsid w:val="000E5739"/>
    <w:rsid w:val="000E5894"/>
    <w:rsid w:val="000E58F3"/>
    <w:rsid w:val="000E5D20"/>
    <w:rsid w:val="000E622C"/>
    <w:rsid w:val="000E6513"/>
    <w:rsid w:val="000E691B"/>
    <w:rsid w:val="000E6F45"/>
    <w:rsid w:val="000E7253"/>
    <w:rsid w:val="000F146E"/>
    <w:rsid w:val="000F15FA"/>
    <w:rsid w:val="000F2151"/>
    <w:rsid w:val="000F2206"/>
    <w:rsid w:val="000F2B8B"/>
    <w:rsid w:val="000F2DED"/>
    <w:rsid w:val="000F35C3"/>
    <w:rsid w:val="000F3A2A"/>
    <w:rsid w:val="000F45CA"/>
    <w:rsid w:val="000F47F9"/>
    <w:rsid w:val="000F4AEB"/>
    <w:rsid w:val="000F5A0F"/>
    <w:rsid w:val="000F5F04"/>
    <w:rsid w:val="000F63E8"/>
    <w:rsid w:val="000F68C8"/>
    <w:rsid w:val="000F6D58"/>
    <w:rsid w:val="000F7EB7"/>
    <w:rsid w:val="00100728"/>
    <w:rsid w:val="001009EA"/>
    <w:rsid w:val="001011ED"/>
    <w:rsid w:val="00101A03"/>
    <w:rsid w:val="00101E57"/>
    <w:rsid w:val="001020B6"/>
    <w:rsid w:val="001024C7"/>
    <w:rsid w:val="00103022"/>
    <w:rsid w:val="00103500"/>
    <w:rsid w:val="001045EA"/>
    <w:rsid w:val="0010499B"/>
    <w:rsid w:val="00104A80"/>
    <w:rsid w:val="00104BDB"/>
    <w:rsid w:val="0010586B"/>
    <w:rsid w:val="001059FC"/>
    <w:rsid w:val="00105B8B"/>
    <w:rsid w:val="00105F64"/>
    <w:rsid w:val="0010748E"/>
    <w:rsid w:val="001079DA"/>
    <w:rsid w:val="00107C6D"/>
    <w:rsid w:val="00110C61"/>
    <w:rsid w:val="001117F0"/>
    <w:rsid w:val="00111831"/>
    <w:rsid w:val="0011210F"/>
    <w:rsid w:val="00112943"/>
    <w:rsid w:val="001146C8"/>
    <w:rsid w:val="00115043"/>
    <w:rsid w:val="001152F9"/>
    <w:rsid w:val="00115395"/>
    <w:rsid w:val="001165CA"/>
    <w:rsid w:val="00116BFA"/>
    <w:rsid w:val="00117487"/>
    <w:rsid w:val="0011754F"/>
    <w:rsid w:val="001177FF"/>
    <w:rsid w:val="00117975"/>
    <w:rsid w:val="00120733"/>
    <w:rsid w:val="00120C13"/>
    <w:rsid w:val="00120D3F"/>
    <w:rsid w:val="00120D95"/>
    <w:rsid w:val="0012171F"/>
    <w:rsid w:val="00121E62"/>
    <w:rsid w:val="00121E91"/>
    <w:rsid w:val="00121F0B"/>
    <w:rsid w:val="00122250"/>
    <w:rsid w:val="00122623"/>
    <w:rsid w:val="001229A5"/>
    <w:rsid w:val="00123656"/>
    <w:rsid w:val="0012467A"/>
    <w:rsid w:val="00124FC8"/>
    <w:rsid w:val="0012564A"/>
    <w:rsid w:val="00125DC9"/>
    <w:rsid w:val="00127336"/>
    <w:rsid w:val="0012772B"/>
    <w:rsid w:val="00127D70"/>
    <w:rsid w:val="00130659"/>
    <w:rsid w:val="001309B6"/>
    <w:rsid w:val="00130C1C"/>
    <w:rsid w:val="001324B9"/>
    <w:rsid w:val="00132BF1"/>
    <w:rsid w:val="00133164"/>
    <w:rsid w:val="00133898"/>
    <w:rsid w:val="00134050"/>
    <w:rsid w:val="00134427"/>
    <w:rsid w:val="00134886"/>
    <w:rsid w:val="001348DD"/>
    <w:rsid w:val="0013542D"/>
    <w:rsid w:val="00135449"/>
    <w:rsid w:val="0013602B"/>
    <w:rsid w:val="00136246"/>
    <w:rsid w:val="00137286"/>
    <w:rsid w:val="00137FB8"/>
    <w:rsid w:val="001403B1"/>
    <w:rsid w:val="0014123F"/>
    <w:rsid w:val="0014134D"/>
    <w:rsid w:val="00141B14"/>
    <w:rsid w:val="00141C28"/>
    <w:rsid w:val="00142708"/>
    <w:rsid w:val="00143107"/>
    <w:rsid w:val="001432F1"/>
    <w:rsid w:val="00143677"/>
    <w:rsid w:val="00143D78"/>
    <w:rsid w:val="00144B66"/>
    <w:rsid w:val="001451C4"/>
    <w:rsid w:val="00145421"/>
    <w:rsid w:val="001455E0"/>
    <w:rsid w:val="0014612C"/>
    <w:rsid w:val="00146388"/>
    <w:rsid w:val="00146A14"/>
    <w:rsid w:val="0014722B"/>
    <w:rsid w:val="00147BB1"/>
    <w:rsid w:val="00147CB1"/>
    <w:rsid w:val="00150031"/>
    <w:rsid w:val="0015020D"/>
    <w:rsid w:val="00150625"/>
    <w:rsid w:val="00151758"/>
    <w:rsid w:val="001527CE"/>
    <w:rsid w:val="001532B2"/>
    <w:rsid w:val="00153EAB"/>
    <w:rsid w:val="001549F6"/>
    <w:rsid w:val="00155035"/>
    <w:rsid w:val="001551C2"/>
    <w:rsid w:val="001556B9"/>
    <w:rsid w:val="00155B4B"/>
    <w:rsid w:val="00156227"/>
    <w:rsid w:val="00157B47"/>
    <w:rsid w:val="00157E6B"/>
    <w:rsid w:val="00160526"/>
    <w:rsid w:val="00160922"/>
    <w:rsid w:val="001611B8"/>
    <w:rsid w:val="00162A39"/>
    <w:rsid w:val="00163529"/>
    <w:rsid w:val="00163CF8"/>
    <w:rsid w:val="00164051"/>
    <w:rsid w:val="0016405E"/>
    <w:rsid w:val="00164A6C"/>
    <w:rsid w:val="00164F99"/>
    <w:rsid w:val="00165018"/>
    <w:rsid w:val="001653BB"/>
    <w:rsid w:val="001660CB"/>
    <w:rsid w:val="00166550"/>
    <w:rsid w:val="0016699E"/>
    <w:rsid w:val="00167362"/>
    <w:rsid w:val="00167D66"/>
    <w:rsid w:val="00167E54"/>
    <w:rsid w:val="00170465"/>
    <w:rsid w:val="001717A5"/>
    <w:rsid w:val="00171AB5"/>
    <w:rsid w:val="0017215C"/>
    <w:rsid w:val="00172296"/>
    <w:rsid w:val="0017232D"/>
    <w:rsid w:val="0017311F"/>
    <w:rsid w:val="00173840"/>
    <w:rsid w:val="00173C5E"/>
    <w:rsid w:val="00173E7F"/>
    <w:rsid w:val="00174E89"/>
    <w:rsid w:val="001750CE"/>
    <w:rsid w:val="001766A6"/>
    <w:rsid w:val="001805B8"/>
    <w:rsid w:val="00180800"/>
    <w:rsid w:val="0018098A"/>
    <w:rsid w:val="001809E1"/>
    <w:rsid w:val="00180CB2"/>
    <w:rsid w:val="001813A5"/>
    <w:rsid w:val="00181990"/>
    <w:rsid w:val="00181D6B"/>
    <w:rsid w:val="001824BC"/>
    <w:rsid w:val="00182FF9"/>
    <w:rsid w:val="00184C7B"/>
    <w:rsid w:val="00185609"/>
    <w:rsid w:val="001858F8"/>
    <w:rsid w:val="001864B7"/>
    <w:rsid w:val="001865F1"/>
    <w:rsid w:val="001869EA"/>
    <w:rsid w:val="00186D58"/>
    <w:rsid w:val="0018712B"/>
    <w:rsid w:val="001903E4"/>
    <w:rsid w:val="00191FEB"/>
    <w:rsid w:val="0019209C"/>
    <w:rsid w:val="00192CF0"/>
    <w:rsid w:val="00192FE7"/>
    <w:rsid w:val="00193E09"/>
    <w:rsid w:val="0019411D"/>
    <w:rsid w:val="0019503B"/>
    <w:rsid w:val="00195226"/>
    <w:rsid w:val="00195AE1"/>
    <w:rsid w:val="001970BE"/>
    <w:rsid w:val="00197804"/>
    <w:rsid w:val="00197887"/>
    <w:rsid w:val="00197CFE"/>
    <w:rsid w:val="00197DD8"/>
    <w:rsid w:val="001A0FBC"/>
    <w:rsid w:val="001A0FE8"/>
    <w:rsid w:val="001A1A26"/>
    <w:rsid w:val="001A1A6D"/>
    <w:rsid w:val="001A2288"/>
    <w:rsid w:val="001A24A6"/>
    <w:rsid w:val="001A36A1"/>
    <w:rsid w:val="001A5556"/>
    <w:rsid w:val="001A5955"/>
    <w:rsid w:val="001A5E41"/>
    <w:rsid w:val="001A6576"/>
    <w:rsid w:val="001A6D70"/>
    <w:rsid w:val="001A7257"/>
    <w:rsid w:val="001A72EF"/>
    <w:rsid w:val="001A7C47"/>
    <w:rsid w:val="001A7F23"/>
    <w:rsid w:val="001B09ED"/>
    <w:rsid w:val="001B10C4"/>
    <w:rsid w:val="001B1508"/>
    <w:rsid w:val="001B1BAE"/>
    <w:rsid w:val="001B2435"/>
    <w:rsid w:val="001B24F8"/>
    <w:rsid w:val="001B2C21"/>
    <w:rsid w:val="001B317D"/>
    <w:rsid w:val="001B3277"/>
    <w:rsid w:val="001B37C2"/>
    <w:rsid w:val="001B38EC"/>
    <w:rsid w:val="001B3F19"/>
    <w:rsid w:val="001B44D9"/>
    <w:rsid w:val="001B49B4"/>
    <w:rsid w:val="001B50CF"/>
    <w:rsid w:val="001B515C"/>
    <w:rsid w:val="001B52D0"/>
    <w:rsid w:val="001B5D13"/>
    <w:rsid w:val="001B75FC"/>
    <w:rsid w:val="001B79CD"/>
    <w:rsid w:val="001C0894"/>
    <w:rsid w:val="001C0B6B"/>
    <w:rsid w:val="001C14B1"/>
    <w:rsid w:val="001C1BF5"/>
    <w:rsid w:val="001C1FBC"/>
    <w:rsid w:val="001C2183"/>
    <w:rsid w:val="001C29D1"/>
    <w:rsid w:val="001C3895"/>
    <w:rsid w:val="001C40B0"/>
    <w:rsid w:val="001C4203"/>
    <w:rsid w:val="001C4626"/>
    <w:rsid w:val="001C4638"/>
    <w:rsid w:val="001C49BF"/>
    <w:rsid w:val="001C4A80"/>
    <w:rsid w:val="001C5498"/>
    <w:rsid w:val="001C6086"/>
    <w:rsid w:val="001C6820"/>
    <w:rsid w:val="001C79B9"/>
    <w:rsid w:val="001C7CF1"/>
    <w:rsid w:val="001D0722"/>
    <w:rsid w:val="001D0A2B"/>
    <w:rsid w:val="001D0AC1"/>
    <w:rsid w:val="001D1000"/>
    <w:rsid w:val="001D2B07"/>
    <w:rsid w:val="001D2B73"/>
    <w:rsid w:val="001D2BF6"/>
    <w:rsid w:val="001D4705"/>
    <w:rsid w:val="001D520F"/>
    <w:rsid w:val="001D54EF"/>
    <w:rsid w:val="001D607F"/>
    <w:rsid w:val="001D78D0"/>
    <w:rsid w:val="001D78F5"/>
    <w:rsid w:val="001D7C99"/>
    <w:rsid w:val="001E0AB6"/>
    <w:rsid w:val="001E10B3"/>
    <w:rsid w:val="001E10DD"/>
    <w:rsid w:val="001E14E1"/>
    <w:rsid w:val="001E1F4F"/>
    <w:rsid w:val="001E23CA"/>
    <w:rsid w:val="001E2696"/>
    <w:rsid w:val="001E2D04"/>
    <w:rsid w:val="001E2D39"/>
    <w:rsid w:val="001E39E0"/>
    <w:rsid w:val="001E3BC8"/>
    <w:rsid w:val="001E48E8"/>
    <w:rsid w:val="001E4EC4"/>
    <w:rsid w:val="001E508F"/>
    <w:rsid w:val="001E560F"/>
    <w:rsid w:val="001E5F67"/>
    <w:rsid w:val="001E68D8"/>
    <w:rsid w:val="001E6C0C"/>
    <w:rsid w:val="001F01F5"/>
    <w:rsid w:val="001F0386"/>
    <w:rsid w:val="001F0E78"/>
    <w:rsid w:val="001F101E"/>
    <w:rsid w:val="001F16F1"/>
    <w:rsid w:val="001F184A"/>
    <w:rsid w:val="001F1B0F"/>
    <w:rsid w:val="001F1B35"/>
    <w:rsid w:val="001F242C"/>
    <w:rsid w:val="001F25EF"/>
    <w:rsid w:val="001F262F"/>
    <w:rsid w:val="001F2AC9"/>
    <w:rsid w:val="001F3813"/>
    <w:rsid w:val="001F39E2"/>
    <w:rsid w:val="001F4A45"/>
    <w:rsid w:val="001F529C"/>
    <w:rsid w:val="001F5EE5"/>
    <w:rsid w:val="001F6615"/>
    <w:rsid w:val="001F70AA"/>
    <w:rsid w:val="001F7139"/>
    <w:rsid w:val="00200C97"/>
    <w:rsid w:val="00200D8D"/>
    <w:rsid w:val="00201010"/>
    <w:rsid w:val="00201699"/>
    <w:rsid w:val="0020171C"/>
    <w:rsid w:val="00202071"/>
    <w:rsid w:val="00202EEA"/>
    <w:rsid w:val="00203093"/>
    <w:rsid w:val="00203BF4"/>
    <w:rsid w:val="002044FE"/>
    <w:rsid w:val="00204D9A"/>
    <w:rsid w:val="002064EF"/>
    <w:rsid w:val="002065DC"/>
    <w:rsid w:val="0020696F"/>
    <w:rsid w:val="00206DCD"/>
    <w:rsid w:val="002075F7"/>
    <w:rsid w:val="00207D8F"/>
    <w:rsid w:val="002107A8"/>
    <w:rsid w:val="002115B9"/>
    <w:rsid w:val="00211B08"/>
    <w:rsid w:val="00212124"/>
    <w:rsid w:val="002126DE"/>
    <w:rsid w:val="002128DB"/>
    <w:rsid w:val="00212EBE"/>
    <w:rsid w:val="00212ECD"/>
    <w:rsid w:val="00212ED9"/>
    <w:rsid w:val="0021508E"/>
    <w:rsid w:val="00216B05"/>
    <w:rsid w:val="00220B35"/>
    <w:rsid w:val="00220CDD"/>
    <w:rsid w:val="00220DD3"/>
    <w:rsid w:val="00222C3F"/>
    <w:rsid w:val="00222DB7"/>
    <w:rsid w:val="00222FFD"/>
    <w:rsid w:val="002230C5"/>
    <w:rsid w:val="00223143"/>
    <w:rsid w:val="00223251"/>
    <w:rsid w:val="00223B84"/>
    <w:rsid w:val="00224722"/>
    <w:rsid w:val="002249AB"/>
    <w:rsid w:val="0022516E"/>
    <w:rsid w:val="002251B0"/>
    <w:rsid w:val="00225C4F"/>
    <w:rsid w:val="00225CDB"/>
    <w:rsid w:val="00225D7E"/>
    <w:rsid w:val="00225E0F"/>
    <w:rsid w:val="00225F6C"/>
    <w:rsid w:val="002261C9"/>
    <w:rsid w:val="00226453"/>
    <w:rsid w:val="00226AD2"/>
    <w:rsid w:val="00226C2F"/>
    <w:rsid w:val="002271CB"/>
    <w:rsid w:val="002273CA"/>
    <w:rsid w:val="00227B8C"/>
    <w:rsid w:val="00230628"/>
    <w:rsid w:val="00231674"/>
    <w:rsid w:val="00231A3B"/>
    <w:rsid w:val="00231B02"/>
    <w:rsid w:val="00231BAB"/>
    <w:rsid w:val="00231E67"/>
    <w:rsid w:val="002324C9"/>
    <w:rsid w:val="0023264A"/>
    <w:rsid w:val="00232667"/>
    <w:rsid w:val="00233114"/>
    <w:rsid w:val="0023327E"/>
    <w:rsid w:val="00233525"/>
    <w:rsid w:val="00233619"/>
    <w:rsid w:val="002348B1"/>
    <w:rsid w:val="00234B48"/>
    <w:rsid w:val="0023566F"/>
    <w:rsid w:val="0023575C"/>
    <w:rsid w:val="002364F1"/>
    <w:rsid w:val="00236C77"/>
    <w:rsid w:val="00237079"/>
    <w:rsid w:val="00237DBE"/>
    <w:rsid w:val="00240154"/>
    <w:rsid w:val="00240205"/>
    <w:rsid w:val="002403FC"/>
    <w:rsid w:val="0024094C"/>
    <w:rsid w:val="00241BC7"/>
    <w:rsid w:val="00241CD4"/>
    <w:rsid w:val="00241DF3"/>
    <w:rsid w:val="00241F21"/>
    <w:rsid w:val="0024322C"/>
    <w:rsid w:val="00244215"/>
    <w:rsid w:val="00244BB4"/>
    <w:rsid w:val="00244BE1"/>
    <w:rsid w:val="00244BE9"/>
    <w:rsid w:val="002458FB"/>
    <w:rsid w:val="00247075"/>
    <w:rsid w:val="00247136"/>
    <w:rsid w:val="0024726C"/>
    <w:rsid w:val="00247642"/>
    <w:rsid w:val="00247755"/>
    <w:rsid w:val="002478EB"/>
    <w:rsid w:val="00247B1E"/>
    <w:rsid w:val="0025052C"/>
    <w:rsid w:val="00251149"/>
    <w:rsid w:val="0025210D"/>
    <w:rsid w:val="002540BC"/>
    <w:rsid w:val="002547C3"/>
    <w:rsid w:val="00255280"/>
    <w:rsid w:val="002559A7"/>
    <w:rsid w:val="00256B55"/>
    <w:rsid w:val="00256FF2"/>
    <w:rsid w:val="00257F93"/>
    <w:rsid w:val="002600AF"/>
    <w:rsid w:val="00260547"/>
    <w:rsid w:val="00261862"/>
    <w:rsid w:val="00261B27"/>
    <w:rsid w:val="00262766"/>
    <w:rsid w:val="00262787"/>
    <w:rsid w:val="0026286E"/>
    <w:rsid w:val="002642CD"/>
    <w:rsid w:val="002649F2"/>
    <w:rsid w:val="00265C1F"/>
    <w:rsid w:val="00266057"/>
    <w:rsid w:val="00267116"/>
    <w:rsid w:val="00267F5B"/>
    <w:rsid w:val="00270693"/>
    <w:rsid w:val="00270710"/>
    <w:rsid w:val="00271023"/>
    <w:rsid w:val="0027143F"/>
    <w:rsid w:val="00271914"/>
    <w:rsid w:val="002719FE"/>
    <w:rsid w:val="00272135"/>
    <w:rsid w:val="002722F8"/>
    <w:rsid w:val="00272615"/>
    <w:rsid w:val="002732DE"/>
    <w:rsid w:val="0027523A"/>
    <w:rsid w:val="00275AE7"/>
    <w:rsid w:val="00275BD9"/>
    <w:rsid w:val="0027619A"/>
    <w:rsid w:val="002768D4"/>
    <w:rsid w:val="00276A68"/>
    <w:rsid w:val="00276DEE"/>
    <w:rsid w:val="00277166"/>
    <w:rsid w:val="002804A7"/>
    <w:rsid w:val="00280CF6"/>
    <w:rsid w:val="00281D76"/>
    <w:rsid w:val="002822DA"/>
    <w:rsid w:val="00282693"/>
    <w:rsid w:val="00282720"/>
    <w:rsid w:val="00283190"/>
    <w:rsid w:val="002832E5"/>
    <w:rsid w:val="00284029"/>
    <w:rsid w:val="002843BE"/>
    <w:rsid w:val="0028451A"/>
    <w:rsid w:val="00284617"/>
    <w:rsid w:val="00284906"/>
    <w:rsid w:val="00284B1B"/>
    <w:rsid w:val="00284C3A"/>
    <w:rsid w:val="0028571A"/>
    <w:rsid w:val="00285912"/>
    <w:rsid w:val="00285E52"/>
    <w:rsid w:val="00286BFA"/>
    <w:rsid w:val="00286CCD"/>
    <w:rsid w:val="00287073"/>
    <w:rsid w:val="002872B4"/>
    <w:rsid w:val="0028770E"/>
    <w:rsid w:val="0029002A"/>
    <w:rsid w:val="00291FA7"/>
    <w:rsid w:val="002920CD"/>
    <w:rsid w:val="00292DBD"/>
    <w:rsid w:val="00293227"/>
    <w:rsid w:val="00294031"/>
    <w:rsid w:val="00294108"/>
    <w:rsid w:val="00294585"/>
    <w:rsid w:val="002947CF"/>
    <w:rsid w:val="00294D0E"/>
    <w:rsid w:val="00294FBC"/>
    <w:rsid w:val="00295157"/>
    <w:rsid w:val="00295607"/>
    <w:rsid w:val="00295D9E"/>
    <w:rsid w:val="002971D9"/>
    <w:rsid w:val="002971F1"/>
    <w:rsid w:val="00297539"/>
    <w:rsid w:val="002975A4"/>
    <w:rsid w:val="00297680"/>
    <w:rsid w:val="00297BE6"/>
    <w:rsid w:val="002A0011"/>
    <w:rsid w:val="002A013D"/>
    <w:rsid w:val="002A0977"/>
    <w:rsid w:val="002A3A5F"/>
    <w:rsid w:val="002A4664"/>
    <w:rsid w:val="002A50B3"/>
    <w:rsid w:val="002A6126"/>
    <w:rsid w:val="002A7592"/>
    <w:rsid w:val="002A7C9C"/>
    <w:rsid w:val="002B0B24"/>
    <w:rsid w:val="002B1454"/>
    <w:rsid w:val="002B17C3"/>
    <w:rsid w:val="002B1FF9"/>
    <w:rsid w:val="002B2355"/>
    <w:rsid w:val="002B2CD1"/>
    <w:rsid w:val="002B2DB2"/>
    <w:rsid w:val="002B2FAF"/>
    <w:rsid w:val="002B3526"/>
    <w:rsid w:val="002B3C66"/>
    <w:rsid w:val="002B3FDB"/>
    <w:rsid w:val="002B4094"/>
    <w:rsid w:val="002B40C7"/>
    <w:rsid w:val="002B45CF"/>
    <w:rsid w:val="002B461F"/>
    <w:rsid w:val="002B5054"/>
    <w:rsid w:val="002B5676"/>
    <w:rsid w:val="002B57C5"/>
    <w:rsid w:val="002B6380"/>
    <w:rsid w:val="002B6569"/>
    <w:rsid w:val="002B66B3"/>
    <w:rsid w:val="002B7F41"/>
    <w:rsid w:val="002C0295"/>
    <w:rsid w:val="002C02EE"/>
    <w:rsid w:val="002C04F1"/>
    <w:rsid w:val="002C090E"/>
    <w:rsid w:val="002C09C9"/>
    <w:rsid w:val="002C0CFB"/>
    <w:rsid w:val="002C0F2C"/>
    <w:rsid w:val="002C13D6"/>
    <w:rsid w:val="002C209D"/>
    <w:rsid w:val="002C2289"/>
    <w:rsid w:val="002C26A2"/>
    <w:rsid w:val="002C2D13"/>
    <w:rsid w:val="002C359F"/>
    <w:rsid w:val="002C36EE"/>
    <w:rsid w:val="002C472B"/>
    <w:rsid w:val="002C4750"/>
    <w:rsid w:val="002C4857"/>
    <w:rsid w:val="002C4C05"/>
    <w:rsid w:val="002C6470"/>
    <w:rsid w:val="002C71E5"/>
    <w:rsid w:val="002C78C5"/>
    <w:rsid w:val="002C79F4"/>
    <w:rsid w:val="002C7A58"/>
    <w:rsid w:val="002C7D83"/>
    <w:rsid w:val="002D00E2"/>
    <w:rsid w:val="002D036F"/>
    <w:rsid w:val="002D0AA4"/>
    <w:rsid w:val="002D0ECC"/>
    <w:rsid w:val="002D255E"/>
    <w:rsid w:val="002D285A"/>
    <w:rsid w:val="002D3729"/>
    <w:rsid w:val="002D3C34"/>
    <w:rsid w:val="002D3D2E"/>
    <w:rsid w:val="002D475E"/>
    <w:rsid w:val="002D4EEB"/>
    <w:rsid w:val="002D592B"/>
    <w:rsid w:val="002D64AA"/>
    <w:rsid w:val="002D6AD4"/>
    <w:rsid w:val="002D6F3D"/>
    <w:rsid w:val="002D77F7"/>
    <w:rsid w:val="002D7968"/>
    <w:rsid w:val="002D79F0"/>
    <w:rsid w:val="002E03FD"/>
    <w:rsid w:val="002E11CD"/>
    <w:rsid w:val="002E22F6"/>
    <w:rsid w:val="002E305A"/>
    <w:rsid w:val="002E3890"/>
    <w:rsid w:val="002E3A6D"/>
    <w:rsid w:val="002E430F"/>
    <w:rsid w:val="002E4716"/>
    <w:rsid w:val="002E5526"/>
    <w:rsid w:val="002E56DE"/>
    <w:rsid w:val="002E6B35"/>
    <w:rsid w:val="002E6DBF"/>
    <w:rsid w:val="002E6DF0"/>
    <w:rsid w:val="002E7EEA"/>
    <w:rsid w:val="002F1144"/>
    <w:rsid w:val="002F1B08"/>
    <w:rsid w:val="002F1E3F"/>
    <w:rsid w:val="002F23AC"/>
    <w:rsid w:val="002F281A"/>
    <w:rsid w:val="002F2BDA"/>
    <w:rsid w:val="002F2E12"/>
    <w:rsid w:val="002F3D1C"/>
    <w:rsid w:val="002F3D2C"/>
    <w:rsid w:val="002F48BE"/>
    <w:rsid w:val="002F529E"/>
    <w:rsid w:val="002F58D4"/>
    <w:rsid w:val="002F60DA"/>
    <w:rsid w:val="002F68F9"/>
    <w:rsid w:val="002F75D6"/>
    <w:rsid w:val="002F784A"/>
    <w:rsid w:val="002F7EAC"/>
    <w:rsid w:val="00300143"/>
    <w:rsid w:val="00300875"/>
    <w:rsid w:val="00300B8B"/>
    <w:rsid w:val="00300C2E"/>
    <w:rsid w:val="003015C9"/>
    <w:rsid w:val="0030188B"/>
    <w:rsid w:val="00301B45"/>
    <w:rsid w:val="003020A2"/>
    <w:rsid w:val="00303D43"/>
    <w:rsid w:val="00303E15"/>
    <w:rsid w:val="00304144"/>
    <w:rsid w:val="0030488B"/>
    <w:rsid w:val="00304D32"/>
    <w:rsid w:val="00304DF5"/>
    <w:rsid w:val="00304E7C"/>
    <w:rsid w:val="00305960"/>
    <w:rsid w:val="0030632E"/>
    <w:rsid w:val="003065DD"/>
    <w:rsid w:val="003067EF"/>
    <w:rsid w:val="003068BB"/>
    <w:rsid w:val="00306982"/>
    <w:rsid w:val="00306D43"/>
    <w:rsid w:val="0030712D"/>
    <w:rsid w:val="00310816"/>
    <w:rsid w:val="003109CB"/>
    <w:rsid w:val="00310AD7"/>
    <w:rsid w:val="00310FFA"/>
    <w:rsid w:val="00311998"/>
    <w:rsid w:val="00311E35"/>
    <w:rsid w:val="00311F29"/>
    <w:rsid w:val="00312549"/>
    <w:rsid w:val="00313DCB"/>
    <w:rsid w:val="00314A3B"/>
    <w:rsid w:val="00315898"/>
    <w:rsid w:val="0031644B"/>
    <w:rsid w:val="00316C27"/>
    <w:rsid w:val="0031740A"/>
    <w:rsid w:val="0031758D"/>
    <w:rsid w:val="00317F7B"/>
    <w:rsid w:val="003201CA"/>
    <w:rsid w:val="003204A5"/>
    <w:rsid w:val="00321235"/>
    <w:rsid w:val="00322A7E"/>
    <w:rsid w:val="00322EE3"/>
    <w:rsid w:val="00322FD6"/>
    <w:rsid w:val="003233D1"/>
    <w:rsid w:val="00323471"/>
    <w:rsid w:val="003238A9"/>
    <w:rsid w:val="0032430F"/>
    <w:rsid w:val="00324C25"/>
    <w:rsid w:val="00325DCE"/>
    <w:rsid w:val="003269FA"/>
    <w:rsid w:val="00326F46"/>
    <w:rsid w:val="00326FCE"/>
    <w:rsid w:val="00327751"/>
    <w:rsid w:val="00327A69"/>
    <w:rsid w:val="00327A7C"/>
    <w:rsid w:val="00330518"/>
    <w:rsid w:val="00330CC6"/>
    <w:rsid w:val="00330D56"/>
    <w:rsid w:val="003310AD"/>
    <w:rsid w:val="003316D8"/>
    <w:rsid w:val="003317D0"/>
    <w:rsid w:val="00332252"/>
    <w:rsid w:val="003327EF"/>
    <w:rsid w:val="00332D47"/>
    <w:rsid w:val="00334F7E"/>
    <w:rsid w:val="00335274"/>
    <w:rsid w:val="0033540A"/>
    <w:rsid w:val="003359A1"/>
    <w:rsid w:val="003361D1"/>
    <w:rsid w:val="00336486"/>
    <w:rsid w:val="00336D23"/>
    <w:rsid w:val="00336D52"/>
    <w:rsid w:val="00336F3C"/>
    <w:rsid w:val="0033729B"/>
    <w:rsid w:val="00337549"/>
    <w:rsid w:val="0033757C"/>
    <w:rsid w:val="00340344"/>
    <w:rsid w:val="003406CC"/>
    <w:rsid w:val="0034158A"/>
    <w:rsid w:val="00341669"/>
    <w:rsid w:val="003422D9"/>
    <w:rsid w:val="0034248B"/>
    <w:rsid w:val="00342AD7"/>
    <w:rsid w:val="00342CDD"/>
    <w:rsid w:val="0034398A"/>
    <w:rsid w:val="00343D98"/>
    <w:rsid w:val="0034582E"/>
    <w:rsid w:val="00345A09"/>
    <w:rsid w:val="003468A3"/>
    <w:rsid w:val="003472FE"/>
    <w:rsid w:val="003476C4"/>
    <w:rsid w:val="0034789E"/>
    <w:rsid w:val="00347EB6"/>
    <w:rsid w:val="00350470"/>
    <w:rsid w:val="00350843"/>
    <w:rsid w:val="00350B59"/>
    <w:rsid w:val="00350C7D"/>
    <w:rsid w:val="00350CE6"/>
    <w:rsid w:val="003513B0"/>
    <w:rsid w:val="00352543"/>
    <w:rsid w:val="003529D2"/>
    <w:rsid w:val="00353039"/>
    <w:rsid w:val="00354663"/>
    <w:rsid w:val="00354820"/>
    <w:rsid w:val="00354C31"/>
    <w:rsid w:val="00355B9D"/>
    <w:rsid w:val="00356A55"/>
    <w:rsid w:val="00357194"/>
    <w:rsid w:val="00360265"/>
    <w:rsid w:val="003602C6"/>
    <w:rsid w:val="003606E1"/>
    <w:rsid w:val="003607D5"/>
    <w:rsid w:val="00360FF4"/>
    <w:rsid w:val="00361746"/>
    <w:rsid w:val="00362114"/>
    <w:rsid w:val="00362631"/>
    <w:rsid w:val="003626EC"/>
    <w:rsid w:val="00362D75"/>
    <w:rsid w:val="00362D76"/>
    <w:rsid w:val="00362F11"/>
    <w:rsid w:val="003632E0"/>
    <w:rsid w:val="00363EB1"/>
    <w:rsid w:val="0036417E"/>
    <w:rsid w:val="003641F9"/>
    <w:rsid w:val="0036487F"/>
    <w:rsid w:val="0036504B"/>
    <w:rsid w:val="00365181"/>
    <w:rsid w:val="003651CE"/>
    <w:rsid w:val="00365AD3"/>
    <w:rsid w:val="00366237"/>
    <w:rsid w:val="003662AC"/>
    <w:rsid w:val="00366C80"/>
    <w:rsid w:val="00367303"/>
    <w:rsid w:val="00370126"/>
    <w:rsid w:val="003704A5"/>
    <w:rsid w:val="0037075F"/>
    <w:rsid w:val="00370A7F"/>
    <w:rsid w:val="0037103E"/>
    <w:rsid w:val="00371200"/>
    <w:rsid w:val="0037133B"/>
    <w:rsid w:val="00371C02"/>
    <w:rsid w:val="00372502"/>
    <w:rsid w:val="00372F36"/>
    <w:rsid w:val="0037393A"/>
    <w:rsid w:val="003740F5"/>
    <w:rsid w:val="0037410C"/>
    <w:rsid w:val="00375198"/>
    <w:rsid w:val="00376371"/>
    <w:rsid w:val="0037655C"/>
    <w:rsid w:val="00376B0A"/>
    <w:rsid w:val="00376D77"/>
    <w:rsid w:val="0037706F"/>
    <w:rsid w:val="003777C9"/>
    <w:rsid w:val="00377B13"/>
    <w:rsid w:val="00380818"/>
    <w:rsid w:val="00380FA5"/>
    <w:rsid w:val="00381646"/>
    <w:rsid w:val="003816A1"/>
    <w:rsid w:val="00381879"/>
    <w:rsid w:val="00381ADC"/>
    <w:rsid w:val="003825F4"/>
    <w:rsid w:val="0038296F"/>
    <w:rsid w:val="00382994"/>
    <w:rsid w:val="00384103"/>
    <w:rsid w:val="00384528"/>
    <w:rsid w:val="00385144"/>
    <w:rsid w:val="0038544B"/>
    <w:rsid w:val="003854CB"/>
    <w:rsid w:val="003856A8"/>
    <w:rsid w:val="00385B60"/>
    <w:rsid w:val="00386787"/>
    <w:rsid w:val="00386BB8"/>
    <w:rsid w:val="00386E06"/>
    <w:rsid w:val="00387912"/>
    <w:rsid w:val="00387A20"/>
    <w:rsid w:val="00387B54"/>
    <w:rsid w:val="00387E13"/>
    <w:rsid w:val="00390EAC"/>
    <w:rsid w:val="003916BB"/>
    <w:rsid w:val="00392AE8"/>
    <w:rsid w:val="00392E5A"/>
    <w:rsid w:val="00393106"/>
    <w:rsid w:val="00394136"/>
    <w:rsid w:val="00395365"/>
    <w:rsid w:val="00395852"/>
    <w:rsid w:val="003959E5"/>
    <w:rsid w:val="0039633C"/>
    <w:rsid w:val="0039658C"/>
    <w:rsid w:val="00396819"/>
    <w:rsid w:val="003969CB"/>
    <w:rsid w:val="00396B20"/>
    <w:rsid w:val="00397461"/>
    <w:rsid w:val="003976D8"/>
    <w:rsid w:val="003A053E"/>
    <w:rsid w:val="003A09E7"/>
    <w:rsid w:val="003A0E25"/>
    <w:rsid w:val="003A0FA2"/>
    <w:rsid w:val="003A107A"/>
    <w:rsid w:val="003A1096"/>
    <w:rsid w:val="003A12CC"/>
    <w:rsid w:val="003A152D"/>
    <w:rsid w:val="003A1856"/>
    <w:rsid w:val="003A1E66"/>
    <w:rsid w:val="003A1F5D"/>
    <w:rsid w:val="003A2409"/>
    <w:rsid w:val="003A3CB0"/>
    <w:rsid w:val="003A3FBC"/>
    <w:rsid w:val="003A4101"/>
    <w:rsid w:val="003A4EBA"/>
    <w:rsid w:val="003A4EE3"/>
    <w:rsid w:val="003A57A0"/>
    <w:rsid w:val="003B05DB"/>
    <w:rsid w:val="003B0906"/>
    <w:rsid w:val="003B0A41"/>
    <w:rsid w:val="003B0E80"/>
    <w:rsid w:val="003B0F38"/>
    <w:rsid w:val="003B0FAD"/>
    <w:rsid w:val="003B108E"/>
    <w:rsid w:val="003B12EA"/>
    <w:rsid w:val="003B1477"/>
    <w:rsid w:val="003B1892"/>
    <w:rsid w:val="003B242F"/>
    <w:rsid w:val="003B2537"/>
    <w:rsid w:val="003B258F"/>
    <w:rsid w:val="003B26AE"/>
    <w:rsid w:val="003B2866"/>
    <w:rsid w:val="003B2B90"/>
    <w:rsid w:val="003B2BC9"/>
    <w:rsid w:val="003B2F44"/>
    <w:rsid w:val="003B2FA0"/>
    <w:rsid w:val="003B30AF"/>
    <w:rsid w:val="003B4125"/>
    <w:rsid w:val="003B5645"/>
    <w:rsid w:val="003B5674"/>
    <w:rsid w:val="003B5C4B"/>
    <w:rsid w:val="003B5DC1"/>
    <w:rsid w:val="003B6898"/>
    <w:rsid w:val="003B6F9D"/>
    <w:rsid w:val="003B71C9"/>
    <w:rsid w:val="003B7B60"/>
    <w:rsid w:val="003C0740"/>
    <w:rsid w:val="003C0A5B"/>
    <w:rsid w:val="003C101A"/>
    <w:rsid w:val="003C102B"/>
    <w:rsid w:val="003C15B9"/>
    <w:rsid w:val="003C1852"/>
    <w:rsid w:val="003C29D6"/>
    <w:rsid w:val="003C30FC"/>
    <w:rsid w:val="003C325B"/>
    <w:rsid w:val="003C3DED"/>
    <w:rsid w:val="003C3DF8"/>
    <w:rsid w:val="003C4078"/>
    <w:rsid w:val="003C5065"/>
    <w:rsid w:val="003C5342"/>
    <w:rsid w:val="003C668A"/>
    <w:rsid w:val="003C6744"/>
    <w:rsid w:val="003C68C1"/>
    <w:rsid w:val="003C6D51"/>
    <w:rsid w:val="003C70E9"/>
    <w:rsid w:val="003C713F"/>
    <w:rsid w:val="003C75D3"/>
    <w:rsid w:val="003D0325"/>
    <w:rsid w:val="003D11CF"/>
    <w:rsid w:val="003D1BCA"/>
    <w:rsid w:val="003D1CA7"/>
    <w:rsid w:val="003D21F7"/>
    <w:rsid w:val="003D2AB4"/>
    <w:rsid w:val="003D2E6D"/>
    <w:rsid w:val="003D34E8"/>
    <w:rsid w:val="003D3571"/>
    <w:rsid w:val="003D3AA3"/>
    <w:rsid w:val="003D3D59"/>
    <w:rsid w:val="003D4840"/>
    <w:rsid w:val="003D505E"/>
    <w:rsid w:val="003D532A"/>
    <w:rsid w:val="003D5A16"/>
    <w:rsid w:val="003D6415"/>
    <w:rsid w:val="003D6454"/>
    <w:rsid w:val="003D795B"/>
    <w:rsid w:val="003D7C7B"/>
    <w:rsid w:val="003E0A5D"/>
    <w:rsid w:val="003E0F00"/>
    <w:rsid w:val="003E15EA"/>
    <w:rsid w:val="003E348E"/>
    <w:rsid w:val="003E34E0"/>
    <w:rsid w:val="003E4018"/>
    <w:rsid w:val="003E46C7"/>
    <w:rsid w:val="003E4816"/>
    <w:rsid w:val="003E58D8"/>
    <w:rsid w:val="003E5A9B"/>
    <w:rsid w:val="003E671F"/>
    <w:rsid w:val="003E705F"/>
    <w:rsid w:val="003E7071"/>
    <w:rsid w:val="003E726E"/>
    <w:rsid w:val="003E7397"/>
    <w:rsid w:val="003E7A83"/>
    <w:rsid w:val="003F0226"/>
    <w:rsid w:val="003F05A8"/>
    <w:rsid w:val="003F0A82"/>
    <w:rsid w:val="003F0E4A"/>
    <w:rsid w:val="003F0E8F"/>
    <w:rsid w:val="003F11DC"/>
    <w:rsid w:val="003F173C"/>
    <w:rsid w:val="003F220F"/>
    <w:rsid w:val="003F2E40"/>
    <w:rsid w:val="003F2FE1"/>
    <w:rsid w:val="003F32E5"/>
    <w:rsid w:val="003F34D3"/>
    <w:rsid w:val="003F3585"/>
    <w:rsid w:val="003F43EA"/>
    <w:rsid w:val="003F449F"/>
    <w:rsid w:val="003F4E22"/>
    <w:rsid w:val="003F524B"/>
    <w:rsid w:val="003F5C27"/>
    <w:rsid w:val="003F628E"/>
    <w:rsid w:val="003F66C7"/>
    <w:rsid w:val="003F7912"/>
    <w:rsid w:val="003F7DD5"/>
    <w:rsid w:val="0040097C"/>
    <w:rsid w:val="00400E31"/>
    <w:rsid w:val="00401CB0"/>
    <w:rsid w:val="00401F96"/>
    <w:rsid w:val="00401FEF"/>
    <w:rsid w:val="00402F2A"/>
    <w:rsid w:val="00404043"/>
    <w:rsid w:val="00404D2C"/>
    <w:rsid w:val="004051CB"/>
    <w:rsid w:val="004051F3"/>
    <w:rsid w:val="00405301"/>
    <w:rsid w:val="00405303"/>
    <w:rsid w:val="004060E0"/>
    <w:rsid w:val="00406170"/>
    <w:rsid w:val="00406938"/>
    <w:rsid w:val="004078AA"/>
    <w:rsid w:val="00410028"/>
    <w:rsid w:val="00410519"/>
    <w:rsid w:val="0041053F"/>
    <w:rsid w:val="00411046"/>
    <w:rsid w:val="00411640"/>
    <w:rsid w:val="00411727"/>
    <w:rsid w:val="00411AB6"/>
    <w:rsid w:val="00411C3C"/>
    <w:rsid w:val="00411EF1"/>
    <w:rsid w:val="00411F53"/>
    <w:rsid w:val="00411FC8"/>
    <w:rsid w:val="00412BB4"/>
    <w:rsid w:val="00412BDD"/>
    <w:rsid w:val="00413609"/>
    <w:rsid w:val="004137FB"/>
    <w:rsid w:val="00413F34"/>
    <w:rsid w:val="004142E4"/>
    <w:rsid w:val="00414424"/>
    <w:rsid w:val="0041491E"/>
    <w:rsid w:val="00415063"/>
    <w:rsid w:val="004151C9"/>
    <w:rsid w:val="0041563D"/>
    <w:rsid w:val="004164FA"/>
    <w:rsid w:val="00416519"/>
    <w:rsid w:val="00417AEA"/>
    <w:rsid w:val="004205BE"/>
    <w:rsid w:val="00420640"/>
    <w:rsid w:val="00420653"/>
    <w:rsid w:val="00420D8D"/>
    <w:rsid w:val="0042133B"/>
    <w:rsid w:val="004221EF"/>
    <w:rsid w:val="0042273D"/>
    <w:rsid w:val="004230DE"/>
    <w:rsid w:val="00423231"/>
    <w:rsid w:val="004236D3"/>
    <w:rsid w:val="004237BE"/>
    <w:rsid w:val="00423ED1"/>
    <w:rsid w:val="00424177"/>
    <w:rsid w:val="00424358"/>
    <w:rsid w:val="00424511"/>
    <w:rsid w:val="00424C68"/>
    <w:rsid w:val="00424D0C"/>
    <w:rsid w:val="00424FA5"/>
    <w:rsid w:val="004262B2"/>
    <w:rsid w:val="0042651C"/>
    <w:rsid w:val="0042690E"/>
    <w:rsid w:val="004270A8"/>
    <w:rsid w:val="0042790D"/>
    <w:rsid w:val="00427F96"/>
    <w:rsid w:val="00430504"/>
    <w:rsid w:val="004307B1"/>
    <w:rsid w:val="00430D6C"/>
    <w:rsid w:val="00430D85"/>
    <w:rsid w:val="00430FE8"/>
    <w:rsid w:val="0043112A"/>
    <w:rsid w:val="00431251"/>
    <w:rsid w:val="0043177F"/>
    <w:rsid w:val="00431C0A"/>
    <w:rsid w:val="0043259D"/>
    <w:rsid w:val="0043311F"/>
    <w:rsid w:val="00433238"/>
    <w:rsid w:val="0043350B"/>
    <w:rsid w:val="004339C2"/>
    <w:rsid w:val="00433FDB"/>
    <w:rsid w:val="0043432E"/>
    <w:rsid w:val="0043451B"/>
    <w:rsid w:val="004349AB"/>
    <w:rsid w:val="00434A4F"/>
    <w:rsid w:val="004356CA"/>
    <w:rsid w:val="0043588D"/>
    <w:rsid w:val="0043595D"/>
    <w:rsid w:val="00435B02"/>
    <w:rsid w:val="00435E52"/>
    <w:rsid w:val="00436644"/>
    <w:rsid w:val="004366A9"/>
    <w:rsid w:val="004366D5"/>
    <w:rsid w:val="00437826"/>
    <w:rsid w:val="0044040D"/>
    <w:rsid w:val="004404CA"/>
    <w:rsid w:val="0044056B"/>
    <w:rsid w:val="0044112D"/>
    <w:rsid w:val="00442A49"/>
    <w:rsid w:val="00442EFC"/>
    <w:rsid w:val="00443F3C"/>
    <w:rsid w:val="00444A2C"/>
    <w:rsid w:val="00444C15"/>
    <w:rsid w:val="00444C8E"/>
    <w:rsid w:val="00444E4E"/>
    <w:rsid w:val="00444E83"/>
    <w:rsid w:val="0044526C"/>
    <w:rsid w:val="00445301"/>
    <w:rsid w:val="00445A67"/>
    <w:rsid w:val="0044631F"/>
    <w:rsid w:val="004464A1"/>
    <w:rsid w:val="00446573"/>
    <w:rsid w:val="004469F0"/>
    <w:rsid w:val="00446A68"/>
    <w:rsid w:val="00446B39"/>
    <w:rsid w:val="00446C82"/>
    <w:rsid w:val="00446EA0"/>
    <w:rsid w:val="00447A30"/>
    <w:rsid w:val="00447CA8"/>
    <w:rsid w:val="0045028F"/>
    <w:rsid w:val="004507B9"/>
    <w:rsid w:val="004507D9"/>
    <w:rsid w:val="00450806"/>
    <w:rsid w:val="00450BDB"/>
    <w:rsid w:val="00450CF8"/>
    <w:rsid w:val="004516D3"/>
    <w:rsid w:val="00451FF1"/>
    <w:rsid w:val="004525B6"/>
    <w:rsid w:val="00452AAD"/>
    <w:rsid w:val="00452E01"/>
    <w:rsid w:val="00452E65"/>
    <w:rsid w:val="004532FA"/>
    <w:rsid w:val="004538A9"/>
    <w:rsid w:val="00453A78"/>
    <w:rsid w:val="004556F4"/>
    <w:rsid w:val="004558A2"/>
    <w:rsid w:val="00455A28"/>
    <w:rsid w:val="00455C86"/>
    <w:rsid w:val="00455EFE"/>
    <w:rsid w:val="004563C2"/>
    <w:rsid w:val="004563F0"/>
    <w:rsid w:val="00457DA5"/>
    <w:rsid w:val="00460583"/>
    <w:rsid w:val="00460600"/>
    <w:rsid w:val="00461992"/>
    <w:rsid w:val="00461A39"/>
    <w:rsid w:val="00461A46"/>
    <w:rsid w:val="00462503"/>
    <w:rsid w:val="0046398D"/>
    <w:rsid w:val="00464152"/>
    <w:rsid w:val="0046423B"/>
    <w:rsid w:val="004645CB"/>
    <w:rsid w:val="004650E0"/>
    <w:rsid w:val="0046516A"/>
    <w:rsid w:val="004654F4"/>
    <w:rsid w:val="0046551B"/>
    <w:rsid w:val="00466512"/>
    <w:rsid w:val="00466CCE"/>
    <w:rsid w:val="0046701D"/>
    <w:rsid w:val="004709FF"/>
    <w:rsid w:val="00470D78"/>
    <w:rsid w:val="00471F15"/>
    <w:rsid w:val="0047298E"/>
    <w:rsid w:val="00472ACC"/>
    <w:rsid w:val="00472B7A"/>
    <w:rsid w:val="00473E49"/>
    <w:rsid w:val="0047484F"/>
    <w:rsid w:val="00475182"/>
    <w:rsid w:val="004759A7"/>
    <w:rsid w:val="00476A56"/>
    <w:rsid w:val="004772DB"/>
    <w:rsid w:val="00477424"/>
    <w:rsid w:val="004809DC"/>
    <w:rsid w:val="004818E8"/>
    <w:rsid w:val="00482EF4"/>
    <w:rsid w:val="00483917"/>
    <w:rsid w:val="00483E1A"/>
    <w:rsid w:val="00484660"/>
    <w:rsid w:val="004854CE"/>
    <w:rsid w:val="00485A3D"/>
    <w:rsid w:val="004868D5"/>
    <w:rsid w:val="00486C25"/>
    <w:rsid w:val="0049011B"/>
    <w:rsid w:val="00491324"/>
    <w:rsid w:val="0049154B"/>
    <w:rsid w:val="00491564"/>
    <w:rsid w:val="004916C2"/>
    <w:rsid w:val="00491831"/>
    <w:rsid w:val="00491A2D"/>
    <w:rsid w:val="00491D87"/>
    <w:rsid w:val="004931BC"/>
    <w:rsid w:val="00493497"/>
    <w:rsid w:val="00493664"/>
    <w:rsid w:val="00495A9A"/>
    <w:rsid w:val="00495D1C"/>
    <w:rsid w:val="00495ECC"/>
    <w:rsid w:val="00496938"/>
    <w:rsid w:val="00496951"/>
    <w:rsid w:val="00497159"/>
    <w:rsid w:val="00497560"/>
    <w:rsid w:val="0049797E"/>
    <w:rsid w:val="00497F28"/>
    <w:rsid w:val="004A023A"/>
    <w:rsid w:val="004A05EB"/>
    <w:rsid w:val="004A0785"/>
    <w:rsid w:val="004A0891"/>
    <w:rsid w:val="004A0E11"/>
    <w:rsid w:val="004A1870"/>
    <w:rsid w:val="004A27AD"/>
    <w:rsid w:val="004A2982"/>
    <w:rsid w:val="004A2A1D"/>
    <w:rsid w:val="004A3325"/>
    <w:rsid w:val="004A343C"/>
    <w:rsid w:val="004A3742"/>
    <w:rsid w:val="004A3B1C"/>
    <w:rsid w:val="004A49D5"/>
    <w:rsid w:val="004A5558"/>
    <w:rsid w:val="004A56E2"/>
    <w:rsid w:val="004A57AE"/>
    <w:rsid w:val="004A586D"/>
    <w:rsid w:val="004A63FE"/>
    <w:rsid w:val="004A7B36"/>
    <w:rsid w:val="004B026C"/>
    <w:rsid w:val="004B0320"/>
    <w:rsid w:val="004B06EF"/>
    <w:rsid w:val="004B0A2A"/>
    <w:rsid w:val="004B157E"/>
    <w:rsid w:val="004B1EBE"/>
    <w:rsid w:val="004B2111"/>
    <w:rsid w:val="004B274B"/>
    <w:rsid w:val="004B2B11"/>
    <w:rsid w:val="004B2D42"/>
    <w:rsid w:val="004B3002"/>
    <w:rsid w:val="004B3A4C"/>
    <w:rsid w:val="004B3E4B"/>
    <w:rsid w:val="004B6049"/>
    <w:rsid w:val="004B65F6"/>
    <w:rsid w:val="004B6755"/>
    <w:rsid w:val="004B6A18"/>
    <w:rsid w:val="004B6A78"/>
    <w:rsid w:val="004B75BA"/>
    <w:rsid w:val="004B7D4B"/>
    <w:rsid w:val="004C044D"/>
    <w:rsid w:val="004C075D"/>
    <w:rsid w:val="004C0CBE"/>
    <w:rsid w:val="004C0E85"/>
    <w:rsid w:val="004C1969"/>
    <w:rsid w:val="004C1BF9"/>
    <w:rsid w:val="004C1D20"/>
    <w:rsid w:val="004C1D45"/>
    <w:rsid w:val="004C1E4B"/>
    <w:rsid w:val="004C24A8"/>
    <w:rsid w:val="004C3180"/>
    <w:rsid w:val="004C364A"/>
    <w:rsid w:val="004C36D8"/>
    <w:rsid w:val="004C45B1"/>
    <w:rsid w:val="004C4A1B"/>
    <w:rsid w:val="004C51FE"/>
    <w:rsid w:val="004C69EA"/>
    <w:rsid w:val="004C6CDB"/>
    <w:rsid w:val="004C6D5A"/>
    <w:rsid w:val="004C6F07"/>
    <w:rsid w:val="004C77FC"/>
    <w:rsid w:val="004C79AC"/>
    <w:rsid w:val="004C7B6E"/>
    <w:rsid w:val="004C7EB5"/>
    <w:rsid w:val="004D05FB"/>
    <w:rsid w:val="004D09D9"/>
    <w:rsid w:val="004D0E96"/>
    <w:rsid w:val="004D153C"/>
    <w:rsid w:val="004D1EDB"/>
    <w:rsid w:val="004D20CC"/>
    <w:rsid w:val="004D2901"/>
    <w:rsid w:val="004D2DF2"/>
    <w:rsid w:val="004D2E6D"/>
    <w:rsid w:val="004D3090"/>
    <w:rsid w:val="004D316E"/>
    <w:rsid w:val="004D3232"/>
    <w:rsid w:val="004D3E72"/>
    <w:rsid w:val="004D490E"/>
    <w:rsid w:val="004D494E"/>
    <w:rsid w:val="004D4966"/>
    <w:rsid w:val="004D4C96"/>
    <w:rsid w:val="004D5A58"/>
    <w:rsid w:val="004D6C63"/>
    <w:rsid w:val="004D6F76"/>
    <w:rsid w:val="004D77B8"/>
    <w:rsid w:val="004D79CB"/>
    <w:rsid w:val="004D7B2B"/>
    <w:rsid w:val="004D7CAC"/>
    <w:rsid w:val="004D7D16"/>
    <w:rsid w:val="004D7FEC"/>
    <w:rsid w:val="004E0FEE"/>
    <w:rsid w:val="004E1499"/>
    <w:rsid w:val="004E17F9"/>
    <w:rsid w:val="004E2BA7"/>
    <w:rsid w:val="004E3E33"/>
    <w:rsid w:val="004E42C7"/>
    <w:rsid w:val="004E4918"/>
    <w:rsid w:val="004E49DF"/>
    <w:rsid w:val="004E4A53"/>
    <w:rsid w:val="004E5915"/>
    <w:rsid w:val="004E5F49"/>
    <w:rsid w:val="004E6352"/>
    <w:rsid w:val="004E6B25"/>
    <w:rsid w:val="004E75DB"/>
    <w:rsid w:val="004E76CB"/>
    <w:rsid w:val="004E78AB"/>
    <w:rsid w:val="004E7B64"/>
    <w:rsid w:val="004F01CE"/>
    <w:rsid w:val="004F0A51"/>
    <w:rsid w:val="004F0F91"/>
    <w:rsid w:val="004F19BA"/>
    <w:rsid w:val="004F1B8E"/>
    <w:rsid w:val="004F2697"/>
    <w:rsid w:val="004F56BB"/>
    <w:rsid w:val="004F5771"/>
    <w:rsid w:val="004F5810"/>
    <w:rsid w:val="004F5CDB"/>
    <w:rsid w:val="004F7DC0"/>
    <w:rsid w:val="004F7FBD"/>
    <w:rsid w:val="005005D5"/>
    <w:rsid w:val="0050063B"/>
    <w:rsid w:val="00500C33"/>
    <w:rsid w:val="00501915"/>
    <w:rsid w:val="00501B84"/>
    <w:rsid w:val="00501E7F"/>
    <w:rsid w:val="00501E8D"/>
    <w:rsid w:val="00502397"/>
    <w:rsid w:val="00502DCC"/>
    <w:rsid w:val="00502F49"/>
    <w:rsid w:val="00503B96"/>
    <w:rsid w:val="00504283"/>
    <w:rsid w:val="005042F4"/>
    <w:rsid w:val="00504AA6"/>
    <w:rsid w:val="00505793"/>
    <w:rsid w:val="00506130"/>
    <w:rsid w:val="00506160"/>
    <w:rsid w:val="0050630F"/>
    <w:rsid w:val="00506BB3"/>
    <w:rsid w:val="00507B23"/>
    <w:rsid w:val="00510055"/>
    <w:rsid w:val="00510395"/>
    <w:rsid w:val="005149A0"/>
    <w:rsid w:val="00515279"/>
    <w:rsid w:val="00516047"/>
    <w:rsid w:val="0051632D"/>
    <w:rsid w:val="005165C7"/>
    <w:rsid w:val="00516B03"/>
    <w:rsid w:val="00516E03"/>
    <w:rsid w:val="00520102"/>
    <w:rsid w:val="00520341"/>
    <w:rsid w:val="00520CC8"/>
    <w:rsid w:val="00520F69"/>
    <w:rsid w:val="00522204"/>
    <w:rsid w:val="0052308A"/>
    <w:rsid w:val="005233DA"/>
    <w:rsid w:val="00523439"/>
    <w:rsid w:val="005243EC"/>
    <w:rsid w:val="00524D9E"/>
    <w:rsid w:val="00524DC8"/>
    <w:rsid w:val="00525847"/>
    <w:rsid w:val="005259CA"/>
    <w:rsid w:val="00525B09"/>
    <w:rsid w:val="0052618F"/>
    <w:rsid w:val="00526501"/>
    <w:rsid w:val="00526529"/>
    <w:rsid w:val="0052685E"/>
    <w:rsid w:val="00526B11"/>
    <w:rsid w:val="00526D2F"/>
    <w:rsid w:val="005270FF"/>
    <w:rsid w:val="0052742F"/>
    <w:rsid w:val="005305D0"/>
    <w:rsid w:val="00530B98"/>
    <w:rsid w:val="00530DDD"/>
    <w:rsid w:val="00531FE3"/>
    <w:rsid w:val="00532084"/>
    <w:rsid w:val="00533374"/>
    <w:rsid w:val="005351A8"/>
    <w:rsid w:val="00535755"/>
    <w:rsid w:val="005365E8"/>
    <w:rsid w:val="00536C6A"/>
    <w:rsid w:val="00536CEC"/>
    <w:rsid w:val="0053791C"/>
    <w:rsid w:val="00537CF0"/>
    <w:rsid w:val="00537F8F"/>
    <w:rsid w:val="00540164"/>
    <w:rsid w:val="005407FB"/>
    <w:rsid w:val="005416FF"/>
    <w:rsid w:val="00542045"/>
    <w:rsid w:val="00542079"/>
    <w:rsid w:val="005422DF"/>
    <w:rsid w:val="005425D7"/>
    <w:rsid w:val="00542702"/>
    <w:rsid w:val="00542F28"/>
    <w:rsid w:val="005434A2"/>
    <w:rsid w:val="00544267"/>
    <w:rsid w:val="00546023"/>
    <w:rsid w:val="0054618A"/>
    <w:rsid w:val="00546EEC"/>
    <w:rsid w:val="00547DC8"/>
    <w:rsid w:val="00547FCE"/>
    <w:rsid w:val="00547FD2"/>
    <w:rsid w:val="00550234"/>
    <w:rsid w:val="0055076F"/>
    <w:rsid w:val="00550D2B"/>
    <w:rsid w:val="0055173A"/>
    <w:rsid w:val="005517F6"/>
    <w:rsid w:val="00552512"/>
    <w:rsid w:val="005529AB"/>
    <w:rsid w:val="00553CB1"/>
    <w:rsid w:val="00553CE8"/>
    <w:rsid w:val="00556335"/>
    <w:rsid w:val="0055653D"/>
    <w:rsid w:val="00556BD7"/>
    <w:rsid w:val="0055707C"/>
    <w:rsid w:val="00560DF2"/>
    <w:rsid w:val="00561386"/>
    <w:rsid w:val="005616A5"/>
    <w:rsid w:val="00561EED"/>
    <w:rsid w:val="005625FD"/>
    <w:rsid w:val="00562DFC"/>
    <w:rsid w:val="0056313E"/>
    <w:rsid w:val="005640C8"/>
    <w:rsid w:val="00564A10"/>
    <w:rsid w:val="00565224"/>
    <w:rsid w:val="00565FDA"/>
    <w:rsid w:val="005661AD"/>
    <w:rsid w:val="005663ED"/>
    <w:rsid w:val="0056711B"/>
    <w:rsid w:val="00567B8B"/>
    <w:rsid w:val="00567C2D"/>
    <w:rsid w:val="005700D6"/>
    <w:rsid w:val="00570315"/>
    <w:rsid w:val="005711C1"/>
    <w:rsid w:val="005716AC"/>
    <w:rsid w:val="00571AEE"/>
    <w:rsid w:val="00571E58"/>
    <w:rsid w:val="005728E8"/>
    <w:rsid w:val="00572A16"/>
    <w:rsid w:val="005733A6"/>
    <w:rsid w:val="0057343C"/>
    <w:rsid w:val="00573A13"/>
    <w:rsid w:val="00573F35"/>
    <w:rsid w:val="00574452"/>
    <w:rsid w:val="00575985"/>
    <w:rsid w:val="00577A71"/>
    <w:rsid w:val="00580047"/>
    <w:rsid w:val="0058039B"/>
    <w:rsid w:val="00580408"/>
    <w:rsid w:val="00580732"/>
    <w:rsid w:val="005815DD"/>
    <w:rsid w:val="0058169B"/>
    <w:rsid w:val="0058235F"/>
    <w:rsid w:val="00583A8E"/>
    <w:rsid w:val="00583FD4"/>
    <w:rsid w:val="00584849"/>
    <w:rsid w:val="00584D65"/>
    <w:rsid w:val="005860AD"/>
    <w:rsid w:val="005864EC"/>
    <w:rsid w:val="005868D8"/>
    <w:rsid w:val="00587087"/>
    <w:rsid w:val="005877D9"/>
    <w:rsid w:val="00590B39"/>
    <w:rsid w:val="005922B4"/>
    <w:rsid w:val="005922CE"/>
    <w:rsid w:val="00592388"/>
    <w:rsid w:val="00592F92"/>
    <w:rsid w:val="005938E9"/>
    <w:rsid w:val="005939D7"/>
    <w:rsid w:val="0059429F"/>
    <w:rsid w:val="005945F1"/>
    <w:rsid w:val="0059466A"/>
    <w:rsid w:val="00594B05"/>
    <w:rsid w:val="00594D71"/>
    <w:rsid w:val="005954AE"/>
    <w:rsid w:val="0059690D"/>
    <w:rsid w:val="00597570"/>
    <w:rsid w:val="005A05CA"/>
    <w:rsid w:val="005A1B18"/>
    <w:rsid w:val="005A2941"/>
    <w:rsid w:val="005A2F3B"/>
    <w:rsid w:val="005A3712"/>
    <w:rsid w:val="005A37D7"/>
    <w:rsid w:val="005A404E"/>
    <w:rsid w:val="005A4371"/>
    <w:rsid w:val="005A46DC"/>
    <w:rsid w:val="005A5B40"/>
    <w:rsid w:val="005A5FA4"/>
    <w:rsid w:val="005A71C5"/>
    <w:rsid w:val="005A7249"/>
    <w:rsid w:val="005A74CB"/>
    <w:rsid w:val="005A79BE"/>
    <w:rsid w:val="005A7A45"/>
    <w:rsid w:val="005B0EF6"/>
    <w:rsid w:val="005B1317"/>
    <w:rsid w:val="005B2871"/>
    <w:rsid w:val="005B3C0A"/>
    <w:rsid w:val="005B47C0"/>
    <w:rsid w:val="005B499F"/>
    <w:rsid w:val="005B5692"/>
    <w:rsid w:val="005B56AB"/>
    <w:rsid w:val="005B56F7"/>
    <w:rsid w:val="005B575E"/>
    <w:rsid w:val="005B5BCA"/>
    <w:rsid w:val="005B66A0"/>
    <w:rsid w:val="005B67F8"/>
    <w:rsid w:val="005C0606"/>
    <w:rsid w:val="005C0790"/>
    <w:rsid w:val="005C085F"/>
    <w:rsid w:val="005C0F2F"/>
    <w:rsid w:val="005C0F9C"/>
    <w:rsid w:val="005C10F2"/>
    <w:rsid w:val="005C17D1"/>
    <w:rsid w:val="005C29D8"/>
    <w:rsid w:val="005C2C16"/>
    <w:rsid w:val="005C2D74"/>
    <w:rsid w:val="005C2F81"/>
    <w:rsid w:val="005C4C3E"/>
    <w:rsid w:val="005C54ED"/>
    <w:rsid w:val="005C5A8B"/>
    <w:rsid w:val="005C5F4C"/>
    <w:rsid w:val="005C60C9"/>
    <w:rsid w:val="005C66C9"/>
    <w:rsid w:val="005C6897"/>
    <w:rsid w:val="005C7971"/>
    <w:rsid w:val="005D0173"/>
    <w:rsid w:val="005D0A23"/>
    <w:rsid w:val="005D1614"/>
    <w:rsid w:val="005D17FB"/>
    <w:rsid w:val="005D194E"/>
    <w:rsid w:val="005D1C5C"/>
    <w:rsid w:val="005D205B"/>
    <w:rsid w:val="005D29AE"/>
    <w:rsid w:val="005D2D37"/>
    <w:rsid w:val="005D41BD"/>
    <w:rsid w:val="005D45D5"/>
    <w:rsid w:val="005D54AA"/>
    <w:rsid w:val="005D5543"/>
    <w:rsid w:val="005D57F2"/>
    <w:rsid w:val="005D644F"/>
    <w:rsid w:val="005D6709"/>
    <w:rsid w:val="005E0257"/>
    <w:rsid w:val="005E1FEB"/>
    <w:rsid w:val="005E20A0"/>
    <w:rsid w:val="005E2139"/>
    <w:rsid w:val="005E21EE"/>
    <w:rsid w:val="005E235B"/>
    <w:rsid w:val="005E28F8"/>
    <w:rsid w:val="005E3041"/>
    <w:rsid w:val="005E3B27"/>
    <w:rsid w:val="005E3B80"/>
    <w:rsid w:val="005E421D"/>
    <w:rsid w:val="005E42A2"/>
    <w:rsid w:val="005E434E"/>
    <w:rsid w:val="005E4651"/>
    <w:rsid w:val="005E4748"/>
    <w:rsid w:val="005E4796"/>
    <w:rsid w:val="005E49B1"/>
    <w:rsid w:val="005E4BEB"/>
    <w:rsid w:val="005E501F"/>
    <w:rsid w:val="005E53AC"/>
    <w:rsid w:val="005E55A1"/>
    <w:rsid w:val="005E59C6"/>
    <w:rsid w:val="005E5BE6"/>
    <w:rsid w:val="005E5DDA"/>
    <w:rsid w:val="005E5FC7"/>
    <w:rsid w:val="005E60B9"/>
    <w:rsid w:val="005E6CA4"/>
    <w:rsid w:val="005E7B6C"/>
    <w:rsid w:val="005F02AD"/>
    <w:rsid w:val="005F07C7"/>
    <w:rsid w:val="005F0FE2"/>
    <w:rsid w:val="005F18CA"/>
    <w:rsid w:val="005F1CAB"/>
    <w:rsid w:val="005F1F3D"/>
    <w:rsid w:val="005F2217"/>
    <w:rsid w:val="005F22F5"/>
    <w:rsid w:val="005F3C94"/>
    <w:rsid w:val="005F3ECA"/>
    <w:rsid w:val="005F54AC"/>
    <w:rsid w:val="005F6BDB"/>
    <w:rsid w:val="005F6C86"/>
    <w:rsid w:val="005F6F26"/>
    <w:rsid w:val="005F7173"/>
    <w:rsid w:val="005F73C1"/>
    <w:rsid w:val="005F77B6"/>
    <w:rsid w:val="005F7FCB"/>
    <w:rsid w:val="0060103F"/>
    <w:rsid w:val="00601052"/>
    <w:rsid w:val="006018BE"/>
    <w:rsid w:val="006020ED"/>
    <w:rsid w:val="0060302D"/>
    <w:rsid w:val="006047A9"/>
    <w:rsid w:val="00605522"/>
    <w:rsid w:val="00605ACB"/>
    <w:rsid w:val="00606537"/>
    <w:rsid w:val="006066A5"/>
    <w:rsid w:val="006066E6"/>
    <w:rsid w:val="0060673D"/>
    <w:rsid w:val="00610425"/>
    <w:rsid w:val="00610CA5"/>
    <w:rsid w:val="00610EBC"/>
    <w:rsid w:val="006113B5"/>
    <w:rsid w:val="006113CC"/>
    <w:rsid w:val="00611E47"/>
    <w:rsid w:val="00612156"/>
    <w:rsid w:val="006122EE"/>
    <w:rsid w:val="0061334B"/>
    <w:rsid w:val="006136B1"/>
    <w:rsid w:val="0061394D"/>
    <w:rsid w:val="00613D23"/>
    <w:rsid w:val="00614B4B"/>
    <w:rsid w:val="00614F47"/>
    <w:rsid w:val="0061558F"/>
    <w:rsid w:val="00615F21"/>
    <w:rsid w:val="006165EE"/>
    <w:rsid w:val="006170D4"/>
    <w:rsid w:val="00620599"/>
    <w:rsid w:val="006207E2"/>
    <w:rsid w:val="00620B27"/>
    <w:rsid w:val="00620CDF"/>
    <w:rsid w:val="00620F10"/>
    <w:rsid w:val="006217B2"/>
    <w:rsid w:val="00621EE2"/>
    <w:rsid w:val="00622A38"/>
    <w:rsid w:val="00622A8E"/>
    <w:rsid w:val="00623200"/>
    <w:rsid w:val="0062372A"/>
    <w:rsid w:val="0062462B"/>
    <w:rsid w:val="0062475F"/>
    <w:rsid w:val="0062513C"/>
    <w:rsid w:val="00625751"/>
    <w:rsid w:val="00625EB3"/>
    <w:rsid w:val="00626393"/>
    <w:rsid w:val="006272FB"/>
    <w:rsid w:val="00630168"/>
    <w:rsid w:val="006307E2"/>
    <w:rsid w:val="006313FD"/>
    <w:rsid w:val="00631586"/>
    <w:rsid w:val="006321A4"/>
    <w:rsid w:val="006321DC"/>
    <w:rsid w:val="00633313"/>
    <w:rsid w:val="00633ED8"/>
    <w:rsid w:val="006342DC"/>
    <w:rsid w:val="00634878"/>
    <w:rsid w:val="0063487E"/>
    <w:rsid w:val="006348C4"/>
    <w:rsid w:val="00634A63"/>
    <w:rsid w:val="00634AB7"/>
    <w:rsid w:val="00634C1B"/>
    <w:rsid w:val="00635068"/>
    <w:rsid w:val="006351AC"/>
    <w:rsid w:val="006374DE"/>
    <w:rsid w:val="00637865"/>
    <w:rsid w:val="00641223"/>
    <w:rsid w:val="006417B4"/>
    <w:rsid w:val="0064260B"/>
    <w:rsid w:val="00642ED9"/>
    <w:rsid w:val="00642EE2"/>
    <w:rsid w:val="00643B32"/>
    <w:rsid w:val="00644C03"/>
    <w:rsid w:val="00645662"/>
    <w:rsid w:val="006460C4"/>
    <w:rsid w:val="00646EF4"/>
    <w:rsid w:val="00646F89"/>
    <w:rsid w:val="00646FB2"/>
    <w:rsid w:val="006475C0"/>
    <w:rsid w:val="006476CE"/>
    <w:rsid w:val="00647BDD"/>
    <w:rsid w:val="00647F19"/>
    <w:rsid w:val="00650333"/>
    <w:rsid w:val="00650485"/>
    <w:rsid w:val="00650E65"/>
    <w:rsid w:val="00650EED"/>
    <w:rsid w:val="00650F9B"/>
    <w:rsid w:val="0065135C"/>
    <w:rsid w:val="00651724"/>
    <w:rsid w:val="00652013"/>
    <w:rsid w:val="00652AE8"/>
    <w:rsid w:val="00652C3C"/>
    <w:rsid w:val="00652DB0"/>
    <w:rsid w:val="00652DBE"/>
    <w:rsid w:val="0065301E"/>
    <w:rsid w:val="006537BC"/>
    <w:rsid w:val="00653BD5"/>
    <w:rsid w:val="006541AA"/>
    <w:rsid w:val="006549E8"/>
    <w:rsid w:val="00660BCD"/>
    <w:rsid w:val="00660E34"/>
    <w:rsid w:val="00661F80"/>
    <w:rsid w:val="00662323"/>
    <w:rsid w:val="00663F65"/>
    <w:rsid w:val="0066425C"/>
    <w:rsid w:val="006644C6"/>
    <w:rsid w:val="00664A4C"/>
    <w:rsid w:val="00664D49"/>
    <w:rsid w:val="00666A59"/>
    <w:rsid w:val="00667E70"/>
    <w:rsid w:val="006705ED"/>
    <w:rsid w:val="006715BD"/>
    <w:rsid w:val="00671787"/>
    <w:rsid w:val="00671896"/>
    <w:rsid w:val="00671A2C"/>
    <w:rsid w:val="006731D4"/>
    <w:rsid w:val="00673DCD"/>
    <w:rsid w:val="0067431C"/>
    <w:rsid w:val="00674AEE"/>
    <w:rsid w:val="00674F24"/>
    <w:rsid w:val="00675294"/>
    <w:rsid w:val="006754EB"/>
    <w:rsid w:val="00676440"/>
    <w:rsid w:val="00676E97"/>
    <w:rsid w:val="00677688"/>
    <w:rsid w:val="00681504"/>
    <w:rsid w:val="0068152C"/>
    <w:rsid w:val="0068189E"/>
    <w:rsid w:val="00681B0C"/>
    <w:rsid w:val="006823BD"/>
    <w:rsid w:val="00683100"/>
    <w:rsid w:val="00683104"/>
    <w:rsid w:val="00683246"/>
    <w:rsid w:val="00683395"/>
    <w:rsid w:val="00683A3B"/>
    <w:rsid w:val="00684060"/>
    <w:rsid w:val="0068504D"/>
    <w:rsid w:val="006867E2"/>
    <w:rsid w:val="0068756B"/>
    <w:rsid w:val="00687BB4"/>
    <w:rsid w:val="00687D0A"/>
    <w:rsid w:val="00687DC9"/>
    <w:rsid w:val="006902F4"/>
    <w:rsid w:val="0069034E"/>
    <w:rsid w:val="00690793"/>
    <w:rsid w:val="00690F47"/>
    <w:rsid w:val="00691C64"/>
    <w:rsid w:val="00691E55"/>
    <w:rsid w:val="0069241E"/>
    <w:rsid w:val="0069259A"/>
    <w:rsid w:val="00692634"/>
    <w:rsid w:val="00692842"/>
    <w:rsid w:val="00692CFB"/>
    <w:rsid w:val="00693A83"/>
    <w:rsid w:val="00693B42"/>
    <w:rsid w:val="0069599D"/>
    <w:rsid w:val="00695E09"/>
    <w:rsid w:val="006A0B34"/>
    <w:rsid w:val="006A1E21"/>
    <w:rsid w:val="006A2538"/>
    <w:rsid w:val="006A29B8"/>
    <w:rsid w:val="006A3DA1"/>
    <w:rsid w:val="006A4A7E"/>
    <w:rsid w:val="006A4D03"/>
    <w:rsid w:val="006A5D27"/>
    <w:rsid w:val="006A63EE"/>
    <w:rsid w:val="006A708C"/>
    <w:rsid w:val="006A72BB"/>
    <w:rsid w:val="006A796E"/>
    <w:rsid w:val="006B0052"/>
    <w:rsid w:val="006B01A5"/>
    <w:rsid w:val="006B1774"/>
    <w:rsid w:val="006B179E"/>
    <w:rsid w:val="006B19D7"/>
    <w:rsid w:val="006B1DB9"/>
    <w:rsid w:val="006B3557"/>
    <w:rsid w:val="006B35FC"/>
    <w:rsid w:val="006B385C"/>
    <w:rsid w:val="006B3EAB"/>
    <w:rsid w:val="006B446F"/>
    <w:rsid w:val="006B4AE8"/>
    <w:rsid w:val="006B7E25"/>
    <w:rsid w:val="006C0383"/>
    <w:rsid w:val="006C0CC6"/>
    <w:rsid w:val="006C0E05"/>
    <w:rsid w:val="006C128C"/>
    <w:rsid w:val="006C12FB"/>
    <w:rsid w:val="006C1902"/>
    <w:rsid w:val="006C1B0E"/>
    <w:rsid w:val="006C20D1"/>
    <w:rsid w:val="006C2E6C"/>
    <w:rsid w:val="006C334D"/>
    <w:rsid w:val="006C4CD6"/>
    <w:rsid w:val="006C5CEB"/>
    <w:rsid w:val="006C5D92"/>
    <w:rsid w:val="006C6E27"/>
    <w:rsid w:val="006D08D8"/>
    <w:rsid w:val="006D1058"/>
    <w:rsid w:val="006D15A9"/>
    <w:rsid w:val="006D15E5"/>
    <w:rsid w:val="006D181F"/>
    <w:rsid w:val="006D1E76"/>
    <w:rsid w:val="006D23E3"/>
    <w:rsid w:val="006D3066"/>
    <w:rsid w:val="006D3A9F"/>
    <w:rsid w:val="006D44F5"/>
    <w:rsid w:val="006D4BED"/>
    <w:rsid w:val="006D51E6"/>
    <w:rsid w:val="006D5D75"/>
    <w:rsid w:val="006D63E2"/>
    <w:rsid w:val="006D6B99"/>
    <w:rsid w:val="006D6CAB"/>
    <w:rsid w:val="006D7168"/>
    <w:rsid w:val="006D7954"/>
    <w:rsid w:val="006D7FF8"/>
    <w:rsid w:val="006E0355"/>
    <w:rsid w:val="006E0C73"/>
    <w:rsid w:val="006E1A87"/>
    <w:rsid w:val="006E1F0C"/>
    <w:rsid w:val="006E2259"/>
    <w:rsid w:val="006E3A6D"/>
    <w:rsid w:val="006E3DC3"/>
    <w:rsid w:val="006E44F5"/>
    <w:rsid w:val="006E4744"/>
    <w:rsid w:val="006E578D"/>
    <w:rsid w:val="006E5798"/>
    <w:rsid w:val="006E5EB5"/>
    <w:rsid w:val="006E6200"/>
    <w:rsid w:val="006E640B"/>
    <w:rsid w:val="006E6F7A"/>
    <w:rsid w:val="006E755F"/>
    <w:rsid w:val="006E7DB8"/>
    <w:rsid w:val="006F04FA"/>
    <w:rsid w:val="006F1212"/>
    <w:rsid w:val="006F12DB"/>
    <w:rsid w:val="006F1546"/>
    <w:rsid w:val="006F1BF3"/>
    <w:rsid w:val="006F2260"/>
    <w:rsid w:val="006F34FF"/>
    <w:rsid w:val="006F3B23"/>
    <w:rsid w:val="006F4165"/>
    <w:rsid w:val="006F45AB"/>
    <w:rsid w:val="006F4AAF"/>
    <w:rsid w:val="006F6963"/>
    <w:rsid w:val="006F6CF5"/>
    <w:rsid w:val="006F75AF"/>
    <w:rsid w:val="006F791B"/>
    <w:rsid w:val="006F7EB9"/>
    <w:rsid w:val="0070014D"/>
    <w:rsid w:val="00700320"/>
    <w:rsid w:val="00700901"/>
    <w:rsid w:val="00701D94"/>
    <w:rsid w:val="00701FAB"/>
    <w:rsid w:val="00702D90"/>
    <w:rsid w:val="00703522"/>
    <w:rsid w:val="00704B32"/>
    <w:rsid w:val="00704F19"/>
    <w:rsid w:val="00705137"/>
    <w:rsid w:val="00705823"/>
    <w:rsid w:val="0070626D"/>
    <w:rsid w:val="00706587"/>
    <w:rsid w:val="0070665F"/>
    <w:rsid w:val="00707A1E"/>
    <w:rsid w:val="00707D0D"/>
    <w:rsid w:val="00710488"/>
    <w:rsid w:val="00710977"/>
    <w:rsid w:val="00710DA1"/>
    <w:rsid w:val="007112CA"/>
    <w:rsid w:val="007116C9"/>
    <w:rsid w:val="00711B2D"/>
    <w:rsid w:val="00713954"/>
    <w:rsid w:val="00713E3E"/>
    <w:rsid w:val="00713E5E"/>
    <w:rsid w:val="00713F76"/>
    <w:rsid w:val="00714A4A"/>
    <w:rsid w:val="0071512D"/>
    <w:rsid w:val="00715526"/>
    <w:rsid w:val="00715F82"/>
    <w:rsid w:val="007165D6"/>
    <w:rsid w:val="00716E37"/>
    <w:rsid w:val="00720346"/>
    <w:rsid w:val="00720720"/>
    <w:rsid w:val="00721895"/>
    <w:rsid w:val="007218C4"/>
    <w:rsid w:val="00721F55"/>
    <w:rsid w:val="00722AE4"/>
    <w:rsid w:val="0072348E"/>
    <w:rsid w:val="00723753"/>
    <w:rsid w:val="00724DDD"/>
    <w:rsid w:val="007253D3"/>
    <w:rsid w:val="00726053"/>
    <w:rsid w:val="00726918"/>
    <w:rsid w:val="00726FB3"/>
    <w:rsid w:val="007270F0"/>
    <w:rsid w:val="00727EFC"/>
    <w:rsid w:val="00730013"/>
    <w:rsid w:val="007301EA"/>
    <w:rsid w:val="007308BB"/>
    <w:rsid w:val="00730CFD"/>
    <w:rsid w:val="00730D85"/>
    <w:rsid w:val="007312F7"/>
    <w:rsid w:val="007315B9"/>
    <w:rsid w:val="00732259"/>
    <w:rsid w:val="00732644"/>
    <w:rsid w:val="007331B5"/>
    <w:rsid w:val="00733AF8"/>
    <w:rsid w:val="00733E46"/>
    <w:rsid w:val="007353BE"/>
    <w:rsid w:val="00735834"/>
    <w:rsid w:val="00735CA8"/>
    <w:rsid w:val="0073626D"/>
    <w:rsid w:val="00736286"/>
    <w:rsid w:val="00736DDD"/>
    <w:rsid w:val="00737C07"/>
    <w:rsid w:val="00737CE6"/>
    <w:rsid w:val="00737E08"/>
    <w:rsid w:val="00741282"/>
    <w:rsid w:val="007415B4"/>
    <w:rsid w:val="00741772"/>
    <w:rsid w:val="007418F8"/>
    <w:rsid w:val="007419E4"/>
    <w:rsid w:val="0074297F"/>
    <w:rsid w:val="00743CA4"/>
    <w:rsid w:val="00744248"/>
    <w:rsid w:val="00744601"/>
    <w:rsid w:val="0074478E"/>
    <w:rsid w:val="00744FB5"/>
    <w:rsid w:val="007450E0"/>
    <w:rsid w:val="0074543C"/>
    <w:rsid w:val="007455AD"/>
    <w:rsid w:val="00745612"/>
    <w:rsid w:val="00745747"/>
    <w:rsid w:val="007462D4"/>
    <w:rsid w:val="00746A78"/>
    <w:rsid w:val="00747199"/>
    <w:rsid w:val="007504D0"/>
    <w:rsid w:val="00750CD8"/>
    <w:rsid w:val="00750D0B"/>
    <w:rsid w:val="00751040"/>
    <w:rsid w:val="007513D8"/>
    <w:rsid w:val="007516A5"/>
    <w:rsid w:val="007518B2"/>
    <w:rsid w:val="00751A41"/>
    <w:rsid w:val="0075235F"/>
    <w:rsid w:val="0075249A"/>
    <w:rsid w:val="00752916"/>
    <w:rsid w:val="00752918"/>
    <w:rsid w:val="0075296C"/>
    <w:rsid w:val="00752B94"/>
    <w:rsid w:val="00753CE4"/>
    <w:rsid w:val="00754668"/>
    <w:rsid w:val="00755689"/>
    <w:rsid w:val="00755DE2"/>
    <w:rsid w:val="00756463"/>
    <w:rsid w:val="007573B9"/>
    <w:rsid w:val="0075792B"/>
    <w:rsid w:val="00757B4F"/>
    <w:rsid w:val="00757C99"/>
    <w:rsid w:val="007607F1"/>
    <w:rsid w:val="00760982"/>
    <w:rsid w:val="00761D80"/>
    <w:rsid w:val="00761FC3"/>
    <w:rsid w:val="00762036"/>
    <w:rsid w:val="00762905"/>
    <w:rsid w:val="0076315A"/>
    <w:rsid w:val="00763822"/>
    <w:rsid w:val="007639FB"/>
    <w:rsid w:val="0076400A"/>
    <w:rsid w:val="00764A48"/>
    <w:rsid w:val="00764D28"/>
    <w:rsid w:val="00764EC2"/>
    <w:rsid w:val="00765581"/>
    <w:rsid w:val="007658F6"/>
    <w:rsid w:val="00765FC2"/>
    <w:rsid w:val="00767B26"/>
    <w:rsid w:val="00770AB7"/>
    <w:rsid w:val="0077130B"/>
    <w:rsid w:val="0077282E"/>
    <w:rsid w:val="00772832"/>
    <w:rsid w:val="00772A06"/>
    <w:rsid w:val="007730B1"/>
    <w:rsid w:val="00773155"/>
    <w:rsid w:val="00773157"/>
    <w:rsid w:val="007744E9"/>
    <w:rsid w:val="00774989"/>
    <w:rsid w:val="00775980"/>
    <w:rsid w:val="00775B96"/>
    <w:rsid w:val="00776D1E"/>
    <w:rsid w:val="007772F3"/>
    <w:rsid w:val="007774F8"/>
    <w:rsid w:val="00777A32"/>
    <w:rsid w:val="00780894"/>
    <w:rsid w:val="0078136D"/>
    <w:rsid w:val="00781E7C"/>
    <w:rsid w:val="007821F5"/>
    <w:rsid w:val="00782AF0"/>
    <w:rsid w:val="0078393B"/>
    <w:rsid w:val="00783B0C"/>
    <w:rsid w:val="00783BCF"/>
    <w:rsid w:val="00783F25"/>
    <w:rsid w:val="00784073"/>
    <w:rsid w:val="00784EBE"/>
    <w:rsid w:val="00785EC8"/>
    <w:rsid w:val="00786151"/>
    <w:rsid w:val="00786CE2"/>
    <w:rsid w:val="00787376"/>
    <w:rsid w:val="00787412"/>
    <w:rsid w:val="00787681"/>
    <w:rsid w:val="00787DF8"/>
    <w:rsid w:val="00790165"/>
    <w:rsid w:val="0079154B"/>
    <w:rsid w:val="00791807"/>
    <w:rsid w:val="00791E51"/>
    <w:rsid w:val="00791EE8"/>
    <w:rsid w:val="00794094"/>
    <w:rsid w:val="00794A7F"/>
    <w:rsid w:val="007951DF"/>
    <w:rsid w:val="0079544A"/>
    <w:rsid w:val="0079556B"/>
    <w:rsid w:val="00795828"/>
    <w:rsid w:val="00795C66"/>
    <w:rsid w:val="00796C0E"/>
    <w:rsid w:val="00797CD0"/>
    <w:rsid w:val="007A01E9"/>
    <w:rsid w:val="007A0CCB"/>
    <w:rsid w:val="007A10C7"/>
    <w:rsid w:val="007A12F4"/>
    <w:rsid w:val="007A18BB"/>
    <w:rsid w:val="007A2361"/>
    <w:rsid w:val="007A27AF"/>
    <w:rsid w:val="007A2E67"/>
    <w:rsid w:val="007A3EC8"/>
    <w:rsid w:val="007A4FF9"/>
    <w:rsid w:val="007A50CA"/>
    <w:rsid w:val="007A6802"/>
    <w:rsid w:val="007B1563"/>
    <w:rsid w:val="007B158D"/>
    <w:rsid w:val="007B19A3"/>
    <w:rsid w:val="007B1EE2"/>
    <w:rsid w:val="007B23BF"/>
    <w:rsid w:val="007B249C"/>
    <w:rsid w:val="007B39FF"/>
    <w:rsid w:val="007B3D8F"/>
    <w:rsid w:val="007B3DA5"/>
    <w:rsid w:val="007B4E7A"/>
    <w:rsid w:val="007B5109"/>
    <w:rsid w:val="007B6460"/>
    <w:rsid w:val="007B66A6"/>
    <w:rsid w:val="007B6DD6"/>
    <w:rsid w:val="007B709C"/>
    <w:rsid w:val="007B7471"/>
    <w:rsid w:val="007C06F4"/>
    <w:rsid w:val="007C1542"/>
    <w:rsid w:val="007C173B"/>
    <w:rsid w:val="007C1FCC"/>
    <w:rsid w:val="007C35BB"/>
    <w:rsid w:val="007C39DE"/>
    <w:rsid w:val="007C405E"/>
    <w:rsid w:val="007C4A67"/>
    <w:rsid w:val="007C4ACA"/>
    <w:rsid w:val="007C54BD"/>
    <w:rsid w:val="007C564A"/>
    <w:rsid w:val="007C75D4"/>
    <w:rsid w:val="007D1C8C"/>
    <w:rsid w:val="007D2255"/>
    <w:rsid w:val="007D22BB"/>
    <w:rsid w:val="007D3080"/>
    <w:rsid w:val="007D30F0"/>
    <w:rsid w:val="007D4982"/>
    <w:rsid w:val="007D4A4B"/>
    <w:rsid w:val="007D5781"/>
    <w:rsid w:val="007D6834"/>
    <w:rsid w:val="007D6A5D"/>
    <w:rsid w:val="007D79DA"/>
    <w:rsid w:val="007E05CC"/>
    <w:rsid w:val="007E0F12"/>
    <w:rsid w:val="007E1485"/>
    <w:rsid w:val="007E1747"/>
    <w:rsid w:val="007E1BE3"/>
    <w:rsid w:val="007E2136"/>
    <w:rsid w:val="007E2A26"/>
    <w:rsid w:val="007E2AE8"/>
    <w:rsid w:val="007E5E7A"/>
    <w:rsid w:val="007E63BC"/>
    <w:rsid w:val="007E667C"/>
    <w:rsid w:val="007E729D"/>
    <w:rsid w:val="007E77A1"/>
    <w:rsid w:val="007E7A42"/>
    <w:rsid w:val="007E7A76"/>
    <w:rsid w:val="007E7B69"/>
    <w:rsid w:val="007F0221"/>
    <w:rsid w:val="007F03E7"/>
    <w:rsid w:val="007F0F55"/>
    <w:rsid w:val="007F16E3"/>
    <w:rsid w:val="007F1D91"/>
    <w:rsid w:val="007F1DCF"/>
    <w:rsid w:val="007F2244"/>
    <w:rsid w:val="007F284B"/>
    <w:rsid w:val="007F29D8"/>
    <w:rsid w:val="007F2B38"/>
    <w:rsid w:val="007F30D7"/>
    <w:rsid w:val="007F32FF"/>
    <w:rsid w:val="007F3CD0"/>
    <w:rsid w:val="007F3D8C"/>
    <w:rsid w:val="007F3DC8"/>
    <w:rsid w:val="007F4333"/>
    <w:rsid w:val="007F471C"/>
    <w:rsid w:val="007F5015"/>
    <w:rsid w:val="007F53D3"/>
    <w:rsid w:val="007F5480"/>
    <w:rsid w:val="007F6270"/>
    <w:rsid w:val="007F6DC9"/>
    <w:rsid w:val="007F75D7"/>
    <w:rsid w:val="007F7BEE"/>
    <w:rsid w:val="007F7E60"/>
    <w:rsid w:val="008008D0"/>
    <w:rsid w:val="00800B6F"/>
    <w:rsid w:val="00800EE7"/>
    <w:rsid w:val="0080151C"/>
    <w:rsid w:val="00801F2C"/>
    <w:rsid w:val="00802C44"/>
    <w:rsid w:val="00803158"/>
    <w:rsid w:val="00803783"/>
    <w:rsid w:val="008037B5"/>
    <w:rsid w:val="008042FB"/>
    <w:rsid w:val="00804561"/>
    <w:rsid w:val="0080461B"/>
    <w:rsid w:val="008049EB"/>
    <w:rsid w:val="00804B19"/>
    <w:rsid w:val="00804C9D"/>
    <w:rsid w:val="00804F5F"/>
    <w:rsid w:val="00805479"/>
    <w:rsid w:val="00806EC0"/>
    <w:rsid w:val="0080742A"/>
    <w:rsid w:val="00807471"/>
    <w:rsid w:val="00807BD2"/>
    <w:rsid w:val="00807ECE"/>
    <w:rsid w:val="00810C16"/>
    <w:rsid w:val="00811651"/>
    <w:rsid w:val="00811BDA"/>
    <w:rsid w:val="00811D42"/>
    <w:rsid w:val="0081214F"/>
    <w:rsid w:val="00812201"/>
    <w:rsid w:val="00812FDB"/>
    <w:rsid w:val="00814116"/>
    <w:rsid w:val="00814887"/>
    <w:rsid w:val="00814A76"/>
    <w:rsid w:val="00814AF7"/>
    <w:rsid w:val="00815D01"/>
    <w:rsid w:val="00815D25"/>
    <w:rsid w:val="00815F39"/>
    <w:rsid w:val="00815F47"/>
    <w:rsid w:val="008161E3"/>
    <w:rsid w:val="0081686D"/>
    <w:rsid w:val="00816DE3"/>
    <w:rsid w:val="0081796E"/>
    <w:rsid w:val="00817D39"/>
    <w:rsid w:val="00820E73"/>
    <w:rsid w:val="008222BB"/>
    <w:rsid w:val="00822E8D"/>
    <w:rsid w:val="00823138"/>
    <w:rsid w:val="00823389"/>
    <w:rsid w:val="00823A21"/>
    <w:rsid w:val="00823E9D"/>
    <w:rsid w:val="008242A2"/>
    <w:rsid w:val="00824506"/>
    <w:rsid w:val="00824AD9"/>
    <w:rsid w:val="00824DE7"/>
    <w:rsid w:val="008253C6"/>
    <w:rsid w:val="008263CB"/>
    <w:rsid w:val="008263D1"/>
    <w:rsid w:val="00826504"/>
    <w:rsid w:val="0082677A"/>
    <w:rsid w:val="00827DDB"/>
    <w:rsid w:val="00830542"/>
    <w:rsid w:val="00830733"/>
    <w:rsid w:val="00830B08"/>
    <w:rsid w:val="00830F4A"/>
    <w:rsid w:val="00831821"/>
    <w:rsid w:val="008329EE"/>
    <w:rsid w:val="00832AC7"/>
    <w:rsid w:val="0083337C"/>
    <w:rsid w:val="0083420A"/>
    <w:rsid w:val="0083424D"/>
    <w:rsid w:val="00834A3E"/>
    <w:rsid w:val="00834E59"/>
    <w:rsid w:val="008356BE"/>
    <w:rsid w:val="008358F6"/>
    <w:rsid w:val="00836424"/>
    <w:rsid w:val="00836E22"/>
    <w:rsid w:val="00837214"/>
    <w:rsid w:val="00837799"/>
    <w:rsid w:val="00837BCE"/>
    <w:rsid w:val="00837FC7"/>
    <w:rsid w:val="00840425"/>
    <w:rsid w:val="0084078F"/>
    <w:rsid w:val="0084098D"/>
    <w:rsid w:val="00840C13"/>
    <w:rsid w:val="008412A7"/>
    <w:rsid w:val="00841853"/>
    <w:rsid w:val="008418D4"/>
    <w:rsid w:val="00841978"/>
    <w:rsid w:val="00841A79"/>
    <w:rsid w:val="008421A6"/>
    <w:rsid w:val="00842550"/>
    <w:rsid w:val="008429DF"/>
    <w:rsid w:val="00842D5A"/>
    <w:rsid w:val="00843590"/>
    <w:rsid w:val="00843C30"/>
    <w:rsid w:val="00843F6D"/>
    <w:rsid w:val="00844861"/>
    <w:rsid w:val="00844C10"/>
    <w:rsid w:val="00844C88"/>
    <w:rsid w:val="008451BC"/>
    <w:rsid w:val="008457CB"/>
    <w:rsid w:val="0084610D"/>
    <w:rsid w:val="008467FD"/>
    <w:rsid w:val="00846D83"/>
    <w:rsid w:val="00847127"/>
    <w:rsid w:val="008471F8"/>
    <w:rsid w:val="00850AE4"/>
    <w:rsid w:val="00850FCD"/>
    <w:rsid w:val="0085142B"/>
    <w:rsid w:val="0085237D"/>
    <w:rsid w:val="00853EA0"/>
    <w:rsid w:val="00853EAA"/>
    <w:rsid w:val="008540E2"/>
    <w:rsid w:val="00854602"/>
    <w:rsid w:val="00854C9C"/>
    <w:rsid w:val="008565E1"/>
    <w:rsid w:val="0085660B"/>
    <w:rsid w:val="00856771"/>
    <w:rsid w:val="0085743A"/>
    <w:rsid w:val="0085786B"/>
    <w:rsid w:val="00857974"/>
    <w:rsid w:val="008604A1"/>
    <w:rsid w:val="008618BD"/>
    <w:rsid w:val="00862DE4"/>
    <w:rsid w:val="00862F36"/>
    <w:rsid w:val="00863DAF"/>
    <w:rsid w:val="00864031"/>
    <w:rsid w:val="00864397"/>
    <w:rsid w:val="00864658"/>
    <w:rsid w:val="00864A34"/>
    <w:rsid w:val="00864C89"/>
    <w:rsid w:val="00865220"/>
    <w:rsid w:val="008658FA"/>
    <w:rsid w:val="00865E27"/>
    <w:rsid w:val="0086710D"/>
    <w:rsid w:val="00867287"/>
    <w:rsid w:val="0086798D"/>
    <w:rsid w:val="00870C6C"/>
    <w:rsid w:val="00872168"/>
    <w:rsid w:val="00872B24"/>
    <w:rsid w:val="008748AD"/>
    <w:rsid w:val="00874E32"/>
    <w:rsid w:val="00875B1B"/>
    <w:rsid w:val="00875C76"/>
    <w:rsid w:val="00875F78"/>
    <w:rsid w:val="008764DA"/>
    <w:rsid w:val="0087662F"/>
    <w:rsid w:val="008767E2"/>
    <w:rsid w:val="008770E6"/>
    <w:rsid w:val="0087769A"/>
    <w:rsid w:val="00877D75"/>
    <w:rsid w:val="00880016"/>
    <w:rsid w:val="0088007E"/>
    <w:rsid w:val="008806A9"/>
    <w:rsid w:val="00880E77"/>
    <w:rsid w:val="008813D1"/>
    <w:rsid w:val="00882180"/>
    <w:rsid w:val="008827AB"/>
    <w:rsid w:val="00882A92"/>
    <w:rsid w:val="00882BE8"/>
    <w:rsid w:val="00882CCA"/>
    <w:rsid w:val="00882EA7"/>
    <w:rsid w:val="008834B6"/>
    <w:rsid w:val="008836E5"/>
    <w:rsid w:val="00883BD1"/>
    <w:rsid w:val="00883C7F"/>
    <w:rsid w:val="0088447D"/>
    <w:rsid w:val="0088468B"/>
    <w:rsid w:val="008851B9"/>
    <w:rsid w:val="00885837"/>
    <w:rsid w:val="00885BB9"/>
    <w:rsid w:val="00885D24"/>
    <w:rsid w:val="0088686B"/>
    <w:rsid w:val="00886D58"/>
    <w:rsid w:val="00887386"/>
    <w:rsid w:val="00887579"/>
    <w:rsid w:val="00887951"/>
    <w:rsid w:val="00890C61"/>
    <w:rsid w:val="00890F8C"/>
    <w:rsid w:val="0089189F"/>
    <w:rsid w:val="008943F7"/>
    <w:rsid w:val="00895259"/>
    <w:rsid w:val="0089565A"/>
    <w:rsid w:val="008956E8"/>
    <w:rsid w:val="00895C08"/>
    <w:rsid w:val="00896071"/>
    <w:rsid w:val="008964DA"/>
    <w:rsid w:val="00896BC9"/>
    <w:rsid w:val="00896BE0"/>
    <w:rsid w:val="00896FB0"/>
    <w:rsid w:val="00897269"/>
    <w:rsid w:val="00897500"/>
    <w:rsid w:val="008975B7"/>
    <w:rsid w:val="00897734"/>
    <w:rsid w:val="008A0BF8"/>
    <w:rsid w:val="008A0DA4"/>
    <w:rsid w:val="008A17D3"/>
    <w:rsid w:val="008A199B"/>
    <w:rsid w:val="008A1F65"/>
    <w:rsid w:val="008A1FC8"/>
    <w:rsid w:val="008A22EA"/>
    <w:rsid w:val="008A2D56"/>
    <w:rsid w:val="008A3500"/>
    <w:rsid w:val="008A41A9"/>
    <w:rsid w:val="008A4882"/>
    <w:rsid w:val="008A4B88"/>
    <w:rsid w:val="008A4EE7"/>
    <w:rsid w:val="008A5129"/>
    <w:rsid w:val="008A5E30"/>
    <w:rsid w:val="008A5EE9"/>
    <w:rsid w:val="008A6945"/>
    <w:rsid w:val="008A731A"/>
    <w:rsid w:val="008A7E1E"/>
    <w:rsid w:val="008B0614"/>
    <w:rsid w:val="008B079F"/>
    <w:rsid w:val="008B14E9"/>
    <w:rsid w:val="008B1FAD"/>
    <w:rsid w:val="008B2EE1"/>
    <w:rsid w:val="008B40EE"/>
    <w:rsid w:val="008B4B2B"/>
    <w:rsid w:val="008B4F68"/>
    <w:rsid w:val="008B50C5"/>
    <w:rsid w:val="008B5B89"/>
    <w:rsid w:val="008B5D56"/>
    <w:rsid w:val="008B6D05"/>
    <w:rsid w:val="008B6D21"/>
    <w:rsid w:val="008B751E"/>
    <w:rsid w:val="008B753F"/>
    <w:rsid w:val="008B77EE"/>
    <w:rsid w:val="008C0F04"/>
    <w:rsid w:val="008C161D"/>
    <w:rsid w:val="008C2A0F"/>
    <w:rsid w:val="008C39BB"/>
    <w:rsid w:val="008C3AB8"/>
    <w:rsid w:val="008C3D49"/>
    <w:rsid w:val="008C3E16"/>
    <w:rsid w:val="008C3F78"/>
    <w:rsid w:val="008C3FF3"/>
    <w:rsid w:val="008C4742"/>
    <w:rsid w:val="008C4840"/>
    <w:rsid w:val="008C4AEA"/>
    <w:rsid w:val="008C54A5"/>
    <w:rsid w:val="008C5E78"/>
    <w:rsid w:val="008C6251"/>
    <w:rsid w:val="008C6953"/>
    <w:rsid w:val="008C7969"/>
    <w:rsid w:val="008C7C13"/>
    <w:rsid w:val="008D01FE"/>
    <w:rsid w:val="008D0284"/>
    <w:rsid w:val="008D03E2"/>
    <w:rsid w:val="008D072C"/>
    <w:rsid w:val="008D07F7"/>
    <w:rsid w:val="008D09C5"/>
    <w:rsid w:val="008D1945"/>
    <w:rsid w:val="008D1BC6"/>
    <w:rsid w:val="008D1CCD"/>
    <w:rsid w:val="008D22F6"/>
    <w:rsid w:val="008D3D81"/>
    <w:rsid w:val="008D4C02"/>
    <w:rsid w:val="008D4CF3"/>
    <w:rsid w:val="008D58B2"/>
    <w:rsid w:val="008D5C63"/>
    <w:rsid w:val="008D5F2B"/>
    <w:rsid w:val="008D61BC"/>
    <w:rsid w:val="008D66AC"/>
    <w:rsid w:val="008D68BF"/>
    <w:rsid w:val="008D77A5"/>
    <w:rsid w:val="008D77D4"/>
    <w:rsid w:val="008E085E"/>
    <w:rsid w:val="008E08E4"/>
    <w:rsid w:val="008E0D46"/>
    <w:rsid w:val="008E1869"/>
    <w:rsid w:val="008E1F3A"/>
    <w:rsid w:val="008E2A8A"/>
    <w:rsid w:val="008E34AC"/>
    <w:rsid w:val="008E3A28"/>
    <w:rsid w:val="008E4CCC"/>
    <w:rsid w:val="008E4DCB"/>
    <w:rsid w:val="008E4E38"/>
    <w:rsid w:val="008E4E5A"/>
    <w:rsid w:val="008E518B"/>
    <w:rsid w:val="008E53D2"/>
    <w:rsid w:val="008E67B9"/>
    <w:rsid w:val="008E67FA"/>
    <w:rsid w:val="008E6879"/>
    <w:rsid w:val="008E7176"/>
    <w:rsid w:val="008E7546"/>
    <w:rsid w:val="008E773E"/>
    <w:rsid w:val="008E7C6A"/>
    <w:rsid w:val="008E7D40"/>
    <w:rsid w:val="008F0F29"/>
    <w:rsid w:val="008F1637"/>
    <w:rsid w:val="008F182B"/>
    <w:rsid w:val="008F19E1"/>
    <w:rsid w:val="008F1A83"/>
    <w:rsid w:val="008F21AE"/>
    <w:rsid w:val="008F223F"/>
    <w:rsid w:val="008F3784"/>
    <w:rsid w:val="008F46DA"/>
    <w:rsid w:val="008F5040"/>
    <w:rsid w:val="008F53B8"/>
    <w:rsid w:val="008F5F24"/>
    <w:rsid w:val="008F6536"/>
    <w:rsid w:val="008F6A26"/>
    <w:rsid w:val="008F6E0E"/>
    <w:rsid w:val="008F7136"/>
    <w:rsid w:val="008F7B70"/>
    <w:rsid w:val="008F7C7A"/>
    <w:rsid w:val="008F7DB3"/>
    <w:rsid w:val="00901422"/>
    <w:rsid w:val="00901646"/>
    <w:rsid w:val="00901DCC"/>
    <w:rsid w:val="0090210A"/>
    <w:rsid w:val="00902156"/>
    <w:rsid w:val="0090444C"/>
    <w:rsid w:val="00904596"/>
    <w:rsid w:val="00904A7B"/>
    <w:rsid w:val="00905294"/>
    <w:rsid w:val="00905C51"/>
    <w:rsid w:val="009061D8"/>
    <w:rsid w:val="009070F5"/>
    <w:rsid w:val="0090732B"/>
    <w:rsid w:val="0090741A"/>
    <w:rsid w:val="00907B82"/>
    <w:rsid w:val="009111F6"/>
    <w:rsid w:val="0091147A"/>
    <w:rsid w:val="0091164B"/>
    <w:rsid w:val="00911BE6"/>
    <w:rsid w:val="00912319"/>
    <w:rsid w:val="00912F1A"/>
    <w:rsid w:val="009134EB"/>
    <w:rsid w:val="00913ABC"/>
    <w:rsid w:val="00913C60"/>
    <w:rsid w:val="00913E22"/>
    <w:rsid w:val="009144E6"/>
    <w:rsid w:val="00914D1B"/>
    <w:rsid w:val="00914FDB"/>
    <w:rsid w:val="00915D6C"/>
    <w:rsid w:val="00915E75"/>
    <w:rsid w:val="00916351"/>
    <w:rsid w:val="00916429"/>
    <w:rsid w:val="0091659F"/>
    <w:rsid w:val="009170BA"/>
    <w:rsid w:val="0091751C"/>
    <w:rsid w:val="00917CFB"/>
    <w:rsid w:val="00920220"/>
    <w:rsid w:val="009205E0"/>
    <w:rsid w:val="00921405"/>
    <w:rsid w:val="00921E8A"/>
    <w:rsid w:val="0092247F"/>
    <w:rsid w:val="00922F40"/>
    <w:rsid w:val="00924382"/>
    <w:rsid w:val="00924414"/>
    <w:rsid w:val="00924799"/>
    <w:rsid w:val="00924FF2"/>
    <w:rsid w:val="009264D2"/>
    <w:rsid w:val="00926B9C"/>
    <w:rsid w:val="0092703C"/>
    <w:rsid w:val="00927338"/>
    <w:rsid w:val="00927A15"/>
    <w:rsid w:val="0093004C"/>
    <w:rsid w:val="00930FD3"/>
    <w:rsid w:val="00932091"/>
    <w:rsid w:val="00932142"/>
    <w:rsid w:val="00932474"/>
    <w:rsid w:val="00932AAE"/>
    <w:rsid w:val="00932CCB"/>
    <w:rsid w:val="009336AA"/>
    <w:rsid w:val="00933C2E"/>
    <w:rsid w:val="009344E3"/>
    <w:rsid w:val="00934810"/>
    <w:rsid w:val="00936432"/>
    <w:rsid w:val="0093673A"/>
    <w:rsid w:val="0093687B"/>
    <w:rsid w:val="009373E8"/>
    <w:rsid w:val="00937888"/>
    <w:rsid w:val="00937F32"/>
    <w:rsid w:val="009402E0"/>
    <w:rsid w:val="00940479"/>
    <w:rsid w:val="009407AA"/>
    <w:rsid w:val="009417BA"/>
    <w:rsid w:val="00942A20"/>
    <w:rsid w:val="00942B1C"/>
    <w:rsid w:val="00943FD6"/>
    <w:rsid w:val="0094407F"/>
    <w:rsid w:val="009443F7"/>
    <w:rsid w:val="009445DA"/>
    <w:rsid w:val="009449C1"/>
    <w:rsid w:val="009455E8"/>
    <w:rsid w:val="009466F4"/>
    <w:rsid w:val="009467EA"/>
    <w:rsid w:val="00947CF6"/>
    <w:rsid w:val="0095026A"/>
    <w:rsid w:val="00950570"/>
    <w:rsid w:val="009505A5"/>
    <w:rsid w:val="009509F1"/>
    <w:rsid w:val="00950A34"/>
    <w:rsid w:val="009516CD"/>
    <w:rsid w:val="00951BE6"/>
    <w:rsid w:val="009527A9"/>
    <w:rsid w:val="009530B6"/>
    <w:rsid w:val="00953499"/>
    <w:rsid w:val="00953D98"/>
    <w:rsid w:val="0095456C"/>
    <w:rsid w:val="0095470D"/>
    <w:rsid w:val="0095492D"/>
    <w:rsid w:val="00954C0B"/>
    <w:rsid w:val="0095538E"/>
    <w:rsid w:val="009553AD"/>
    <w:rsid w:val="009555EC"/>
    <w:rsid w:val="009557DE"/>
    <w:rsid w:val="00955FC6"/>
    <w:rsid w:val="0095631D"/>
    <w:rsid w:val="0095675A"/>
    <w:rsid w:val="00957326"/>
    <w:rsid w:val="009579AF"/>
    <w:rsid w:val="00957C33"/>
    <w:rsid w:val="00957E8B"/>
    <w:rsid w:val="00960247"/>
    <w:rsid w:val="00960DC9"/>
    <w:rsid w:val="00961194"/>
    <w:rsid w:val="009617EC"/>
    <w:rsid w:val="00962508"/>
    <w:rsid w:val="00963726"/>
    <w:rsid w:val="009672A5"/>
    <w:rsid w:val="00967A1D"/>
    <w:rsid w:val="00967B00"/>
    <w:rsid w:val="00967C0C"/>
    <w:rsid w:val="00971039"/>
    <w:rsid w:val="00971274"/>
    <w:rsid w:val="00971CEB"/>
    <w:rsid w:val="00973995"/>
    <w:rsid w:val="0097484F"/>
    <w:rsid w:val="009761BD"/>
    <w:rsid w:val="0097639A"/>
    <w:rsid w:val="00976E51"/>
    <w:rsid w:val="009775A4"/>
    <w:rsid w:val="00977B32"/>
    <w:rsid w:val="00977D04"/>
    <w:rsid w:val="00980B13"/>
    <w:rsid w:val="00981635"/>
    <w:rsid w:val="00981746"/>
    <w:rsid w:val="009818FB"/>
    <w:rsid w:val="00981C25"/>
    <w:rsid w:val="009821F7"/>
    <w:rsid w:val="00983364"/>
    <w:rsid w:val="0098353F"/>
    <w:rsid w:val="00983748"/>
    <w:rsid w:val="0098557C"/>
    <w:rsid w:val="009859C9"/>
    <w:rsid w:val="00985A0E"/>
    <w:rsid w:val="00986350"/>
    <w:rsid w:val="009865E0"/>
    <w:rsid w:val="009866B7"/>
    <w:rsid w:val="009872F1"/>
    <w:rsid w:val="00987450"/>
    <w:rsid w:val="009903AA"/>
    <w:rsid w:val="009907D2"/>
    <w:rsid w:val="00992237"/>
    <w:rsid w:val="0099285D"/>
    <w:rsid w:val="009928F3"/>
    <w:rsid w:val="00992AB5"/>
    <w:rsid w:val="00992D13"/>
    <w:rsid w:val="00992DAA"/>
    <w:rsid w:val="009930B4"/>
    <w:rsid w:val="00994016"/>
    <w:rsid w:val="009942D3"/>
    <w:rsid w:val="0099436D"/>
    <w:rsid w:val="00994B7A"/>
    <w:rsid w:val="00995152"/>
    <w:rsid w:val="0099590A"/>
    <w:rsid w:val="00996703"/>
    <w:rsid w:val="00996ABE"/>
    <w:rsid w:val="0099750A"/>
    <w:rsid w:val="00997531"/>
    <w:rsid w:val="009979A0"/>
    <w:rsid w:val="009A0861"/>
    <w:rsid w:val="009A0A9C"/>
    <w:rsid w:val="009A0EA6"/>
    <w:rsid w:val="009A1072"/>
    <w:rsid w:val="009A10EB"/>
    <w:rsid w:val="009A182B"/>
    <w:rsid w:val="009A225D"/>
    <w:rsid w:val="009A2D63"/>
    <w:rsid w:val="009A2DE6"/>
    <w:rsid w:val="009A353E"/>
    <w:rsid w:val="009A3CDF"/>
    <w:rsid w:val="009A3DCD"/>
    <w:rsid w:val="009A4099"/>
    <w:rsid w:val="009A4B55"/>
    <w:rsid w:val="009A5309"/>
    <w:rsid w:val="009A666D"/>
    <w:rsid w:val="009A74A2"/>
    <w:rsid w:val="009A760F"/>
    <w:rsid w:val="009A7798"/>
    <w:rsid w:val="009B05B1"/>
    <w:rsid w:val="009B09CE"/>
    <w:rsid w:val="009B1A88"/>
    <w:rsid w:val="009B1CDE"/>
    <w:rsid w:val="009B2123"/>
    <w:rsid w:val="009B23A3"/>
    <w:rsid w:val="009B23D0"/>
    <w:rsid w:val="009B33F0"/>
    <w:rsid w:val="009B3919"/>
    <w:rsid w:val="009B3D7F"/>
    <w:rsid w:val="009B4BFF"/>
    <w:rsid w:val="009B4EF5"/>
    <w:rsid w:val="009B5679"/>
    <w:rsid w:val="009B5A67"/>
    <w:rsid w:val="009B5B04"/>
    <w:rsid w:val="009B5C0A"/>
    <w:rsid w:val="009B5CA6"/>
    <w:rsid w:val="009B6FAA"/>
    <w:rsid w:val="009B752C"/>
    <w:rsid w:val="009C0E39"/>
    <w:rsid w:val="009C12E9"/>
    <w:rsid w:val="009C1F4D"/>
    <w:rsid w:val="009C2229"/>
    <w:rsid w:val="009C2F44"/>
    <w:rsid w:val="009C3079"/>
    <w:rsid w:val="009C343F"/>
    <w:rsid w:val="009C34FF"/>
    <w:rsid w:val="009C38DF"/>
    <w:rsid w:val="009C408A"/>
    <w:rsid w:val="009C42D1"/>
    <w:rsid w:val="009C54CA"/>
    <w:rsid w:val="009C5529"/>
    <w:rsid w:val="009C5BD6"/>
    <w:rsid w:val="009C659F"/>
    <w:rsid w:val="009D027E"/>
    <w:rsid w:val="009D0AD5"/>
    <w:rsid w:val="009D10A7"/>
    <w:rsid w:val="009D1C1F"/>
    <w:rsid w:val="009D31E3"/>
    <w:rsid w:val="009D4047"/>
    <w:rsid w:val="009D43F2"/>
    <w:rsid w:val="009D4824"/>
    <w:rsid w:val="009D4A4B"/>
    <w:rsid w:val="009D4B4E"/>
    <w:rsid w:val="009D4B6C"/>
    <w:rsid w:val="009D4D2D"/>
    <w:rsid w:val="009D4F6A"/>
    <w:rsid w:val="009D5A3E"/>
    <w:rsid w:val="009D5BE7"/>
    <w:rsid w:val="009D5C16"/>
    <w:rsid w:val="009D5C79"/>
    <w:rsid w:val="009D732C"/>
    <w:rsid w:val="009D7684"/>
    <w:rsid w:val="009D7788"/>
    <w:rsid w:val="009D78F5"/>
    <w:rsid w:val="009D7AC7"/>
    <w:rsid w:val="009E082D"/>
    <w:rsid w:val="009E0DC9"/>
    <w:rsid w:val="009E0E4A"/>
    <w:rsid w:val="009E0F26"/>
    <w:rsid w:val="009E10C1"/>
    <w:rsid w:val="009E1A4D"/>
    <w:rsid w:val="009E22ED"/>
    <w:rsid w:val="009E317B"/>
    <w:rsid w:val="009E3F1E"/>
    <w:rsid w:val="009E4638"/>
    <w:rsid w:val="009E4724"/>
    <w:rsid w:val="009E48FD"/>
    <w:rsid w:val="009E4DE7"/>
    <w:rsid w:val="009E4EE2"/>
    <w:rsid w:val="009E4F13"/>
    <w:rsid w:val="009E54B7"/>
    <w:rsid w:val="009E54F4"/>
    <w:rsid w:val="009E5998"/>
    <w:rsid w:val="009E59F9"/>
    <w:rsid w:val="009E6C42"/>
    <w:rsid w:val="009E6CCB"/>
    <w:rsid w:val="009E79AC"/>
    <w:rsid w:val="009E7D85"/>
    <w:rsid w:val="009E7DE4"/>
    <w:rsid w:val="009F0087"/>
    <w:rsid w:val="009F0696"/>
    <w:rsid w:val="009F0945"/>
    <w:rsid w:val="009F0E90"/>
    <w:rsid w:val="009F185A"/>
    <w:rsid w:val="009F2034"/>
    <w:rsid w:val="009F2EFD"/>
    <w:rsid w:val="009F3147"/>
    <w:rsid w:val="009F53E7"/>
    <w:rsid w:val="009F5A02"/>
    <w:rsid w:val="009F5BDA"/>
    <w:rsid w:val="009F6706"/>
    <w:rsid w:val="009F6E1C"/>
    <w:rsid w:val="009F73D5"/>
    <w:rsid w:val="009F7466"/>
    <w:rsid w:val="009F7794"/>
    <w:rsid w:val="009F7996"/>
    <w:rsid w:val="009F7A53"/>
    <w:rsid w:val="009F7BE5"/>
    <w:rsid w:val="009F7EF1"/>
    <w:rsid w:val="00A00962"/>
    <w:rsid w:val="00A00A5A"/>
    <w:rsid w:val="00A00BB3"/>
    <w:rsid w:val="00A00D94"/>
    <w:rsid w:val="00A01067"/>
    <w:rsid w:val="00A01245"/>
    <w:rsid w:val="00A0170E"/>
    <w:rsid w:val="00A01721"/>
    <w:rsid w:val="00A01E61"/>
    <w:rsid w:val="00A021E1"/>
    <w:rsid w:val="00A023C2"/>
    <w:rsid w:val="00A02EDB"/>
    <w:rsid w:val="00A032E3"/>
    <w:rsid w:val="00A03670"/>
    <w:rsid w:val="00A03749"/>
    <w:rsid w:val="00A05D0F"/>
    <w:rsid w:val="00A06C68"/>
    <w:rsid w:val="00A0757E"/>
    <w:rsid w:val="00A0786E"/>
    <w:rsid w:val="00A07916"/>
    <w:rsid w:val="00A07A42"/>
    <w:rsid w:val="00A10062"/>
    <w:rsid w:val="00A104B0"/>
    <w:rsid w:val="00A10A81"/>
    <w:rsid w:val="00A10B71"/>
    <w:rsid w:val="00A110A9"/>
    <w:rsid w:val="00A11E51"/>
    <w:rsid w:val="00A120A7"/>
    <w:rsid w:val="00A127A3"/>
    <w:rsid w:val="00A12898"/>
    <w:rsid w:val="00A12AE8"/>
    <w:rsid w:val="00A12B7C"/>
    <w:rsid w:val="00A12FE1"/>
    <w:rsid w:val="00A1306C"/>
    <w:rsid w:val="00A1379E"/>
    <w:rsid w:val="00A13E47"/>
    <w:rsid w:val="00A13FAC"/>
    <w:rsid w:val="00A14293"/>
    <w:rsid w:val="00A1431C"/>
    <w:rsid w:val="00A148EA"/>
    <w:rsid w:val="00A1590E"/>
    <w:rsid w:val="00A15CD0"/>
    <w:rsid w:val="00A15E4E"/>
    <w:rsid w:val="00A16959"/>
    <w:rsid w:val="00A16C65"/>
    <w:rsid w:val="00A17123"/>
    <w:rsid w:val="00A17DF9"/>
    <w:rsid w:val="00A17EBA"/>
    <w:rsid w:val="00A2038A"/>
    <w:rsid w:val="00A20796"/>
    <w:rsid w:val="00A208BD"/>
    <w:rsid w:val="00A20D51"/>
    <w:rsid w:val="00A20F9F"/>
    <w:rsid w:val="00A21D23"/>
    <w:rsid w:val="00A21ECD"/>
    <w:rsid w:val="00A221ED"/>
    <w:rsid w:val="00A22C66"/>
    <w:rsid w:val="00A22C98"/>
    <w:rsid w:val="00A245E6"/>
    <w:rsid w:val="00A24DE6"/>
    <w:rsid w:val="00A25ED1"/>
    <w:rsid w:val="00A26087"/>
    <w:rsid w:val="00A263E9"/>
    <w:rsid w:val="00A26530"/>
    <w:rsid w:val="00A2664A"/>
    <w:rsid w:val="00A26F4C"/>
    <w:rsid w:val="00A27ACA"/>
    <w:rsid w:val="00A30256"/>
    <w:rsid w:val="00A32327"/>
    <w:rsid w:val="00A32594"/>
    <w:rsid w:val="00A3265D"/>
    <w:rsid w:val="00A328E4"/>
    <w:rsid w:val="00A32AD8"/>
    <w:rsid w:val="00A33763"/>
    <w:rsid w:val="00A33767"/>
    <w:rsid w:val="00A33785"/>
    <w:rsid w:val="00A33E9D"/>
    <w:rsid w:val="00A33F70"/>
    <w:rsid w:val="00A346A4"/>
    <w:rsid w:val="00A35AF3"/>
    <w:rsid w:val="00A35BAC"/>
    <w:rsid w:val="00A35E39"/>
    <w:rsid w:val="00A3648C"/>
    <w:rsid w:val="00A3695E"/>
    <w:rsid w:val="00A36CC1"/>
    <w:rsid w:val="00A36EB3"/>
    <w:rsid w:val="00A3709A"/>
    <w:rsid w:val="00A37494"/>
    <w:rsid w:val="00A37D08"/>
    <w:rsid w:val="00A37EB3"/>
    <w:rsid w:val="00A4019F"/>
    <w:rsid w:val="00A40319"/>
    <w:rsid w:val="00A40372"/>
    <w:rsid w:val="00A41122"/>
    <w:rsid w:val="00A4184D"/>
    <w:rsid w:val="00A4295A"/>
    <w:rsid w:val="00A429A6"/>
    <w:rsid w:val="00A42C10"/>
    <w:rsid w:val="00A4399A"/>
    <w:rsid w:val="00A43E5E"/>
    <w:rsid w:val="00A446FC"/>
    <w:rsid w:val="00A44879"/>
    <w:rsid w:val="00A44905"/>
    <w:rsid w:val="00A44C6B"/>
    <w:rsid w:val="00A44D19"/>
    <w:rsid w:val="00A45942"/>
    <w:rsid w:val="00A45CCD"/>
    <w:rsid w:val="00A46657"/>
    <w:rsid w:val="00A46659"/>
    <w:rsid w:val="00A46D84"/>
    <w:rsid w:val="00A46FED"/>
    <w:rsid w:val="00A4764E"/>
    <w:rsid w:val="00A47847"/>
    <w:rsid w:val="00A47A61"/>
    <w:rsid w:val="00A50882"/>
    <w:rsid w:val="00A50B76"/>
    <w:rsid w:val="00A51027"/>
    <w:rsid w:val="00A513A0"/>
    <w:rsid w:val="00A51699"/>
    <w:rsid w:val="00A51964"/>
    <w:rsid w:val="00A51E76"/>
    <w:rsid w:val="00A52070"/>
    <w:rsid w:val="00A52AF7"/>
    <w:rsid w:val="00A5368F"/>
    <w:rsid w:val="00A536CC"/>
    <w:rsid w:val="00A538CC"/>
    <w:rsid w:val="00A54BDD"/>
    <w:rsid w:val="00A5508F"/>
    <w:rsid w:val="00A55890"/>
    <w:rsid w:val="00A5598E"/>
    <w:rsid w:val="00A5693E"/>
    <w:rsid w:val="00A5707B"/>
    <w:rsid w:val="00A570DD"/>
    <w:rsid w:val="00A57AC5"/>
    <w:rsid w:val="00A57D2E"/>
    <w:rsid w:val="00A57E1A"/>
    <w:rsid w:val="00A606D6"/>
    <w:rsid w:val="00A610E9"/>
    <w:rsid w:val="00A610F4"/>
    <w:rsid w:val="00A6215D"/>
    <w:rsid w:val="00A6245C"/>
    <w:rsid w:val="00A62BBF"/>
    <w:rsid w:val="00A63039"/>
    <w:rsid w:val="00A63085"/>
    <w:rsid w:val="00A63C30"/>
    <w:rsid w:val="00A640D2"/>
    <w:rsid w:val="00A642CE"/>
    <w:rsid w:val="00A649FE"/>
    <w:rsid w:val="00A64CC7"/>
    <w:rsid w:val="00A65089"/>
    <w:rsid w:val="00A65984"/>
    <w:rsid w:val="00A65AB6"/>
    <w:rsid w:val="00A66693"/>
    <w:rsid w:val="00A67671"/>
    <w:rsid w:val="00A67D87"/>
    <w:rsid w:val="00A7028C"/>
    <w:rsid w:val="00A703BB"/>
    <w:rsid w:val="00A70C3C"/>
    <w:rsid w:val="00A716DB"/>
    <w:rsid w:val="00A71B2C"/>
    <w:rsid w:val="00A71DAE"/>
    <w:rsid w:val="00A73B82"/>
    <w:rsid w:val="00A73C1D"/>
    <w:rsid w:val="00A73DF1"/>
    <w:rsid w:val="00A746D8"/>
    <w:rsid w:val="00A748EB"/>
    <w:rsid w:val="00A76226"/>
    <w:rsid w:val="00A76EBC"/>
    <w:rsid w:val="00A77707"/>
    <w:rsid w:val="00A778AE"/>
    <w:rsid w:val="00A77DB9"/>
    <w:rsid w:val="00A80034"/>
    <w:rsid w:val="00A8036C"/>
    <w:rsid w:val="00A809AB"/>
    <w:rsid w:val="00A80A77"/>
    <w:rsid w:val="00A80BA5"/>
    <w:rsid w:val="00A813F0"/>
    <w:rsid w:val="00A81E0D"/>
    <w:rsid w:val="00A82402"/>
    <w:rsid w:val="00A82C5C"/>
    <w:rsid w:val="00A82D56"/>
    <w:rsid w:val="00A8314E"/>
    <w:rsid w:val="00A834A7"/>
    <w:rsid w:val="00A83513"/>
    <w:rsid w:val="00A838F5"/>
    <w:rsid w:val="00A841CA"/>
    <w:rsid w:val="00A8435F"/>
    <w:rsid w:val="00A8496B"/>
    <w:rsid w:val="00A8505D"/>
    <w:rsid w:val="00A854C1"/>
    <w:rsid w:val="00A85976"/>
    <w:rsid w:val="00A861F6"/>
    <w:rsid w:val="00A86731"/>
    <w:rsid w:val="00A869BF"/>
    <w:rsid w:val="00A87078"/>
    <w:rsid w:val="00A87789"/>
    <w:rsid w:val="00A8793C"/>
    <w:rsid w:val="00A90158"/>
    <w:rsid w:val="00A90532"/>
    <w:rsid w:val="00A920A1"/>
    <w:rsid w:val="00A9216A"/>
    <w:rsid w:val="00A93066"/>
    <w:rsid w:val="00A93768"/>
    <w:rsid w:val="00A939D8"/>
    <w:rsid w:val="00A95505"/>
    <w:rsid w:val="00A959D8"/>
    <w:rsid w:val="00A95BD2"/>
    <w:rsid w:val="00A96360"/>
    <w:rsid w:val="00A96CF9"/>
    <w:rsid w:val="00A97ADA"/>
    <w:rsid w:val="00AA08A8"/>
    <w:rsid w:val="00AA08B9"/>
    <w:rsid w:val="00AA1AE8"/>
    <w:rsid w:val="00AA2416"/>
    <w:rsid w:val="00AA25D7"/>
    <w:rsid w:val="00AA2742"/>
    <w:rsid w:val="00AA275F"/>
    <w:rsid w:val="00AA2D36"/>
    <w:rsid w:val="00AA3CBF"/>
    <w:rsid w:val="00AA3EF6"/>
    <w:rsid w:val="00AA3F22"/>
    <w:rsid w:val="00AA3F57"/>
    <w:rsid w:val="00AA45C7"/>
    <w:rsid w:val="00AA5B88"/>
    <w:rsid w:val="00AA5C11"/>
    <w:rsid w:val="00AA5C89"/>
    <w:rsid w:val="00AA5DEB"/>
    <w:rsid w:val="00AA7999"/>
    <w:rsid w:val="00AA7C5A"/>
    <w:rsid w:val="00AB067E"/>
    <w:rsid w:val="00AB07CD"/>
    <w:rsid w:val="00AB0DAB"/>
    <w:rsid w:val="00AB10CF"/>
    <w:rsid w:val="00AB10F8"/>
    <w:rsid w:val="00AB166B"/>
    <w:rsid w:val="00AB1F4D"/>
    <w:rsid w:val="00AB3312"/>
    <w:rsid w:val="00AB3FD3"/>
    <w:rsid w:val="00AB4231"/>
    <w:rsid w:val="00AB4401"/>
    <w:rsid w:val="00AB4D5A"/>
    <w:rsid w:val="00AB600C"/>
    <w:rsid w:val="00AB68D3"/>
    <w:rsid w:val="00AB69E1"/>
    <w:rsid w:val="00AB73DC"/>
    <w:rsid w:val="00AB75FF"/>
    <w:rsid w:val="00AC04C3"/>
    <w:rsid w:val="00AC17D0"/>
    <w:rsid w:val="00AC18EF"/>
    <w:rsid w:val="00AC1D2D"/>
    <w:rsid w:val="00AC1D4E"/>
    <w:rsid w:val="00AC2233"/>
    <w:rsid w:val="00AC2295"/>
    <w:rsid w:val="00AC32E6"/>
    <w:rsid w:val="00AC33E4"/>
    <w:rsid w:val="00AC442B"/>
    <w:rsid w:val="00AC4AE7"/>
    <w:rsid w:val="00AC4C25"/>
    <w:rsid w:val="00AC5318"/>
    <w:rsid w:val="00AC6539"/>
    <w:rsid w:val="00AC7D41"/>
    <w:rsid w:val="00AD09F2"/>
    <w:rsid w:val="00AD23D8"/>
    <w:rsid w:val="00AD2AAA"/>
    <w:rsid w:val="00AD3702"/>
    <w:rsid w:val="00AD3BC7"/>
    <w:rsid w:val="00AD4AA7"/>
    <w:rsid w:val="00AD526B"/>
    <w:rsid w:val="00AD52B3"/>
    <w:rsid w:val="00AD6054"/>
    <w:rsid w:val="00AD6723"/>
    <w:rsid w:val="00AD68E8"/>
    <w:rsid w:val="00AD7ADE"/>
    <w:rsid w:val="00AD7CC9"/>
    <w:rsid w:val="00AE019A"/>
    <w:rsid w:val="00AE0915"/>
    <w:rsid w:val="00AE0F44"/>
    <w:rsid w:val="00AE109E"/>
    <w:rsid w:val="00AE1191"/>
    <w:rsid w:val="00AE1337"/>
    <w:rsid w:val="00AE15C4"/>
    <w:rsid w:val="00AE16AE"/>
    <w:rsid w:val="00AE16DE"/>
    <w:rsid w:val="00AE1CBF"/>
    <w:rsid w:val="00AE1EC0"/>
    <w:rsid w:val="00AE2139"/>
    <w:rsid w:val="00AE2197"/>
    <w:rsid w:val="00AE2395"/>
    <w:rsid w:val="00AE3CDA"/>
    <w:rsid w:val="00AE43D0"/>
    <w:rsid w:val="00AE475F"/>
    <w:rsid w:val="00AE5267"/>
    <w:rsid w:val="00AE67A6"/>
    <w:rsid w:val="00AE6849"/>
    <w:rsid w:val="00AE68C1"/>
    <w:rsid w:val="00AE6DB6"/>
    <w:rsid w:val="00AF0006"/>
    <w:rsid w:val="00AF0226"/>
    <w:rsid w:val="00AF0731"/>
    <w:rsid w:val="00AF13B2"/>
    <w:rsid w:val="00AF2654"/>
    <w:rsid w:val="00AF2991"/>
    <w:rsid w:val="00AF2BD3"/>
    <w:rsid w:val="00AF2F68"/>
    <w:rsid w:val="00AF3443"/>
    <w:rsid w:val="00AF3689"/>
    <w:rsid w:val="00AF3AA6"/>
    <w:rsid w:val="00AF413F"/>
    <w:rsid w:val="00AF44BD"/>
    <w:rsid w:val="00AF508B"/>
    <w:rsid w:val="00AF60C8"/>
    <w:rsid w:val="00AF6418"/>
    <w:rsid w:val="00AF71DD"/>
    <w:rsid w:val="00AF7443"/>
    <w:rsid w:val="00AF7783"/>
    <w:rsid w:val="00B0123C"/>
    <w:rsid w:val="00B01C59"/>
    <w:rsid w:val="00B022EB"/>
    <w:rsid w:val="00B02361"/>
    <w:rsid w:val="00B02851"/>
    <w:rsid w:val="00B02D49"/>
    <w:rsid w:val="00B03266"/>
    <w:rsid w:val="00B03322"/>
    <w:rsid w:val="00B03A81"/>
    <w:rsid w:val="00B03B48"/>
    <w:rsid w:val="00B03CF6"/>
    <w:rsid w:val="00B04C4C"/>
    <w:rsid w:val="00B05B1B"/>
    <w:rsid w:val="00B06441"/>
    <w:rsid w:val="00B0656A"/>
    <w:rsid w:val="00B06EAB"/>
    <w:rsid w:val="00B07042"/>
    <w:rsid w:val="00B10A4B"/>
    <w:rsid w:val="00B110DF"/>
    <w:rsid w:val="00B12702"/>
    <w:rsid w:val="00B12936"/>
    <w:rsid w:val="00B12E05"/>
    <w:rsid w:val="00B1302F"/>
    <w:rsid w:val="00B130ED"/>
    <w:rsid w:val="00B133FC"/>
    <w:rsid w:val="00B1377F"/>
    <w:rsid w:val="00B13994"/>
    <w:rsid w:val="00B144F5"/>
    <w:rsid w:val="00B15CC2"/>
    <w:rsid w:val="00B161D7"/>
    <w:rsid w:val="00B1629C"/>
    <w:rsid w:val="00B16DAB"/>
    <w:rsid w:val="00B16EF5"/>
    <w:rsid w:val="00B177B2"/>
    <w:rsid w:val="00B178E1"/>
    <w:rsid w:val="00B20697"/>
    <w:rsid w:val="00B209F4"/>
    <w:rsid w:val="00B20CDE"/>
    <w:rsid w:val="00B21A3E"/>
    <w:rsid w:val="00B239FA"/>
    <w:rsid w:val="00B2404C"/>
    <w:rsid w:val="00B247B0"/>
    <w:rsid w:val="00B248AD"/>
    <w:rsid w:val="00B251FF"/>
    <w:rsid w:val="00B25991"/>
    <w:rsid w:val="00B25ABD"/>
    <w:rsid w:val="00B25F71"/>
    <w:rsid w:val="00B26906"/>
    <w:rsid w:val="00B269D3"/>
    <w:rsid w:val="00B26E66"/>
    <w:rsid w:val="00B27388"/>
    <w:rsid w:val="00B2795F"/>
    <w:rsid w:val="00B30923"/>
    <w:rsid w:val="00B30CA8"/>
    <w:rsid w:val="00B31462"/>
    <w:rsid w:val="00B314BD"/>
    <w:rsid w:val="00B3158D"/>
    <w:rsid w:val="00B31594"/>
    <w:rsid w:val="00B31D4F"/>
    <w:rsid w:val="00B32126"/>
    <w:rsid w:val="00B3293F"/>
    <w:rsid w:val="00B32B50"/>
    <w:rsid w:val="00B347BC"/>
    <w:rsid w:val="00B34BC6"/>
    <w:rsid w:val="00B35685"/>
    <w:rsid w:val="00B35D0E"/>
    <w:rsid w:val="00B35E91"/>
    <w:rsid w:val="00B366B6"/>
    <w:rsid w:val="00B36BDE"/>
    <w:rsid w:val="00B37152"/>
    <w:rsid w:val="00B377B7"/>
    <w:rsid w:val="00B3789C"/>
    <w:rsid w:val="00B4010E"/>
    <w:rsid w:val="00B409C2"/>
    <w:rsid w:val="00B4102B"/>
    <w:rsid w:val="00B4186F"/>
    <w:rsid w:val="00B41B41"/>
    <w:rsid w:val="00B41D2C"/>
    <w:rsid w:val="00B41EE6"/>
    <w:rsid w:val="00B4243F"/>
    <w:rsid w:val="00B431A7"/>
    <w:rsid w:val="00B439AA"/>
    <w:rsid w:val="00B43BE1"/>
    <w:rsid w:val="00B44092"/>
    <w:rsid w:val="00B4478C"/>
    <w:rsid w:val="00B44B45"/>
    <w:rsid w:val="00B45010"/>
    <w:rsid w:val="00B458BE"/>
    <w:rsid w:val="00B45E25"/>
    <w:rsid w:val="00B468A9"/>
    <w:rsid w:val="00B475C6"/>
    <w:rsid w:val="00B47872"/>
    <w:rsid w:val="00B47D80"/>
    <w:rsid w:val="00B502AB"/>
    <w:rsid w:val="00B50D4F"/>
    <w:rsid w:val="00B50DA0"/>
    <w:rsid w:val="00B5109C"/>
    <w:rsid w:val="00B51213"/>
    <w:rsid w:val="00B517BF"/>
    <w:rsid w:val="00B520B3"/>
    <w:rsid w:val="00B52D3D"/>
    <w:rsid w:val="00B53F44"/>
    <w:rsid w:val="00B543DA"/>
    <w:rsid w:val="00B54EF5"/>
    <w:rsid w:val="00B5525C"/>
    <w:rsid w:val="00B55B68"/>
    <w:rsid w:val="00B55DDC"/>
    <w:rsid w:val="00B567ED"/>
    <w:rsid w:val="00B568B9"/>
    <w:rsid w:val="00B571A4"/>
    <w:rsid w:val="00B57A5E"/>
    <w:rsid w:val="00B57E0A"/>
    <w:rsid w:val="00B57FB7"/>
    <w:rsid w:val="00B6081E"/>
    <w:rsid w:val="00B60FC9"/>
    <w:rsid w:val="00B60FF6"/>
    <w:rsid w:val="00B61596"/>
    <w:rsid w:val="00B6179B"/>
    <w:rsid w:val="00B621A2"/>
    <w:rsid w:val="00B62A6B"/>
    <w:rsid w:val="00B62DAD"/>
    <w:rsid w:val="00B63031"/>
    <w:rsid w:val="00B63F5A"/>
    <w:rsid w:val="00B648F6"/>
    <w:rsid w:val="00B659B9"/>
    <w:rsid w:val="00B665DB"/>
    <w:rsid w:val="00B678F7"/>
    <w:rsid w:val="00B67E3C"/>
    <w:rsid w:val="00B70741"/>
    <w:rsid w:val="00B70C59"/>
    <w:rsid w:val="00B70CF3"/>
    <w:rsid w:val="00B70F79"/>
    <w:rsid w:val="00B71142"/>
    <w:rsid w:val="00B714CB"/>
    <w:rsid w:val="00B71AB9"/>
    <w:rsid w:val="00B71E4A"/>
    <w:rsid w:val="00B72072"/>
    <w:rsid w:val="00B72718"/>
    <w:rsid w:val="00B72ACA"/>
    <w:rsid w:val="00B72DEB"/>
    <w:rsid w:val="00B72E89"/>
    <w:rsid w:val="00B7319C"/>
    <w:rsid w:val="00B73346"/>
    <w:rsid w:val="00B73E11"/>
    <w:rsid w:val="00B7481A"/>
    <w:rsid w:val="00B7490D"/>
    <w:rsid w:val="00B74C1A"/>
    <w:rsid w:val="00B752C3"/>
    <w:rsid w:val="00B75633"/>
    <w:rsid w:val="00B770B6"/>
    <w:rsid w:val="00B7761A"/>
    <w:rsid w:val="00B77650"/>
    <w:rsid w:val="00B80012"/>
    <w:rsid w:val="00B80B6D"/>
    <w:rsid w:val="00B80BED"/>
    <w:rsid w:val="00B8133C"/>
    <w:rsid w:val="00B81A9B"/>
    <w:rsid w:val="00B81F5D"/>
    <w:rsid w:val="00B82138"/>
    <w:rsid w:val="00B823F4"/>
    <w:rsid w:val="00B829EC"/>
    <w:rsid w:val="00B8304F"/>
    <w:rsid w:val="00B8357A"/>
    <w:rsid w:val="00B83646"/>
    <w:rsid w:val="00B8419A"/>
    <w:rsid w:val="00B846E8"/>
    <w:rsid w:val="00B84807"/>
    <w:rsid w:val="00B850A8"/>
    <w:rsid w:val="00B85549"/>
    <w:rsid w:val="00B866D3"/>
    <w:rsid w:val="00B866E4"/>
    <w:rsid w:val="00B86B8B"/>
    <w:rsid w:val="00B8757F"/>
    <w:rsid w:val="00B90056"/>
    <w:rsid w:val="00B90724"/>
    <w:rsid w:val="00B90EA0"/>
    <w:rsid w:val="00B91614"/>
    <w:rsid w:val="00B917D0"/>
    <w:rsid w:val="00B927A7"/>
    <w:rsid w:val="00B92B51"/>
    <w:rsid w:val="00B9354E"/>
    <w:rsid w:val="00B93DF4"/>
    <w:rsid w:val="00B93FEB"/>
    <w:rsid w:val="00B9459B"/>
    <w:rsid w:val="00B948E1"/>
    <w:rsid w:val="00B94D5C"/>
    <w:rsid w:val="00B958CA"/>
    <w:rsid w:val="00B95A46"/>
    <w:rsid w:val="00B96102"/>
    <w:rsid w:val="00B96135"/>
    <w:rsid w:val="00B96922"/>
    <w:rsid w:val="00B96A09"/>
    <w:rsid w:val="00B97F63"/>
    <w:rsid w:val="00BA01EF"/>
    <w:rsid w:val="00BA02EE"/>
    <w:rsid w:val="00BA03F8"/>
    <w:rsid w:val="00BA126A"/>
    <w:rsid w:val="00BA1DDA"/>
    <w:rsid w:val="00BA2377"/>
    <w:rsid w:val="00BA2634"/>
    <w:rsid w:val="00BA3053"/>
    <w:rsid w:val="00BA3086"/>
    <w:rsid w:val="00BA30D7"/>
    <w:rsid w:val="00BA35BD"/>
    <w:rsid w:val="00BA3681"/>
    <w:rsid w:val="00BA3A78"/>
    <w:rsid w:val="00BA3ADF"/>
    <w:rsid w:val="00BA4341"/>
    <w:rsid w:val="00BA4384"/>
    <w:rsid w:val="00BA4F19"/>
    <w:rsid w:val="00BA521A"/>
    <w:rsid w:val="00BA534D"/>
    <w:rsid w:val="00BA53E7"/>
    <w:rsid w:val="00BA6D41"/>
    <w:rsid w:val="00BA71BB"/>
    <w:rsid w:val="00BA77C4"/>
    <w:rsid w:val="00BA7A83"/>
    <w:rsid w:val="00BA7EC7"/>
    <w:rsid w:val="00BB04B1"/>
    <w:rsid w:val="00BB2B4A"/>
    <w:rsid w:val="00BB30DB"/>
    <w:rsid w:val="00BB3FB4"/>
    <w:rsid w:val="00BB415D"/>
    <w:rsid w:val="00BB5152"/>
    <w:rsid w:val="00BB616A"/>
    <w:rsid w:val="00BB6227"/>
    <w:rsid w:val="00BB6585"/>
    <w:rsid w:val="00BC098A"/>
    <w:rsid w:val="00BC1011"/>
    <w:rsid w:val="00BC1690"/>
    <w:rsid w:val="00BC1A55"/>
    <w:rsid w:val="00BC2276"/>
    <w:rsid w:val="00BC2601"/>
    <w:rsid w:val="00BC3923"/>
    <w:rsid w:val="00BC3D25"/>
    <w:rsid w:val="00BC433E"/>
    <w:rsid w:val="00BC4901"/>
    <w:rsid w:val="00BC4A62"/>
    <w:rsid w:val="00BC4D43"/>
    <w:rsid w:val="00BC4E03"/>
    <w:rsid w:val="00BC5C89"/>
    <w:rsid w:val="00BC6611"/>
    <w:rsid w:val="00BC66F7"/>
    <w:rsid w:val="00BC67E0"/>
    <w:rsid w:val="00BC746D"/>
    <w:rsid w:val="00BC755E"/>
    <w:rsid w:val="00BC795C"/>
    <w:rsid w:val="00BC7DB2"/>
    <w:rsid w:val="00BC7F02"/>
    <w:rsid w:val="00BD08BA"/>
    <w:rsid w:val="00BD0A71"/>
    <w:rsid w:val="00BD0BF2"/>
    <w:rsid w:val="00BD0DE0"/>
    <w:rsid w:val="00BD15BD"/>
    <w:rsid w:val="00BD19E1"/>
    <w:rsid w:val="00BD30C1"/>
    <w:rsid w:val="00BD345D"/>
    <w:rsid w:val="00BD4978"/>
    <w:rsid w:val="00BD5547"/>
    <w:rsid w:val="00BD555D"/>
    <w:rsid w:val="00BD63A7"/>
    <w:rsid w:val="00BD67BE"/>
    <w:rsid w:val="00BD6ADB"/>
    <w:rsid w:val="00BD7C32"/>
    <w:rsid w:val="00BE047F"/>
    <w:rsid w:val="00BE0A8A"/>
    <w:rsid w:val="00BE0ABB"/>
    <w:rsid w:val="00BE17E7"/>
    <w:rsid w:val="00BE32C5"/>
    <w:rsid w:val="00BE4378"/>
    <w:rsid w:val="00BE4F0E"/>
    <w:rsid w:val="00BE57A6"/>
    <w:rsid w:val="00BE57FF"/>
    <w:rsid w:val="00BE5882"/>
    <w:rsid w:val="00BE58E2"/>
    <w:rsid w:val="00BE6330"/>
    <w:rsid w:val="00BE6821"/>
    <w:rsid w:val="00BE6F3F"/>
    <w:rsid w:val="00BE7337"/>
    <w:rsid w:val="00BE7A8E"/>
    <w:rsid w:val="00BF09DA"/>
    <w:rsid w:val="00BF0BBE"/>
    <w:rsid w:val="00BF0E11"/>
    <w:rsid w:val="00BF181A"/>
    <w:rsid w:val="00BF2D5B"/>
    <w:rsid w:val="00BF2E0D"/>
    <w:rsid w:val="00BF37D1"/>
    <w:rsid w:val="00BF4C9D"/>
    <w:rsid w:val="00BF4F61"/>
    <w:rsid w:val="00BF4FBA"/>
    <w:rsid w:val="00BF5AEC"/>
    <w:rsid w:val="00BF5BFA"/>
    <w:rsid w:val="00BF5EAA"/>
    <w:rsid w:val="00BF74C4"/>
    <w:rsid w:val="00BF793D"/>
    <w:rsid w:val="00BF7C5D"/>
    <w:rsid w:val="00C000B5"/>
    <w:rsid w:val="00C004D9"/>
    <w:rsid w:val="00C0052E"/>
    <w:rsid w:val="00C00610"/>
    <w:rsid w:val="00C007B5"/>
    <w:rsid w:val="00C00BCC"/>
    <w:rsid w:val="00C00C18"/>
    <w:rsid w:val="00C01256"/>
    <w:rsid w:val="00C0128E"/>
    <w:rsid w:val="00C01A85"/>
    <w:rsid w:val="00C02100"/>
    <w:rsid w:val="00C023C7"/>
    <w:rsid w:val="00C02862"/>
    <w:rsid w:val="00C02C5A"/>
    <w:rsid w:val="00C03D76"/>
    <w:rsid w:val="00C044FD"/>
    <w:rsid w:val="00C04A62"/>
    <w:rsid w:val="00C04E05"/>
    <w:rsid w:val="00C0555B"/>
    <w:rsid w:val="00C055D7"/>
    <w:rsid w:val="00C064C6"/>
    <w:rsid w:val="00C0664A"/>
    <w:rsid w:val="00C06BFD"/>
    <w:rsid w:val="00C06CFA"/>
    <w:rsid w:val="00C076EA"/>
    <w:rsid w:val="00C1014A"/>
    <w:rsid w:val="00C10887"/>
    <w:rsid w:val="00C10888"/>
    <w:rsid w:val="00C10B51"/>
    <w:rsid w:val="00C10D84"/>
    <w:rsid w:val="00C121CC"/>
    <w:rsid w:val="00C12354"/>
    <w:rsid w:val="00C12B4D"/>
    <w:rsid w:val="00C12C99"/>
    <w:rsid w:val="00C12CE7"/>
    <w:rsid w:val="00C1306C"/>
    <w:rsid w:val="00C13715"/>
    <w:rsid w:val="00C159A5"/>
    <w:rsid w:val="00C15FA2"/>
    <w:rsid w:val="00C16353"/>
    <w:rsid w:val="00C16705"/>
    <w:rsid w:val="00C169DA"/>
    <w:rsid w:val="00C2043B"/>
    <w:rsid w:val="00C2082E"/>
    <w:rsid w:val="00C20943"/>
    <w:rsid w:val="00C20EC1"/>
    <w:rsid w:val="00C214B9"/>
    <w:rsid w:val="00C22370"/>
    <w:rsid w:val="00C22979"/>
    <w:rsid w:val="00C22C2C"/>
    <w:rsid w:val="00C23A49"/>
    <w:rsid w:val="00C23F10"/>
    <w:rsid w:val="00C248A2"/>
    <w:rsid w:val="00C248E3"/>
    <w:rsid w:val="00C24DA1"/>
    <w:rsid w:val="00C2511E"/>
    <w:rsid w:val="00C2534C"/>
    <w:rsid w:val="00C25602"/>
    <w:rsid w:val="00C25813"/>
    <w:rsid w:val="00C25ECC"/>
    <w:rsid w:val="00C266A5"/>
    <w:rsid w:val="00C2682D"/>
    <w:rsid w:val="00C2718F"/>
    <w:rsid w:val="00C278FB"/>
    <w:rsid w:val="00C27BCD"/>
    <w:rsid w:val="00C27D98"/>
    <w:rsid w:val="00C301F6"/>
    <w:rsid w:val="00C3038B"/>
    <w:rsid w:val="00C30436"/>
    <w:rsid w:val="00C30BFA"/>
    <w:rsid w:val="00C312E2"/>
    <w:rsid w:val="00C3163B"/>
    <w:rsid w:val="00C31CDE"/>
    <w:rsid w:val="00C31D81"/>
    <w:rsid w:val="00C32AF1"/>
    <w:rsid w:val="00C32DE4"/>
    <w:rsid w:val="00C34230"/>
    <w:rsid w:val="00C346D8"/>
    <w:rsid w:val="00C34773"/>
    <w:rsid w:val="00C36189"/>
    <w:rsid w:val="00C363AA"/>
    <w:rsid w:val="00C36967"/>
    <w:rsid w:val="00C37733"/>
    <w:rsid w:val="00C37CB9"/>
    <w:rsid w:val="00C41449"/>
    <w:rsid w:val="00C42644"/>
    <w:rsid w:val="00C44B60"/>
    <w:rsid w:val="00C458F4"/>
    <w:rsid w:val="00C46F3C"/>
    <w:rsid w:val="00C477E4"/>
    <w:rsid w:val="00C4783A"/>
    <w:rsid w:val="00C47A62"/>
    <w:rsid w:val="00C50193"/>
    <w:rsid w:val="00C505F1"/>
    <w:rsid w:val="00C517CF"/>
    <w:rsid w:val="00C51ADD"/>
    <w:rsid w:val="00C5306A"/>
    <w:rsid w:val="00C5349B"/>
    <w:rsid w:val="00C53708"/>
    <w:rsid w:val="00C53E1A"/>
    <w:rsid w:val="00C5435B"/>
    <w:rsid w:val="00C546BB"/>
    <w:rsid w:val="00C547B6"/>
    <w:rsid w:val="00C54C36"/>
    <w:rsid w:val="00C552C2"/>
    <w:rsid w:val="00C55B9C"/>
    <w:rsid w:val="00C55C80"/>
    <w:rsid w:val="00C56714"/>
    <w:rsid w:val="00C57143"/>
    <w:rsid w:val="00C57839"/>
    <w:rsid w:val="00C57CD6"/>
    <w:rsid w:val="00C60701"/>
    <w:rsid w:val="00C60B05"/>
    <w:rsid w:val="00C60D13"/>
    <w:rsid w:val="00C61518"/>
    <w:rsid w:val="00C61619"/>
    <w:rsid w:val="00C6193B"/>
    <w:rsid w:val="00C63202"/>
    <w:rsid w:val="00C6367D"/>
    <w:rsid w:val="00C63684"/>
    <w:rsid w:val="00C638A1"/>
    <w:rsid w:val="00C6516C"/>
    <w:rsid w:val="00C66101"/>
    <w:rsid w:val="00C670A2"/>
    <w:rsid w:val="00C6763F"/>
    <w:rsid w:val="00C67CE3"/>
    <w:rsid w:val="00C70634"/>
    <w:rsid w:val="00C708F8"/>
    <w:rsid w:val="00C70CCE"/>
    <w:rsid w:val="00C71196"/>
    <w:rsid w:val="00C7154D"/>
    <w:rsid w:val="00C71BF9"/>
    <w:rsid w:val="00C724C5"/>
    <w:rsid w:val="00C726A4"/>
    <w:rsid w:val="00C7378A"/>
    <w:rsid w:val="00C739C6"/>
    <w:rsid w:val="00C73B06"/>
    <w:rsid w:val="00C73E84"/>
    <w:rsid w:val="00C73ECE"/>
    <w:rsid w:val="00C7442D"/>
    <w:rsid w:val="00C74F3D"/>
    <w:rsid w:val="00C75C6E"/>
    <w:rsid w:val="00C7618D"/>
    <w:rsid w:val="00C765F3"/>
    <w:rsid w:val="00C77D87"/>
    <w:rsid w:val="00C80283"/>
    <w:rsid w:val="00C8086D"/>
    <w:rsid w:val="00C80A32"/>
    <w:rsid w:val="00C81CE0"/>
    <w:rsid w:val="00C8207F"/>
    <w:rsid w:val="00C82347"/>
    <w:rsid w:val="00C83207"/>
    <w:rsid w:val="00C83577"/>
    <w:rsid w:val="00C835E6"/>
    <w:rsid w:val="00C841FA"/>
    <w:rsid w:val="00C84CCF"/>
    <w:rsid w:val="00C85227"/>
    <w:rsid w:val="00C85E43"/>
    <w:rsid w:val="00C8662B"/>
    <w:rsid w:val="00C869AD"/>
    <w:rsid w:val="00C86C31"/>
    <w:rsid w:val="00C902D4"/>
    <w:rsid w:val="00C90668"/>
    <w:rsid w:val="00C90C6F"/>
    <w:rsid w:val="00C90D18"/>
    <w:rsid w:val="00C90EA2"/>
    <w:rsid w:val="00C9150A"/>
    <w:rsid w:val="00C91905"/>
    <w:rsid w:val="00C9225C"/>
    <w:rsid w:val="00C92415"/>
    <w:rsid w:val="00C927E6"/>
    <w:rsid w:val="00C92D27"/>
    <w:rsid w:val="00C92E47"/>
    <w:rsid w:val="00C93065"/>
    <w:rsid w:val="00C93202"/>
    <w:rsid w:val="00C93233"/>
    <w:rsid w:val="00C93756"/>
    <w:rsid w:val="00C94496"/>
    <w:rsid w:val="00C94845"/>
    <w:rsid w:val="00C952D1"/>
    <w:rsid w:val="00C955CC"/>
    <w:rsid w:val="00C95D4B"/>
    <w:rsid w:val="00C96F36"/>
    <w:rsid w:val="00C976A2"/>
    <w:rsid w:val="00CA0857"/>
    <w:rsid w:val="00CA0D71"/>
    <w:rsid w:val="00CA1066"/>
    <w:rsid w:val="00CA16BA"/>
    <w:rsid w:val="00CA174B"/>
    <w:rsid w:val="00CA1A18"/>
    <w:rsid w:val="00CA1BE3"/>
    <w:rsid w:val="00CA1D4D"/>
    <w:rsid w:val="00CA2268"/>
    <w:rsid w:val="00CA2483"/>
    <w:rsid w:val="00CA2928"/>
    <w:rsid w:val="00CA2B92"/>
    <w:rsid w:val="00CA3161"/>
    <w:rsid w:val="00CA33C9"/>
    <w:rsid w:val="00CA3A79"/>
    <w:rsid w:val="00CA3DA5"/>
    <w:rsid w:val="00CA4415"/>
    <w:rsid w:val="00CA4472"/>
    <w:rsid w:val="00CA4EC1"/>
    <w:rsid w:val="00CA5640"/>
    <w:rsid w:val="00CA608A"/>
    <w:rsid w:val="00CA60CB"/>
    <w:rsid w:val="00CA6417"/>
    <w:rsid w:val="00CA6C16"/>
    <w:rsid w:val="00CA7100"/>
    <w:rsid w:val="00CA7865"/>
    <w:rsid w:val="00CA7E52"/>
    <w:rsid w:val="00CB070E"/>
    <w:rsid w:val="00CB079D"/>
    <w:rsid w:val="00CB0AC2"/>
    <w:rsid w:val="00CB196D"/>
    <w:rsid w:val="00CB2E99"/>
    <w:rsid w:val="00CB34B0"/>
    <w:rsid w:val="00CB350C"/>
    <w:rsid w:val="00CB3CEC"/>
    <w:rsid w:val="00CB3E8D"/>
    <w:rsid w:val="00CB487F"/>
    <w:rsid w:val="00CB5262"/>
    <w:rsid w:val="00CB53CC"/>
    <w:rsid w:val="00CB5429"/>
    <w:rsid w:val="00CB5EB0"/>
    <w:rsid w:val="00CB6655"/>
    <w:rsid w:val="00CB6667"/>
    <w:rsid w:val="00CB6C8D"/>
    <w:rsid w:val="00CB7709"/>
    <w:rsid w:val="00CB7BBE"/>
    <w:rsid w:val="00CC2CA7"/>
    <w:rsid w:val="00CC34A3"/>
    <w:rsid w:val="00CC36E7"/>
    <w:rsid w:val="00CC3EBF"/>
    <w:rsid w:val="00CC40AD"/>
    <w:rsid w:val="00CC5500"/>
    <w:rsid w:val="00CC6B30"/>
    <w:rsid w:val="00CC6ECE"/>
    <w:rsid w:val="00CC74AF"/>
    <w:rsid w:val="00CC76CF"/>
    <w:rsid w:val="00CD0006"/>
    <w:rsid w:val="00CD0060"/>
    <w:rsid w:val="00CD00F5"/>
    <w:rsid w:val="00CD012F"/>
    <w:rsid w:val="00CD0418"/>
    <w:rsid w:val="00CD0BE2"/>
    <w:rsid w:val="00CD0D75"/>
    <w:rsid w:val="00CD0D82"/>
    <w:rsid w:val="00CD17AC"/>
    <w:rsid w:val="00CD1CF6"/>
    <w:rsid w:val="00CD1EC8"/>
    <w:rsid w:val="00CD2584"/>
    <w:rsid w:val="00CD27AB"/>
    <w:rsid w:val="00CD2941"/>
    <w:rsid w:val="00CD2F9D"/>
    <w:rsid w:val="00CD344F"/>
    <w:rsid w:val="00CD35C7"/>
    <w:rsid w:val="00CD4E2E"/>
    <w:rsid w:val="00CD5034"/>
    <w:rsid w:val="00CD55EE"/>
    <w:rsid w:val="00CD57FF"/>
    <w:rsid w:val="00CD5F46"/>
    <w:rsid w:val="00CD6A6B"/>
    <w:rsid w:val="00CD6B21"/>
    <w:rsid w:val="00CE047C"/>
    <w:rsid w:val="00CE0890"/>
    <w:rsid w:val="00CE090E"/>
    <w:rsid w:val="00CE095F"/>
    <w:rsid w:val="00CE1651"/>
    <w:rsid w:val="00CE20C4"/>
    <w:rsid w:val="00CE2E88"/>
    <w:rsid w:val="00CE44F5"/>
    <w:rsid w:val="00CE4D09"/>
    <w:rsid w:val="00CE4DB6"/>
    <w:rsid w:val="00CE7469"/>
    <w:rsid w:val="00CE74F6"/>
    <w:rsid w:val="00CE7870"/>
    <w:rsid w:val="00CF02F6"/>
    <w:rsid w:val="00CF0349"/>
    <w:rsid w:val="00CF0B01"/>
    <w:rsid w:val="00CF0E1A"/>
    <w:rsid w:val="00CF0EAF"/>
    <w:rsid w:val="00CF1F84"/>
    <w:rsid w:val="00CF2634"/>
    <w:rsid w:val="00CF2639"/>
    <w:rsid w:val="00CF2D97"/>
    <w:rsid w:val="00CF30F8"/>
    <w:rsid w:val="00CF331C"/>
    <w:rsid w:val="00CF33CD"/>
    <w:rsid w:val="00CF35DA"/>
    <w:rsid w:val="00CF3722"/>
    <w:rsid w:val="00CF3740"/>
    <w:rsid w:val="00CF401A"/>
    <w:rsid w:val="00CF4327"/>
    <w:rsid w:val="00CF4C49"/>
    <w:rsid w:val="00CF4EC0"/>
    <w:rsid w:val="00CF570C"/>
    <w:rsid w:val="00CF7280"/>
    <w:rsid w:val="00CF740D"/>
    <w:rsid w:val="00CF7E60"/>
    <w:rsid w:val="00D000A7"/>
    <w:rsid w:val="00D0058F"/>
    <w:rsid w:val="00D00C4B"/>
    <w:rsid w:val="00D010C1"/>
    <w:rsid w:val="00D0186A"/>
    <w:rsid w:val="00D01BCF"/>
    <w:rsid w:val="00D01D10"/>
    <w:rsid w:val="00D02D0C"/>
    <w:rsid w:val="00D03553"/>
    <w:rsid w:val="00D03868"/>
    <w:rsid w:val="00D04C86"/>
    <w:rsid w:val="00D05BE1"/>
    <w:rsid w:val="00D07B7F"/>
    <w:rsid w:val="00D07C8F"/>
    <w:rsid w:val="00D1016C"/>
    <w:rsid w:val="00D11101"/>
    <w:rsid w:val="00D11202"/>
    <w:rsid w:val="00D114E9"/>
    <w:rsid w:val="00D1186A"/>
    <w:rsid w:val="00D13836"/>
    <w:rsid w:val="00D1392A"/>
    <w:rsid w:val="00D14233"/>
    <w:rsid w:val="00D149D0"/>
    <w:rsid w:val="00D161AF"/>
    <w:rsid w:val="00D164D3"/>
    <w:rsid w:val="00D16AA6"/>
    <w:rsid w:val="00D16F1A"/>
    <w:rsid w:val="00D1762B"/>
    <w:rsid w:val="00D1779F"/>
    <w:rsid w:val="00D1784F"/>
    <w:rsid w:val="00D17B12"/>
    <w:rsid w:val="00D17C3C"/>
    <w:rsid w:val="00D207E8"/>
    <w:rsid w:val="00D20E37"/>
    <w:rsid w:val="00D20E6C"/>
    <w:rsid w:val="00D21704"/>
    <w:rsid w:val="00D21C07"/>
    <w:rsid w:val="00D21CBA"/>
    <w:rsid w:val="00D22014"/>
    <w:rsid w:val="00D22261"/>
    <w:rsid w:val="00D22436"/>
    <w:rsid w:val="00D224C8"/>
    <w:rsid w:val="00D22792"/>
    <w:rsid w:val="00D2280A"/>
    <w:rsid w:val="00D22E75"/>
    <w:rsid w:val="00D24393"/>
    <w:rsid w:val="00D24E6E"/>
    <w:rsid w:val="00D250A7"/>
    <w:rsid w:val="00D2529F"/>
    <w:rsid w:val="00D259CC"/>
    <w:rsid w:val="00D267D4"/>
    <w:rsid w:val="00D2727F"/>
    <w:rsid w:val="00D272DB"/>
    <w:rsid w:val="00D27BA3"/>
    <w:rsid w:val="00D314A6"/>
    <w:rsid w:val="00D31D88"/>
    <w:rsid w:val="00D32AAC"/>
    <w:rsid w:val="00D336D9"/>
    <w:rsid w:val="00D34622"/>
    <w:rsid w:val="00D35331"/>
    <w:rsid w:val="00D355B7"/>
    <w:rsid w:val="00D35FBB"/>
    <w:rsid w:val="00D3608D"/>
    <w:rsid w:val="00D365EB"/>
    <w:rsid w:val="00D36D01"/>
    <w:rsid w:val="00D37DD6"/>
    <w:rsid w:val="00D40F21"/>
    <w:rsid w:val="00D41653"/>
    <w:rsid w:val="00D416AA"/>
    <w:rsid w:val="00D41920"/>
    <w:rsid w:val="00D41D76"/>
    <w:rsid w:val="00D4205C"/>
    <w:rsid w:val="00D42B80"/>
    <w:rsid w:val="00D42E0B"/>
    <w:rsid w:val="00D42FDC"/>
    <w:rsid w:val="00D4341C"/>
    <w:rsid w:val="00D446B4"/>
    <w:rsid w:val="00D448AB"/>
    <w:rsid w:val="00D44E86"/>
    <w:rsid w:val="00D456C7"/>
    <w:rsid w:val="00D456C9"/>
    <w:rsid w:val="00D45A8E"/>
    <w:rsid w:val="00D463E6"/>
    <w:rsid w:val="00D46C28"/>
    <w:rsid w:val="00D50320"/>
    <w:rsid w:val="00D50596"/>
    <w:rsid w:val="00D5065F"/>
    <w:rsid w:val="00D5080C"/>
    <w:rsid w:val="00D50AAB"/>
    <w:rsid w:val="00D51158"/>
    <w:rsid w:val="00D51B36"/>
    <w:rsid w:val="00D52A1B"/>
    <w:rsid w:val="00D53B5E"/>
    <w:rsid w:val="00D54E72"/>
    <w:rsid w:val="00D55775"/>
    <w:rsid w:val="00D56247"/>
    <w:rsid w:val="00D56F15"/>
    <w:rsid w:val="00D5711B"/>
    <w:rsid w:val="00D57330"/>
    <w:rsid w:val="00D577E9"/>
    <w:rsid w:val="00D57B54"/>
    <w:rsid w:val="00D57DF0"/>
    <w:rsid w:val="00D606C3"/>
    <w:rsid w:val="00D60F99"/>
    <w:rsid w:val="00D61322"/>
    <w:rsid w:val="00D6151B"/>
    <w:rsid w:val="00D621D0"/>
    <w:rsid w:val="00D62A7B"/>
    <w:rsid w:val="00D63EF4"/>
    <w:rsid w:val="00D64A28"/>
    <w:rsid w:val="00D6550C"/>
    <w:rsid w:val="00D65561"/>
    <w:rsid w:val="00D659E0"/>
    <w:rsid w:val="00D65E52"/>
    <w:rsid w:val="00D66359"/>
    <w:rsid w:val="00D66706"/>
    <w:rsid w:val="00D67F24"/>
    <w:rsid w:val="00D71FF3"/>
    <w:rsid w:val="00D72189"/>
    <w:rsid w:val="00D72B26"/>
    <w:rsid w:val="00D72DB6"/>
    <w:rsid w:val="00D7327F"/>
    <w:rsid w:val="00D74752"/>
    <w:rsid w:val="00D747AF"/>
    <w:rsid w:val="00D748B6"/>
    <w:rsid w:val="00D74BE8"/>
    <w:rsid w:val="00D74C7A"/>
    <w:rsid w:val="00D74DB3"/>
    <w:rsid w:val="00D7528E"/>
    <w:rsid w:val="00D754A8"/>
    <w:rsid w:val="00D75FD6"/>
    <w:rsid w:val="00D76007"/>
    <w:rsid w:val="00D76E67"/>
    <w:rsid w:val="00D77CE1"/>
    <w:rsid w:val="00D80127"/>
    <w:rsid w:val="00D80593"/>
    <w:rsid w:val="00D80C2E"/>
    <w:rsid w:val="00D81250"/>
    <w:rsid w:val="00D81896"/>
    <w:rsid w:val="00D818DF"/>
    <w:rsid w:val="00D81A84"/>
    <w:rsid w:val="00D81DEB"/>
    <w:rsid w:val="00D822FA"/>
    <w:rsid w:val="00D836B8"/>
    <w:rsid w:val="00D84D05"/>
    <w:rsid w:val="00D85136"/>
    <w:rsid w:val="00D853AF"/>
    <w:rsid w:val="00D8545E"/>
    <w:rsid w:val="00D85E19"/>
    <w:rsid w:val="00D862C7"/>
    <w:rsid w:val="00D86FFA"/>
    <w:rsid w:val="00D87E12"/>
    <w:rsid w:val="00D900C3"/>
    <w:rsid w:val="00D90144"/>
    <w:rsid w:val="00D90B68"/>
    <w:rsid w:val="00D90CA3"/>
    <w:rsid w:val="00D90D38"/>
    <w:rsid w:val="00D90F31"/>
    <w:rsid w:val="00D91588"/>
    <w:rsid w:val="00D918B4"/>
    <w:rsid w:val="00D92B64"/>
    <w:rsid w:val="00D92D66"/>
    <w:rsid w:val="00D93120"/>
    <w:rsid w:val="00D93470"/>
    <w:rsid w:val="00D934EF"/>
    <w:rsid w:val="00D9350C"/>
    <w:rsid w:val="00D93CD1"/>
    <w:rsid w:val="00D9443D"/>
    <w:rsid w:val="00D9445B"/>
    <w:rsid w:val="00D944FA"/>
    <w:rsid w:val="00D9493B"/>
    <w:rsid w:val="00D951DD"/>
    <w:rsid w:val="00D97577"/>
    <w:rsid w:val="00D97D05"/>
    <w:rsid w:val="00D97EF5"/>
    <w:rsid w:val="00DA04D7"/>
    <w:rsid w:val="00DA0B09"/>
    <w:rsid w:val="00DA1426"/>
    <w:rsid w:val="00DA172F"/>
    <w:rsid w:val="00DA19E1"/>
    <w:rsid w:val="00DA1F02"/>
    <w:rsid w:val="00DA2EA9"/>
    <w:rsid w:val="00DA3867"/>
    <w:rsid w:val="00DA3D1B"/>
    <w:rsid w:val="00DA3D3B"/>
    <w:rsid w:val="00DA41E0"/>
    <w:rsid w:val="00DA44A1"/>
    <w:rsid w:val="00DA62D6"/>
    <w:rsid w:val="00DA63B4"/>
    <w:rsid w:val="00DA681E"/>
    <w:rsid w:val="00DA6A1B"/>
    <w:rsid w:val="00DA6A50"/>
    <w:rsid w:val="00DA6EB0"/>
    <w:rsid w:val="00DB007A"/>
    <w:rsid w:val="00DB02CA"/>
    <w:rsid w:val="00DB08F8"/>
    <w:rsid w:val="00DB0C30"/>
    <w:rsid w:val="00DB0C54"/>
    <w:rsid w:val="00DB3457"/>
    <w:rsid w:val="00DB3ED8"/>
    <w:rsid w:val="00DB4A0C"/>
    <w:rsid w:val="00DB4D68"/>
    <w:rsid w:val="00DB5344"/>
    <w:rsid w:val="00DB65D0"/>
    <w:rsid w:val="00DB779E"/>
    <w:rsid w:val="00DB7816"/>
    <w:rsid w:val="00DC0025"/>
    <w:rsid w:val="00DC1FF9"/>
    <w:rsid w:val="00DC250F"/>
    <w:rsid w:val="00DC2F6A"/>
    <w:rsid w:val="00DC4281"/>
    <w:rsid w:val="00DC42AD"/>
    <w:rsid w:val="00DC4507"/>
    <w:rsid w:val="00DC4A2F"/>
    <w:rsid w:val="00DC4E0E"/>
    <w:rsid w:val="00DC5AB7"/>
    <w:rsid w:val="00DC677E"/>
    <w:rsid w:val="00DC71C9"/>
    <w:rsid w:val="00DC7228"/>
    <w:rsid w:val="00DC76C5"/>
    <w:rsid w:val="00DC7945"/>
    <w:rsid w:val="00DD0054"/>
    <w:rsid w:val="00DD03EB"/>
    <w:rsid w:val="00DD076F"/>
    <w:rsid w:val="00DD0DB6"/>
    <w:rsid w:val="00DD0F9A"/>
    <w:rsid w:val="00DD1235"/>
    <w:rsid w:val="00DD164B"/>
    <w:rsid w:val="00DD183D"/>
    <w:rsid w:val="00DD1AD4"/>
    <w:rsid w:val="00DD1EB5"/>
    <w:rsid w:val="00DD30A9"/>
    <w:rsid w:val="00DD32F1"/>
    <w:rsid w:val="00DD36ED"/>
    <w:rsid w:val="00DD3722"/>
    <w:rsid w:val="00DD37A7"/>
    <w:rsid w:val="00DD42F2"/>
    <w:rsid w:val="00DD4889"/>
    <w:rsid w:val="00DD4D99"/>
    <w:rsid w:val="00DD6031"/>
    <w:rsid w:val="00DD68B5"/>
    <w:rsid w:val="00DD69C1"/>
    <w:rsid w:val="00DD7E61"/>
    <w:rsid w:val="00DD7EF6"/>
    <w:rsid w:val="00DE11DE"/>
    <w:rsid w:val="00DE16F2"/>
    <w:rsid w:val="00DE2895"/>
    <w:rsid w:val="00DE2A78"/>
    <w:rsid w:val="00DE33E2"/>
    <w:rsid w:val="00DE3714"/>
    <w:rsid w:val="00DE381E"/>
    <w:rsid w:val="00DE4216"/>
    <w:rsid w:val="00DE425E"/>
    <w:rsid w:val="00DE57E6"/>
    <w:rsid w:val="00DE5950"/>
    <w:rsid w:val="00DE6631"/>
    <w:rsid w:val="00DE7A13"/>
    <w:rsid w:val="00DE7BA4"/>
    <w:rsid w:val="00DE7BFF"/>
    <w:rsid w:val="00DF0A16"/>
    <w:rsid w:val="00DF11A9"/>
    <w:rsid w:val="00DF2ED2"/>
    <w:rsid w:val="00DF3C69"/>
    <w:rsid w:val="00DF485D"/>
    <w:rsid w:val="00DF48E8"/>
    <w:rsid w:val="00DF5716"/>
    <w:rsid w:val="00DF6E91"/>
    <w:rsid w:val="00DF799D"/>
    <w:rsid w:val="00E00502"/>
    <w:rsid w:val="00E00552"/>
    <w:rsid w:val="00E00A68"/>
    <w:rsid w:val="00E011BC"/>
    <w:rsid w:val="00E011C3"/>
    <w:rsid w:val="00E01E3F"/>
    <w:rsid w:val="00E027E7"/>
    <w:rsid w:val="00E02BE1"/>
    <w:rsid w:val="00E03062"/>
    <w:rsid w:val="00E03ACB"/>
    <w:rsid w:val="00E0433F"/>
    <w:rsid w:val="00E044C0"/>
    <w:rsid w:val="00E0456A"/>
    <w:rsid w:val="00E04EA6"/>
    <w:rsid w:val="00E062DF"/>
    <w:rsid w:val="00E06581"/>
    <w:rsid w:val="00E07884"/>
    <w:rsid w:val="00E108F2"/>
    <w:rsid w:val="00E10A6E"/>
    <w:rsid w:val="00E11366"/>
    <w:rsid w:val="00E11780"/>
    <w:rsid w:val="00E147A4"/>
    <w:rsid w:val="00E14A95"/>
    <w:rsid w:val="00E14AFD"/>
    <w:rsid w:val="00E14C6C"/>
    <w:rsid w:val="00E14CFC"/>
    <w:rsid w:val="00E15BCC"/>
    <w:rsid w:val="00E16FB2"/>
    <w:rsid w:val="00E17038"/>
    <w:rsid w:val="00E17E3E"/>
    <w:rsid w:val="00E207DA"/>
    <w:rsid w:val="00E21303"/>
    <w:rsid w:val="00E21F46"/>
    <w:rsid w:val="00E22E2F"/>
    <w:rsid w:val="00E23690"/>
    <w:rsid w:val="00E23FF2"/>
    <w:rsid w:val="00E24487"/>
    <w:rsid w:val="00E24DF8"/>
    <w:rsid w:val="00E261C6"/>
    <w:rsid w:val="00E26326"/>
    <w:rsid w:val="00E269E6"/>
    <w:rsid w:val="00E27383"/>
    <w:rsid w:val="00E27411"/>
    <w:rsid w:val="00E27B6A"/>
    <w:rsid w:val="00E27E15"/>
    <w:rsid w:val="00E31C17"/>
    <w:rsid w:val="00E31D46"/>
    <w:rsid w:val="00E322BF"/>
    <w:rsid w:val="00E32562"/>
    <w:rsid w:val="00E33AFC"/>
    <w:rsid w:val="00E35F64"/>
    <w:rsid w:val="00E365FF"/>
    <w:rsid w:val="00E36A15"/>
    <w:rsid w:val="00E36D74"/>
    <w:rsid w:val="00E401CC"/>
    <w:rsid w:val="00E40BEF"/>
    <w:rsid w:val="00E4164F"/>
    <w:rsid w:val="00E41A35"/>
    <w:rsid w:val="00E41BAC"/>
    <w:rsid w:val="00E423D9"/>
    <w:rsid w:val="00E42867"/>
    <w:rsid w:val="00E433BF"/>
    <w:rsid w:val="00E43575"/>
    <w:rsid w:val="00E44841"/>
    <w:rsid w:val="00E44ABB"/>
    <w:rsid w:val="00E45D09"/>
    <w:rsid w:val="00E468C4"/>
    <w:rsid w:val="00E46F45"/>
    <w:rsid w:val="00E474A6"/>
    <w:rsid w:val="00E50534"/>
    <w:rsid w:val="00E50AA7"/>
    <w:rsid w:val="00E521EF"/>
    <w:rsid w:val="00E52937"/>
    <w:rsid w:val="00E537DF"/>
    <w:rsid w:val="00E53C15"/>
    <w:rsid w:val="00E54922"/>
    <w:rsid w:val="00E54F9D"/>
    <w:rsid w:val="00E5514C"/>
    <w:rsid w:val="00E5545F"/>
    <w:rsid w:val="00E5614E"/>
    <w:rsid w:val="00E5691D"/>
    <w:rsid w:val="00E57527"/>
    <w:rsid w:val="00E578E2"/>
    <w:rsid w:val="00E57BEE"/>
    <w:rsid w:val="00E600AD"/>
    <w:rsid w:val="00E6080D"/>
    <w:rsid w:val="00E610AE"/>
    <w:rsid w:val="00E612DA"/>
    <w:rsid w:val="00E612F9"/>
    <w:rsid w:val="00E61500"/>
    <w:rsid w:val="00E61577"/>
    <w:rsid w:val="00E61AEA"/>
    <w:rsid w:val="00E61C27"/>
    <w:rsid w:val="00E61C6D"/>
    <w:rsid w:val="00E62A65"/>
    <w:rsid w:val="00E63983"/>
    <w:rsid w:val="00E648AB"/>
    <w:rsid w:val="00E64C95"/>
    <w:rsid w:val="00E658FB"/>
    <w:rsid w:val="00E65F65"/>
    <w:rsid w:val="00E662BC"/>
    <w:rsid w:val="00E66346"/>
    <w:rsid w:val="00E66846"/>
    <w:rsid w:val="00E6689C"/>
    <w:rsid w:val="00E66A05"/>
    <w:rsid w:val="00E66BFA"/>
    <w:rsid w:val="00E6721A"/>
    <w:rsid w:val="00E67A77"/>
    <w:rsid w:val="00E67B73"/>
    <w:rsid w:val="00E703BA"/>
    <w:rsid w:val="00E70B79"/>
    <w:rsid w:val="00E70ED8"/>
    <w:rsid w:val="00E71A5B"/>
    <w:rsid w:val="00E72406"/>
    <w:rsid w:val="00E725C6"/>
    <w:rsid w:val="00E730EC"/>
    <w:rsid w:val="00E731E8"/>
    <w:rsid w:val="00E74335"/>
    <w:rsid w:val="00E75376"/>
    <w:rsid w:val="00E7551D"/>
    <w:rsid w:val="00E756B5"/>
    <w:rsid w:val="00E77864"/>
    <w:rsid w:val="00E80248"/>
    <w:rsid w:val="00E80AA3"/>
    <w:rsid w:val="00E80BB1"/>
    <w:rsid w:val="00E81637"/>
    <w:rsid w:val="00E8169A"/>
    <w:rsid w:val="00E81FF4"/>
    <w:rsid w:val="00E82402"/>
    <w:rsid w:val="00E8292F"/>
    <w:rsid w:val="00E82B53"/>
    <w:rsid w:val="00E82C4C"/>
    <w:rsid w:val="00E82CA4"/>
    <w:rsid w:val="00E82DDB"/>
    <w:rsid w:val="00E83041"/>
    <w:rsid w:val="00E831A5"/>
    <w:rsid w:val="00E83DA5"/>
    <w:rsid w:val="00E84A4B"/>
    <w:rsid w:val="00E852D1"/>
    <w:rsid w:val="00E85766"/>
    <w:rsid w:val="00E85E75"/>
    <w:rsid w:val="00E85F1A"/>
    <w:rsid w:val="00E86186"/>
    <w:rsid w:val="00E865D5"/>
    <w:rsid w:val="00E8694B"/>
    <w:rsid w:val="00E86BA0"/>
    <w:rsid w:val="00E87484"/>
    <w:rsid w:val="00E877AB"/>
    <w:rsid w:val="00E901D4"/>
    <w:rsid w:val="00E9065C"/>
    <w:rsid w:val="00E916AD"/>
    <w:rsid w:val="00E93038"/>
    <w:rsid w:val="00E939A5"/>
    <w:rsid w:val="00E94414"/>
    <w:rsid w:val="00E944EE"/>
    <w:rsid w:val="00E9462A"/>
    <w:rsid w:val="00E94BF3"/>
    <w:rsid w:val="00E95811"/>
    <w:rsid w:val="00E96597"/>
    <w:rsid w:val="00E96FC9"/>
    <w:rsid w:val="00E9736B"/>
    <w:rsid w:val="00E97C04"/>
    <w:rsid w:val="00EA0214"/>
    <w:rsid w:val="00EA0534"/>
    <w:rsid w:val="00EA1314"/>
    <w:rsid w:val="00EA1AA3"/>
    <w:rsid w:val="00EA1BBE"/>
    <w:rsid w:val="00EA1C54"/>
    <w:rsid w:val="00EA23D8"/>
    <w:rsid w:val="00EA241C"/>
    <w:rsid w:val="00EA2A4C"/>
    <w:rsid w:val="00EA342D"/>
    <w:rsid w:val="00EA3BBF"/>
    <w:rsid w:val="00EA47ED"/>
    <w:rsid w:val="00EA4DB5"/>
    <w:rsid w:val="00EA5745"/>
    <w:rsid w:val="00EA5838"/>
    <w:rsid w:val="00EA59FC"/>
    <w:rsid w:val="00EA66D0"/>
    <w:rsid w:val="00EA6A15"/>
    <w:rsid w:val="00EA6F76"/>
    <w:rsid w:val="00EB0064"/>
    <w:rsid w:val="00EB00F6"/>
    <w:rsid w:val="00EB0437"/>
    <w:rsid w:val="00EB0493"/>
    <w:rsid w:val="00EB0A22"/>
    <w:rsid w:val="00EB0E0A"/>
    <w:rsid w:val="00EB122A"/>
    <w:rsid w:val="00EB12CC"/>
    <w:rsid w:val="00EB1748"/>
    <w:rsid w:val="00EB1766"/>
    <w:rsid w:val="00EB22E2"/>
    <w:rsid w:val="00EB2834"/>
    <w:rsid w:val="00EB34CB"/>
    <w:rsid w:val="00EB43E0"/>
    <w:rsid w:val="00EB4DDE"/>
    <w:rsid w:val="00EB5A4C"/>
    <w:rsid w:val="00EB5D86"/>
    <w:rsid w:val="00EB688F"/>
    <w:rsid w:val="00EC0C0A"/>
    <w:rsid w:val="00EC13CC"/>
    <w:rsid w:val="00EC1ED9"/>
    <w:rsid w:val="00EC26C8"/>
    <w:rsid w:val="00EC28D3"/>
    <w:rsid w:val="00EC324F"/>
    <w:rsid w:val="00EC35BA"/>
    <w:rsid w:val="00EC380D"/>
    <w:rsid w:val="00EC390C"/>
    <w:rsid w:val="00EC428F"/>
    <w:rsid w:val="00EC42E9"/>
    <w:rsid w:val="00EC5790"/>
    <w:rsid w:val="00EC59CE"/>
    <w:rsid w:val="00EC5BCA"/>
    <w:rsid w:val="00EC6089"/>
    <w:rsid w:val="00EC61CF"/>
    <w:rsid w:val="00EC63A5"/>
    <w:rsid w:val="00EC6886"/>
    <w:rsid w:val="00EC68FC"/>
    <w:rsid w:val="00EC6AAA"/>
    <w:rsid w:val="00EC6B54"/>
    <w:rsid w:val="00EC7FCE"/>
    <w:rsid w:val="00ED06E0"/>
    <w:rsid w:val="00ED187C"/>
    <w:rsid w:val="00ED18F5"/>
    <w:rsid w:val="00ED1FB1"/>
    <w:rsid w:val="00ED2353"/>
    <w:rsid w:val="00ED25A5"/>
    <w:rsid w:val="00ED2796"/>
    <w:rsid w:val="00ED2D47"/>
    <w:rsid w:val="00ED2EB7"/>
    <w:rsid w:val="00ED36F5"/>
    <w:rsid w:val="00ED3725"/>
    <w:rsid w:val="00ED435E"/>
    <w:rsid w:val="00ED4921"/>
    <w:rsid w:val="00ED4C6F"/>
    <w:rsid w:val="00ED5285"/>
    <w:rsid w:val="00ED538D"/>
    <w:rsid w:val="00ED5A61"/>
    <w:rsid w:val="00ED710F"/>
    <w:rsid w:val="00ED77C3"/>
    <w:rsid w:val="00ED7F49"/>
    <w:rsid w:val="00EE0904"/>
    <w:rsid w:val="00EE1BF1"/>
    <w:rsid w:val="00EE2B51"/>
    <w:rsid w:val="00EE2C52"/>
    <w:rsid w:val="00EE2C8F"/>
    <w:rsid w:val="00EE2E1B"/>
    <w:rsid w:val="00EE4458"/>
    <w:rsid w:val="00EE483A"/>
    <w:rsid w:val="00EE4889"/>
    <w:rsid w:val="00EE57D9"/>
    <w:rsid w:val="00EE68D6"/>
    <w:rsid w:val="00EE6ABE"/>
    <w:rsid w:val="00EE7122"/>
    <w:rsid w:val="00EE74F5"/>
    <w:rsid w:val="00EE76F7"/>
    <w:rsid w:val="00EE789B"/>
    <w:rsid w:val="00EE7A2D"/>
    <w:rsid w:val="00EE7E13"/>
    <w:rsid w:val="00EF074C"/>
    <w:rsid w:val="00EF1065"/>
    <w:rsid w:val="00EF125B"/>
    <w:rsid w:val="00EF13E7"/>
    <w:rsid w:val="00EF16A7"/>
    <w:rsid w:val="00EF183F"/>
    <w:rsid w:val="00EF1C3F"/>
    <w:rsid w:val="00EF3072"/>
    <w:rsid w:val="00EF3708"/>
    <w:rsid w:val="00EF38E0"/>
    <w:rsid w:val="00EF3AA7"/>
    <w:rsid w:val="00EF4325"/>
    <w:rsid w:val="00EF437D"/>
    <w:rsid w:val="00EF473A"/>
    <w:rsid w:val="00EF47A7"/>
    <w:rsid w:val="00EF4BE8"/>
    <w:rsid w:val="00EF4BFF"/>
    <w:rsid w:val="00EF4D80"/>
    <w:rsid w:val="00EF533C"/>
    <w:rsid w:val="00EF5524"/>
    <w:rsid w:val="00EF6737"/>
    <w:rsid w:val="00EF6872"/>
    <w:rsid w:val="00EF69AC"/>
    <w:rsid w:val="00EF6BE8"/>
    <w:rsid w:val="00EF7261"/>
    <w:rsid w:val="00EF73C7"/>
    <w:rsid w:val="00EF77B5"/>
    <w:rsid w:val="00EF7AF5"/>
    <w:rsid w:val="00F00536"/>
    <w:rsid w:val="00F00A4A"/>
    <w:rsid w:val="00F00B0F"/>
    <w:rsid w:val="00F01D5F"/>
    <w:rsid w:val="00F01F46"/>
    <w:rsid w:val="00F022F4"/>
    <w:rsid w:val="00F027C8"/>
    <w:rsid w:val="00F02890"/>
    <w:rsid w:val="00F02A7A"/>
    <w:rsid w:val="00F02D7E"/>
    <w:rsid w:val="00F02E72"/>
    <w:rsid w:val="00F03188"/>
    <w:rsid w:val="00F03B11"/>
    <w:rsid w:val="00F03FED"/>
    <w:rsid w:val="00F04485"/>
    <w:rsid w:val="00F04594"/>
    <w:rsid w:val="00F04EE3"/>
    <w:rsid w:val="00F0581A"/>
    <w:rsid w:val="00F059D2"/>
    <w:rsid w:val="00F05CA4"/>
    <w:rsid w:val="00F05D5E"/>
    <w:rsid w:val="00F06299"/>
    <w:rsid w:val="00F06B3B"/>
    <w:rsid w:val="00F06C84"/>
    <w:rsid w:val="00F0716F"/>
    <w:rsid w:val="00F07737"/>
    <w:rsid w:val="00F07ECB"/>
    <w:rsid w:val="00F10408"/>
    <w:rsid w:val="00F10712"/>
    <w:rsid w:val="00F107F7"/>
    <w:rsid w:val="00F10EEB"/>
    <w:rsid w:val="00F11AD4"/>
    <w:rsid w:val="00F11D10"/>
    <w:rsid w:val="00F128A6"/>
    <w:rsid w:val="00F13469"/>
    <w:rsid w:val="00F1368E"/>
    <w:rsid w:val="00F13E69"/>
    <w:rsid w:val="00F14133"/>
    <w:rsid w:val="00F143AD"/>
    <w:rsid w:val="00F155B0"/>
    <w:rsid w:val="00F15618"/>
    <w:rsid w:val="00F157DA"/>
    <w:rsid w:val="00F15AD5"/>
    <w:rsid w:val="00F16ACA"/>
    <w:rsid w:val="00F16DF7"/>
    <w:rsid w:val="00F17277"/>
    <w:rsid w:val="00F2035B"/>
    <w:rsid w:val="00F20438"/>
    <w:rsid w:val="00F2184D"/>
    <w:rsid w:val="00F21A48"/>
    <w:rsid w:val="00F21BC1"/>
    <w:rsid w:val="00F24A85"/>
    <w:rsid w:val="00F2583C"/>
    <w:rsid w:val="00F25EE8"/>
    <w:rsid w:val="00F2648E"/>
    <w:rsid w:val="00F26B0F"/>
    <w:rsid w:val="00F27C3A"/>
    <w:rsid w:val="00F30514"/>
    <w:rsid w:val="00F30613"/>
    <w:rsid w:val="00F306A6"/>
    <w:rsid w:val="00F30AEE"/>
    <w:rsid w:val="00F30E58"/>
    <w:rsid w:val="00F31590"/>
    <w:rsid w:val="00F31AD0"/>
    <w:rsid w:val="00F32C0D"/>
    <w:rsid w:val="00F3343E"/>
    <w:rsid w:val="00F338E2"/>
    <w:rsid w:val="00F34083"/>
    <w:rsid w:val="00F346AA"/>
    <w:rsid w:val="00F3551F"/>
    <w:rsid w:val="00F35709"/>
    <w:rsid w:val="00F35982"/>
    <w:rsid w:val="00F35F94"/>
    <w:rsid w:val="00F3614F"/>
    <w:rsid w:val="00F3654B"/>
    <w:rsid w:val="00F36E01"/>
    <w:rsid w:val="00F37035"/>
    <w:rsid w:val="00F370FA"/>
    <w:rsid w:val="00F378C3"/>
    <w:rsid w:val="00F37C5D"/>
    <w:rsid w:val="00F40015"/>
    <w:rsid w:val="00F401AE"/>
    <w:rsid w:val="00F404AC"/>
    <w:rsid w:val="00F40555"/>
    <w:rsid w:val="00F41146"/>
    <w:rsid w:val="00F412F8"/>
    <w:rsid w:val="00F41884"/>
    <w:rsid w:val="00F41AC6"/>
    <w:rsid w:val="00F41E59"/>
    <w:rsid w:val="00F423A8"/>
    <w:rsid w:val="00F43084"/>
    <w:rsid w:val="00F4322E"/>
    <w:rsid w:val="00F43603"/>
    <w:rsid w:val="00F4395E"/>
    <w:rsid w:val="00F43AF4"/>
    <w:rsid w:val="00F43C07"/>
    <w:rsid w:val="00F4444A"/>
    <w:rsid w:val="00F44E1E"/>
    <w:rsid w:val="00F45C05"/>
    <w:rsid w:val="00F46643"/>
    <w:rsid w:val="00F4690F"/>
    <w:rsid w:val="00F46ADF"/>
    <w:rsid w:val="00F46E6E"/>
    <w:rsid w:val="00F472AC"/>
    <w:rsid w:val="00F4794E"/>
    <w:rsid w:val="00F5053E"/>
    <w:rsid w:val="00F50B50"/>
    <w:rsid w:val="00F50CB2"/>
    <w:rsid w:val="00F539D2"/>
    <w:rsid w:val="00F53B26"/>
    <w:rsid w:val="00F53F13"/>
    <w:rsid w:val="00F5457C"/>
    <w:rsid w:val="00F548A7"/>
    <w:rsid w:val="00F55985"/>
    <w:rsid w:val="00F56175"/>
    <w:rsid w:val="00F56250"/>
    <w:rsid w:val="00F56338"/>
    <w:rsid w:val="00F56583"/>
    <w:rsid w:val="00F5678C"/>
    <w:rsid w:val="00F60130"/>
    <w:rsid w:val="00F60711"/>
    <w:rsid w:val="00F60F00"/>
    <w:rsid w:val="00F61738"/>
    <w:rsid w:val="00F624AD"/>
    <w:rsid w:val="00F62B80"/>
    <w:rsid w:val="00F6499C"/>
    <w:rsid w:val="00F64D05"/>
    <w:rsid w:val="00F64E5F"/>
    <w:rsid w:val="00F65041"/>
    <w:rsid w:val="00F65252"/>
    <w:rsid w:val="00F659EF"/>
    <w:rsid w:val="00F65D5E"/>
    <w:rsid w:val="00F660A2"/>
    <w:rsid w:val="00F66386"/>
    <w:rsid w:val="00F6669C"/>
    <w:rsid w:val="00F6770C"/>
    <w:rsid w:val="00F6799B"/>
    <w:rsid w:val="00F67A91"/>
    <w:rsid w:val="00F70786"/>
    <w:rsid w:val="00F71813"/>
    <w:rsid w:val="00F718F4"/>
    <w:rsid w:val="00F7228C"/>
    <w:rsid w:val="00F72692"/>
    <w:rsid w:val="00F729BA"/>
    <w:rsid w:val="00F72D07"/>
    <w:rsid w:val="00F72DF1"/>
    <w:rsid w:val="00F72F6D"/>
    <w:rsid w:val="00F73005"/>
    <w:rsid w:val="00F73BB1"/>
    <w:rsid w:val="00F73D2B"/>
    <w:rsid w:val="00F73E89"/>
    <w:rsid w:val="00F73EC4"/>
    <w:rsid w:val="00F73FE2"/>
    <w:rsid w:val="00F7422C"/>
    <w:rsid w:val="00F745C0"/>
    <w:rsid w:val="00F74788"/>
    <w:rsid w:val="00F75005"/>
    <w:rsid w:val="00F753D9"/>
    <w:rsid w:val="00F75CE6"/>
    <w:rsid w:val="00F760A9"/>
    <w:rsid w:val="00F76121"/>
    <w:rsid w:val="00F7617D"/>
    <w:rsid w:val="00F762DE"/>
    <w:rsid w:val="00F76A79"/>
    <w:rsid w:val="00F76AEA"/>
    <w:rsid w:val="00F776F4"/>
    <w:rsid w:val="00F7798C"/>
    <w:rsid w:val="00F80137"/>
    <w:rsid w:val="00F80908"/>
    <w:rsid w:val="00F80DA7"/>
    <w:rsid w:val="00F81F14"/>
    <w:rsid w:val="00F8229C"/>
    <w:rsid w:val="00F8257B"/>
    <w:rsid w:val="00F82FC6"/>
    <w:rsid w:val="00F82FE4"/>
    <w:rsid w:val="00F83145"/>
    <w:rsid w:val="00F835B9"/>
    <w:rsid w:val="00F83761"/>
    <w:rsid w:val="00F83879"/>
    <w:rsid w:val="00F8403E"/>
    <w:rsid w:val="00F845C0"/>
    <w:rsid w:val="00F84F29"/>
    <w:rsid w:val="00F856FC"/>
    <w:rsid w:val="00F85AA5"/>
    <w:rsid w:val="00F85EC5"/>
    <w:rsid w:val="00F878CA"/>
    <w:rsid w:val="00F87902"/>
    <w:rsid w:val="00F915F7"/>
    <w:rsid w:val="00F9165E"/>
    <w:rsid w:val="00F9181B"/>
    <w:rsid w:val="00F91D47"/>
    <w:rsid w:val="00F9202C"/>
    <w:rsid w:val="00F92320"/>
    <w:rsid w:val="00F9272A"/>
    <w:rsid w:val="00F929E3"/>
    <w:rsid w:val="00F92A34"/>
    <w:rsid w:val="00F94196"/>
    <w:rsid w:val="00F94D34"/>
    <w:rsid w:val="00F94FFE"/>
    <w:rsid w:val="00F95417"/>
    <w:rsid w:val="00F961CA"/>
    <w:rsid w:val="00F9660A"/>
    <w:rsid w:val="00F96F4F"/>
    <w:rsid w:val="00F97073"/>
    <w:rsid w:val="00F97A76"/>
    <w:rsid w:val="00F97E92"/>
    <w:rsid w:val="00FA0890"/>
    <w:rsid w:val="00FA2232"/>
    <w:rsid w:val="00FA28B2"/>
    <w:rsid w:val="00FA3678"/>
    <w:rsid w:val="00FA5E61"/>
    <w:rsid w:val="00FA60A7"/>
    <w:rsid w:val="00FA61F1"/>
    <w:rsid w:val="00FA6A4A"/>
    <w:rsid w:val="00FA6C2B"/>
    <w:rsid w:val="00FA6E83"/>
    <w:rsid w:val="00FA7885"/>
    <w:rsid w:val="00FA7F12"/>
    <w:rsid w:val="00FB08BA"/>
    <w:rsid w:val="00FB21B4"/>
    <w:rsid w:val="00FB2427"/>
    <w:rsid w:val="00FB2DCF"/>
    <w:rsid w:val="00FB2FD9"/>
    <w:rsid w:val="00FB3E18"/>
    <w:rsid w:val="00FB3E8C"/>
    <w:rsid w:val="00FB42A7"/>
    <w:rsid w:val="00FB491B"/>
    <w:rsid w:val="00FB544D"/>
    <w:rsid w:val="00FB6710"/>
    <w:rsid w:val="00FB6DB4"/>
    <w:rsid w:val="00FB7322"/>
    <w:rsid w:val="00FB7E94"/>
    <w:rsid w:val="00FC1C5C"/>
    <w:rsid w:val="00FC1C7B"/>
    <w:rsid w:val="00FC205B"/>
    <w:rsid w:val="00FC3214"/>
    <w:rsid w:val="00FC3808"/>
    <w:rsid w:val="00FC3AA8"/>
    <w:rsid w:val="00FC3BE1"/>
    <w:rsid w:val="00FC3C2D"/>
    <w:rsid w:val="00FC544B"/>
    <w:rsid w:val="00FC5BE0"/>
    <w:rsid w:val="00FC6714"/>
    <w:rsid w:val="00FC67BD"/>
    <w:rsid w:val="00FC6F9C"/>
    <w:rsid w:val="00FC7059"/>
    <w:rsid w:val="00FD1184"/>
    <w:rsid w:val="00FD1287"/>
    <w:rsid w:val="00FD1636"/>
    <w:rsid w:val="00FD2C14"/>
    <w:rsid w:val="00FD2FA9"/>
    <w:rsid w:val="00FD333A"/>
    <w:rsid w:val="00FD3A1C"/>
    <w:rsid w:val="00FD3D59"/>
    <w:rsid w:val="00FD3DC9"/>
    <w:rsid w:val="00FD4A81"/>
    <w:rsid w:val="00FD507E"/>
    <w:rsid w:val="00FD529A"/>
    <w:rsid w:val="00FD5540"/>
    <w:rsid w:val="00FD57E2"/>
    <w:rsid w:val="00FD5A20"/>
    <w:rsid w:val="00FD5EF6"/>
    <w:rsid w:val="00FD660E"/>
    <w:rsid w:val="00FD6C2F"/>
    <w:rsid w:val="00FD6CE5"/>
    <w:rsid w:val="00FE0456"/>
    <w:rsid w:val="00FE0651"/>
    <w:rsid w:val="00FE078B"/>
    <w:rsid w:val="00FE0A63"/>
    <w:rsid w:val="00FE0E92"/>
    <w:rsid w:val="00FE1018"/>
    <w:rsid w:val="00FE11C8"/>
    <w:rsid w:val="00FE172C"/>
    <w:rsid w:val="00FE1793"/>
    <w:rsid w:val="00FE17A0"/>
    <w:rsid w:val="00FE1D14"/>
    <w:rsid w:val="00FE274C"/>
    <w:rsid w:val="00FE2DBB"/>
    <w:rsid w:val="00FE2DF9"/>
    <w:rsid w:val="00FE32C8"/>
    <w:rsid w:val="00FE54CE"/>
    <w:rsid w:val="00FE5988"/>
    <w:rsid w:val="00FE66D7"/>
    <w:rsid w:val="00FE7367"/>
    <w:rsid w:val="00FE798F"/>
    <w:rsid w:val="00FE7AD9"/>
    <w:rsid w:val="00FF01AE"/>
    <w:rsid w:val="00FF03D0"/>
    <w:rsid w:val="00FF083C"/>
    <w:rsid w:val="00FF101E"/>
    <w:rsid w:val="00FF13C4"/>
    <w:rsid w:val="00FF1981"/>
    <w:rsid w:val="00FF1CF5"/>
    <w:rsid w:val="00FF298D"/>
    <w:rsid w:val="00FF2AF7"/>
    <w:rsid w:val="00FF4708"/>
    <w:rsid w:val="00FF5070"/>
    <w:rsid w:val="00FF51FD"/>
    <w:rsid w:val="00FF620D"/>
    <w:rsid w:val="00FF6443"/>
    <w:rsid w:val="00FF6491"/>
    <w:rsid w:val="00FF7701"/>
    <w:rsid w:val="00FF7AD0"/>
    <w:rsid w:val="00FF7E26"/>
    <w:rsid w:val="00FF7F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3458" fill="f" fillcolor="#f49100" strokecolor="#f49100">
      <v:fill color="#f49100" on="f"/>
      <v:stroke color="#f49100"/>
      <o:colormru v:ext="edit" colors="#f49100,#8f9286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687B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qFormat/>
    <w:rsid w:val="0093687B"/>
    <w:pPr>
      <w:keepNext/>
      <w:numPr>
        <w:numId w:val="14"/>
      </w:numPr>
      <w:shd w:val="solid" w:color="FFFFFF" w:fill="FFFFFF"/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0" w:hanging="284"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qFormat/>
    <w:rsid w:val="0093687B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93687B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i/>
      <w:iCs/>
    </w:rPr>
  </w:style>
  <w:style w:type="paragraph" w:styleId="Heading4">
    <w:name w:val="heading 4"/>
    <w:basedOn w:val="Normal"/>
    <w:next w:val="Normal"/>
    <w:qFormat/>
    <w:rsid w:val="0093687B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29"/>
      <w:outlineLvl w:val="4"/>
    </w:pPr>
    <w:rPr>
      <w:rFonts w:ascii="Times New Roman" w:hAnsi="Times New Roman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outlineLvl w:val="5"/>
    </w:pPr>
    <w:rPr>
      <w:rFonts w:ascii="Times New Roman" w:hAnsi="Times New Roman"/>
      <w:b/>
      <w:bCs/>
      <w:sz w:val="30"/>
      <w:szCs w:val="30"/>
    </w:rPr>
  </w:style>
  <w:style w:type="paragraph" w:styleId="Heading7">
    <w:name w:val="heading 7"/>
    <w:basedOn w:val="Normal"/>
    <w:next w:val="Normal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firstLine="1080"/>
      <w:outlineLvl w:val="6"/>
    </w:pPr>
    <w:rPr>
      <w:rFonts w:ascii="Times New Roman" w:hAnsi="Times New Roman"/>
      <w:b/>
      <w:bCs/>
      <w:sz w:val="30"/>
      <w:szCs w:val="30"/>
    </w:rPr>
  </w:style>
  <w:style w:type="paragraph" w:styleId="Heading8">
    <w:name w:val="heading 8"/>
    <w:basedOn w:val="Normal"/>
    <w:next w:val="Normal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/>
      <w:b/>
      <w:bCs/>
      <w:sz w:val="28"/>
      <w:szCs w:val="28"/>
    </w:rPr>
  </w:style>
  <w:style w:type="paragraph" w:styleId="Heading9">
    <w:name w:val="heading 9"/>
    <w:basedOn w:val="Normal"/>
    <w:next w:val="Normal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108" w:right="-108"/>
      <w:jc w:val="center"/>
      <w:outlineLvl w:val="8"/>
    </w:pPr>
    <w:rPr>
      <w:rFonts w:ascii="Times New Roman" w:hAnsi="Times New Roman"/>
      <w:sz w:val="28"/>
      <w:szCs w:val="28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3687B"/>
    <w:pPr>
      <w:tabs>
        <w:tab w:val="center" w:pos="4536"/>
        <w:tab w:val="right" w:pos="9072"/>
      </w:tabs>
    </w:pPr>
  </w:style>
  <w:style w:type="character" w:customStyle="1" w:styleId="AAAddress">
    <w:name w:val="AA Address"/>
    <w:rsid w:val="0093687B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 w:bidi="th-TH"/>
    </w:rPr>
  </w:style>
  <w:style w:type="character" w:customStyle="1" w:styleId="AAReference">
    <w:name w:val="AA Reference"/>
    <w:rsid w:val="0093687B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 w:bidi="th-TH"/>
    </w:rPr>
  </w:style>
  <w:style w:type="paragraph" w:styleId="Footer">
    <w:name w:val="footer"/>
    <w:basedOn w:val="Normal"/>
    <w:link w:val="FooterChar"/>
    <w:uiPriority w:val="99"/>
    <w:rsid w:val="0093687B"/>
    <w:pPr>
      <w:tabs>
        <w:tab w:val="center" w:pos="4536"/>
        <w:tab w:val="right" w:pos="9072"/>
      </w:tabs>
    </w:pPr>
  </w:style>
  <w:style w:type="paragraph" w:styleId="Caption">
    <w:name w:val="caption"/>
    <w:basedOn w:val="Normal"/>
    <w:next w:val="Normal"/>
    <w:qFormat/>
    <w:rsid w:val="0093687B"/>
    <w:rPr>
      <w:b/>
      <w:bCs/>
    </w:rPr>
  </w:style>
  <w:style w:type="paragraph" w:styleId="ListBullet">
    <w:name w:val="List Bullet"/>
    <w:basedOn w:val="Normal"/>
    <w:rsid w:val="0093687B"/>
    <w:pPr>
      <w:numPr>
        <w:numId w:val="3"/>
      </w:numPr>
      <w:tabs>
        <w:tab w:val="clear" w:pos="360"/>
        <w:tab w:val="left" w:pos="284"/>
      </w:tabs>
      <w:ind w:left="284" w:hanging="284"/>
    </w:pPr>
  </w:style>
  <w:style w:type="paragraph" w:styleId="ListBullet2">
    <w:name w:val="List Bullet 2"/>
    <w:basedOn w:val="Normal"/>
    <w:rsid w:val="0093687B"/>
    <w:pPr>
      <w:numPr>
        <w:numId w:val="4"/>
      </w:numPr>
      <w:tabs>
        <w:tab w:val="clear" w:pos="643"/>
        <w:tab w:val="left" w:pos="567"/>
      </w:tabs>
      <w:ind w:left="851" w:hanging="284"/>
    </w:pPr>
  </w:style>
  <w:style w:type="paragraph" w:styleId="ListBullet3">
    <w:name w:val="List Bullet 3"/>
    <w:basedOn w:val="Normal"/>
    <w:rsid w:val="0093687B"/>
    <w:pPr>
      <w:numPr>
        <w:numId w:val="1"/>
      </w:numPr>
      <w:tabs>
        <w:tab w:val="clear" w:pos="926"/>
        <w:tab w:val="left" w:pos="851"/>
      </w:tabs>
      <w:ind w:left="1135" w:hanging="284"/>
    </w:pPr>
  </w:style>
  <w:style w:type="paragraph" w:styleId="ListBullet4">
    <w:name w:val="List Bullet 4"/>
    <w:basedOn w:val="Normal"/>
    <w:rsid w:val="0093687B"/>
    <w:pPr>
      <w:numPr>
        <w:numId w:val="2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rsid w:val="0093687B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rsid w:val="0093687B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rsid w:val="0093687B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rsid w:val="0093687B"/>
    <w:pPr>
      <w:ind w:left="284"/>
    </w:pPr>
  </w:style>
  <w:style w:type="paragraph" w:customStyle="1" w:styleId="AAFrameAddress">
    <w:name w:val="AA Frame Address"/>
    <w:basedOn w:val="Heading1"/>
    <w:rsid w:val="0093687B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rsid w:val="0093687B"/>
    <w:pPr>
      <w:numPr>
        <w:numId w:val="8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rsid w:val="0093687B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semiHidden/>
    <w:rsid w:val="0093687B"/>
    <w:pPr>
      <w:ind w:left="284" w:hanging="284"/>
    </w:pPr>
  </w:style>
  <w:style w:type="paragraph" w:styleId="Index1">
    <w:name w:val="index 1"/>
    <w:basedOn w:val="Normal"/>
    <w:next w:val="Normal"/>
    <w:autoRedefine/>
    <w:semiHidden/>
    <w:rsid w:val="0093687B"/>
    <w:pPr>
      <w:ind w:left="284" w:hanging="284"/>
    </w:pPr>
  </w:style>
  <w:style w:type="paragraph" w:styleId="Index2">
    <w:name w:val="index 2"/>
    <w:basedOn w:val="Normal"/>
    <w:next w:val="Normal"/>
    <w:autoRedefine/>
    <w:semiHidden/>
    <w:rsid w:val="0093687B"/>
    <w:pPr>
      <w:ind w:left="568" w:hanging="284"/>
    </w:pPr>
  </w:style>
  <w:style w:type="paragraph" w:styleId="Index3">
    <w:name w:val="index 3"/>
    <w:basedOn w:val="Normal"/>
    <w:next w:val="Normal"/>
    <w:autoRedefine/>
    <w:semiHidden/>
    <w:rsid w:val="0093687B"/>
    <w:pPr>
      <w:ind w:left="851" w:hanging="284"/>
    </w:pPr>
  </w:style>
  <w:style w:type="paragraph" w:styleId="Index4">
    <w:name w:val="index 4"/>
    <w:basedOn w:val="Normal"/>
    <w:next w:val="Normal"/>
    <w:semiHidden/>
    <w:rsid w:val="0093687B"/>
    <w:pPr>
      <w:ind w:left="1135" w:hanging="284"/>
    </w:pPr>
  </w:style>
  <w:style w:type="paragraph" w:styleId="Index6">
    <w:name w:val="index 6"/>
    <w:basedOn w:val="Normal"/>
    <w:next w:val="Normal"/>
    <w:semiHidden/>
    <w:rsid w:val="0093687B"/>
    <w:pPr>
      <w:ind w:left="1702" w:hanging="284"/>
    </w:pPr>
  </w:style>
  <w:style w:type="paragraph" w:styleId="Index5">
    <w:name w:val="index 5"/>
    <w:basedOn w:val="Normal"/>
    <w:next w:val="Normal"/>
    <w:semiHidden/>
    <w:rsid w:val="0093687B"/>
    <w:pPr>
      <w:ind w:left="1418" w:hanging="284"/>
    </w:pPr>
  </w:style>
  <w:style w:type="paragraph" w:styleId="Index7">
    <w:name w:val="index 7"/>
    <w:basedOn w:val="Normal"/>
    <w:next w:val="Normal"/>
    <w:semiHidden/>
    <w:rsid w:val="0093687B"/>
    <w:pPr>
      <w:ind w:left="1985" w:hanging="284"/>
    </w:pPr>
  </w:style>
  <w:style w:type="paragraph" w:styleId="Index8">
    <w:name w:val="index 8"/>
    <w:basedOn w:val="Normal"/>
    <w:next w:val="Normal"/>
    <w:semiHidden/>
    <w:rsid w:val="0093687B"/>
    <w:pPr>
      <w:ind w:left="2269" w:hanging="284"/>
    </w:pPr>
  </w:style>
  <w:style w:type="paragraph" w:styleId="Index9">
    <w:name w:val="index 9"/>
    <w:basedOn w:val="Normal"/>
    <w:next w:val="Normal"/>
    <w:semiHidden/>
    <w:rsid w:val="0093687B"/>
    <w:pPr>
      <w:ind w:left="2552" w:hanging="284"/>
    </w:pPr>
  </w:style>
  <w:style w:type="paragraph" w:styleId="TOC2">
    <w:name w:val="toc 2"/>
    <w:basedOn w:val="Normal"/>
    <w:next w:val="Normal"/>
    <w:semiHidden/>
    <w:rsid w:val="0093687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b/>
      <w:bCs/>
    </w:rPr>
  </w:style>
  <w:style w:type="paragraph" w:styleId="TOC3">
    <w:name w:val="toc 3"/>
    <w:basedOn w:val="Normal"/>
    <w:next w:val="Normal"/>
    <w:semiHidden/>
    <w:rsid w:val="0093687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93687B"/>
    <w:pPr>
      <w:ind w:left="851"/>
    </w:pPr>
  </w:style>
  <w:style w:type="paragraph" w:styleId="TOC5">
    <w:name w:val="toc 5"/>
    <w:basedOn w:val="Normal"/>
    <w:next w:val="Normal"/>
    <w:semiHidden/>
    <w:rsid w:val="0093687B"/>
    <w:pPr>
      <w:ind w:left="1134"/>
    </w:pPr>
  </w:style>
  <w:style w:type="paragraph" w:styleId="TOC6">
    <w:name w:val="toc 6"/>
    <w:basedOn w:val="Normal"/>
    <w:next w:val="Normal"/>
    <w:semiHidden/>
    <w:rsid w:val="0093687B"/>
    <w:pPr>
      <w:ind w:left="1418"/>
    </w:pPr>
  </w:style>
  <w:style w:type="paragraph" w:styleId="TOC7">
    <w:name w:val="toc 7"/>
    <w:basedOn w:val="Normal"/>
    <w:next w:val="Normal"/>
    <w:semiHidden/>
    <w:rsid w:val="0093687B"/>
    <w:pPr>
      <w:ind w:left="1701"/>
    </w:pPr>
  </w:style>
  <w:style w:type="paragraph" w:styleId="TOC8">
    <w:name w:val="toc 8"/>
    <w:basedOn w:val="Normal"/>
    <w:next w:val="Normal"/>
    <w:semiHidden/>
    <w:rsid w:val="0093687B"/>
    <w:pPr>
      <w:ind w:left="1985"/>
    </w:pPr>
  </w:style>
  <w:style w:type="paragraph" w:styleId="TOC9">
    <w:name w:val="toc 9"/>
    <w:basedOn w:val="Normal"/>
    <w:next w:val="Normal"/>
    <w:semiHidden/>
    <w:rsid w:val="0093687B"/>
    <w:pPr>
      <w:ind w:left="2268"/>
    </w:pPr>
  </w:style>
  <w:style w:type="paragraph" w:styleId="TableofFigures">
    <w:name w:val="table of figures"/>
    <w:basedOn w:val="Normal"/>
    <w:next w:val="Normal"/>
    <w:semiHidden/>
    <w:rsid w:val="0093687B"/>
    <w:pPr>
      <w:ind w:left="567" w:hanging="567"/>
    </w:pPr>
  </w:style>
  <w:style w:type="paragraph" w:styleId="ListBullet5">
    <w:name w:val="List Bullet 5"/>
    <w:basedOn w:val="Normal"/>
    <w:rsid w:val="0093687B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">
    <w:name w:val="Body Text"/>
    <w:basedOn w:val="Normal"/>
    <w:rsid w:val="0093687B"/>
    <w:pPr>
      <w:spacing w:after="120"/>
    </w:pPr>
  </w:style>
  <w:style w:type="paragraph" w:styleId="BodyTextFirstIndent">
    <w:name w:val="Body Text First Indent"/>
    <w:basedOn w:val="BodyText"/>
    <w:rsid w:val="0093687B"/>
    <w:pPr>
      <w:ind w:firstLine="284"/>
    </w:pPr>
  </w:style>
  <w:style w:type="paragraph" w:styleId="BodyTextIndent">
    <w:name w:val="Body Text Indent"/>
    <w:basedOn w:val="Normal"/>
    <w:rsid w:val="0093687B"/>
    <w:pPr>
      <w:spacing w:after="120"/>
      <w:ind w:left="283"/>
    </w:pPr>
  </w:style>
  <w:style w:type="paragraph" w:styleId="BodyTextFirstIndent2">
    <w:name w:val="Body Text First Indent 2"/>
    <w:basedOn w:val="BodyTextIndent"/>
    <w:rsid w:val="0093687B"/>
    <w:pPr>
      <w:ind w:left="284" w:firstLine="284"/>
    </w:pPr>
  </w:style>
  <w:style w:type="character" w:styleId="Strong">
    <w:name w:val="Strong"/>
    <w:qFormat/>
    <w:rsid w:val="0093687B"/>
    <w:rPr>
      <w:rFonts w:cs="Times New Roman"/>
      <w:b/>
      <w:bCs/>
      <w:lang w:bidi="th-TH"/>
    </w:rPr>
  </w:style>
  <w:style w:type="paragraph" w:customStyle="1" w:styleId="AA1stlevelbullet">
    <w:name w:val="AA 1st level bullet"/>
    <w:basedOn w:val="Normal"/>
    <w:rsid w:val="0093687B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rsid w:val="0093687B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sid w:val="0093687B"/>
    <w:rPr>
      <w:rFonts w:ascii="Arial" w:hAnsi="Arial"/>
      <w:sz w:val="13"/>
      <w:szCs w:val="13"/>
      <w:lang w:bidi="th-TH"/>
    </w:rPr>
  </w:style>
  <w:style w:type="paragraph" w:customStyle="1" w:styleId="AA2ndlevelbullet">
    <w:name w:val="AA 2nd level bullet"/>
    <w:basedOn w:val="AA1stlevelbullet"/>
    <w:rsid w:val="0093687B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93687B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semiHidden/>
    <w:rsid w:val="0093687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rsid w:val="0093687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rsid w:val="0093687B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b/>
      <w:bCs/>
      <w:sz w:val="24"/>
      <w:szCs w:val="24"/>
    </w:rPr>
  </w:style>
  <w:style w:type="paragraph" w:customStyle="1" w:styleId="ReportHeading2">
    <w:name w:val="ReportHeading2"/>
    <w:basedOn w:val="ReportHeading1"/>
    <w:rsid w:val="0093687B"/>
    <w:pPr>
      <w:framePr w:h="1054" w:wrap="around" w:y="5920"/>
    </w:pPr>
  </w:style>
  <w:style w:type="paragraph" w:customStyle="1" w:styleId="ReportHeading3">
    <w:name w:val="ReportHeading3"/>
    <w:basedOn w:val="ReportHeading2"/>
    <w:rsid w:val="0093687B"/>
    <w:pPr>
      <w:framePr w:h="443" w:wrap="around" w:y="8223"/>
    </w:pPr>
  </w:style>
  <w:style w:type="paragraph" w:customStyle="1" w:styleId="a">
    <w:name w:val="¢éÍ¤ÇÒÁ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93687B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rsid w:val="0093687B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rsid w:val="0093687B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93687B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93687B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93687B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/>
      <w:sz w:val="30"/>
      <w:szCs w:val="30"/>
      <w:lang w:val="th-TH"/>
    </w:rPr>
  </w:style>
  <w:style w:type="character" w:styleId="PageNumber">
    <w:name w:val="page number"/>
    <w:basedOn w:val="DefaultParagraphFont"/>
    <w:rsid w:val="0093687B"/>
  </w:style>
  <w:style w:type="paragraph" w:styleId="BodyText2">
    <w:name w:val="Body Text 2"/>
    <w:basedOn w:val="Normal"/>
    <w:link w:val="BodyText2Char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paragraph" w:styleId="BodyText3">
    <w:name w:val="Body Text 3"/>
    <w:basedOn w:val="Normal"/>
    <w:link w:val="BodyText3Char"/>
    <w:rsid w:val="0093687B"/>
    <w:pPr>
      <w:jc w:val="both"/>
    </w:pPr>
    <w:rPr>
      <w:rFonts w:ascii="Angsana New" w:hAnsi="Angsana New"/>
      <w:sz w:val="30"/>
      <w:szCs w:val="30"/>
    </w:rPr>
  </w:style>
  <w:style w:type="paragraph" w:customStyle="1" w:styleId="a0">
    <w:name w:val="??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1">
    <w:name w:val="???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E">
    <w:name w:val="Å§ª×èÍ E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/>
      <w:sz w:val="22"/>
      <w:szCs w:val="22"/>
      <w:lang w:val="th-TH"/>
    </w:rPr>
  </w:style>
  <w:style w:type="paragraph" w:styleId="BalloonText">
    <w:name w:val="Balloon Text"/>
    <w:basedOn w:val="Normal"/>
    <w:semiHidden/>
    <w:rsid w:val="00F25EE8"/>
    <w:rPr>
      <w:rFonts w:ascii="Tahoma" w:hAnsi="Tahoma"/>
      <w:sz w:val="16"/>
    </w:rPr>
  </w:style>
  <w:style w:type="paragraph" w:styleId="HTMLPreformatted">
    <w:name w:val="HTML Preformatted"/>
    <w:basedOn w:val="Normal"/>
    <w:rsid w:val="003F2FE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Tahoma" w:hAnsi="Tahoma" w:cs="Tahoma"/>
      <w:sz w:val="20"/>
      <w:szCs w:val="20"/>
    </w:rPr>
  </w:style>
  <w:style w:type="table" w:styleId="TableGrid">
    <w:name w:val="Table Grid"/>
    <w:basedOn w:val="TableNormal"/>
    <w:rsid w:val="00B6159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µÒÃÒ§3ªèÍ§"/>
    <w:basedOn w:val="Normal"/>
    <w:rsid w:val="0098745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customStyle="1" w:styleId="a2">
    <w:name w:val="???????"/>
    <w:basedOn w:val="Normal"/>
    <w:rsid w:val="00362F1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0">
    <w:name w:val="?????3????"/>
    <w:basedOn w:val="Normal"/>
    <w:rsid w:val="00127D7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3">
    <w:name w:val="Åº"/>
    <w:basedOn w:val="Normal"/>
    <w:rsid w:val="00A46D8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Char">
    <w:name w:val="Char"/>
    <w:basedOn w:val="Normal"/>
    <w:rsid w:val="0015503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Heading6Char">
    <w:name w:val="Heading 6 Char"/>
    <w:link w:val="Heading6"/>
    <w:rsid w:val="002E6DBF"/>
    <w:rPr>
      <w:rFonts w:cs="Angsana New"/>
      <w:b/>
      <w:bCs/>
      <w:sz w:val="30"/>
      <w:szCs w:val="30"/>
      <w:lang w:val="en-US" w:eastAsia="en-US" w:bidi="th-TH"/>
    </w:rPr>
  </w:style>
  <w:style w:type="paragraph" w:styleId="NoSpacing">
    <w:name w:val="No Spacing"/>
    <w:uiPriority w:val="1"/>
    <w:qFormat/>
    <w:rsid w:val="003B5C4B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sz w:val="30"/>
      <w:szCs w:val="38"/>
    </w:rPr>
  </w:style>
  <w:style w:type="paragraph" w:styleId="ListParagraph">
    <w:name w:val="List Paragraph"/>
    <w:basedOn w:val="Normal"/>
    <w:uiPriority w:val="34"/>
    <w:qFormat/>
    <w:rsid w:val="0041563D"/>
    <w:pPr>
      <w:ind w:left="720"/>
    </w:pPr>
    <w:rPr>
      <w:szCs w:val="22"/>
    </w:rPr>
  </w:style>
  <w:style w:type="paragraph" w:customStyle="1" w:styleId="1">
    <w:name w:val="เนื้อเรื่อง1"/>
    <w:basedOn w:val="Normal"/>
    <w:rsid w:val="00200C97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240" w:lineRule="auto"/>
      <w:ind w:right="386"/>
      <w:textAlignment w:val="baseline"/>
    </w:pPr>
    <w:rPr>
      <w:rFonts w:ascii="Times New Roman" w:hAnsi="CordiaUPC" w:cs="CordiaUPC"/>
      <w:color w:val="800080"/>
      <w:sz w:val="28"/>
      <w:szCs w:val="28"/>
    </w:rPr>
  </w:style>
  <w:style w:type="character" w:customStyle="1" w:styleId="BodyText3Char">
    <w:name w:val="Body Text 3 Char"/>
    <w:link w:val="BodyText3"/>
    <w:rsid w:val="00E6721A"/>
    <w:rPr>
      <w:rFonts w:ascii="Angsana New" w:hAnsi="Angsana New"/>
      <w:sz w:val="30"/>
      <w:szCs w:val="30"/>
    </w:rPr>
  </w:style>
  <w:style w:type="character" w:customStyle="1" w:styleId="Heading5Char">
    <w:name w:val="Heading 5 Char"/>
    <w:link w:val="Heading5"/>
    <w:rsid w:val="00C57839"/>
    <w:rPr>
      <w:b/>
      <w:bCs/>
      <w:sz w:val="32"/>
      <w:szCs w:val="32"/>
    </w:rPr>
  </w:style>
  <w:style w:type="character" w:customStyle="1" w:styleId="FooterChar">
    <w:name w:val="Footer Char"/>
    <w:link w:val="Footer"/>
    <w:uiPriority w:val="99"/>
    <w:rsid w:val="00363EB1"/>
    <w:rPr>
      <w:rFonts w:ascii="Arial" w:hAnsi="Arial"/>
      <w:sz w:val="18"/>
      <w:szCs w:val="18"/>
    </w:rPr>
  </w:style>
  <w:style w:type="paragraph" w:customStyle="1" w:styleId="Preformatted">
    <w:name w:val="Preformatted"/>
    <w:link w:val="PreformattedChar"/>
    <w:rsid w:val="004A7B36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eastAsia="Cordia New"/>
      <w:lang w:eastAsia="th-TH"/>
    </w:rPr>
  </w:style>
  <w:style w:type="character" w:customStyle="1" w:styleId="PreformattedChar">
    <w:name w:val="Preformatted Char"/>
    <w:link w:val="Preformatted"/>
    <w:rsid w:val="004A7B36"/>
    <w:rPr>
      <w:rFonts w:eastAsia="Cordia New"/>
      <w:lang w:eastAsia="th-TH" w:bidi="th-TH"/>
    </w:rPr>
  </w:style>
  <w:style w:type="paragraph" w:customStyle="1" w:styleId="ASSETS">
    <w:name w:val="ASSETS"/>
    <w:basedOn w:val="Normal"/>
    <w:rsid w:val="0019788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customStyle="1" w:styleId="jern1">
    <w:name w:val="jern1"/>
    <w:basedOn w:val="Preformatted"/>
    <w:rsid w:val="00197887"/>
    <w:pPr>
      <w:pBdr>
        <w:bottom w:val="single" w:sz="4" w:space="1" w:color="auto"/>
      </w:pBdr>
      <w:tabs>
        <w:tab w:val="clear" w:pos="9590"/>
      </w:tabs>
      <w:jc w:val="right"/>
    </w:pPr>
    <w:rPr>
      <w:rFonts w:cs="Tms Rmn"/>
      <w:snapToGrid w:val="0"/>
      <w:sz w:val="28"/>
      <w:szCs w:val="28"/>
    </w:rPr>
  </w:style>
  <w:style w:type="paragraph" w:customStyle="1" w:styleId="jern3">
    <w:name w:val="jern3"/>
    <w:basedOn w:val="Normal"/>
    <w:rsid w:val="00197887"/>
    <w:pPr>
      <w:pBdr>
        <w:bottom w:val="doub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</w:tabs>
      <w:spacing w:line="240" w:lineRule="auto"/>
      <w:jc w:val="center"/>
    </w:pPr>
    <w:rPr>
      <w:rFonts w:ascii="Angsana New" w:hAnsi="Times New Roman"/>
      <w:sz w:val="28"/>
      <w:szCs w:val="28"/>
      <w:lang w:val="th-TH"/>
    </w:rPr>
  </w:style>
  <w:style w:type="character" w:customStyle="1" w:styleId="BodyText2Char">
    <w:name w:val="Body Text 2 Char"/>
    <w:link w:val="BodyText2"/>
    <w:rsid w:val="006E5EB5"/>
    <w:rPr>
      <w:rFonts w:ascii="Book Antiqua" w:hAnsi="Book Antiqua"/>
      <w:sz w:val="22"/>
      <w:szCs w:val="22"/>
    </w:rPr>
  </w:style>
  <w:style w:type="paragraph" w:styleId="EnvelopeReturn">
    <w:name w:val="envelope return"/>
    <w:basedOn w:val="Normal"/>
    <w:rsid w:val="00E877A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134"/>
      </w:tabs>
      <w:spacing w:line="280" w:lineRule="atLeast"/>
    </w:pPr>
    <w:rPr>
      <w:rFonts w:cs="Times New Roman"/>
      <w:sz w:val="20"/>
      <w:szCs w:val="20"/>
    </w:rPr>
  </w:style>
  <w:style w:type="paragraph" w:customStyle="1" w:styleId="Default">
    <w:name w:val="Default"/>
    <w:rsid w:val="00E877AB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paragraph" w:customStyle="1" w:styleId="E0">
    <w:name w:val="?????????? E"/>
    <w:basedOn w:val="Normal"/>
    <w:rsid w:val="00CA174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character" w:styleId="LineNumber">
    <w:name w:val="line number"/>
    <w:basedOn w:val="DefaultParagraphFont"/>
    <w:rsid w:val="00D37DD6"/>
  </w:style>
  <w:style w:type="paragraph" w:customStyle="1" w:styleId="E1">
    <w:name w:val="??E"/>
    <w:basedOn w:val="Normal"/>
    <w:rsid w:val="002822D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4"/>
      <w:szCs w:val="24"/>
      <w:lang w:val="th-TH"/>
    </w:rPr>
  </w:style>
  <w:style w:type="paragraph" w:customStyle="1" w:styleId="acctfourfigures">
    <w:name w:val="acct four figures"/>
    <w:aliases w:val="a4"/>
    <w:basedOn w:val="Normal"/>
    <w:rsid w:val="00571E5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2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7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397085-9BD2-4F0E-B1F8-14789B7C5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</Template>
  <TotalTime>2370</TotalTime>
  <Pages>15</Pages>
  <Words>2862</Words>
  <Characters>16319</Characters>
  <Application>Microsoft Office Word</Application>
  <DocSecurity>0</DocSecurity>
  <Lines>135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บางกอกโพลีเอททีลีน จำกัด (มหาชน)</vt:lpstr>
    </vt:vector>
  </TitlesOfParts>
  <Company>Microsoft Corporation</Company>
  <LinksUpToDate>false</LinksUpToDate>
  <CharactersWithSpaces>19143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บางกอกโพลีเอททีลีน จำกัด (มหาชน)</dc:title>
  <dc:creator>AA</dc:creator>
  <cp:lastModifiedBy>AKP</cp:lastModifiedBy>
  <cp:revision>66</cp:revision>
  <cp:lastPrinted>2022-10-28T07:13:00Z</cp:lastPrinted>
  <dcterms:created xsi:type="dcterms:W3CDTF">2022-07-29T04:31:00Z</dcterms:created>
  <dcterms:modified xsi:type="dcterms:W3CDTF">2022-11-07T02:10:00Z</dcterms:modified>
</cp:coreProperties>
</file>