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0D1D9" w14:textId="77777777" w:rsidR="0055173A" w:rsidRPr="00E730EC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730EC">
        <w:rPr>
          <w:rFonts w:ascii="Angsana New" w:hAnsi="Angsana New"/>
          <w:b/>
          <w:bCs/>
          <w:sz w:val="30"/>
          <w:szCs w:val="30"/>
          <w:cs/>
        </w:rPr>
        <w:t>เกณฑ์กา</w:t>
      </w:r>
      <w:r w:rsidR="00243442">
        <w:rPr>
          <w:rFonts w:ascii="Angsana New" w:hAnsi="Angsana New"/>
          <w:b/>
          <w:bCs/>
          <w:sz w:val="30"/>
          <w:szCs w:val="30"/>
          <w:cs/>
        </w:rPr>
        <w:t>รจัดทำข้อมูลทางการเงินระหว่างกา</w:t>
      </w:r>
      <w:r w:rsidR="00243442">
        <w:rPr>
          <w:rFonts w:ascii="Angsana New" w:hAnsi="Angsana New" w:hint="cs"/>
          <w:b/>
          <w:bCs/>
          <w:sz w:val="30"/>
          <w:szCs w:val="30"/>
          <w:cs/>
        </w:rPr>
        <w:t>ล</w:t>
      </w:r>
    </w:p>
    <w:p w14:paraId="37DF6A18" w14:textId="77777777" w:rsidR="001B2C21" w:rsidRPr="000F708A" w:rsidRDefault="001B2C21" w:rsidP="0042273D">
      <w:pPr>
        <w:pStyle w:val="af7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20"/>
          <w:szCs w:val="20"/>
          <w:lang w:val="en-US"/>
        </w:rPr>
      </w:pPr>
    </w:p>
    <w:p w14:paraId="10F5E2A7" w14:textId="77777777" w:rsidR="004E6B25" w:rsidRPr="00E730EC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E730EC">
        <w:rPr>
          <w:rFonts w:ascii="Angsana New" w:hAnsi="Angsana New"/>
          <w:sz w:val="30"/>
          <w:szCs w:val="30"/>
        </w:rPr>
        <w:t>34</w:t>
      </w:r>
      <w:r w:rsidRPr="00E730EC">
        <w:rPr>
          <w:rFonts w:ascii="Angsana New" w:hAnsi="Angsana New"/>
          <w:sz w:val="30"/>
          <w:szCs w:val="30"/>
          <w:cs/>
        </w:rPr>
        <w:t>เรื่อง“</w:t>
      </w:r>
      <w:r w:rsidR="006F1212" w:rsidRPr="00E730EC">
        <w:rPr>
          <w:rFonts w:ascii="Angsana New" w:hAnsi="Angsana New"/>
          <w:sz w:val="30"/>
          <w:szCs w:val="30"/>
          <w:cs/>
        </w:rPr>
        <w:t>การรายงานทาง</w:t>
      </w:r>
      <w:r w:rsidRPr="00E730EC">
        <w:rPr>
          <w:rFonts w:ascii="Angsana New" w:hAnsi="Angsana New"/>
          <w:sz w:val="30"/>
          <w:szCs w:val="30"/>
          <w:cs/>
        </w:rPr>
        <w:t>การเงินระหว่างกาล”รวมถึงการตีความและแนวปฏิบัติทางการบัญชีที่ประกาศใช้โดยสภาวิชาชีพบัญชี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14:paraId="4404E288" w14:textId="77777777" w:rsidR="004E6B25" w:rsidRPr="00C03EEE" w:rsidRDefault="004E6B25" w:rsidP="0042273D">
      <w:pPr>
        <w:pStyle w:val="af7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p w14:paraId="0A734849" w14:textId="77777777" w:rsidR="004E6B25" w:rsidRPr="00E730EC" w:rsidRDefault="004E6B25" w:rsidP="004E6B25">
      <w:pPr>
        <w:pStyle w:val="25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E730EC">
        <w:rPr>
          <w:rFonts w:ascii="Angsana New" w:hAnsi="Angsana New"/>
          <w:sz w:val="30"/>
          <w:szCs w:val="30"/>
        </w:rPr>
        <w:t xml:space="preserve">31 </w:t>
      </w:r>
      <w:r w:rsidR="002E28C2">
        <w:rPr>
          <w:rFonts w:ascii="Angsana New" w:hAnsi="Angsana New"/>
          <w:sz w:val="30"/>
          <w:szCs w:val="30"/>
          <w:cs/>
        </w:rPr>
        <w:t xml:space="preserve">ธันวาคม </w:t>
      </w:r>
      <w:r w:rsidR="008874E2">
        <w:rPr>
          <w:rFonts w:ascii="Angsana New" w:hAnsi="Angsana New"/>
          <w:sz w:val="30"/>
          <w:szCs w:val="30"/>
        </w:rPr>
        <w:t>2565</w:t>
      </w:r>
      <w:r w:rsidRPr="00E730EC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E730EC">
        <w:rPr>
          <w:rFonts w:ascii="Angsana New" w:hAnsi="Angsana New"/>
          <w:sz w:val="30"/>
          <w:szCs w:val="30"/>
        </w:rPr>
        <w:t xml:space="preserve">31 </w:t>
      </w:r>
      <w:r w:rsidR="002E28C2">
        <w:rPr>
          <w:rFonts w:ascii="Angsana New" w:hAnsi="Angsana New"/>
          <w:sz w:val="30"/>
          <w:szCs w:val="30"/>
          <w:cs/>
        </w:rPr>
        <w:t xml:space="preserve">ธันวาคม </w:t>
      </w:r>
      <w:r w:rsidR="008874E2">
        <w:rPr>
          <w:rFonts w:ascii="Angsana New" w:hAnsi="Angsana New"/>
          <w:sz w:val="30"/>
          <w:szCs w:val="30"/>
        </w:rPr>
        <w:t>2565</w:t>
      </w:r>
    </w:p>
    <w:p w14:paraId="03A8D9F0" w14:textId="77777777" w:rsidR="00A00A5A" w:rsidRPr="00C03EEE" w:rsidRDefault="00A00A5A" w:rsidP="004E6B25">
      <w:pPr>
        <w:pStyle w:val="25"/>
        <w:tabs>
          <w:tab w:val="left" w:pos="540"/>
        </w:tabs>
        <w:ind w:left="0" w:firstLine="0"/>
        <w:jc w:val="thaiDistribute"/>
        <w:rPr>
          <w:rFonts w:ascii="Angsana New" w:hAnsi="Angsana New"/>
          <w:sz w:val="14"/>
          <w:szCs w:val="14"/>
        </w:rPr>
      </w:pPr>
    </w:p>
    <w:p w14:paraId="7FBD6F40" w14:textId="77777777" w:rsidR="00A00A5A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730EC">
        <w:rPr>
          <w:rFonts w:ascii="Angsana New" w:hAnsi="Angsana New"/>
          <w:sz w:val="30"/>
          <w:szCs w:val="30"/>
          <w:cs/>
        </w:rPr>
        <w:t>งบการเงินระหว่างกาลรวม</w:t>
      </w:r>
      <w:r w:rsidR="00A2664A" w:rsidRPr="00E730EC">
        <w:rPr>
          <w:rFonts w:ascii="Angsana New" w:hAnsi="Angsana New"/>
          <w:sz w:val="30"/>
          <w:szCs w:val="30"/>
          <w:cs/>
        </w:rPr>
        <w:t>สำหรับงวด</w:t>
      </w:r>
      <w:r w:rsidR="005C29D8" w:rsidRPr="00E730EC">
        <w:rPr>
          <w:rFonts w:ascii="Angsana New" w:hAnsi="Angsana New"/>
          <w:sz w:val="30"/>
          <w:szCs w:val="30"/>
          <w:cs/>
        </w:rPr>
        <w:t>สามเดือนและ</w:t>
      </w:r>
      <w:r w:rsidR="00A2664A" w:rsidRPr="00E730EC">
        <w:rPr>
          <w:rFonts w:ascii="Angsana New" w:hAnsi="Angsana New"/>
          <w:sz w:val="30"/>
          <w:szCs w:val="30"/>
          <w:cs/>
        </w:rPr>
        <w:t>หก</w:t>
      </w:r>
      <w:r w:rsidRPr="00E730EC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4F46C7">
        <w:rPr>
          <w:rFonts w:ascii="Angsana New" w:hAnsi="Angsana New"/>
          <w:sz w:val="30"/>
          <w:szCs w:val="30"/>
        </w:rPr>
        <w:t>30</w:t>
      </w:r>
      <w:r w:rsidR="00A2664A" w:rsidRPr="00E730EC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4F46C7">
        <w:rPr>
          <w:rFonts w:ascii="Angsana New" w:hAnsi="Angsana New"/>
          <w:sz w:val="30"/>
          <w:szCs w:val="30"/>
        </w:rPr>
        <w:t>2566</w:t>
      </w:r>
      <w:r w:rsidR="002E28C2">
        <w:rPr>
          <w:rFonts w:ascii="Angsana New" w:hAnsi="Angsana New"/>
          <w:sz w:val="30"/>
          <w:szCs w:val="30"/>
          <w:cs/>
        </w:rPr>
        <w:t xml:space="preserve"> และ </w:t>
      </w:r>
      <w:r w:rsidR="004F46C7">
        <w:rPr>
          <w:rFonts w:ascii="Angsana New" w:hAnsi="Angsana New"/>
          <w:sz w:val="30"/>
          <w:szCs w:val="30"/>
        </w:rPr>
        <w:t>2565</w:t>
      </w:r>
      <w:r w:rsidR="00962508" w:rsidRPr="00E730EC">
        <w:rPr>
          <w:rFonts w:ascii="Angsana New" w:hAnsi="Angsana New"/>
          <w:sz w:val="30"/>
          <w:szCs w:val="30"/>
          <w:cs/>
        </w:rPr>
        <w:t xml:space="preserve">และงบการเงินรวมสำหรับปีสิ้นสุดวันที่ </w:t>
      </w:r>
      <w:r w:rsidR="004F46C7">
        <w:rPr>
          <w:rFonts w:ascii="Angsana New" w:hAnsi="Angsana New"/>
          <w:sz w:val="30"/>
          <w:szCs w:val="30"/>
        </w:rPr>
        <w:t>31</w:t>
      </w:r>
      <w:r w:rsidR="002E28C2">
        <w:rPr>
          <w:rFonts w:ascii="Angsana New" w:hAnsi="Angsana New"/>
          <w:sz w:val="30"/>
          <w:szCs w:val="30"/>
          <w:cs/>
        </w:rPr>
        <w:t xml:space="preserve">ธันวาคม </w:t>
      </w:r>
      <w:r w:rsidR="004F46C7">
        <w:rPr>
          <w:rFonts w:ascii="Angsana New" w:hAnsi="Angsana New"/>
          <w:sz w:val="30"/>
          <w:szCs w:val="30"/>
        </w:rPr>
        <w:t>2565</w:t>
      </w:r>
      <w:r w:rsidR="00962508" w:rsidRPr="00E730EC">
        <w:rPr>
          <w:rFonts w:ascii="Angsana New" w:hAnsi="Angsana New"/>
          <w:sz w:val="30"/>
          <w:szCs w:val="30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E730EC">
        <w:rPr>
          <w:rFonts w:ascii="Angsana New" w:hAnsi="Angsana New"/>
          <w:sz w:val="30"/>
          <w:szCs w:val="30"/>
        </w:rPr>
        <w:t xml:space="preserve"> (“</w:t>
      </w:r>
      <w:r w:rsidR="00962508" w:rsidRPr="00E730EC">
        <w:rPr>
          <w:rFonts w:ascii="Angsana New" w:hAnsi="Angsana New"/>
          <w:sz w:val="30"/>
          <w:szCs w:val="30"/>
          <w:cs/>
        </w:rPr>
        <w:t>กลุ่มบริษัท</w:t>
      </w:r>
      <w:r w:rsidR="00962508" w:rsidRPr="00E730EC">
        <w:rPr>
          <w:rFonts w:ascii="Angsana New" w:hAnsi="Angsana New"/>
          <w:sz w:val="30"/>
          <w:szCs w:val="30"/>
        </w:rPr>
        <w:t xml:space="preserve">”) </w:t>
      </w:r>
      <w:r w:rsidR="00962508" w:rsidRPr="00E730EC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E730EC">
        <w:rPr>
          <w:rFonts w:ascii="Angsana New" w:hAnsi="Angsana New"/>
          <w:sz w:val="30"/>
          <w:szCs w:val="30"/>
          <w:cs/>
        </w:rPr>
        <w:t>นี้</w:t>
      </w:r>
    </w:p>
    <w:p w14:paraId="2161EAC1" w14:textId="77777777" w:rsidR="000F708A" w:rsidRPr="000F708A" w:rsidRDefault="000F708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W w:w="102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283"/>
        <w:gridCol w:w="1418"/>
        <w:gridCol w:w="283"/>
        <w:gridCol w:w="992"/>
        <w:gridCol w:w="279"/>
        <w:gridCol w:w="1422"/>
        <w:gridCol w:w="238"/>
        <w:gridCol w:w="1310"/>
        <w:gridCol w:w="270"/>
        <w:gridCol w:w="1440"/>
      </w:tblGrid>
      <w:tr w:rsidR="003C3B26" w:rsidRPr="00491D87" w14:paraId="4F282ACE" w14:textId="77777777" w:rsidTr="00C0284B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7B55F" w14:textId="77777777" w:rsidR="003C3B26" w:rsidRPr="000014A7" w:rsidRDefault="003C3B26" w:rsidP="00005750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5CD63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51A92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91114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24411564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tcBorders>
              <w:top w:val="nil"/>
              <w:left w:val="nil"/>
              <w:right w:val="nil"/>
            </w:tcBorders>
          </w:tcPr>
          <w:p w14:paraId="6FDE7118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top w:val="nil"/>
              <w:left w:val="nil"/>
              <w:right w:val="nil"/>
            </w:tcBorders>
            <w:vAlign w:val="bottom"/>
          </w:tcPr>
          <w:p w14:paraId="43A5A8C5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</w:tcPr>
          <w:p w14:paraId="45485B91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020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03EDA6E4" w14:textId="77777777" w:rsidR="003C3B26" w:rsidRPr="000014A7" w:rsidRDefault="003C3B26" w:rsidP="00005750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3C3B26" w:rsidRPr="00491D87" w14:paraId="76788CB4" w14:textId="77777777" w:rsidTr="00C0284B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52FF0098" w14:textId="77777777" w:rsidR="003C3B26" w:rsidRPr="000014A7" w:rsidRDefault="003C3B26" w:rsidP="00005750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1BC6A64E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2EE6C512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662308FF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691D0716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9A5B8C7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  <w:vAlign w:val="bottom"/>
          </w:tcPr>
          <w:p w14:paraId="05AE5F59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0D8C7D87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20" w:type="dxa"/>
            <w:gridSpan w:val="3"/>
            <w:vMerge/>
            <w:tcBorders>
              <w:left w:val="nil"/>
              <w:right w:val="nil"/>
            </w:tcBorders>
          </w:tcPr>
          <w:p w14:paraId="61B84D40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C3B26" w:rsidRPr="00491D87" w14:paraId="6E1023FA" w14:textId="77777777" w:rsidTr="00C0284B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14:paraId="09BACA48" w14:textId="77777777" w:rsidR="003C3B26" w:rsidRPr="000014A7" w:rsidRDefault="003C3B26" w:rsidP="00005750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5DEEED6B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321703BB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14:paraId="37F6D8F4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14:paraId="13EDCF14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52DDBDA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  <w:vAlign w:val="bottom"/>
          </w:tcPr>
          <w:p w14:paraId="6B580CC4" w14:textId="77777777" w:rsidR="003C3B26" w:rsidRPr="000014A7" w:rsidRDefault="003C3B26" w:rsidP="00005750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2BEE9B7D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BCFCD9E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C0284B" w:rsidRPr="00491D87" w14:paraId="32BCEC3F" w14:textId="77777777" w:rsidTr="00C0284B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C411824" w14:textId="77777777" w:rsidR="003C3B26" w:rsidRPr="000014A7" w:rsidRDefault="003C3B26" w:rsidP="00005750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684813B0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283575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14:paraId="1197A046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EC5DF2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06DCCF74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00F5401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(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0014A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7169EEA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B526C" w14:textId="77777777" w:rsidR="003C3B26" w:rsidRPr="000014A7" w:rsidRDefault="00C0284B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30</w:t>
            </w:r>
            <w:r w:rsidR="003C3B26">
              <w:rPr>
                <w:rFonts w:ascii="Angsana New" w:hAnsi="Angsana New" w:hint="cs"/>
                <w:sz w:val="28"/>
                <w:szCs w:val="28"/>
                <w:cs/>
              </w:rPr>
              <w:t xml:space="preserve"> มิถุนายน</w:t>
            </w:r>
            <w:r w:rsidR="003C3B26" w:rsidRPr="000014A7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="003C3B26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F5C3C9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64EBF5" w14:textId="77777777" w:rsidR="003C3B26" w:rsidRPr="00C0284B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0014A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0014A7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="00C0284B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</w:tr>
      <w:tr w:rsidR="00C0284B" w:rsidRPr="00491D87" w14:paraId="311858A6" w14:textId="77777777" w:rsidTr="00C0284B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14:paraId="14C0095A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บริษัท ทีเอ็ม </w:t>
            </w:r>
            <w:proofErr w:type="spellStart"/>
            <w:r w:rsidRPr="000014A7">
              <w:rPr>
                <w:rFonts w:ascii="Angsana New" w:hAnsi="Angsana New"/>
                <w:sz w:val="28"/>
                <w:szCs w:val="28"/>
                <w:cs/>
              </w:rPr>
              <w:t>เนิร์สซิ่ง</w:t>
            </w:r>
            <w:proofErr w:type="spellEnd"/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แคร์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6337AB8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14:paraId="1FF7A117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9EBA454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00C1476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300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0014A7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4A79ED13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right w:val="nil"/>
            </w:tcBorders>
          </w:tcPr>
          <w:p w14:paraId="4288D58F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167598C2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right w:val="nil"/>
            </w:tcBorders>
          </w:tcPr>
          <w:p w14:paraId="3871FABB" w14:textId="77777777" w:rsidR="003C3B26" w:rsidRPr="000014A7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240,000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7ACB0E1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</w:tcPr>
          <w:p w14:paraId="070A4C28" w14:textId="77777777" w:rsidR="003C3B26" w:rsidRPr="000014A7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24</w:t>
            </w:r>
            <w:r w:rsidRPr="000014A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</w:tr>
      <w:tr w:rsidR="00C0284B" w:rsidRPr="000F708A" w14:paraId="3F554FA6" w14:textId="77777777" w:rsidTr="00C0284B">
        <w:tc>
          <w:tcPr>
            <w:tcW w:w="2269" w:type="dxa"/>
            <w:tcBorders>
              <w:left w:val="nil"/>
              <w:right w:val="nil"/>
            </w:tcBorders>
          </w:tcPr>
          <w:p w14:paraId="0E0DA20A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C0E02EB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0092CE70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1B0642BB" w14:textId="77777777" w:rsidR="003C3B26" w:rsidRPr="000F708A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A3AC192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B20E7E1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586C58D6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F98E920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3834533B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69D9C5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9D44484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284B" w:rsidRPr="00491D87" w14:paraId="03E2D041" w14:textId="77777777" w:rsidTr="00C0284B">
        <w:tc>
          <w:tcPr>
            <w:tcW w:w="2269" w:type="dxa"/>
            <w:tcBorders>
              <w:left w:val="nil"/>
              <w:right w:val="nil"/>
            </w:tcBorders>
          </w:tcPr>
          <w:p w14:paraId="46DD6906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เดอะพา</w:t>
            </w:r>
            <w:proofErr w:type="spellStart"/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เร้</w:t>
            </w:r>
            <w:proofErr w:type="spellEnd"/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นท</w:t>
            </w:r>
            <w:proofErr w:type="spellStart"/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์ส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>เนิร์สซิ่ง</w:t>
            </w:r>
            <w:proofErr w:type="spellEnd"/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แคร์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712DD3A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9BDCFF0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1DF0A2C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496079C" w14:textId="77777777" w:rsidR="003C3B26" w:rsidRPr="000014A7" w:rsidRDefault="003C3B2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4,000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AAECC68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3EE4785D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5DEA65AB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044B41D1" w14:textId="77777777" w:rsidR="003C3B26" w:rsidRPr="000014A7" w:rsidRDefault="003C3B26" w:rsidP="00005750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628A998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70FF0EAC" w14:textId="77777777" w:rsidR="003C3B26" w:rsidRPr="000014A7" w:rsidRDefault="003C3B26" w:rsidP="00005750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0284B" w:rsidRPr="000F708A" w14:paraId="77299175" w14:textId="77777777" w:rsidTr="00C0284B">
        <w:tc>
          <w:tcPr>
            <w:tcW w:w="2269" w:type="dxa"/>
            <w:tcBorders>
              <w:left w:val="nil"/>
              <w:right w:val="nil"/>
            </w:tcBorders>
          </w:tcPr>
          <w:p w14:paraId="2F5BF327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758BF914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5DF7346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855F369" w14:textId="77777777" w:rsidR="003C3B26" w:rsidRPr="000F708A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5467D8B6" w14:textId="77777777" w:rsidR="003C3B26" w:rsidRPr="000F708A" w:rsidRDefault="003C3B2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2EF1A897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07DD86F8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588F90F7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16B92867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84FB4A2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04D1940E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284B" w:rsidRPr="00491D87" w14:paraId="3843DB3F" w14:textId="77777777" w:rsidTr="00C0284B">
        <w:tc>
          <w:tcPr>
            <w:tcW w:w="2269" w:type="dxa"/>
            <w:tcBorders>
              <w:left w:val="nil"/>
              <w:right w:val="nil"/>
            </w:tcBorders>
          </w:tcPr>
          <w:p w14:paraId="10BE3470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 โรงพยาบาล เดอะพา</w:t>
            </w:r>
            <w:proofErr w:type="spellStart"/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เร้</w:t>
            </w:r>
            <w:proofErr w:type="spellEnd"/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นท</w:t>
            </w:r>
            <w:proofErr w:type="spellStart"/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์ส</w:t>
            </w:r>
            <w:proofErr w:type="spellEnd"/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(“TPH”)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BEE54C6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31371097" w14:textId="77777777" w:rsidR="003C3B26" w:rsidRPr="000014A7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884309F" w14:textId="77777777" w:rsidR="003C3B26" w:rsidRPr="000014A7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724A0D57" w14:textId="77777777" w:rsidR="003C3B26" w:rsidRPr="000014A7" w:rsidRDefault="003C3B2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DEEAAAF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6816BA96" w14:textId="77777777" w:rsidR="003C3B26" w:rsidRPr="000014A7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4B01037A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00EF4A3F" w14:textId="77777777" w:rsidR="003C3B26" w:rsidRPr="000014A7" w:rsidRDefault="003C3B26" w:rsidP="00005750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000E14" w14:textId="77777777" w:rsidR="003C3B26" w:rsidRPr="000014A7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58290223" w14:textId="77777777" w:rsidR="003C3B26" w:rsidRPr="000014A7" w:rsidRDefault="003C3B26" w:rsidP="00005750">
            <w:pPr>
              <w:tabs>
                <w:tab w:val="clear" w:pos="680"/>
                <w:tab w:val="clear" w:pos="907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0284B" w:rsidRPr="000F708A" w14:paraId="10D5C32B" w14:textId="77777777" w:rsidTr="00C0284B">
        <w:tc>
          <w:tcPr>
            <w:tcW w:w="2269" w:type="dxa"/>
            <w:tcBorders>
              <w:left w:val="nil"/>
              <w:right w:val="nil"/>
            </w:tcBorders>
          </w:tcPr>
          <w:p w14:paraId="1E3ED442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6B61AFAE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1D9D9FE6" w14:textId="77777777" w:rsidR="003C3B26" w:rsidRPr="000F708A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430BED6E" w14:textId="77777777" w:rsidR="003C3B26" w:rsidRPr="000F708A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BA07B9D" w14:textId="77777777" w:rsidR="003C3B26" w:rsidRPr="000F708A" w:rsidRDefault="003C3B26" w:rsidP="00005750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16B30A08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6D94A022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79D02046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40731B3C" w14:textId="77777777" w:rsidR="003C3B26" w:rsidRPr="000F708A" w:rsidRDefault="003C3B26" w:rsidP="00005750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AE8A5BD" w14:textId="77777777" w:rsidR="003C3B26" w:rsidRPr="000F708A" w:rsidRDefault="003C3B26" w:rsidP="00005750">
            <w:pPr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6A2B0E70" w14:textId="77777777" w:rsidR="003C3B26" w:rsidRPr="000F708A" w:rsidRDefault="003C3B26" w:rsidP="00005750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284B" w:rsidRPr="00491D87" w14:paraId="5EBAF1AB" w14:textId="77777777" w:rsidTr="00C0284B">
        <w:tc>
          <w:tcPr>
            <w:tcW w:w="2269" w:type="dxa"/>
            <w:tcBorders>
              <w:left w:val="nil"/>
              <w:right w:val="nil"/>
            </w:tcBorders>
          </w:tcPr>
          <w:p w14:paraId="73AD1259" w14:textId="77777777" w:rsidR="003C3B26" w:rsidRPr="00DF6E91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บริษัททีเอ็มเทรด</w:t>
            </w:r>
            <w:proofErr w:type="spellStart"/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ดิ้ง</w:t>
            </w:r>
            <w:proofErr w:type="spellEnd"/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จำกัด (“</w:t>
            </w:r>
            <w:r w:rsidRPr="00DF6E91">
              <w:rPr>
                <w:rFonts w:ascii="Angsana New" w:hAnsi="Angsana New"/>
                <w:sz w:val="30"/>
                <w:szCs w:val="30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1A5D658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621CCB1A" w14:textId="77777777" w:rsidR="003C3B26" w:rsidRPr="00DF6E91" w:rsidRDefault="003C3B2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05A89C2F" w14:textId="77777777" w:rsidR="003C3B26" w:rsidRPr="00DF6E91" w:rsidRDefault="003C3B26" w:rsidP="00005750">
            <w:pPr>
              <w:pStyle w:val="37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07C7497" w14:textId="77777777" w:rsidR="003C3B26" w:rsidRPr="00DF6E91" w:rsidRDefault="003C3B26" w:rsidP="00005750">
            <w:pPr>
              <w:tabs>
                <w:tab w:val="clear" w:pos="680"/>
                <w:tab w:val="clear" w:pos="907"/>
              </w:tabs>
              <w:ind w:right="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79" w:type="dxa"/>
            <w:tcBorders>
              <w:left w:val="nil"/>
              <w:right w:val="nil"/>
            </w:tcBorders>
          </w:tcPr>
          <w:p w14:paraId="3191A391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22" w:type="dxa"/>
            <w:tcBorders>
              <w:left w:val="nil"/>
              <w:right w:val="nil"/>
            </w:tcBorders>
          </w:tcPr>
          <w:p w14:paraId="3B3CBBEE" w14:textId="77777777" w:rsidR="003C3B26" w:rsidRPr="00DF6E91" w:rsidRDefault="003C3B26" w:rsidP="0000575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 w14:paraId="24027387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0" w:type="dxa"/>
            <w:tcBorders>
              <w:left w:val="nil"/>
              <w:right w:val="nil"/>
            </w:tcBorders>
          </w:tcPr>
          <w:p w14:paraId="0D16C243" w14:textId="77777777" w:rsidR="003C3B26" w:rsidRPr="00DF6E91" w:rsidRDefault="003C3B26" w:rsidP="00005750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272B01" w14:textId="77777777" w:rsidR="003C3B26" w:rsidRPr="00DF6E91" w:rsidRDefault="003C3B26" w:rsidP="0000575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14:paraId="22A994B7" w14:textId="77777777" w:rsidR="003C3B26" w:rsidRPr="00DF6E91" w:rsidRDefault="003C3B26" w:rsidP="00005750">
            <w:pPr>
              <w:tabs>
                <w:tab w:val="clear" w:pos="907"/>
              </w:tabs>
              <w:ind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</w:tr>
    </w:tbl>
    <w:p w14:paraId="44D60802" w14:textId="77777777" w:rsidR="000F708A" w:rsidRPr="000F708A" w:rsidRDefault="000F708A" w:rsidP="003C3B26">
      <w:pPr>
        <w:pStyle w:val="af8"/>
        <w:jc w:val="thaiDistribute"/>
        <w:rPr>
          <w:rFonts w:ascii="Angsana New" w:hAnsi="Angsana New"/>
          <w:sz w:val="16"/>
          <w:szCs w:val="16"/>
        </w:rPr>
      </w:pPr>
    </w:p>
    <w:p w14:paraId="61FE1B3A" w14:textId="77777777" w:rsidR="003C3B26" w:rsidRDefault="003C3B26" w:rsidP="003C3B26">
      <w:pPr>
        <w:pStyle w:val="af8"/>
        <w:jc w:val="thaiDistribute"/>
        <w:rPr>
          <w:rFonts w:ascii="Angsana New" w:hAnsi="Angsana New"/>
          <w:szCs w:val="30"/>
        </w:rPr>
      </w:pPr>
      <w:r w:rsidRPr="00E730EC">
        <w:rPr>
          <w:rFonts w:ascii="Angsana New" w:hAnsi="Angsana New"/>
          <w:szCs w:val="30"/>
        </w:rPr>
        <w:t>*</w:t>
      </w:r>
      <w:r w:rsidRPr="00E730EC">
        <w:rPr>
          <w:rFonts w:ascii="Angsana New" w:hAnsi="Angsana New" w:hint="cs"/>
          <w:szCs w:val="30"/>
          <w:cs/>
        </w:rPr>
        <w:t xml:space="preserve"> ถือหุ้นโดย </w:t>
      </w:r>
      <w:r w:rsidRPr="00E730EC">
        <w:rPr>
          <w:rFonts w:ascii="Angsana New" w:hAnsi="Angsana New"/>
          <w:szCs w:val="30"/>
        </w:rPr>
        <w:t xml:space="preserve">TMNC </w:t>
      </w:r>
      <w:r w:rsidRPr="00E730EC">
        <w:rPr>
          <w:rFonts w:ascii="Angsana New" w:hAnsi="Angsana New" w:hint="cs"/>
          <w:szCs w:val="30"/>
          <w:cs/>
        </w:rPr>
        <w:t xml:space="preserve">ร้อยละ </w:t>
      </w:r>
      <w:r w:rsidR="008C7AE8">
        <w:rPr>
          <w:rFonts w:ascii="Angsana New" w:hAnsi="Angsana New"/>
          <w:szCs w:val="30"/>
        </w:rPr>
        <w:t>99.99</w:t>
      </w:r>
      <w:r w:rsidRPr="00E730EC">
        <w:rPr>
          <w:rFonts w:ascii="Angsana New" w:hAnsi="Angsana New" w:hint="cs"/>
          <w:szCs w:val="30"/>
          <w:cs/>
        </w:rPr>
        <w:t xml:space="preserve"> ด้วยราคาทุนจำนวน </w:t>
      </w:r>
      <w:r w:rsidR="008C7AE8">
        <w:rPr>
          <w:rFonts w:ascii="Angsana New" w:hAnsi="Angsana New"/>
          <w:szCs w:val="30"/>
        </w:rPr>
        <w:t>4</w:t>
      </w:r>
      <w:r w:rsidRPr="00E730EC">
        <w:rPr>
          <w:rFonts w:ascii="Angsana New" w:hAnsi="Angsana New" w:hint="cs"/>
          <w:szCs w:val="30"/>
          <w:cs/>
        </w:rPr>
        <w:t xml:space="preserve"> ล้านบาท </w:t>
      </w:r>
      <w:r w:rsidRPr="00E730EC">
        <w:rPr>
          <w:rFonts w:ascii="Angsana New" w:hAnsi="Angsana New"/>
          <w:szCs w:val="30"/>
        </w:rPr>
        <w:t xml:space="preserve">(TPNC) </w:t>
      </w:r>
      <w:r w:rsidRPr="00E730EC">
        <w:rPr>
          <w:rFonts w:ascii="Angsana New" w:hAnsi="Angsana New" w:hint="cs"/>
          <w:szCs w:val="30"/>
          <w:cs/>
        </w:rPr>
        <w:t xml:space="preserve">และ </w:t>
      </w:r>
      <w:r w:rsidR="008C7AE8">
        <w:rPr>
          <w:rFonts w:ascii="Angsana New" w:hAnsi="Angsana New"/>
          <w:szCs w:val="30"/>
        </w:rPr>
        <w:t>30</w:t>
      </w:r>
      <w:r w:rsidRPr="00E730EC">
        <w:rPr>
          <w:rFonts w:ascii="Angsana New" w:hAnsi="Angsana New" w:hint="cs"/>
          <w:szCs w:val="30"/>
          <w:cs/>
        </w:rPr>
        <w:t xml:space="preserve"> ล้านบาท </w:t>
      </w:r>
      <w:r w:rsidRPr="00E730EC">
        <w:rPr>
          <w:rFonts w:ascii="Angsana New" w:hAnsi="Angsana New"/>
          <w:szCs w:val="30"/>
        </w:rPr>
        <w:t>(TPH)</w:t>
      </w:r>
      <w:r w:rsidRPr="00E730EC">
        <w:rPr>
          <w:rFonts w:ascii="Angsana New" w:hAnsi="Angsana New" w:hint="cs"/>
          <w:szCs w:val="30"/>
          <w:cs/>
        </w:rPr>
        <w:t xml:space="preserve"> โดย </w:t>
      </w:r>
      <w:r w:rsidRPr="00E730EC">
        <w:rPr>
          <w:rFonts w:ascii="Angsana New" w:hAnsi="Angsana New"/>
          <w:szCs w:val="30"/>
        </w:rPr>
        <w:t xml:space="preserve">TPNC </w:t>
      </w:r>
      <w:r w:rsidRPr="00E730EC">
        <w:rPr>
          <w:rFonts w:ascii="Angsana New" w:hAnsi="Angsana New" w:hint="cs"/>
          <w:szCs w:val="30"/>
          <w:cs/>
        </w:rPr>
        <w:t xml:space="preserve">และ </w:t>
      </w:r>
      <w:r w:rsidRPr="00E730EC">
        <w:rPr>
          <w:rFonts w:ascii="Angsana New" w:hAnsi="Angsana New"/>
          <w:szCs w:val="30"/>
        </w:rPr>
        <w:t xml:space="preserve">TPH </w:t>
      </w:r>
      <w:r w:rsidRPr="00E730EC">
        <w:rPr>
          <w:rFonts w:ascii="Angsana New" w:hAnsi="Angsana New" w:hint="cs"/>
          <w:szCs w:val="30"/>
          <w:cs/>
        </w:rPr>
        <w:t xml:space="preserve">ได้ถูกจดทะเบียนจัดตั้งขึ้นเมื่อวันที่ </w:t>
      </w:r>
      <w:r w:rsidR="008C7AE8">
        <w:rPr>
          <w:rFonts w:ascii="Angsana New" w:hAnsi="Angsana New"/>
          <w:szCs w:val="30"/>
        </w:rPr>
        <w:t>25</w:t>
      </w:r>
      <w:r w:rsidRPr="00E730EC">
        <w:rPr>
          <w:rFonts w:ascii="Angsana New" w:hAnsi="Angsana New" w:hint="cs"/>
          <w:szCs w:val="30"/>
          <w:cs/>
        </w:rPr>
        <w:t xml:space="preserve"> กุมภาพันธ์ </w:t>
      </w:r>
      <w:r w:rsidR="008C7AE8">
        <w:rPr>
          <w:rFonts w:ascii="Angsana New" w:hAnsi="Angsana New"/>
          <w:szCs w:val="30"/>
        </w:rPr>
        <w:t>2565</w:t>
      </w:r>
    </w:p>
    <w:p w14:paraId="6C676C7D" w14:textId="77777777" w:rsidR="00F73FAF" w:rsidRDefault="00F73FAF" w:rsidP="00A00A5A">
      <w:pPr>
        <w:pStyle w:val="af8"/>
        <w:jc w:val="thaiDistribute"/>
        <w:rPr>
          <w:rFonts w:ascii="Angsana New" w:hAnsi="Angsana New"/>
          <w:szCs w:val="30"/>
        </w:rPr>
      </w:pPr>
    </w:p>
    <w:p w14:paraId="56B9F13E" w14:textId="77777777" w:rsidR="00A00A5A" w:rsidRPr="00C265E2" w:rsidRDefault="00A00A5A" w:rsidP="00A00A5A">
      <w:pPr>
        <w:pStyle w:val="af8"/>
        <w:jc w:val="thaiDistribute"/>
        <w:rPr>
          <w:rFonts w:ascii="Angsana New" w:hAnsi="Angsana New"/>
          <w:szCs w:val="30"/>
        </w:rPr>
      </w:pPr>
      <w:r w:rsidRPr="00C265E2">
        <w:rPr>
          <w:rFonts w:ascii="Angsana New" w:hAnsi="Angsana New"/>
          <w:szCs w:val="30"/>
          <w:cs/>
        </w:rPr>
        <w:lastRenderedPageBreak/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14:paraId="3668BEDA" w14:textId="77777777" w:rsidR="00F73FAF" w:rsidRDefault="00F73FAF" w:rsidP="004E6B25">
      <w:pPr>
        <w:pStyle w:val="25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6B6E772D" w14:textId="77777777" w:rsidR="00DC3219" w:rsidRPr="00C265E2" w:rsidRDefault="00DC3219" w:rsidP="004E6B25">
      <w:pPr>
        <w:pStyle w:val="25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C265E2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C265E2">
        <w:rPr>
          <w:rFonts w:ascii="Angsana New" w:hAnsi="Angsana New"/>
          <w:sz w:val="30"/>
          <w:szCs w:val="30"/>
        </w:rPr>
        <w:t xml:space="preserve">1 </w:t>
      </w:r>
      <w:r w:rsidRPr="00C265E2">
        <w:rPr>
          <w:rFonts w:ascii="Angsana New" w:hAnsi="Angsana New"/>
          <w:sz w:val="30"/>
          <w:szCs w:val="30"/>
          <w:cs/>
        </w:rPr>
        <w:t xml:space="preserve">มกราคม </w:t>
      </w:r>
      <w:r w:rsidRPr="00C265E2">
        <w:rPr>
          <w:rFonts w:ascii="Angsana New" w:hAnsi="Angsana New"/>
          <w:sz w:val="30"/>
          <w:szCs w:val="30"/>
        </w:rPr>
        <w:t>25</w:t>
      </w:r>
      <w:r w:rsidRPr="00C265E2">
        <w:rPr>
          <w:rFonts w:ascii="Angsana New" w:hAnsi="Angsana New"/>
          <w:sz w:val="30"/>
          <w:szCs w:val="30"/>
          <w:cs/>
        </w:rPr>
        <w:t>6</w:t>
      </w:r>
      <w:r w:rsidRPr="00C265E2">
        <w:rPr>
          <w:rFonts w:ascii="Angsana New" w:hAnsi="Angsana New"/>
          <w:sz w:val="30"/>
          <w:szCs w:val="30"/>
        </w:rPr>
        <w:t>6</w:t>
      </w:r>
      <w:r w:rsidRPr="00C265E2">
        <w:rPr>
          <w:rFonts w:ascii="Angsana New" w:hAnsi="Angsana New" w:hint="cs"/>
          <w:sz w:val="30"/>
          <w:szCs w:val="30"/>
          <w:cs/>
        </w:rPr>
        <w:t>กลุ่ม</w:t>
      </w:r>
      <w:r w:rsidRPr="00C265E2">
        <w:rPr>
          <w:rFonts w:ascii="Angsana New" w:hAnsi="Angsana New"/>
          <w:sz w:val="30"/>
          <w:szCs w:val="30"/>
          <w:cs/>
        </w:rPr>
        <w:t>บริษัทได้ถือปฏิบัติตามกรอบแนวคิดสำหรับการรายงานทางการเงินมาตรฐานการบัญชี</w:t>
      </w:r>
      <w:r w:rsidRPr="00C265E2">
        <w:rPr>
          <w:rFonts w:ascii="Angsana New" w:hAnsi="Angsana New"/>
          <w:sz w:val="30"/>
          <w:szCs w:val="30"/>
        </w:rPr>
        <w:t xml:space="preserve">(TAS) </w:t>
      </w:r>
      <w:r w:rsidRPr="00C265E2">
        <w:rPr>
          <w:rFonts w:ascii="Angsana New" w:hAnsi="Angsana New"/>
          <w:sz w:val="30"/>
          <w:szCs w:val="30"/>
          <w:cs/>
        </w:rPr>
        <w:t>มาตรฐานการรายงานทางการเงิ</w:t>
      </w:r>
      <w:r w:rsidRPr="00C265E2">
        <w:rPr>
          <w:rFonts w:ascii="Angsana New" w:hAnsi="Angsana New" w:hint="cs"/>
          <w:sz w:val="30"/>
          <w:szCs w:val="30"/>
          <w:cs/>
        </w:rPr>
        <w:t xml:space="preserve">น </w:t>
      </w:r>
      <w:r w:rsidRPr="00C265E2">
        <w:rPr>
          <w:rFonts w:ascii="Angsana New" w:hAnsi="Angsana New"/>
          <w:sz w:val="30"/>
          <w:szCs w:val="30"/>
        </w:rPr>
        <w:t xml:space="preserve">(TFRS) </w:t>
      </w:r>
      <w:r w:rsidRPr="00C265E2">
        <w:rPr>
          <w:rFonts w:ascii="Angsana New" w:hAnsi="Angsana New" w:hint="cs"/>
          <w:sz w:val="30"/>
          <w:szCs w:val="30"/>
          <w:cs/>
        </w:rPr>
        <w:t>ก</w:t>
      </w:r>
      <w:r w:rsidRPr="00C265E2">
        <w:rPr>
          <w:rFonts w:ascii="Angsana New" w:hAnsi="Angsana New"/>
          <w:sz w:val="30"/>
          <w:szCs w:val="30"/>
          <w:cs/>
        </w:rPr>
        <w:t>ารตีความมาตรฐานการบัญชี</w:t>
      </w:r>
      <w:r w:rsidRPr="00C265E2">
        <w:rPr>
          <w:rFonts w:ascii="Angsana New" w:hAnsi="Angsana New"/>
          <w:sz w:val="30"/>
          <w:szCs w:val="30"/>
        </w:rPr>
        <w:t xml:space="preserve">(TSIC) </w:t>
      </w:r>
      <w:r w:rsidRPr="00C265E2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Pr="00C265E2">
        <w:rPr>
          <w:rFonts w:ascii="Angsana New" w:hAnsi="Angsana New"/>
          <w:sz w:val="30"/>
          <w:szCs w:val="30"/>
        </w:rPr>
        <w:t xml:space="preserve"> (TFRIC)</w:t>
      </w:r>
      <w:r w:rsidRPr="00C265E2">
        <w:rPr>
          <w:rFonts w:ascii="Angsana New" w:hAnsi="Angsana New" w:hint="cs"/>
          <w:sz w:val="30"/>
          <w:szCs w:val="30"/>
          <w:cs/>
        </w:rPr>
        <w:t xml:space="preserve"> และแนวปฏิบัติทางการบัญชี</w:t>
      </w:r>
      <w:r w:rsidRPr="00C265E2">
        <w:rPr>
          <w:rFonts w:ascii="Angsana New" w:hAnsi="Angsana New"/>
          <w:sz w:val="30"/>
          <w:szCs w:val="30"/>
          <w:cs/>
        </w:rPr>
        <w:t>ที่ปรับปรุงใหม่หลายฉบับโดยสภาวิชาชีพบัญชี</w:t>
      </w:r>
      <w:r w:rsidRPr="00C265E2">
        <w:rPr>
          <w:rFonts w:ascii="Angsana New" w:hAnsi="Angsana New" w:hint="cs"/>
          <w:sz w:val="30"/>
          <w:szCs w:val="30"/>
          <w:cs/>
        </w:rPr>
        <w:t>ซึ่ง</w:t>
      </w:r>
      <w:r w:rsidRPr="00C265E2">
        <w:rPr>
          <w:rFonts w:ascii="Angsana New" w:hAnsi="Angsana New"/>
          <w:sz w:val="30"/>
          <w:szCs w:val="30"/>
          <w:cs/>
        </w:rPr>
        <w:t xml:space="preserve">มีผลบังคับใช้สำหรับรอบระยะเวลาบัญชีที่เริ่มต้นในหรือหลังวันที่ </w:t>
      </w:r>
      <w:r w:rsidRPr="00C265E2">
        <w:rPr>
          <w:rFonts w:ascii="Angsana New" w:hAnsi="Angsana New"/>
          <w:sz w:val="30"/>
          <w:szCs w:val="30"/>
        </w:rPr>
        <w:t>1</w:t>
      </w:r>
      <w:r w:rsidRPr="00C265E2">
        <w:rPr>
          <w:rFonts w:ascii="Angsana New" w:hAnsi="Angsana New"/>
          <w:sz w:val="30"/>
          <w:szCs w:val="30"/>
          <w:cs/>
        </w:rPr>
        <w:t xml:space="preserve"> มกราคม </w:t>
      </w:r>
      <w:r w:rsidRPr="00C265E2">
        <w:rPr>
          <w:rFonts w:ascii="Angsana New" w:hAnsi="Angsana New"/>
          <w:sz w:val="30"/>
          <w:szCs w:val="30"/>
        </w:rPr>
        <w:t>25</w:t>
      </w:r>
      <w:r w:rsidRPr="00C265E2">
        <w:rPr>
          <w:rFonts w:ascii="Angsana New" w:hAnsi="Angsana New" w:hint="cs"/>
          <w:sz w:val="30"/>
          <w:szCs w:val="30"/>
          <w:cs/>
        </w:rPr>
        <w:t>6</w:t>
      </w:r>
      <w:r w:rsidRPr="00C265E2">
        <w:rPr>
          <w:rFonts w:ascii="Angsana New" w:hAnsi="Angsana New"/>
          <w:sz w:val="30"/>
          <w:szCs w:val="30"/>
        </w:rPr>
        <w:t>6</w:t>
      </w:r>
      <w:r w:rsidRPr="00C265E2">
        <w:rPr>
          <w:rFonts w:ascii="Angsana New" w:hAnsi="Angsana New"/>
          <w:sz w:val="30"/>
          <w:szCs w:val="30"/>
          <w:cs/>
        </w:rPr>
        <w:t>ซึ่งการปรับปรุงครั้งนี้โดยรวมเป็นการทำให้มาตรฐานการรายงานทางการเงินมีความชัดเจนและ</w:t>
      </w:r>
      <w:r w:rsidRPr="00C265E2">
        <w:rPr>
          <w:rFonts w:ascii="Angsana New" w:hAnsi="Angsana New" w:hint="cs"/>
          <w:sz w:val="30"/>
          <w:szCs w:val="30"/>
          <w:cs/>
        </w:rPr>
        <w:t>มีความ</w:t>
      </w:r>
      <w:r w:rsidRPr="00C265E2">
        <w:rPr>
          <w:rFonts w:ascii="Angsana New" w:hAnsi="Angsana New"/>
          <w:sz w:val="30"/>
          <w:szCs w:val="30"/>
          <w:cs/>
        </w:rPr>
        <w:t>เหมาะสมมากยิ่งขึ้น อย่างไรก็ดี มีการเปลี่ยนแปลงที่สำคัญ</w:t>
      </w:r>
      <w:r w:rsidRPr="00C265E2">
        <w:rPr>
          <w:rFonts w:ascii="Angsana New" w:hAnsi="Angsana New" w:hint="cs"/>
          <w:sz w:val="30"/>
          <w:szCs w:val="30"/>
          <w:cs/>
        </w:rPr>
        <w:t>เกี่ยวกับการรับรู้รายการในส่วนของ</w:t>
      </w:r>
      <w:r w:rsidRPr="00C265E2">
        <w:rPr>
          <w:rFonts w:ascii="Angsana New" w:hAnsi="Angsana New"/>
          <w:sz w:val="30"/>
          <w:szCs w:val="30"/>
        </w:rPr>
        <w:t>TAS 16 “</w:t>
      </w:r>
      <w:r w:rsidRPr="00C265E2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Pr="00C265E2">
        <w:rPr>
          <w:rFonts w:ascii="Angsana New" w:hAnsi="Angsana New"/>
          <w:sz w:val="30"/>
          <w:szCs w:val="30"/>
        </w:rPr>
        <w:t>”</w:t>
      </w:r>
      <w:r w:rsidRPr="00C265E2">
        <w:rPr>
          <w:rFonts w:ascii="Angsana New" w:hAnsi="Angsana New"/>
          <w:sz w:val="30"/>
          <w:szCs w:val="30"/>
          <w:cs/>
        </w:rPr>
        <w:t xml:space="preserve"> โดย</w:t>
      </w:r>
      <w:r w:rsidRPr="00C265E2">
        <w:rPr>
          <w:rFonts w:ascii="Angsana New" w:hAnsi="Angsana New" w:hint="cs"/>
          <w:sz w:val="30"/>
          <w:szCs w:val="30"/>
          <w:cs/>
        </w:rPr>
        <w:t>กำหนดให้</w:t>
      </w:r>
      <w:r w:rsidRPr="00C265E2">
        <w:rPr>
          <w:rFonts w:ascii="Angsana New" w:hAnsi="Angsana New"/>
          <w:sz w:val="30"/>
          <w:szCs w:val="30"/>
          <w:cs/>
        </w:rPr>
        <w:t>รับรู้</w:t>
      </w:r>
      <w:r w:rsidRPr="00C265E2">
        <w:rPr>
          <w:rFonts w:ascii="Angsana New" w:hAnsi="Angsana New" w:hint="cs"/>
          <w:sz w:val="30"/>
          <w:szCs w:val="30"/>
          <w:cs/>
        </w:rPr>
        <w:t>สิ่</w:t>
      </w:r>
      <w:r w:rsidRPr="00C265E2">
        <w:rPr>
          <w:rFonts w:ascii="Angsana New" w:hAnsi="Angsana New"/>
          <w:sz w:val="30"/>
          <w:szCs w:val="30"/>
          <w:cs/>
        </w:rPr>
        <w:t>งตอบแทนที่ได้รับก่อนที่ที่ดิน อาคารและอุปกรณ์จะอยู่ในสภาพพร้อมที่จะใช้ได้ตามประสงค์เป็</w:t>
      </w:r>
      <w:r w:rsidRPr="00C265E2">
        <w:rPr>
          <w:rFonts w:ascii="Angsana New" w:hAnsi="Angsana New" w:hint="cs"/>
          <w:sz w:val="30"/>
          <w:szCs w:val="30"/>
          <w:cs/>
        </w:rPr>
        <w:t>น</w:t>
      </w:r>
      <w:r w:rsidRPr="00C265E2">
        <w:rPr>
          <w:rFonts w:ascii="Angsana New" w:hAnsi="Angsana New"/>
          <w:sz w:val="30"/>
          <w:szCs w:val="30"/>
          <w:cs/>
        </w:rPr>
        <w:t>รายได้</w:t>
      </w:r>
      <w:r w:rsidRPr="00C265E2">
        <w:rPr>
          <w:rFonts w:ascii="Angsana New" w:hAnsi="Angsana New" w:hint="cs"/>
          <w:sz w:val="30"/>
          <w:szCs w:val="30"/>
          <w:cs/>
        </w:rPr>
        <w:t>ควบคู่ไปกับต้นทุนที่เกี่ยวข้องในกำไรหรือขาดทุน</w:t>
      </w:r>
      <w:r w:rsidRPr="00C265E2">
        <w:rPr>
          <w:rFonts w:ascii="Angsana New" w:hAnsi="Angsana New"/>
          <w:sz w:val="30"/>
          <w:szCs w:val="30"/>
          <w:cs/>
        </w:rPr>
        <w:t>แทน</w:t>
      </w:r>
      <w:r w:rsidRPr="00C265E2">
        <w:rPr>
          <w:rFonts w:ascii="Angsana New" w:hAnsi="Angsana New" w:hint="cs"/>
          <w:sz w:val="30"/>
          <w:szCs w:val="30"/>
          <w:cs/>
        </w:rPr>
        <w:t>ข้อกำหนดเดิมที่ให้รับรู้รายการดังกล่าวเป็นรายการ</w:t>
      </w:r>
      <w:r w:rsidRPr="00C265E2">
        <w:rPr>
          <w:rFonts w:ascii="Angsana New" w:hAnsi="Angsana New"/>
          <w:sz w:val="30"/>
          <w:szCs w:val="30"/>
          <w:cs/>
        </w:rPr>
        <w:t>หักออกจากต้นทุนของที่ดิน อาคารและอุปกรณ์นั้น</w:t>
      </w:r>
      <w:r w:rsidRPr="00C265E2">
        <w:rPr>
          <w:rFonts w:ascii="Angsana New" w:hAnsi="Angsana New" w:hint="cs"/>
          <w:sz w:val="30"/>
          <w:szCs w:val="30"/>
          <w:cs/>
        </w:rPr>
        <w:t xml:space="preserve"> นอกจากนี้ </w:t>
      </w:r>
      <w:r w:rsidRPr="00C265E2">
        <w:rPr>
          <w:rFonts w:ascii="Angsana New" w:hAnsi="Angsana New"/>
          <w:sz w:val="30"/>
          <w:szCs w:val="30"/>
          <w:cs/>
        </w:rPr>
        <w:t>สภาวิชาชีพบัญชี</w:t>
      </w:r>
      <w:r w:rsidRPr="00C265E2">
        <w:rPr>
          <w:rFonts w:ascii="Angsana New" w:hAnsi="Angsana New" w:hint="cs"/>
          <w:sz w:val="30"/>
          <w:szCs w:val="30"/>
          <w:cs/>
        </w:rPr>
        <w:t xml:space="preserve">ยังได้ออก TFRS 17 </w:t>
      </w:r>
      <w:r w:rsidRPr="00C265E2">
        <w:rPr>
          <w:rFonts w:ascii="Angsana New" w:hAnsi="Angsana New"/>
          <w:sz w:val="30"/>
          <w:szCs w:val="30"/>
        </w:rPr>
        <w:t>“</w:t>
      </w:r>
      <w:r w:rsidRPr="00C265E2">
        <w:rPr>
          <w:rFonts w:ascii="Angsana New" w:hAnsi="Angsana New" w:hint="cs"/>
          <w:sz w:val="30"/>
          <w:szCs w:val="30"/>
          <w:cs/>
        </w:rPr>
        <w:t>สัญญาประกันภัย</w:t>
      </w:r>
      <w:r w:rsidRPr="00C265E2">
        <w:rPr>
          <w:rFonts w:ascii="Angsana New" w:hAnsi="Angsana New"/>
          <w:sz w:val="30"/>
          <w:szCs w:val="30"/>
        </w:rPr>
        <w:t xml:space="preserve">” </w:t>
      </w:r>
      <w:r w:rsidRPr="00C265E2">
        <w:rPr>
          <w:rFonts w:ascii="Angsana New" w:hAnsi="Angsana New" w:hint="cs"/>
          <w:sz w:val="30"/>
          <w:szCs w:val="30"/>
          <w:cs/>
        </w:rPr>
        <w:t xml:space="preserve">มาแทน </w:t>
      </w:r>
      <w:r w:rsidRPr="00C265E2">
        <w:rPr>
          <w:rFonts w:ascii="Angsana New" w:hAnsi="Angsana New"/>
          <w:sz w:val="30"/>
          <w:szCs w:val="30"/>
        </w:rPr>
        <w:t xml:space="preserve">TFRS 4 </w:t>
      </w:r>
      <w:r w:rsidRPr="00C265E2">
        <w:rPr>
          <w:rFonts w:ascii="Angsana New" w:hAnsi="Angsana New"/>
          <w:sz w:val="30"/>
          <w:szCs w:val="30"/>
          <w:cs/>
        </w:rPr>
        <w:t>ซึ่ง</w:t>
      </w:r>
      <w:r w:rsidRPr="00C265E2">
        <w:rPr>
          <w:rFonts w:ascii="Angsana New" w:hAnsi="Angsana New" w:hint="cs"/>
          <w:sz w:val="30"/>
          <w:szCs w:val="30"/>
          <w:cs/>
        </w:rPr>
        <w:t>จะ</w:t>
      </w:r>
      <w:r w:rsidRPr="00C265E2">
        <w:rPr>
          <w:rFonts w:ascii="Angsana New" w:hAnsi="Angsana New"/>
          <w:sz w:val="30"/>
          <w:szCs w:val="30"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="000E29E2">
        <w:rPr>
          <w:rFonts w:ascii="Angsana New" w:hAnsi="Angsana New"/>
          <w:sz w:val="30"/>
          <w:szCs w:val="30"/>
        </w:rPr>
        <w:t>1</w:t>
      </w:r>
      <w:r w:rsidRPr="00C265E2">
        <w:rPr>
          <w:rFonts w:ascii="Angsana New" w:hAnsi="Angsana New"/>
          <w:sz w:val="30"/>
          <w:szCs w:val="30"/>
          <w:cs/>
        </w:rPr>
        <w:t xml:space="preserve"> มกราคม </w:t>
      </w:r>
      <w:r w:rsidR="000E29E2">
        <w:rPr>
          <w:rFonts w:ascii="Angsana New" w:hAnsi="Angsana New"/>
          <w:sz w:val="30"/>
          <w:szCs w:val="30"/>
        </w:rPr>
        <w:t>2568</w:t>
      </w:r>
      <w:r w:rsidRPr="00C265E2">
        <w:rPr>
          <w:rFonts w:ascii="Angsana New" w:hAnsi="Angsana New" w:hint="cs"/>
          <w:sz w:val="30"/>
          <w:szCs w:val="30"/>
          <w:cs/>
        </w:rPr>
        <w:t xml:space="preserve">ทั้งนี้ กลุ่มบริษัทยังไม่ได้นำ </w:t>
      </w:r>
      <w:r w:rsidRPr="00C265E2">
        <w:rPr>
          <w:rFonts w:ascii="Angsana New" w:hAnsi="Angsana New"/>
          <w:sz w:val="30"/>
          <w:szCs w:val="30"/>
        </w:rPr>
        <w:t xml:space="preserve">TFRS 17 </w:t>
      </w:r>
      <w:r w:rsidRPr="00C265E2">
        <w:rPr>
          <w:rFonts w:ascii="Angsana New" w:hAnsi="Angsana New" w:hint="cs"/>
          <w:sz w:val="30"/>
          <w:szCs w:val="30"/>
          <w:cs/>
        </w:rPr>
        <w:t>ที่ออกใหม่ข้างต้นมาเริ่มถือปฏิบัติในการจัดทำข้อมูลทางการเงินระหว่างกาลนี้และไม่มีนโยบายในการนำมาเริ่มถือปฏิบัติก่อนวันที่มีผลบังคับใช้ โดยฝ่ายบริหารได้ประเมินในเบื้องต้นและเชื่อว่าเมื่อนำมาเริ่มถือปฏิบัติจะไม่มีผลกระทบที่เป็นสาระสำคัญต่องบการเงินของกลุ่มบริษัท</w:t>
      </w:r>
    </w:p>
    <w:p w14:paraId="07DEEC37" w14:textId="77777777" w:rsidR="00DC3219" w:rsidRPr="00C265E2" w:rsidRDefault="00DC3219" w:rsidP="004E6B25">
      <w:pPr>
        <w:pStyle w:val="25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0E18BEFE" w14:textId="77777777" w:rsidR="004E6B25" w:rsidRPr="00C265E2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C265E2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14:paraId="6663D4E9" w14:textId="77777777" w:rsidR="004E6B25" w:rsidRPr="00C265E2" w:rsidRDefault="004E6B25" w:rsidP="004E6B25">
      <w:pPr>
        <w:pStyle w:val="af7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1EEBE928" w14:textId="77777777" w:rsidR="009D0AD5" w:rsidRPr="00C265E2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C265E2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14:paraId="5B5C5655" w14:textId="77777777" w:rsidR="0012171F" w:rsidRPr="00C265E2" w:rsidRDefault="0012171F" w:rsidP="00424177">
      <w:pPr>
        <w:pStyle w:val="25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0068DA91" w14:textId="77777777" w:rsidR="002822DA" w:rsidRPr="00C265E2" w:rsidRDefault="003204A5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265E2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265E2">
        <w:rPr>
          <w:rFonts w:ascii="Angsana New" w:hAnsi="Angsana New"/>
          <w:sz w:val="30"/>
          <w:szCs w:val="30"/>
          <w:cs/>
        </w:rPr>
        <w:t>ใช้นโยบายการบัญชีที่สำคัญ</w:t>
      </w:r>
      <w:r w:rsidRPr="00C265E2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C265E2">
        <w:rPr>
          <w:rFonts w:ascii="Angsana New" w:hAnsi="Angsana New"/>
          <w:sz w:val="30"/>
          <w:szCs w:val="30"/>
          <w:cs/>
        </w:rPr>
        <w:t>ใน</w:t>
      </w:r>
      <w:r w:rsidRPr="00C265E2">
        <w:rPr>
          <w:rFonts w:ascii="Angsana New" w:hAnsi="Angsana New" w:hint="cs"/>
          <w:sz w:val="30"/>
          <w:szCs w:val="30"/>
          <w:cs/>
        </w:rPr>
        <w:t>การจัดทำ</w:t>
      </w:r>
      <w:r w:rsidRPr="00C265E2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C265E2">
        <w:rPr>
          <w:rFonts w:ascii="Angsana New" w:hAnsi="Angsana New" w:hint="cs"/>
          <w:sz w:val="30"/>
          <w:szCs w:val="30"/>
          <w:cs/>
        </w:rPr>
        <w:t>งวด</w:t>
      </w:r>
      <w:r w:rsidR="001869EA" w:rsidRPr="00C265E2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451FF1" w:rsidRPr="00C265E2">
        <w:rPr>
          <w:rFonts w:ascii="Angsana New" w:hAnsi="Angsana New" w:hint="cs"/>
          <w:sz w:val="30"/>
          <w:szCs w:val="30"/>
          <w:cs/>
        </w:rPr>
        <w:t>หก</w:t>
      </w:r>
      <w:r w:rsidRPr="00C265E2">
        <w:rPr>
          <w:rFonts w:ascii="Angsana New" w:hAnsi="Angsana New" w:hint="cs"/>
          <w:sz w:val="30"/>
          <w:szCs w:val="30"/>
          <w:cs/>
        </w:rPr>
        <w:t>เดือน</w:t>
      </w:r>
      <w:r w:rsidRPr="00C265E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EA730C">
        <w:rPr>
          <w:rFonts w:ascii="Angsana New" w:hAnsi="Angsana New"/>
          <w:sz w:val="30"/>
          <w:szCs w:val="30"/>
        </w:rPr>
        <w:t>30</w:t>
      </w:r>
      <w:r w:rsidR="00451FF1" w:rsidRPr="00C265E2">
        <w:rPr>
          <w:rFonts w:ascii="Angsana New" w:hAnsi="Angsana New" w:hint="cs"/>
          <w:sz w:val="30"/>
          <w:szCs w:val="30"/>
          <w:cs/>
        </w:rPr>
        <w:t>มิถุนายน</w:t>
      </w:r>
      <w:r w:rsidR="00EA730C">
        <w:rPr>
          <w:rFonts w:ascii="Angsana New" w:hAnsi="Angsana New"/>
          <w:sz w:val="30"/>
          <w:szCs w:val="30"/>
        </w:rPr>
        <w:t>2566</w:t>
      </w:r>
      <w:r w:rsidR="002E28C2" w:rsidRPr="00C265E2">
        <w:rPr>
          <w:rFonts w:ascii="Angsana New" w:hAnsi="Angsana New" w:hint="cs"/>
          <w:sz w:val="30"/>
          <w:szCs w:val="30"/>
          <w:cs/>
        </w:rPr>
        <w:t xml:space="preserve"> และ </w:t>
      </w:r>
      <w:r w:rsidR="00EA730C">
        <w:rPr>
          <w:rFonts w:ascii="Angsana New" w:hAnsi="Angsana New"/>
          <w:sz w:val="30"/>
          <w:szCs w:val="30"/>
        </w:rPr>
        <w:t>2565</w:t>
      </w:r>
      <w:r w:rsidRPr="00C265E2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C265E2">
        <w:rPr>
          <w:rFonts w:ascii="Angsana New" w:hAnsi="Angsana New" w:hint="cs"/>
          <w:sz w:val="30"/>
          <w:szCs w:val="30"/>
          <w:cs/>
        </w:rPr>
        <w:t>ในการจัดทำ</w:t>
      </w:r>
      <w:r w:rsidRPr="00C265E2">
        <w:rPr>
          <w:rFonts w:ascii="Angsana New" w:hAnsi="Angsana New"/>
          <w:sz w:val="30"/>
          <w:szCs w:val="30"/>
          <w:cs/>
        </w:rPr>
        <w:t>งบการเงิน</w:t>
      </w:r>
      <w:r w:rsidRPr="00C265E2">
        <w:rPr>
          <w:rFonts w:ascii="Angsana New" w:hAnsi="Angsana New" w:hint="cs"/>
          <w:sz w:val="30"/>
          <w:szCs w:val="30"/>
          <w:cs/>
        </w:rPr>
        <w:t>สำหรับปี</w:t>
      </w:r>
      <w:r w:rsidRPr="00C265E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265E2">
        <w:rPr>
          <w:rFonts w:ascii="Angsana New" w:hAnsi="Angsana New"/>
          <w:sz w:val="30"/>
          <w:szCs w:val="30"/>
        </w:rPr>
        <w:t xml:space="preserve">31 </w:t>
      </w:r>
      <w:r w:rsidR="002E28C2" w:rsidRPr="00C265E2">
        <w:rPr>
          <w:rFonts w:ascii="Angsana New" w:hAnsi="Angsana New"/>
          <w:sz w:val="30"/>
          <w:szCs w:val="30"/>
          <w:cs/>
        </w:rPr>
        <w:t xml:space="preserve">ธันวาคม </w:t>
      </w:r>
      <w:r w:rsidR="00EA730C">
        <w:rPr>
          <w:rFonts w:ascii="Angsana New" w:hAnsi="Angsana New"/>
          <w:sz w:val="30"/>
          <w:szCs w:val="30"/>
        </w:rPr>
        <w:t>2565</w:t>
      </w:r>
      <w:r w:rsidR="00DC3219" w:rsidRPr="00C265E2">
        <w:rPr>
          <w:rFonts w:ascii="Angsana New" w:hAnsi="Angsana New"/>
          <w:sz w:val="30"/>
          <w:szCs w:val="30"/>
          <w:cs/>
        </w:rPr>
        <w:t>ยกเว้น</w:t>
      </w:r>
      <w:r w:rsidR="00DC3219" w:rsidRPr="00C265E2">
        <w:rPr>
          <w:rFonts w:ascii="Angsana New" w:hAnsi="Angsana New" w:hint="cs"/>
          <w:sz w:val="30"/>
          <w:szCs w:val="30"/>
          <w:cs/>
        </w:rPr>
        <w:t xml:space="preserve">เรื่องเกี่ยวกับ </w:t>
      </w:r>
      <w:r w:rsidR="00DC3219" w:rsidRPr="00C265E2">
        <w:rPr>
          <w:rFonts w:ascii="Angsana New" w:hAnsi="Angsana New"/>
          <w:sz w:val="30"/>
          <w:szCs w:val="30"/>
        </w:rPr>
        <w:t xml:space="preserve">(1) </w:t>
      </w:r>
      <w:r w:rsidR="00DC3219" w:rsidRPr="00C265E2">
        <w:rPr>
          <w:rFonts w:ascii="Angsana New" w:hAnsi="Angsana New"/>
          <w:sz w:val="30"/>
          <w:szCs w:val="30"/>
          <w:cs/>
        </w:rPr>
        <w:t>การ</w:t>
      </w:r>
      <w:r w:rsidR="00DC3219" w:rsidRPr="00C265E2">
        <w:rPr>
          <w:rFonts w:ascii="Angsana New" w:hAnsi="Angsana New" w:hint="cs"/>
          <w:sz w:val="30"/>
          <w:szCs w:val="30"/>
          <w:cs/>
        </w:rPr>
        <w:t>นำ</w:t>
      </w:r>
      <w:r w:rsidR="00DC3219" w:rsidRPr="00C265E2">
        <w:rPr>
          <w:rFonts w:ascii="Angsana New" w:hAnsi="Angsana New"/>
          <w:sz w:val="30"/>
          <w:szCs w:val="30"/>
          <w:cs/>
        </w:rPr>
        <w:t xml:space="preserve">กรอบแนวคิดสำหรับการรายงานทางการเงิน </w:t>
      </w:r>
      <w:r w:rsidR="00DC3219" w:rsidRPr="00C265E2">
        <w:rPr>
          <w:rFonts w:ascii="Angsana New" w:hAnsi="Angsana New"/>
          <w:sz w:val="30"/>
          <w:szCs w:val="30"/>
        </w:rPr>
        <w:t xml:space="preserve">TAS TFRS TSIC TFRIC </w:t>
      </w:r>
      <w:r w:rsidR="00DC3219" w:rsidRPr="00C265E2">
        <w:rPr>
          <w:rFonts w:ascii="Angsana New" w:hAnsi="Angsana New" w:hint="cs"/>
          <w:sz w:val="30"/>
          <w:szCs w:val="30"/>
          <w:cs/>
        </w:rPr>
        <w:t>และแนวปฏิบัติทางการบัญชีที่</w:t>
      </w:r>
      <w:r w:rsidR="00DC3219" w:rsidRPr="00C265E2">
        <w:rPr>
          <w:rFonts w:ascii="Angsana New" w:hAnsi="Angsana New"/>
          <w:sz w:val="30"/>
          <w:szCs w:val="30"/>
          <w:cs/>
        </w:rPr>
        <w:t xml:space="preserve">ปรับปรุงใหม่ตามที่กล่าวในหมายเหตุ </w:t>
      </w:r>
      <w:r w:rsidR="00EA730C">
        <w:rPr>
          <w:rFonts w:ascii="Angsana New" w:hAnsi="Angsana New"/>
          <w:sz w:val="30"/>
          <w:szCs w:val="30"/>
        </w:rPr>
        <w:t>1</w:t>
      </w:r>
      <w:r w:rsidR="00DC3219" w:rsidRPr="00C265E2">
        <w:rPr>
          <w:rFonts w:ascii="Angsana New" w:hAnsi="Angsana New"/>
          <w:sz w:val="30"/>
          <w:szCs w:val="30"/>
          <w:cs/>
        </w:rPr>
        <w:t xml:space="preserve"> มาเริ่มถือปฏิบัติซึ่ง</w:t>
      </w:r>
      <w:r w:rsidR="00DC3219" w:rsidRPr="00C265E2">
        <w:rPr>
          <w:rFonts w:ascii="Angsana New" w:hAnsi="Angsana New" w:hint="cs"/>
          <w:sz w:val="30"/>
          <w:szCs w:val="30"/>
          <w:cs/>
        </w:rPr>
        <w:t>ไม่มี</w:t>
      </w:r>
      <w:r w:rsidR="00DC3219" w:rsidRPr="00C265E2">
        <w:rPr>
          <w:rFonts w:ascii="Angsana New" w:hAnsi="Angsana New"/>
          <w:sz w:val="30"/>
          <w:szCs w:val="30"/>
          <w:cs/>
        </w:rPr>
        <w:t>ผลกระทบ</w:t>
      </w:r>
      <w:r w:rsidR="00DC3219" w:rsidRPr="00C265E2">
        <w:rPr>
          <w:rFonts w:ascii="Angsana New" w:hAnsi="Angsana New" w:hint="cs"/>
          <w:sz w:val="30"/>
          <w:szCs w:val="30"/>
          <w:cs/>
        </w:rPr>
        <w:t>ที่เป็นสาระสำคัญและ (</w:t>
      </w:r>
      <w:r w:rsidR="00DC3219" w:rsidRPr="00C265E2">
        <w:rPr>
          <w:rFonts w:ascii="Angsana New" w:hAnsi="Angsana New"/>
          <w:sz w:val="30"/>
          <w:szCs w:val="30"/>
        </w:rPr>
        <w:t>2</w:t>
      </w:r>
      <w:r w:rsidR="00DC3219" w:rsidRPr="00C265E2">
        <w:rPr>
          <w:rFonts w:ascii="Angsana New" w:hAnsi="Angsana New" w:hint="cs"/>
          <w:sz w:val="30"/>
          <w:szCs w:val="30"/>
          <w:cs/>
        </w:rPr>
        <w:t>) นโยบายการบัญชีส่วนเพิ่มเติมสำหรับรายได้จากการให้บริการบริบาลและสอนการบริบาลของบริษัทย่อยโดยรับรู้ตลอดช่วงเวลาหนึ่งตามระยะเวลาของสัญญาหรือข้อตกลงที่เกี่ยวข้องและตามเกณฑ์คงค้าง</w:t>
      </w:r>
    </w:p>
    <w:p w14:paraId="51959E6D" w14:textId="77777777" w:rsidR="002822DA" w:rsidRPr="00C265E2" w:rsidRDefault="002822DA" w:rsidP="00282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3EBACD0" w14:textId="77777777" w:rsidR="00DC3219" w:rsidRDefault="00DC32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3351A166" w14:textId="77777777" w:rsidR="00BA534D" w:rsidRPr="00060212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28"/>
          <w:szCs w:val="28"/>
        </w:rPr>
      </w:pPr>
      <w:r w:rsidRPr="00060212">
        <w:rPr>
          <w:rFonts w:ascii="Angsana New" w:hAnsi="Angsana New"/>
          <w:b/>
          <w:bCs/>
          <w:sz w:val="28"/>
          <w:szCs w:val="28"/>
          <w:cs/>
        </w:rPr>
        <w:lastRenderedPageBreak/>
        <w:t>รายการบัญชีกับบุคคล</w:t>
      </w:r>
      <w:r w:rsidR="003B2BC9" w:rsidRPr="00060212">
        <w:rPr>
          <w:rFonts w:ascii="Angsana New" w:hAnsi="Angsana New"/>
          <w:b/>
          <w:bCs/>
          <w:sz w:val="28"/>
          <w:szCs w:val="28"/>
          <w:cs/>
        </w:rPr>
        <w:t>และ</w:t>
      </w:r>
      <w:r w:rsidR="00C01256" w:rsidRPr="00060212">
        <w:rPr>
          <w:rFonts w:ascii="Angsana New" w:hAnsi="Angsana New"/>
          <w:b/>
          <w:bCs/>
          <w:sz w:val="28"/>
          <w:szCs w:val="28"/>
          <w:cs/>
        </w:rPr>
        <w:t>กิจการ</w:t>
      </w:r>
      <w:r w:rsidRPr="00060212">
        <w:rPr>
          <w:rFonts w:ascii="Angsana New" w:hAnsi="Angsana New"/>
          <w:b/>
          <w:bCs/>
          <w:sz w:val="28"/>
          <w:szCs w:val="28"/>
          <w:cs/>
        </w:rPr>
        <w:t>ที่เกี่ยวข้องกัน</w:t>
      </w:r>
    </w:p>
    <w:p w14:paraId="5DA98704" w14:textId="77777777" w:rsidR="00BA534D" w:rsidRPr="00060212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4BAD90CD" w14:textId="77777777" w:rsidR="00641223" w:rsidRPr="00060212" w:rsidRDefault="00864031" w:rsidP="00641223">
      <w:pPr>
        <w:jc w:val="thaiDistribute"/>
        <w:rPr>
          <w:rFonts w:ascii="Angsana New" w:hAnsi="Angsana New"/>
          <w:color w:val="000000"/>
          <w:sz w:val="28"/>
          <w:szCs w:val="28"/>
        </w:rPr>
      </w:pPr>
      <w:r w:rsidRPr="00060212">
        <w:rPr>
          <w:rFonts w:ascii="Angsana New" w:hAnsi="Angsana New"/>
          <w:color w:val="000000"/>
          <w:sz w:val="28"/>
          <w:szCs w:val="28"/>
          <w:cs/>
        </w:rPr>
        <w:t>รายการบัญชีกับบุคคล</w:t>
      </w:r>
      <w:r w:rsidR="00C01256" w:rsidRPr="00060212">
        <w:rPr>
          <w:rFonts w:ascii="Angsana New" w:hAnsi="Angsana New"/>
          <w:color w:val="000000"/>
          <w:sz w:val="28"/>
          <w:szCs w:val="28"/>
          <w:cs/>
        </w:rPr>
        <w:t>และกิจการ</w:t>
      </w:r>
      <w:r w:rsidRPr="00060212">
        <w:rPr>
          <w:rFonts w:ascii="Angsana New" w:hAnsi="Angsana New"/>
          <w:color w:val="000000"/>
          <w:sz w:val="28"/>
          <w:szCs w:val="28"/>
          <w:cs/>
        </w:rPr>
        <w:t>ที่เกี่ยวข้องกัน</w:t>
      </w:r>
      <w:r w:rsidR="00641223" w:rsidRPr="00060212">
        <w:rPr>
          <w:rFonts w:ascii="Angsana New" w:hAnsi="Angsana New"/>
          <w:color w:val="000000"/>
          <w:sz w:val="28"/>
          <w:szCs w:val="28"/>
          <w:cs/>
        </w:rPr>
        <w:t>สำหรับงวดสามเดือน</w:t>
      </w:r>
      <w:r w:rsidR="00EF533C" w:rsidRPr="00060212">
        <w:rPr>
          <w:rFonts w:ascii="Angsana New" w:hAnsi="Angsana New"/>
          <w:color w:val="000000"/>
          <w:sz w:val="28"/>
          <w:szCs w:val="28"/>
          <w:cs/>
        </w:rPr>
        <w:t>และหกเดือน</w:t>
      </w:r>
      <w:r w:rsidR="00641223" w:rsidRPr="00060212">
        <w:rPr>
          <w:rFonts w:ascii="Angsana New" w:hAnsi="Angsana New"/>
          <w:color w:val="000000"/>
          <w:sz w:val="28"/>
          <w:szCs w:val="28"/>
          <w:cs/>
        </w:rPr>
        <w:t xml:space="preserve">สิ้นสุดวันที่ </w:t>
      </w:r>
      <w:r w:rsidR="006678E2" w:rsidRPr="00060212">
        <w:rPr>
          <w:rFonts w:ascii="Angsana New" w:hAnsi="Angsana New"/>
          <w:color w:val="000000"/>
          <w:sz w:val="28"/>
          <w:szCs w:val="28"/>
        </w:rPr>
        <w:t>30</w:t>
      </w:r>
      <w:r w:rsidR="00060212">
        <w:rPr>
          <w:rFonts w:ascii="Angsana New" w:hAnsi="Angsana New"/>
          <w:color w:val="000000"/>
          <w:sz w:val="28"/>
          <w:szCs w:val="28"/>
        </w:rPr>
        <w:t xml:space="preserve"> </w:t>
      </w:r>
      <w:r w:rsidR="00D15294" w:rsidRPr="00060212">
        <w:rPr>
          <w:rFonts w:ascii="Angsana New" w:hAnsi="Angsana New"/>
          <w:color w:val="000000"/>
          <w:sz w:val="28"/>
          <w:szCs w:val="28"/>
          <w:cs/>
        </w:rPr>
        <w:t>มิถุนายน</w:t>
      </w:r>
      <w:r w:rsidR="00060212">
        <w:rPr>
          <w:rFonts w:ascii="Angsana New" w:hAnsi="Angsana New"/>
          <w:color w:val="000000"/>
          <w:sz w:val="28"/>
          <w:szCs w:val="28"/>
        </w:rPr>
        <w:t xml:space="preserve"> </w:t>
      </w:r>
      <w:r w:rsidR="006678E2" w:rsidRPr="00060212">
        <w:rPr>
          <w:rFonts w:ascii="Angsana New" w:hAnsi="Angsana New"/>
          <w:color w:val="000000"/>
          <w:sz w:val="28"/>
          <w:szCs w:val="28"/>
        </w:rPr>
        <w:t>2566</w:t>
      </w:r>
      <w:r w:rsidR="00D15294" w:rsidRPr="00060212">
        <w:rPr>
          <w:rFonts w:ascii="Angsana New" w:hAnsi="Angsana New"/>
          <w:color w:val="000000"/>
          <w:sz w:val="28"/>
          <w:szCs w:val="28"/>
          <w:cs/>
        </w:rPr>
        <w:t xml:space="preserve"> และ </w:t>
      </w:r>
      <w:r w:rsidR="006678E2" w:rsidRPr="00060212">
        <w:rPr>
          <w:rFonts w:ascii="Angsana New" w:hAnsi="Angsana New"/>
          <w:color w:val="000000"/>
          <w:sz w:val="28"/>
          <w:szCs w:val="28"/>
        </w:rPr>
        <w:t>2565</w:t>
      </w:r>
      <w:r w:rsidR="00641223" w:rsidRPr="00060212">
        <w:rPr>
          <w:rFonts w:ascii="Angsana New" w:hAnsi="Angsana New"/>
          <w:color w:val="000000"/>
          <w:sz w:val="28"/>
          <w:szCs w:val="28"/>
          <w:cs/>
        </w:rPr>
        <w:t xml:space="preserve"> มีดังนี้</w:t>
      </w:r>
    </w:p>
    <w:tbl>
      <w:tblPr>
        <w:tblW w:w="98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357"/>
      </w:tblGrid>
      <w:tr w:rsidR="0037393A" w:rsidRPr="00060212" w14:paraId="25ADAD26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C98D4F9" w14:textId="77777777" w:rsidR="0037393A" w:rsidRPr="00060212" w:rsidRDefault="0037393A" w:rsidP="00EF533C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F3FC0" w14:textId="77777777" w:rsidR="0037393A" w:rsidRPr="00060212" w:rsidRDefault="0037393A" w:rsidP="00EF533C">
            <w:pPr>
              <w:ind w:left="-113" w:right="-11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EF533C" w:rsidRPr="00060212" w14:paraId="6E0C0906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12D86326" w14:textId="77777777" w:rsidR="00EF533C" w:rsidRPr="00060212" w:rsidRDefault="00EF533C" w:rsidP="00EF533C">
            <w:pPr>
              <w:ind w:right="-4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606234" w14:textId="77777777" w:rsidR="0037393A" w:rsidRPr="00060212" w:rsidRDefault="00EF533C" w:rsidP="0037393A">
            <w:pPr>
              <w:ind w:left="-113" w:right="-11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</w:rPr>
              <w:t>งวดสามเดือน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A41D9D" w14:textId="77777777" w:rsidR="00EF533C" w:rsidRPr="00060212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1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0D6C5" w14:textId="77777777" w:rsidR="00EF533C" w:rsidRPr="00060212" w:rsidRDefault="00EF533C" w:rsidP="0037393A">
            <w:pPr>
              <w:ind w:left="-113" w:right="-11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</w:rPr>
              <w:t>งวดหกเดือน</w:t>
            </w:r>
          </w:p>
        </w:tc>
      </w:tr>
      <w:tr w:rsidR="00EF533C" w:rsidRPr="00060212" w14:paraId="22590ECE" w14:textId="77777777" w:rsidTr="000C71B3">
        <w:trPr>
          <w:trHeight w:val="73"/>
        </w:trPr>
        <w:tc>
          <w:tcPr>
            <w:tcW w:w="3828" w:type="dxa"/>
            <w:shd w:val="clear" w:color="auto" w:fill="auto"/>
            <w:vAlign w:val="bottom"/>
          </w:tcPr>
          <w:p w14:paraId="5EC313A1" w14:textId="77777777" w:rsidR="00EF533C" w:rsidRPr="00060212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D4E96B" w14:textId="77777777" w:rsidR="00EF533C" w:rsidRPr="00060212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060212">
              <w:rPr>
                <w:rFonts w:ascii="Angsana New" w:hAnsi="Angsana New" w:cs="Angsana New"/>
                <w:cs/>
              </w:rPr>
              <w:t>256</w:t>
            </w:r>
            <w:r w:rsidR="00C265E2" w:rsidRPr="00060212">
              <w:rPr>
                <w:rFonts w:ascii="Angsana New" w:hAnsi="Angsana New" w:cs="Angsana New"/>
                <w:cs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0B9739" w14:textId="77777777" w:rsidR="00EF533C" w:rsidRPr="00060212" w:rsidRDefault="00EF533C" w:rsidP="00EF533C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B5282B" w14:textId="77777777" w:rsidR="00EF533C" w:rsidRPr="00060212" w:rsidRDefault="00E730E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060212">
              <w:rPr>
                <w:rFonts w:ascii="Angsana New" w:hAnsi="Angsana New" w:cs="Angsana New"/>
                <w:cs/>
              </w:rPr>
              <w:t>256</w:t>
            </w:r>
            <w:r w:rsidR="00C265E2" w:rsidRPr="00060212">
              <w:rPr>
                <w:rFonts w:ascii="Angsana New" w:hAnsi="Angsana New" w:cs="Angsana New"/>
                <w:cs/>
              </w:rPr>
              <w:t>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2D2D7E2" w14:textId="77777777" w:rsidR="00EF533C" w:rsidRPr="00060212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B0BFEA" w14:textId="77777777" w:rsidR="00EF533C" w:rsidRPr="00060212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060212">
              <w:rPr>
                <w:rFonts w:ascii="Angsana New" w:hAnsi="Angsana New" w:cs="Angsana New"/>
                <w:cs/>
              </w:rPr>
              <w:t>256</w:t>
            </w:r>
            <w:r w:rsidR="00C265E2" w:rsidRPr="00060212">
              <w:rPr>
                <w:rFonts w:ascii="Angsana New" w:hAnsi="Angsana New" w:cs="Angsana New"/>
                <w:cs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F1A12" w14:textId="77777777" w:rsidR="00EF533C" w:rsidRPr="00060212" w:rsidRDefault="00EF533C" w:rsidP="00EF533C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5808DE" w14:textId="77777777" w:rsidR="00EF533C" w:rsidRPr="00060212" w:rsidRDefault="00E730E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s/>
              </w:rPr>
            </w:pPr>
            <w:r w:rsidRPr="00060212">
              <w:rPr>
                <w:rFonts w:ascii="Angsana New" w:hAnsi="Angsana New" w:cs="Angsana New"/>
                <w:cs/>
              </w:rPr>
              <w:t>256</w:t>
            </w:r>
            <w:r w:rsidR="00C265E2" w:rsidRPr="00060212">
              <w:rPr>
                <w:rFonts w:ascii="Angsana New" w:hAnsi="Angsana New" w:cs="Angsana New"/>
                <w:cs/>
              </w:rPr>
              <w:t>5</w:t>
            </w:r>
          </w:p>
        </w:tc>
      </w:tr>
      <w:tr w:rsidR="0037393A" w:rsidRPr="00060212" w14:paraId="55DD60A1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D99CCBA" w14:textId="77777777" w:rsidR="0037393A" w:rsidRPr="00060212" w:rsidRDefault="0037393A" w:rsidP="002C7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ยอดขั้นต้น (ค่าเช่า) ของหนี้สินตามสัญญาเช่าลดลง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FD7E2" w14:textId="77777777" w:rsidR="0037393A" w:rsidRPr="00060212" w:rsidRDefault="0037393A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219CA8D" w14:textId="77777777" w:rsidR="0037393A" w:rsidRPr="00060212" w:rsidRDefault="0037393A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7C47B6" w14:textId="77777777" w:rsidR="0037393A" w:rsidRPr="00060212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4D7C558" w14:textId="77777777" w:rsidR="0037393A" w:rsidRPr="00060212" w:rsidRDefault="0037393A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BA8B99" w14:textId="77777777" w:rsidR="0037393A" w:rsidRPr="00060212" w:rsidRDefault="0037393A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38A431F" w14:textId="77777777" w:rsidR="0037393A" w:rsidRPr="00060212" w:rsidRDefault="0037393A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1A3DF499" w14:textId="77777777" w:rsidR="0037393A" w:rsidRPr="00060212" w:rsidRDefault="0037393A" w:rsidP="00F27C3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2C7AB0" w:rsidRPr="00060212" w14:paraId="2204E3F5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8D0F288" w14:textId="77777777" w:rsidR="002C7AB0" w:rsidRPr="00060212" w:rsidRDefault="002C7AB0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2F5106A" w14:textId="77777777" w:rsidR="002C7AB0" w:rsidRPr="00060212" w:rsidRDefault="002C7AB0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E839783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5850BC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C1E1577" w14:textId="77777777" w:rsidR="002C7AB0" w:rsidRPr="00060212" w:rsidRDefault="002C7AB0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2A2F8E" w14:textId="77777777" w:rsidR="002C7AB0" w:rsidRPr="00060212" w:rsidRDefault="002C7AB0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26F0C58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393075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60</w:t>
            </w:r>
          </w:p>
        </w:tc>
      </w:tr>
      <w:tr w:rsidR="002C7AB0" w:rsidRPr="00060212" w14:paraId="427005EC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0A9E454" w14:textId="77777777" w:rsidR="002C7AB0" w:rsidRPr="00060212" w:rsidRDefault="002C7AB0" w:rsidP="002C7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A93872" w14:textId="77777777" w:rsidR="002C7AB0" w:rsidRPr="00060212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6E71D4A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BA2B6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57DE4AE" w14:textId="77777777" w:rsidR="002C7AB0" w:rsidRPr="00060212" w:rsidRDefault="002C7AB0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BAA267" w14:textId="77777777" w:rsidR="002C7AB0" w:rsidRPr="00060212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7F5364A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55308BCC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2C7AB0" w:rsidRPr="00060212" w14:paraId="690CE079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EA00F64" w14:textId="77777777" w:rsidR="002C7AB0" w:rsidRPr="00060212" w:rsidRDefault="002C7AB0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7B554E" w14:textId="77777777" w:rsidR="002C7AB0" w:rsidRPr="00060212" w:rsidRDefault="00770EB4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10,23</w:t>
            </w:r>
            <w:r w:rsidR="002C70FD" w:rsidRPr="00060212">
              <w:rPr>
                <w:rFonts w:ascii="Angsana New" w:hAnsi="Angsana New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F847358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49C0EC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645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37B024A" w14:textId="77777777" w:rsidR="002C7AB0" w:rsidRPr="00060212" w:rsidRDefault="002C7AB0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13A194" w14:textId="77777777" w:rsidR="002C7AB0" w:rsidRPr="00060212" w:rsidRDefault="00770EB4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16</w:t>
            </w: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,530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2A9CA8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C8B679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645</w:t>
            </w:r>
          </w:p>
        </w:tc>
      </w:tr>
      <w:tr w:rsidR="000C71B3" w:rsidRPr="00060212" w14:paraId="7D9364FC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E0C7BB8" w14:textId="77777777" w:rsidR="000C71B3" w:rsidRPr="00060212" w:rsidRDefault="002E30BB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รายได้จากการ</w:t>
            </w:r>
            <w:r w:rsidR="00F56424"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ให้บริการ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FF312B1" w14:textId="77777777" w:rsidR="000C71B3" w:rsidRPr="00060212" w:rsidRDefault="000C71B3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B20E9C5" w14:textId="77777777" w:rsidR="000C71B3" w:rsidRPr="00060212" w:rsidRDefault="000C71B3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8B4D965" w14:textId="77777777" w:rsidR="000C71B3" w:rsidRPr="00060212" w:rsidRDefault="000C71B3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D04E5B0" w14:textId="77777777" w:rsidR="000C71B3" w:rsidRPr="00060212" w:rsidRDefault="000C71B3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FEC5D4A" w14:textId="77777777" w:rsidR="000C71B3" w:rsidRPr="00060212" w:rsidRDefault="000C71B3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9C3BD3F" w14:textId="77777777" w:rsidR="000C71B3" w:rsidRPr="00060212" w:rsidRDefault="000C71B3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053FD9CE" w14:textId="77777777" w:rsidR="000C71B3" w:rsidRPr="00060212" w:rsidRDefault="000C71B3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</w:tr>
      <w:tr w:rsidR="00472E74" w:rsidRPr="00060212" w14:paraId="3AF2084B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1A961DBF" w14:textId="77777777" w:rsidR="00472E74" w:rsidRPr="00060212" w:rsidRDefault="00472E74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 **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FFE827" w14:textId="77777777" w:rsidR="00472E74" w:rsidRPr="00060212" w:rsidRDefault="00472E74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379E9BF" w14:textId="77777777" w:rsidR="00472E74" w:rsidRPr="00060212" w:rsidRDefault="00472E74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092C77" w14:textId="77777777" w:rsidR="00472E74" w:rsidRPr="00060212" w:rsidRDefault="00472E74" w:rsidP="00472E7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5FB903F" w14:textId="77777777" w:rsidR="00472E74" w:rsidRPr="00060212" w:rsidRDefault="00472E74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D99183" w14:textId="77777777" w:rsidR="00472E74" w:rsidRPr="00060212" w:rsidRDefault="00472E74" w:rsidP="0055251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BB01326" w14:textId="77777777" w:rsidR="00472E74" w:rsidRPr="00060212" w:rsidRDefault="00472E74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DB7A5C" w14:textId="77777777" w:rsidR="00472E74" w:rsidRPr="00060212" w:rsidRDefault="00472E74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</w:tr>
      <w:tr w:rsidR="00104A14" w:rsidRPr="00060212" w14:paraId="70601619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234FC3C" w14:textId="77777777" w:rsidR="00104A14" w:rsidRPr="00060212" w:rsidRDefault="00104A14" w:rsidP="002B18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รายได้ค่าเช่า</w:t>
            </w:r>
            <w:r w:rsidR="005206C7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206C7" w:rsidRPr="00060212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(</w:t>
            </w:r>
            <w:r w:rsidR="005206C7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อัตรา</w:t>
            </w:r>
            <w:r w:rsidR="005206C7" w:rsidRPr="00060212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>ตามที่ตกลงร่วมกัน)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BD8593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2BA5B4E" w14:textId="77777777" w:rsidR="00104A14" w:rsidRPr="00060212" w:rsidRDefault="00104A14" w:rsidP="00760E82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D7F66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21D5183" w14:textId="77777777" w:rsidR="00104A14" w:rsidRPr="00060212" w:rsidRDefault="00104A14" w:rsidP="00760E82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CCD6D3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25A1407" w14:textId="77777777" w:rsidR="00104A14" w:rsidRPr="00060212" w:rsidRDefault="00104A14" w:rsidP="00760E82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44BF0CEF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104A14" w:rsidRPr="00060212" w14:paraId="2608443A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13C9ECA" w14:textId="77777777" w:rsidR="00104A14" w:rsidRPr="00060212" w:rsidRDefault="00104A14" w:rsidP="00760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DA47FD3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37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AC8B6B1" w14:textId="77777777" w:rsidR="00104A14" w:rsidRPr="00060212" w:rsidRDefault="00104A14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1573A6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F028EDB" w14:textId="77777777" w:rsidR="00104A14" w:rsidRPr="00060212" w:rsidRDefault="00104A14" w:rsidP="00760E82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2F429A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150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01AB5A9" w14:textId="77777777" w:rsidR="00104A14" w:rsidRPr="00060212" w:rsidRDefault="00104A14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B7D237" w14:textId="77777777" w:rsidR="00104A14" w:rsidRPr="00060212" w:rsidRDefault="00104A14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</w:tr>
      <w:tr w:rsidR="002C7AB0" w:rsidRPr="00060212" w14:paraId="1445B0D5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262E1A0C" w14:textId="77777777" w:rsidR="00060212" w:rsidRDefault="002C7AB0" w:rsidP="002C7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ดอกเบี้ยจ่ายเงินกู้ยืม </w:t>
            </w:r>
            <w:r w:rsidR="00104A14" w:rsidRPr="00060212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-</w:t>
            </w:r>
            <w:r w:rsidR="00C70D9A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ร้อยละ </w:t>
            </w:r>
            <w:r w:rsidR="007703A2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5.25</w:t>
            </w:r>
            <w:r w:rsidR="00C70D9A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 ต่อปี</w:t>
            </w:r>
          </w:p>
          <w:p w14:paraId="51AA01F2" w14:textId="77777777" w:rsidR="002C7AB0" w:rsidRPr="00060212" w:rsidRDefault="00C70D9A" w:rsidP="002C7A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ในปี</w:t>
            </w:r>
            <w:r w:rsidR="007703A2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2566</w:t>
            </w:r>
            <w:r w:rsid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3B692C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และ</w:t>
            </w:r>
            <w:r w:rsidR="002C7AB0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ร้อยละ </w:t>
            </w:r>
            <w:r w:rsidR="002C7AB0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 xml:space="preserve">4 </w:t>
            </w:r>
            <w:r w:rsidR="002C7AB0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ต่อปี</w:t>
            </w: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ในปี </w:t>
            </w:r>
            <w:r w:rsidR="007703A2"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2565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19749D" w14:textId="77777777" w:rsidR="002C7AB0" w:rsidRPr="00060212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59B5A64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E78060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334CFBE" w14:textId="77777777" w:rsidR="002C7AB0" w:rsidRPr="00060212" w:rsidRDefault="002C7AB0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12A94E" w14:textId="77777777" w:rsidR="002C7AB0" w:rsidRPr="00060212" w:rsidRDefault="002C7AB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02F5E3CA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2E3076AE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2C7AB0" w:rsidRPr="00060212" w14:paraId="1DF73791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09D87A9" w14:textId="77777777" w:rsidR="002C7AB0" w:rsidRPr="00060212" w:rsidRDefault="002C7AB0" w:rsidP="00B366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6A45A5" w14:textId="77777777" w:rsidR="002C7AB0" w:rsidRPr="00060212" w:rsidRDefault="002C70FD" w:rsidP="00451FF1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511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5FEB051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BF0A69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498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9FF4912" w14:textId="77777777" w:rsidR="002C7AB0" w:rsidRPr="00060212" w:rsidRDefault="002C7AB0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A2F2BC" w14:textId="77777777" w:rsidR="002C7AB0" w:rsidRPr="00060212" w:rsidRDefault="002C70FD" w:rsidP="002D6F3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973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346DCCE" w14:textId="77777777" w:rsidR="002C7AB0" w:rsidRPr="00060212" w:rsidRDefault="002C7AB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091A1C0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753</w:t>
            </w:r>
          </w:p>
        </w:tc>
      </w:tr>
      <w:tr w:rsidR="002C7AB0" w:rsidRPr="00060212" w14:paraId="58F54339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01B700C" w14:textId="77777777" w:rsidR="002C7AB0" w:rsidRPr="00060212" w:rsidRDefault="002C7AB0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ค่าที่ปรึกษา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642F2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062F570" w14:textId="77777777" w:rsidR="002C7AB0" w:rsidRPr="00060212" w:rsidRDefault="002C7AB0" w:rsidP="0000575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6E9404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0313E7D" w14:textId="77777777" w:rsidR="002C7AB0" w:rsidRPr="00060212" w:rsidRDefault="002C7AB0" w:rsidP="00005750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36FD80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4A80B44" w14:textId="77777777" w:rsidR="002C7AB0" w:rsidRPr="00060212" w:rsidRDefault="002C7AB0" w:rsidP="00005750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0DC4FB9C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2C7AB0" w:rsidRPr="00060212" w14:paraId="1A08CAE9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420BA59" w14:textId="77777777" w:rsidR="002C7AB0" w:rsidRPr="00060212" w:rsidRDefault="002C7AB0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*</w:t>
            </w: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99BD9B" w14:textId="77777777" w:rsidR="002C7AB0" w:rsidRPr="00060212" w:rsidRDefault="0099264F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180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30B8B8B" w14:textId="77777777" w:rsidR="002C7AB0" w:rsidRPr="00060212" w:rsidRDefault="002C7AB0" w:rsidP="0000575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CF54216" w14:textId="77777777" w:rsidR="002C7AB0" w:rsidRPr="00060212" w:rsidRDefault="00824915" w:rsidP="00824915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7F54A17" w14:textId="77777777" w:rsidR="002C7AB0" w:rsidRPr="00060212" w:rsidRDefault="002C7AB0" w:rsidP="00005750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8283730" w14:textId="77777777" w:rsidR="002C7AB0" w:rsidRPr="00060212" w:rsidRDefault="0099264F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360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D9F651" w14:textId="77777777" w:rsidR="002C7AB0" w:rsidRPr="00060212" w:rsidRDefault="002C7AB0" w:rsidP="00005750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CB5F03" w14:textId="77777777" w:rsidR="002C7AB0" w:rsidRPr="00060212" w:rsidRDefault="00824915" w:rsidP="00824915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60</w:t>
            </w:r>
          </w:p>
        </w:tc>
      </w:tr>
      <w:tr w:rsidR="007C40E5" w:rsidRPr="00060212" w14:paraId="2060F83D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5E5D17CC" w14:textId="77777777" w:rsidR="007C40E5" w:rsidRPr="00060212" w:rsidRDefault="007C40E5" w:rsidP="00760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66CE11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6FC3DA9" w14:textId="77777777" w:rsidR="007C40E5" w:rsidRPr="00060212" w:rsidRDefault="007C40E5" w:rsidP="00760E82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D67447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F37B99C" w14:textId="77777777" w:rsidR="007C40E5" w:rsidRPr="00060212" w:rsidRDefault="007C40E5" w:rsidP="00760E82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86C37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4BC4BF4" w14:textId="77777777" w:rsidR="007C40E5" w:rsidRPr="00060212" w:rsidRDefault="007C40E5" w:rsidP="00760E82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66BA9E8A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7C40E5" w:rsidRPr="00060212" w14:paraId="60D1E377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43200969" w14:textId="77777777" w:rsidR="007C40E5" w:rsidRPr="00060212" w:rsidRDefault="007C40E5" w:rsidP="00760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บริษัทย่อย</w:t>
            </w:r>
            <w:r w:rsidRPr="00060212">
              <w:rPr>
                <w:rFonts w:ascii="Angsana New" w:hAnsi="Angsana New"/>
                <w:sz w:val="28"/>
                <w:szCs w:val="28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15E566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60E553E" w14:textId="77777777" w:rsidR="007C40E5" w:rsidRPr="00060212" w:rsidRDefault="007C40E5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EE90789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CD2EEB5" w14:textId="77777777" w:rsidR="007C40E5" w:rsidRPr="00060212" w:rsidRDefault="007C40E5" w:rsidP="00760E82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1C6ABA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437144B" w14:textId="77777777" w:rsidR="007C40E5" w:rsidRPr="00060212" w:rsidRDefault="007C40E5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128055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</w:tr>
      <w:tr w:rsidR="00C70D9A" w:rsidRPr="00060212" w14:paraId="370C0780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6F103AF9" w14:textId="77777777" w:rsidR="00C70D9A" w:rsidRPr="00060212" w:rsidRDefault="00C70D9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ซื้อสินทรัพย์ถาวร</w:t>
            </w:r>
            <w:r w:rsidR="007C40E5" w:rsidRPr="00060212">
              <w:rPr>
                <w:rFonts w:ascii="Angsana New" w:hAnsi="Angsana New" w:hint="cs"/>
                <w:b/>
                <w:bCs/>
                <w:sz w:val="28"/>
                <w:szCs w:val="28"/>
                <w:cs/>
                <w:lang w:eastAsia="en-GB"/>
              </w:rPr>
              <w:t xml:space="preserve"> (ราคาตามที่ตกลงร่วมกัน)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CB35BC4" w14:textId="77777777" w:rsidR="00C70D9A" w:rsidRPr="00060212" w:rsidRDefault="00C70D9A" w:rsidP="00C70D9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7D44B0A" w14:textId="77777777" w:rsidR="00C70D9A" w:rsidRPr="00060212" w:rsidRDefault="00C70D9A" w:rsidP="00C70D9A">
            <w:pPr>
              <w:pStyle w:val="jern3"/>
              <w:pBdr>
                <w:bottom w:val="none" w:sz="0" w:space="0" w:color="auto"/>
              </w:pBdr>
              <w:ind w:right="227"/>
              <w:jc w:val="right"/>
              <w:rPr>
                <w:rFonts w:eastAsia="Cordia New" w:hAnsi="Angsana New"/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4F9A7E" w14:textId="77777777" w:rsidR="00C70D9A" w:rsidRPr="00060212" w:rsidRDefault="00C70D9A" w:rsidP="00C70D9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46E6C823" w14:textId="77777777" w:rsidR="00C70D9A" w:rsidRPr="00060212" w:rsidRDefault="00C70D9A" w:rsidP="00C70D9A">
            <w:pPr>
              <w:pStyle w:val="Preformatted"/>
              <w:tabs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E98C3EE" w14:textId="77777777" w:rsidR="00C70D9A" w:rsidRPr="00060212" w:rsidRDefault="00C70D9A" w:rsidP="00C70D9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5A13370" w14:textId="77777777" w:rsidR="00C70D9A" w:rsidRPr="00060212" w:rsidRDefault="00C70D9A" w:rsidP="00C70D9A">
            <w:pPr>
              <w:pStyle w:val="jern3"/>
              <w:pBdr>
                <w:bottom w:val="none" w:sz="0" w:space="0" w:color="auto"/>
              </w:pBdr>
              <w:ind w:right="227"/>
              <w:jc w:val="right"/>
              <w:rPr>
                <w:rFonts w:eastAsia="Cordia New" w:hAnsi="Angsana New"/>
                <w:highlight w:val="yellow"/>
                <w:lang w:val="en-US"/>
              </w:rPr>
            </w:pPr>
          </w:p>
        </w:tc>
        <w:tc>
          <w:tcPr>
            <w:tcW w:w="135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43F2F71" w14:textId="77777777" w:rsidR="00C70D9A" w:rsidRPr="00060212" w:rsidRDefault="00C70D9A" w:rsidP="00C70D9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eastAsia="en-US"/>
              </w:rPr>
            </w:pPr>
          </w:p>
        </w:tc>
      </w:tr>
      <w:tr w:rsidR="007C40E5" w:rsidRPr="00060212" w14:paraId="5B0BA1B4" w14:textId="77777777" w:rsidTr="00760E82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6388804E" w14:textId="77777777" w:rsidR="007C40E5" w:rsidRPr="00060212" w:rsidRDefault="007C40E5" w:rsidP="00760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  <w:r w:rsidRPr="00060212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 xml:space="preserve"> **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6AF2321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831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7E366F5" w14:textId="77777777" w:rsidR="007C40E5" w:rsidRPr="00060212" w:rsidRDefault="007C40E5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eastAsia="Cordia New"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F180CC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0E6EA01" w14:textId="77777777" w:rsidR="007C40E5" w:rsidRPr="00060212" w:rsidRDefault="007C40E5" w:rsidP="00760E82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5ABDE50" w14:textId="77777777" w:rsidR="007C40E5" w:rsidRPr="00060212" w:rsidRDefault="00C42C72" w:rsidP="007C40E5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>
              <w:rPr>
                <w:rFonts w:ascii="Angsana New" w:hAnsi="Angsana New"/>
                <w:sz w:val="28"/>
                <w:szCs w:val="28"/>
                <w:lang w:eastAsia="en-US"/>
              </w:rPr>
              <w:t>8</w:t>
            </w:r>
            <w:r w:rsidR="007C40E5" w:rsidRPr="00060212">
              <w:rPr>
                <w:rFonts w:ascii="Angsana New" w:hAnsi="Angsana New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D7C7483" w14:textId="77777777" w:rsidR="007C40E5" w:rsidRPr="00060212" w:rsidRDefault="007C40E5" w:rsidP="00760E82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eastAsia="Cordia New"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A8E958A" w14:textId="77777777" w:rsidR="007C40E5" w:rsidRPr="00060212" w:rsidRDefault="007C40E5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</w:tr>
      <w:tr w:rsidR="00472E74" w:rsidRPr="00060212" w14:paraId="674E3424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684756AC" w14:textId="77777777" w:rsidR="00472E74" w:rsidRPr="00060212" w:rsidRDefault="00472E74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กรรมการ</w:t>
            </w:r>
            <w:r w:rsidR="007C40E5" w:rsidRPr="00060212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D4EDFD" w14:textId="77777777" w:rsidR="00472E74" w:rsidRPr="00060212" w:rsidRDefault="00472E74" w:rsidP="006C0F7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570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ABAACCB" w14:textId="77777777" w:rsidR="00472E74" w:rsidRPr="00060212" w:rsidRDefault="00472E74" w:rsidP="006C0F7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eastAsia="Cordia New" w:hAnsi="Angsana New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683D631" w14:textId="77777777" w:rsidR="00472E74" w:rsidRPr="00060212" w:rsidRDefault="00472E74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ABCE599" w14:textId="77777777" w:rsidR="00472E74" w:rsidRPr="00060212" w:rsidRDefault="00472E74" w:rsidP="006C0F7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BC10995" w14:textId="77777777" w:rsidR="00472E74" w:rsidRPr="00060212" w:rsidRDefault="007C40E5" w:rsidP="006C0F7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5</w:t>
            </w:r>
            <w:r w:rsidR="00472E74"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70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7995B4A" w14:textId="77777777" w:rsidR="00472E74" w:rsidRPr="00060212" w:rsidRDefault="00472E74" w:rsidP="006C0F7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eastAsia="Cordia New" w:hAnsi="Angsana New"/>
                <w:lang w:val="en-US"/>
              </w:rPr>
            </w:pPr>
          </w:p>
        </w:tc>
        <w:tc>
          <w:tcPr>
            <w:tcW w:w="135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1500EA2" w14:textId="77777777" w:rsidR="00472E74" w:rsidRPr="00060212" w:rsidRDefault="00472E74" w:rsidP="00760E82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 xml:space="preserve">          -</w:t>
            </w:r>
          </w:p>
        </w:tc>
      </w:tr>
      <w:tr w:rsidR="002C7AB0" w:rsidRPr="00060212" w14:paraId="023B42B4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E333A5F" w14:textId="77777777" w:rsidR="002C7AB0" w:rsidRPr="00060212" w:rsidRDefault="002C7AB0" w:rsidP="00B366B6">
            <w:pPr>
              <w:pStyle w:val="Preformatted"/>
              <w:ind w:left="34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531A90" w14:textId="77777777" w:rsidR="002C7AB0" w:rsidRPr="00060212" w:rsidRDefault="002C7AB0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52EEE29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47391A8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70A7B00C" w14:textId="77777777" w:rsidR="002C7AB0" w:rsidRPr="00060212" w:rsidRDefault="002C7AB0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C19AA47" w14:textId="77777777" w:rsidR="002C7AB0" w:rsidRPr="00060212" w:rsidRDefault="002C7AB0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2FA6519E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1A95DC90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2C7AB0" w:rsidRPr="00060212" w14:paraId="5EFC3A18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367AA452" w14:textId="77777777" w:rsidR="002C7AB0" w:rsidRPr="00060212" w:rsidRDefault="002C7AB0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060212">
              <w:rPr>
                <w:rFonts w:ascii="Angsana New" w:eastAsia="Cordia New" w:hAnsi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9FEA8B9" w14:textId="77777777" w:rsidR="002C7AB0" w:rsidRPr="00060212" w:rsidRDefault="00C70D9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8,6</w:t>
            </w:r>
            <w:r w:rsidR="000B58B2" w:rsidRPr="00060212">
              <w:rPr>
                <w:rFonts w:ascii="Angsana New" w:hAnsi="Angsana New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9B7DE6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D39BF57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5,889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B6E3DD3" w14:textId="77777777" w:rsidR="002C7AB0" w:rsidRPr="00060212" w:rsidRDefault="002C7AB0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F46C3F4" w14:textId="77777777" w:rsidR="002C7AB0" w:rsidRPr="00060212" w:rsidRDefault="00C70D9A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16</w:t>
            </w: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,147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8D87507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14:paraId="030E8475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12,769</w:t>
            </w:r>
          </w:p>
        </w:tc>
      </w:tr>
      <w:tr w:rsidR="002C7AB0" w:rsidRPr="00060212" w14:paraId="26900484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0D4D9067" w14:textId="77777777" w:rsidR="002C7AB0" w:rsidRPr="00060212" w:rsidRDefault="002C7AB0" w:rsidP="00B366B6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8"/>
                <w:szCs w:val="28"/>
                <w:cs/>
              </w:rPr>
            </w:pPr>
            <w:r w:rsidRPr="00060212">
              <w:rPr>
                <w:rFonts w:ascii="Angsana New" w:eastAsia="Cordi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A97630" w14:textId="77777777" w:rsidR="002C7AB0" w:rsidRPr="00060212" w:rsidRDefault="00C70D9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8</w:t>
            </w:r>
            <w:r w:rsidR="000B58B2" w:rsidRPr="00060212">
              <w:rPr>
                <w:rFonts w:ascii="Angsana New" w:hAnsi="Angsana New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728072C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A80703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669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A21EABC" w14:textId="77777777" w:rsidR="002C7AB0" w:rsidRPr="00060212" w:rsidRDefault="002C7AB0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3716AD" w14:textId="77777777" w:rsidR="002C7AB0" w:rsidRPr="00060212" w:rsidRDefault="00C70D9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1,651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6D9F60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7E605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1,440</w:t>
            </w:r>
          </w:p>
        </w:tc>
      </w:tr>
      <w:tr w:rsidR="002C7AB0" w:rsidRPr="00060212" w14:paraId="776741BE" w14:textId="77777777" w:rsidTr="000C71B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14:paraId="7E0A065A" w14:textId="77777777" w:rsidR="002C7AB0" w:rsidRPr="00060212" w:rsidRDefault="002C7AB0" w:rsidP="00B366B6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A2B90F" w14:textId="77777777" w:rsidR="002C7AB0" w:rsidRPr="00060212" w:rsidRDefault="00C70D9A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9,</w:t>
            </w:r>
            <w:r w:rsidR="000B58B2" w:rsidRPr="00060212">
              <w:rPr>
                <w:rFonts w:ascii="Angsana New" w:hAnsi="Angsana New"/>
                <w:sz w:val="28"/>
                <w:szCs w:val="28"/>
                <w:lang w:eastAsia="en-US"/>
              </w:rPr>
              <w:t>505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AA252C9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4EB6CD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6,558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6C7786A" w14:textId="77777777" w:rsidR="002C7AB0" w:rsidRPr="00060212" w:rsidRDefault="002C7AB0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635F37" w14:textId="77777777" w:rsidR="002C7AB0" w:rsidRPr="00060212" w:rsidRDefault="00C70D9A" w:rsidP="00FC3C2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17,798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84887A3" w14:textId="77777777" w:rsidR="002C7AB0" w:rsidRPr="00060212" w:rsidRDefault="002C7AB0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885D11" w14:textId="77777777" w:rsidR="002C7AB0" w:rsidRPr="00060212" w:rsidRDefault="002C7AB0" w:rsidP="00005750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060212">
              <w:rPr>
                <w:rFonts w:ascii="Angsana New" w:hAnsi="Angsana New"/>
                <w:sz w:val="28"/>
                <w:szCs w:val="28"/>
                <w:lang w:eastAsia="en-US"/>
              </w:rPr>
              <w:t>14,209</w:t>
            </w:r>
          </w:p>
        </w:tc>
      </w:tr>
    </w:tbl>
    <w:p w14:paraId="4F521DCB" w14:textId="77777777" w:rsidR="001D1000" w:rsidRPr="00060212" w:rsidRDefault="001D1000" w:rsidP="000602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-2430"/>
        </w:tabs>
        <w:spacing w:line="240" w:lineRule="auto"/>
        <w:rPr>
          <w:rFonts w:ascii="Angsana New" w:hAnsi="Angsana New"/>
          <w:color w:val="000000"/>
          <w:sz w:val="16"/>
          <w:szCs w:val="16"/>
        </w:rPr>
      </w:pPr>
    </w:p>
    <w:p w14:paraId="1C4DD3AF" w14:textId="77777777" w:rsidR="001D1000" w:rsidRPr="00060212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8"/>
          <w:szCs w:val="28"/>
        </w:rPr>
      </w:pPr>
      <w:r w:rsidRPr="00060212">
        <w:rPr>
          <w:rFonts w:ascii="Angsana New" w:hAnsi="Angsana New"/>
          <w:color w:val="000000"/>
          <w:sz w:val="28"/>
          <w:szCs w:val="28"/>
        </w:rPr>
        <w:t xml:space="preserve">*  </w:t>
      </w:r>
      <w:r w:rsidR="002C7AB0" w:rsidRPr="00060212">
        <w:rPr>
          <w:rFonts w:ascii="Angsana New" w:hAnsi="Angsana New"/>
          <w:color w:val="000000"/>
          <w:sz w:val="28"/>
          <w:szCs w:val="28"/>
          <w:cs/>
        </w:rPr>
        <w:tab/>
      </w:r>
      <w:r w:rsidRPr="00060212">
        <w:rPr>
          <w:rFonts w:ascii="Angsana New" w:hAnsi="Angsana New"/>
          <w:color w:val="000000"/>
          <w:sz w:val="28"/>
          <w:szCs w:val="28"/>
          <w:cs/>
        </w:rPr>
        <w:t>เป็นรายการบัญชีในงบการเงินเฉพาะกิจการเท่านั้น</w:t>
      </w:r>
    </w:p>
    <w:p w14:paraId="70BE995E" w14:textId="77777777" w:rsidR="002C7AB0" w:rsidRPr="00060212" w:rsidRDefault="002C7AB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28"/>
          <w:szCs w:val="28"/>
        </w:rPr>
      </w:pPr>
      <w:r w:rsidRPr="00060212">
        <w:rPr>
          <w:rFonts w:ascii="Angsana New" w:hAnsi="Angsana New"/>
          <w:color w:val="000000"/>
          <w:sz w:val="28"/>
          <w:szCs w:val="28"/>
        </w:rPr>
        <w:t>*</w:t>
      </w:r>
      <w:r w:rsidRPr="00060212">
        <w:rPr>
          <w:rFonts w:ascii="Angsana New" w:hAnsi="Angsana New"/>
          <w:color w:val="000000"/>
          <w:sz w:val="28"/>
          <w:szCs w:val="28"/>
          <w:cs/>
        </w:rPr>
        <w:t>*</w:t>
      </w:r>
      <w:r w:rsidRPr="00060212">
        <w:rPr>
          <w:rFonts w:ascii="Angsana New" w:hAnsi="Angsana New"/>
          <w:color w:val="000000"/>
          <w:sz w:val="28"/>
          <w:szCs w:val="28"/>
          <w:cs/>
        </w:rPr>
        <w:tab/>
        <w:t>เป็นรายการบัญชีในงบการเงินรวมเท่านั้น</w:t>
      </w:r>
    </w:p>
    <w:p w14:paraId="5B0E9F36" w14:textId="77777777" w:rsidR="00F46E6E" w:rsidRPr="006318BA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6318BA">
        <w:rPr>
          <w:rFonts w:ascii="Angsana New" w:hAnsi="Angsana New"/>
          <w:color w:val="000000"/>
          <w:sz w:val="30"/>
          <w:szCs w:val="30"/>
          <w:cs/>
        </w:rPr>
        <w:lastRenderedPageBreak/>
        <w:t>ยอดคงเหลือกับบุคคลและ</w:t>
      </w:r>
      <w:r w:rsidR="00A920A1" w:rsidRPr="006318BA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6318BA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6318BA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6318BA">
        <w:rPr>
          <w:rFonts w:ascii="Angsana New" w:hAnsi="Angsana New"/>
          <w:sz w:val="30"/>
          <w:szCs w:val="30"/>
        </w:rPr>
        <w:t xml:space="preserve">30 </w:t>
      </w:r>
      <w:r w:rsidR="00EF324B" w:rsidRPr="006318BA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DB52B3">
        <w:rPr>
          <w:rFonts w:ascii="Angsana New" w:hAnsi="Angsana New"/>
          <w:sz w:val="30"/>
          <w:szCs w:val="30"/>
        </w:rPr>
        <w:t>2566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Pr="006318BA">
        <w:rPr>
          <w:rFonts w:ascii="Angsana New" w:hAnsi="Angsana New"/>
          <w:sz w:val="30"/>
          <w:szCs w:val="30"/>
          <w:cs/>
        </w:rPr>
        <w:t xml:space="preserve">และวันที่ </w:t>
      </w:r>
      <w:r w:rsidR="00DB52B3">
        <w:rPr>
          <w:rFonts w:ascii="Angsana New" w:hAnsi="Angsana New"/>
          <w:sz w:val="30"/>
          <w:szCs w:val="30"/>
        </w:rPr>
        <w:t>31</w:t>
      </w:r>
      <w:r w:rsidR="00B6535E">
        <w:rPr>
          <w:rFonts w:ascii="Angsana New" w:hAnsi="Angsana New"/>
          <w:sz w:val="30"/>
          <w:szCs w:val="30"/>
        </w:rPr>
        <w:t xml:space="preserve"> </w:t>
      </w:r>
      <w:r w:rsidR="002E28C2" w:rsidRPr="006318BA">
        <w:rPr>
          <w:rFonts w:ascii="Angsana New" w:hAnsi="Angsana New"/>
          <w:sz w:val="30"/>
          <w:szCs w:val="30"/>
          <w:cs/>
        </w:rPr>
        <w:t xml:space="preserve">ธันวาคม </w:t>
      </w:r>
      <w:r w:rsidR="00DB52B3">
        <w:rPr>
          <w:rFonts w:ascii="Angsana New" w:hAnsi="Angsana New"/>
          <w:sz w:val="30"/>
          <w:szCs w:val="30"/>
        </w:rPr>
        <w:t>2565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Pr="006318BA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14:paraId="5AFEC264" w14:textId="77777777" w:rsidR="00F46E6E" w:rsidRPr="006318BA" w:rsidRDefault="00F46E6E" w:rsidP="00F46E6E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9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1485"/>
        <w:gridCol w:w="283"/>
        <w:gridCol w:w="1517"/>
        <w:gridCol w:w="283"/>
        <w:gridCol w:w="1517"/>
        <w:gridCol w:w="283"/>
        <w:gridCol w:w="1560"/>
      </w:tblGrid>
      <w:tr w:rsidR="006318BA" w:rsidRPr="006318BA" w14:paraId="38036FAD" w14:textId="77777777" w:rsidTr="00D967DA">
        <w:trPr>
          <w:cantSplit/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7A74661E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928" w:type="dxa"/>
            <w:gridSpan w:val="7"/>
            <w:tcBorders>
              <w:bottom w:val="single" w:sz="4" w:space="0" w:color="auto"/>
            </w:tcBorders>
          </w:tcPr>
          <w:p w14:paraId="5E7E8D66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318BA" w:rsidRPr="006318BA" w14:paraId="62559D33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76E00FB8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2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C7F7D0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6E7AA4AD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3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C70F0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318BA" w:rsidRPr="006318BA" w14:paraId="0DBCE3E6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097C8AAB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06D22" w14:textId="77777777" w:rsidR="006318BA" w:rsidRPr="006318BA" w:rsidRDefault="00101062" w:rsidP="00D967D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63" w:right="-85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="006318BA" w:rsidRPr="006318BA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มิถุนายน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1C76EDF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</w:tcPr>
          <w:p w14:paraId="5AF5195B" w14:textId="77777777" w:rsidR="006318BA" w:rsidRPr="006318BA" w:rsidRDefault="006318BA" w:rsidP="00D967D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57" w:right="-79" w:hanging="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101062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14:paraId="07DAA8AF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5E5EA" w14:textId="77777777" w:rsidR="006318BA" w:rsidRPr="006318BA" w:rsidRDefault="00101062" w:rsidP="00D967D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57" w:right="-79" w:hanging="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="006318BA" w:rsidRPr="006318BA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มิถุนายน</w:t>
            </w:r>
            <w:r w:rsidR="006318BA" w:rsidRPr="006318BA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DD21F8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10FFF2A" w14:textId="77777777" w:rsidR="006318BA" w:rsidRPr="006318BA" w:rsidRDefault="006318BA" w:rsidP="00D967DA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left" w:pos="4104"/>
              </w:tabs>
              <w:ind w:left="-57" w:right="-79" w:hanging="3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101062">
              <w:rPr>
                <w:rFonts w:ascii="Angsana New" w:hAnsi="Angsana New" w:cs="Angsana New"/>
                <w:sz w:val="30"/>
                <w:szCs w:val="30"/>
              </w:rPr>
              <w:t>2565</w:t>
            </w:r>
          </w:p>
        </w:tc>
      </w:tr>
      <w:tr w:rsidR="006318BA" w:rsidRPr="006318BA" w14:paraId="5F3100DB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227FA8ED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485" w:type="dxa"/>
            <w:shd w:val="clear" w:color="auto" w:fill="auto"/>
          </w:tcPr>
          <w:p w14:paraId="168052A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53F0BB1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5546786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0B86352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shd w:val="clear" w:color="auto" w:fill="auto"/>
          </w:tcPr>
          <w:p w14:paraId="36B2E1C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078D693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vAlign w:val="bottom"/>
          </w:tcPr>
          <w:p w14:paraId="570B14FD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6318BA" w:rsidRPr="006318BA" w14:paraId="1F8D35C7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75FAAE51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FE54AF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14:paraId="34038FC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07AF5C60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</w:tcPr>
          <w:p w14:paraId="6D778040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800BFE" w14:textId="77777777" w:rsidR="006318BA" w:rsidRPr="006318BA" w:rsidRDefault="00AA2D6D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14</w:t>
            </w: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,03</w:t>
            </w:r>
            <w:r w:rsidR="00B6535E">
              <w:rPr>
                <w:rFonts w:ascii="Angsana New" w:eastAsia="SimSun" w:hAnsi="Angsana New"/>
                <w:sz w:val="30"/>
                <w:szCs w:val="30"/>
                <w:lang w:eastAsia="en-GB"/>
              </w:rPr>
              <w:t>4</w:t>
            </w:r>
          </w:p>
        </w:tc>
        <w:tc>
          <w:tcPr>
            <w:tcW w:w="283" w:type="dxa"/>
            <w:vAlign w:val="bottom"/>
          </w:tcPr>
          <w:p w14:paraId="7758C2B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2334116D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557</w:t>
            </w:r>
          </w:p>
        </w:tc>
      </w:tr>
      <w:tr w:rsidR="006318BA" w:rsidRPr="006318BA" w14:paraId="7ACED220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754C91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เงินมัดจำการซื้อสินทรัพย์ถาวร</w:t>
            </w:r>
            <w:r w:rsidR="00E76F7A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(ลูกหนี้อื่น)</w:t>
            </w:r>
          </w:p>
        </w:tc>
        <w:tc>
          <w:tcPr>
            <w:tcW w:w="14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AB3613A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14:paraId="2EA5E12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vAlign w:val="bottom"/>
          </w:tcPr>
          <w:p w14:paraId="2CBBBBBC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391DECF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C18BF7C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283" w:type="dxa"/>
            <w:vAlign w:val="bottom"/>
          </w:tcPr>
          <w:p w14:paraId="6C76C64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14:paraId="23A1372F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</w:tr>
      <w:tr w:rsidR="006318BA" w:rsidRPr="006318BA" w14:paraId="65D26301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B5FFD7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C8C01DE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14:paraId="023085A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1A852A7F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200</w:t>
            </w:r>
          </w:p>
        </w:tc>
        <w:tc>
          <w:tcPr>
            <w:tcW w:w="283" w:type="dxa"/>
            <w:shd w:val="clear" w:color="auto" w:fill="auto"/>
          </w:tcPr>
          <w:p w14:paraId="01BC0C2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2AFF9F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vAlign w:val="bottom"/>
          </w:tcPr>
          <w:p w14:paraId="5A9D4D3B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5FA8B270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6318BA" w:rsidRPr="006318BA" w14:paraId="7CFF30AB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532D01EB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485" w:type="dxa"/>
            <w:tcBorders>
              <w:top w:val="double" w:sz="4" w:space="0" w:color="auto"/>
            </w:tcBorders>
            <w:shd w:val="clear" w:color="auto" w:fill="auto"/>
          </w:tcPr>
          <w:p w14:paraId="00AF6513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63C52F11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</w:tcPr>
          <w:p w14:paraId="1EAB7C9D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33D86562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auto"/>
          </w:tcPr>
          <w:p w14:paraId="0FB62BF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5AC20BA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bottom"/>
          </w:tcPr>
          <w:p w14:paraId="614707B2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6318BA" w:rsidRPr="006318BA" w14:paraId="1EA51849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4FB1DBC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B09AD4" w14:textId="77777777" w:rsidR="006318BA" w:rsidRPr="006318BA" w:rsidRDefault="00AA2D6D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87</w:t>
            </w:r>
          </w:p>
        </w:tc>
        <w:tc>
          <w:tcPr>
            <w:tcW w:w="283" w:type="dxa"/>
          </w:tcPr>
          <w:p w14:paraId="62306F3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77274D4B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170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9CD3EEA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F37CD7" w14:textId="77777777" w:rsidR="006318BA" w:rsidRPr="006318BA" w:rsidRDefault="00AA2D6D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87</w:t>
            </w:r>
          </w:p>
        </w:tc>
        <w:tc>
          <w:tcPr>
            <w:tcW w:w="283" w:type="dxa"/>
            <w:vAlign w:val="bottom"/>
          </w:tcPr>
          <w:p w14:paraId="4508F1D0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03318AC3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170</w:t>
            </w:r>
          </w:p>
        </w:tc>
      </w:tr>
      <w:tr w:rsidR="006318BA" w:rsidRPr="006318BA" w14:paraId="2D6F04DA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3EA159E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485" w:type="dxa"/>
            <w:shd w:val="clear" w:color="auto" w:fill="auto"/>
          </w:tcPr>
          <w:p w14:paraId="4F02B1E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14:paraId="3570EE73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4878765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14:paraId="5060A2C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shd w:val="clear" w:color="auto" w:fill="auto"/>
          </w:tcPr>
          <w:p w14:paraId="265258FB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402C6C1A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</w:tcPr>
          <w:p w14:paraId="033BEFE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6318BA" w:rsidRPr="006318BA" w14:paraId="3F6B2D3D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1719DED1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85A435" w14:textId="77777777" w:rsidR="006318BA" w:rsidRPr="006318BA" w:rsidRDefault="00AA2D6D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78</w:t>
            </w:r>
          </w:p>
        </w:tc>
        <w:tc>
          <w:tcPr>
            <w:tcW w:w="283" w:type="dxa"/>
          </w:tcPr>
          <w:p w14:paraId="5FF96C81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7EC4763D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135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1F8F925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7AEB5D" w14:textId="77777777" w:rsidR="006318BA" w:rsidRPr="006318BA" w:rsidRDefault="00AA2D6D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78</w:t>
            </w:r>
          </w:p>
        </w:tc>
        <w:tc>
          <w:tcPr>
            <w:tcW w:w="283" w:type="dxa"/>
            <w:vAlign w:val="bottom"/>
          </w:tcPr>
          <w:p w14:paraId="21A43058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32DF667A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135</w:t>
            </w:r>
          </w:p>
        </w:tc>
      </w:tr>
      <w:tr w:rsidR="006318BA" w:rsidRPr="006318BA" w14:paraId="13773EC9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DB34B9D" w14:textId="77777777" w:rsidR="00D967D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เงินกู้ยืม (</w:t>
            </w:r>
            <w:r w:rsidRPr="006318BA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ตั๋วสัญญาใช้เงิน</w:t>
            </w:r>
          </w:p>
          <w:p w14:paraId="3268805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ระยะสั้นและไม่มีหลักประกัน</w:t>
            </w: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6E0FFC7E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14:paraId="76564FC7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</w:tcPr>
          <w:p w14:paraId="683F759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658FC64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shd w:val="clear" w:color="auto" w:fill="auto"/>
          </w:tcPr>
          <w:p w14:paraId="57B74FA3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vAlign w:val="bottom"/>
          </w:tcPr>
          <w:p w14:paraId="2E770DF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</w:tcPr>
          <w:p w14:paraId="28605A5C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6318BA" w:rsidRPr="006318BA" w14:paraId="1233D703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0B063CF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9F1DE47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14:paraId="7EE94113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55727CB3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426B02D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B417D52" w14:textId="77777777" w:rsidR="006318BA" w:rsidRPr="006318BA" w:rsidRDefault="00AA2D6D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40,000</w:t>
            </w:r>
          </w:p>
        </w:tc>
        <w:tc>
          <w:tcPr>
            <w:tcW w:w="283" w:type="dxa"/>
            <w:vAlign w:val="bottom"/>
          </w:tcPr>
          <w:p w14:paraId="1A719DDD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13C1F07E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</w:tr>
      <w:tr w:rsidR="006318BA" w:rsidRPr="006318BA" w14:paraId="2AC2D178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69CC3B4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318BA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ดอกเบี้ยค้างจ่าย</w:t>
            </w:r>
            <w:r w:rsidR="00F45108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F45108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(เจ้าหนี้อื่น)</w:t>
            </w:r>
          </w:p>
        </w:tc>
        <w:tc>
          <w:tcPr>
            <w:tcW w:w="14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B0AB43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14:paraId="44B055E8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vAlign w:val="bottom"/>
          </w:tcPr>
          <w:p w14:paraId="3BDC7A6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14508216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17" w:type="dxa"/>
            <w:tcBorders>
              <w:top w:val="double" w:sz="4" w:space="0" w:color="auto"/>
            </w:tcBorders>
            <w:shd w:val="clear" w:color="auto" w:fill="auto"/>
          </w:tcPr>
          <w:p w14:paraId="6F9B3019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vAlign w:val="bottom"/>
          </w:tcPr>
          <w:p w14:paraId="2F91326F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70488FD5" w14:textId="77777777" w:rsidR="006318BA" w:rsidRPr="006318BA" w:rsidRDefault="006318BA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6318BA" w:rsidRPr="006318BA" w14:paraId="70A0046F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EEAC270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F31EDFF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14:paraId="19842907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vAlign w:val="bottom"/>
          </w:tcPr>
          <w:p w14:paraId="7E26BFC4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F97B452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1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9ED79D7" w14:textId="77777777" w:rsidR="006318BA" w:rsidRPr="006318BA" w:rsidRDefault="00AA2D6D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173</w:t>
            </w:r>
          </w:p>
        </w:tc>
        <w:tc>
          <w:tcPr>
            <w:tcW w:w="283" w:type="dxa"/>
            <w:vAlign w:val="bottom"/>
          </w:tcPr>
          <w:p w14:paraId="566814F4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bottom"/>
          </w:tcPr>
          <w:p w14:paraId="71F8CB6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375</w:t>
            </w:r>
          </w:p>
        </w:tc>
      </w:tr>
    </w:tbl>
    <w:p w14:paraId="45D7043E" w14:textId="77777777" w:rsidR="006318BA" w:rsidRPr="006318BA" w:rsidRDefault="006318BA" w:rsidP="00631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4CAAA58" w14:textId="77777777" w:rsidR="006318BA" w:rsidRPr="006318BA" w:rsidRDefault="006318BA" w:rsidP="00631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318BA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รายการเคลื่อนไหวของเงินกู้ยืมจากกิจการที่เกี่ยวข้องกันในงบการเงินเฉพาะกิจการสำหรับงวด</w:t>
      </w:r>
      <w:r w:rsidRPr="006318BA">
        <w:rPr>
          <w:rFonts w:ascii="Angsana New" w:hAnsi="Angsana New" w:hint="cs"/>
          <w:sz w:val="30"/>
          <w:szCs w:val="30"/>
          <w:cs/>
        </w:rPr>
        <w:t>หก</w:t>
      </w:r>
      <w:r w:rsidRPr="006318BA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E666AC">
        <w:rPr>
          <w:rFonts w:ascii="Angsana New" w:hAnsi="Angsana New"/>
          <w:sz w:val="30"/>
          <w:szCs w:val="30"/>
        </w:rPr>
        <w:t>30</w:t>
      </w:r>
      <w:r w:rsidRPr="006318BA"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="00E666AC">
        <w:rPr>
          <w:rFonts w:ascii="Angsana New" w:hAnsi="Angsana New"/>
          <w:sz w:val="30"/>
          <w:szCs w:val="30"/>
        </w:rPr>
        <w:t>2566</w:t>
      </w:r>
      <w:r w:rsidRPr="006318BA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14:paraId="4DF5DA6B" w14:textId="77777777" w:rsidR="006318BA" w:rsidRPr="006318BA" w:rsidRDefault="006318BA" w:rsidP="006318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9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1485"/>
        <w:gridCol w:w="280"/>
        <w:gridCol w:w="1520"/>
        <w:gridCol w:w="294"/>
        <w:gridCol w:w="1506"/>
        <w:gridCol w:w="296"/>
        <w:gridCol w:w="1547"/>
      </w:tblGrid>
      <w:tr w:rsidR="006318BA" w:rsidRPr="006318BA" w14:paraId="15F2062F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6BC91CA6" w14:textId="77777777" w:rsidR="006318BA" w:rsidRPr="006318BA" w:rsidRDefault="006318BA" w:rsidP="00005750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692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5D0E1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6318BA" w:rsidRPr="006318BA" w14:paraId="12311BF9" w14:textId="77777777" w:rsidTr="00D967DA">
        <w:trPr>
          <w:trHeight w:val="20"/>
          <w:tblHeader/>
        </w:trPr>
        <w:tc>
          <w:tcPr>
            <w:tcW w:w="2977" w:type="dxa"/>
            <w:shd w:val="clear" w:color="auto" w:fill="auto"/>
            <w:vAlign w:val="bottom"/>
          </w:tcPr>
          <w:p w14:paraId="00E408A7" w14:textId="77777777" w:rsidR="006318BA" w:rsidRPr="006318BA" w:rsidRDefault="006318BA" w:rsidP="00005750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C9E66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ยอดยกมาต้นงวด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15C57D9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546F89DB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94" w:type="dxa"/>
            <w:tcBorders>
              <w:top w:val="single" w:sz="4" w:space="0" w:color="auto"/>
            </w:tcBorders>
            <w:shd w:val="clear" w:color="auto" w:fill="auto"/>
          </w:tcPr>
          <w:p w14:paraId="56087066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CCABB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96" w:type="dxa"/>
            <w:tcBorders>
              <w:top w:val="single" w:sz="4" w:space="0" w:color="auto"/>
            </w:tcBorders>
          </w:tcPr>
          <w:p w14:paraId="778A1AF5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14:paraId="08391D99" w14:textId="77777777" w:rsidR="006318BA" w:rsidRPr="006318BA" w:rsidRDefault="006318BA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318BA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ยอดยกไปสิ้นงวด</w:t>
            </w:r>
          </w:p>
        </w:tc>
      </w:tr>
      <w:tr w:rsidR="006318BA" w:rsidRPr="006318BA" w14:paraId="05E62AB3" w14:textId="77777777" w:rsidTr="00D967DA">
        <w:trPr>
          <w:trHeight w:val="20"/>
        </w:trPr>
        <w:tc>
          <w:tcPr>
            <w:tcW w:w="2977" w:type="dxa"/>
            <w:shd w:val="clear" w:color="auto" w:fill="auto"/>
            <w:vAlign w:val="bottom"/>
          </w:tcPr>
          <w:p w14:paraId="010AEB70" w14:textId="77777777" w:rsidR="006318BA" w:rsidRPr="006318BA" w:rsidRDefault="006318BA" w:rsidP="00005750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6318BA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4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F6E236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6318B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6318BA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80" w:type="dxa"/>
          </w:tcPr>
          <w:p w14:paraId="0C50DFC7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vAlign w:val="bottom"/>
          </w:tcPr>
          <w:p w14:paraId="15A59014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18B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94" w:type="dxa"/>
            <w:shd w:val="clear" w:color="auto" w:fill="auto"/>
            <w:vAlign w:val="bottom"/>
          </w:tcPr>
          <w:p w14:paraId="0B9502A2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92B4E3" w14:textId="77777777" w:rsidR="006318BA" w:rsidRPr="006318BA" w:rsidRDefault="00EB60BC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10,000</w:t>
            </w:r>
          </w:p>
        </w:tc>
        <w:tc>
          <w:tcPr>
            <w:tcW w:w="296" w:type="dxa"/>
            <w:vAlign w:val="bottom"/>
          </w:tcPr>
          <w:p w14:paraId="0D325B39" w14:textId="77777777" w:rsidR="006318BA" w:rsidRPr="006318BA" w:rsidRDefault="006318BA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47" w:type="dxa"/>
            <w:tcBorders>
              <w:bottom w:val="double" w:sz="4" w:space="0" w:color="auto"/>
            </w:tcBorders>
            <w:vAlign w:val="bottom"/>
          </w:tcPr>
          <w:p w14:paraId="5FE2410B" w14:textId="77777777" w:rsidR="006318BA" w:rsidRPr="006318BA" w:rsidRDefault="00EB60BC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>
              <w:rPr>
                <w:rFonts w:ascii="Angsana New" w:eastAsia="SimSun" w:hAnsi="Angsana New"/>
                <w:sz w:val="30"/>
                <w:szCs w:val="30"/>
                <w:lang w:eastAsia="en-GB"/>
              </w:rPr>
              <w:t>40,000</w:t>
            </w:r>
          </w:p>
        </w:tc>
      </w:tr>
    </w:tbl>
    <w:p w14:paraId="6A00D77D" w14:textId="77777777" w:rsidR="00D967DA" w:rsidRPr="00D967DA" w:rsidRDefault="00D967DA" w:rsidP="00D967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</w:p>
    <w:p w14:paraId="3D57B4AC" w14:textId="77777777" w:rsidR="00D967DA" w:rsidRDefault="00D967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</w:rPr>
      </w:pPr>
      <w:r>
        <w:rPr>
          <w:rFonts w:ascii="Angsana New" w:hAnsi="Angsana New"/>
          <w:b/>
          <w:bCs/>
          <w:sz w:val="29"/>
          <w:szCs w:val="29"/>
          <w:cs/>
        </w:rPr>
        <w:br w:type="page"/>
      </w:r>
    </w:p>
    <w:p w14:paraId="68BAF14A" w14:textId="77777777" w:rsidR="0062372A" w:rsidRPr="00506443" w:rsidRDefault="0062372A" w:rsidP="00297680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506443">
        <w:rPr>
          <w:rFonts w:ascii="Angsana New" w:hAnsi="Angsana New"/>
          <w:b/>
          <w:bCs/>
          <w:sz w:val="30"/>
          <w:szCs w:val="30"/>
          <w:cs/>
        </w:rPr>
        <w:lastRenderedPageBreak/>
        <w:t>ลูกหนี้การค้า</w:t>
      </w:r>
      <w:r w:rsidR="000B0DF5" w:rsidRPr="00506443">
        <w:rPr>
          <w:rFonts w:ascii="Angsana New" w:hAnsi="Angsana New"/>
          <w:b/>
          <w:bCs/>
          <w:sz w:val="30"/>
          <w:szCs w:val="30"/>
        </w:rPr>
        <w:t xml:space="preserve"> - </w:t>
      </w:r>
      <w:r w:rsidR="000B0DF5" w:rsidRPr="00506443">
        <w:rPr>
          <w:rFonts w:ascii="Angsana New" w:hAnsi="Angsana New" w:hint="cs"/>
          <w:b/>
          <w:bCs/>
          <w:sz w:val="30"/>
          <w:szCs w:val="30"/>
          <w:cs/>
        </w:rPr>
        <w:t>สุทธิ</w:t>
      </w:r>
    </w:p>
    <w:p w14:paraId="66C796AC" w14:textId="77777777" w:rsidR="0062372A" w:rsidRPr="00506443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14:paraId="11EC28D1" w14:textId="77777777" w:rsidR="006351AC" w:rsidRPr="00506443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506443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0B0DF5" w:rsidRPr="00506443">
        <w:rPr>
          <w:rFonts w:ascii="Angsana New" w:hAnsi="Angsana New"/>
          <w:sz w:val="30"/>
          <w:szCs w:val="30"/>
        </w:rPr>
        <w:t>-</w:t>
      </w:r>
      <w:r w:rsidR="000B0DF5" w:rsidRPr="00506443">
        <w:rPr>
          <w:rFonts w:ascii="Angsana New" w:hAnsi="Angsana New" w:hint="cs"/>
          <w:sz w:val="30"/>
          <w:szCs w:val="30"/>
          <w:cs/>
        </w:rPr>
        <w:t xml:space="preserve"> สุทธิ </w:t>
      </w:r>
      <w:r w:rsidRPr="0050644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F7466" w:rsidRPr="00506443">
        <w:rPr>
          <w:rFonts w:ascii="Angsana New" w:hAnsi="Angsana New"/>
          <w:sz w:val="30"/>
          <w:szCs w:val="30"/>
        </w:rPr>
        <w:t>30</w:t>
      </w:r>
      <w:r w:rsidR="00B6535E">
        <w:rPr>
          <w:rFonts w:ascii="Angsana New" w:hAnsi="Angsana New"/>
          <w:sz w:val="30"/>
          <w:szCs w:val="30"/>
        </w:rPr>
        <w:t xml:space="preserve"> </w:t>
      </w:r>
      <w:r w:rsidR="00EF324B" w:rsidRPr="00506443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8C7688">
        <w:rPr>
          <w:rFonts w:ascii="Angsana New" w:hAnsi="Angsana New"/>
          <w:sz w:val="30"/>
          <w:szCs w:val="30"/>
        </w:rPr>
        <w:t>2566</w:t>
      </w:r>
      <w:r w:rsidR="00F016F8">
        <w:rPr>
          <w:rFonts w:ascii="Angsana New" w:hAnsi="Angsana New"/>
          <w:sz w:val="30"/>
          <w:szCs w:val="30"/>
        </w:rPr>
        <w:t xml:space="preserve"> </w:t>
      </w:r>
      <w:r w:rsidRPr="00506443">
        <w:rPr>
          <w:rFonts w:ascii="Angsana New" w:hAnsi="Angsana New"/>
          <w:sz w:val="30"/>
          <w:szCs w:val="30"/>
          <w:cs/>
        </w:rPr>
        <w:t>และ</w:t>
      </w:r>
      <w:r w:rsidR="00F73FE2" w:rsidRPr="00506443">
        <w:rPr>
          <w:rFonts w:ascii="Angsana New" w:hAnsi="Angsana New"/>
          <w:sz w:val="30"/>
          <w:szCs w:val="30"/>
          <w:cs/>
        </w:rPr>
        <w:t xml:space="preserve">วันที่ </w:t>
      </w:r>
      <w:r w:rsidR="008C7688">
        <w:rPr>
          <w:rFonts w:ascii="Angsana New" w:hAnsi="Angsana New"/>
          <w:sz w:val="30"/>
          <w:szCs w:val="30"/>
        </w:rPr>
        <w:t>31</w:t>
      </w:r>
      <w:r w:rsidR="00F01075">
        <w:rPr>
          <w:rFonts w:ascii="Angsana New" w:hAnsi="Angsana New"/>
          <w:sz w:val="30"/>
          <w:szCs w:val="30"/>
        </w:rPr>
        <w:t xml:space="preserve"> </w:t>
      </w:r>
      <w:r w:rsidR="002E28C2" w:rsidRPr="00506443">
        <w:rPr>
          <w:rFonts w:ascii="Angsana New" w:hAnsi="Angsana New"/>
          <w:sz w:val="30"/>
          <w:szCs w:val="30"/>
          <w:cs/>
        </w:rPr>
        <w:t xml:space="preserve">ธันวาคม </w:t>
      </w:r>
      <w:r w:rsidR="008C7688">
        <w:rPr>
          <w:rFonts w:ascii="Angsana New" w:hAnsi="Angsana New"/>
          <w:sz w:val="30"/>
          <w:szCs w:val="30"/>
        </w:rPr>
        <w:t>2565</w:t>
      </w:r>
      <w:r w:rsidRPr="00506443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2BE695B8" w14:textId="77777777" w:rsidR="005E434E" w:rsidRPr="00506443" w:rsidRDefault="005E434E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8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2"/>
        <w:gridCol w:w="1440"/>
        <w:gridCol w:w="280"/>
        <w:gridCol w:w="1520"/>
        <w:gridCol w:w="280"/>
        <w:gridCol w:w="1430"/>
        <w:gridCol w:w="308"/>
        <w:gridCol w:w="1492"/>
      </w:tblGrid>
      <w:tr w:rsidR="00074C77" w:rsidRPr="00506443" w14:paraId="1E223D1F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80A8BBC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9F879B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พันบาท</w:t>
            </w:r>
          </w:p>
        </w:tc>
      </w:tr>
      <w:tr w:rsidR="00074C77" w:rsidRPr="00506443" w14:paraId="436F3DC3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228F92C0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FD83F9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44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30BCD873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2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88A52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443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74C77" w:rsidRPr="00506443" w14:paraId="074F0E60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1DA130BE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7A6C4" w14:textId="77777777" w:rsidR="00074C77" w:rsidRPr="00506443" w:rsidRDefault="00437E5E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="0005264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มิถุนายน</w:t>
            </w:r>
            <w:r w:rsidR="00074C77" w:rsidRPr="00506443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2B257A75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57D79865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443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506443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8C7688">
              <w:rPr>
                <w:rFonts w:ascii="Angsana New" w:hAnsi="Angsana New" w:cs="Angsana New"/>
                <w:sz w:val="30"/>
                <w:szCs w:val="30"/>
              </w:rPr>
              <w:t>25</w:t>
            </w:r>
            <w:r w:rsidRPr="00506443">
              <w:rPr>
                <w:rFonts w:ascii="Angsana New" w:hAnsi="Angsana New" w:cs="Angsana New"/>
                <w:sz w:val="30"/>
                <w:szCs w:val="30"/>
                <w:cs/>
              </w:rPr>
              <w:t>6</w:t>
            </w:r>
            <w:r w:rsidRPr="00506443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80" w:type="dxa"/>
            <w:shd w:val="clear" w:color="auto" w:fill="auto"/>
          </w:tcPr>
          <w:p w14:paraId="04FE35E2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</w:tcPr>
          <w:p w14:paraId="2765D4C1" w14:textId="77777777" w:rsidR="00074C77" w:rsidRPr="00506443" w:rsidRDefault="008C7688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="00052642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มิถุนายน</w:t>
            </w:r>
            <w:r w:rsidR="00074C77" w:rsidRPr="00506443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308" w:type="dxa"/>
          </w:tcPr>
          <w:p w14:paraId="089FA5B1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</w:tcPr>
          <w:p w14:paraId="6FA425E7" w14:textId="77777777" w:rsidR="00074C77" w:rsidRPr="00506443" w:rsidRDefault="00074C77" w:rsidP="00005750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6443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506443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="008C7688">
              <w:rPr>
                <w:rFonts w:ascii="Angsana New" w:hAnsi="Angsana New" w:cs="Angsana New"/>
                <w:sz w:val="30"/>
                <w:szCs w:val="30"/>
              </w:rPr>
              <w:t>25</w:t>
            </w:r>
            <w:r w:rsidRPr="00506443">
              <w:rPr>
                <w:rFonts w:ascii="Angsana New" w:hAnsi="Angsana New" w:cs="Angsana New"/>
                <w:sz w:val="30"/>
                <w:szCs w:val="30"/>
                <w:cs/>
              </w:rPr>
              <w:t>6</w:t>
            </w:r>
            <w:r w:rsidRPr="00506443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</w:tr>
      <w:tr w:rsidR="00074C77" w:rsidRPr="00506443" w14:paraId="5450B698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7EE72B4C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750C2E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140,94</w:t>
            </w:r>
            <w:r w:rsidR="00D159F5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280" w:type="dxa"/>
          </w:tcPr>
          <w:p w14:paraId="76610711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03590686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137,597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95BF32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8C3361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139,83</w:t>
            </w:r>
            <w:r w:rsidR="006F2E0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308" w:type="dxa"/>
            <w:vAlign w:val="bottom"/>
          </w:tcPr>
          <w:p w14:paraId="489BCEA7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1C53C246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137,681</w:t>
            </w:r>
          </w:p>
        </w:tc>
      </w:tr>
      <w:tr w:rsidR="00074C77" w:rsidRPr="00506443" w14:paraId="46E42220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3779C3C7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506443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588BF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0" w:type="dxa"/>
          </w:tcPr>
          <w:p w14:paraId="40FEB1C3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05F66BAC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98D533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1DBD510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308" w:type="dxa"/>
            <w:vAlign w:val="bottom"/>
          </w:tcPr>
          <w:p w14:paraId="02D92A72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603E08CA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074C77" w:rsidRPr="00506443" w14:paraId="11B99D72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38FDEFF4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506443">
              <w:rPr>
                <w:rFonts w:ascii="Angsana New" w:hAnsi="Angsana New"/>
                <w:sz w:val="30"/>
                <w:szCs w:val="30"/>
              </w:rPr>
              <w:t>3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EB44AD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57,580</w:t>
            </w:r>
          </w:p>
        </w:tc>
        <w:tc>
          <w:tcPr>
            <w:tcW w:w="280" w:type="dxa"/>
          </w:tcPr>
          <w:p w14:paraId="5CB65CF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5B1856F4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50,138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FCCA5EE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79068CC0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55,418</w:t>
            </w:r>
          </w:p>
        </w:tc>
        <w:tc>
          <w:tcPr>
            <w:tcW w:w="308" w:type="dxa"/>
            <w:vAlign w:val="bottom"/>
          </w:tcPr>
          <w:p w14:paraId="0B52942B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7A0AF72E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50,138</w:t>
            </w:r>
          </w:p>
        </w:tc>
      </w:tr>
      <w:tr w:rsidR="00074C77" w:rsidRPr="00506443" w14:paraId="3D5376A3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18D9CA1A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506443">
              <w:rPr>
                <w:rFonts w:ascii="Angsana New" w:hAnsi="Angsana New"/>
                <w:sz w:val="30"/>
                <w:szCs w:val="30"/>
              </w:rPr>
              <w:t>3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506443">
              <w:rPr>
                <w:rFonts w:ascii="Angsana New" w:hAnsi="Angsana New"/>
                <w:sz w:val="30"/>
                <w:szCs w:val="30"/>
              </w:rPr>
              <w:t>6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2AF6F2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9,456</w:t>
            </w:r>
          </w:p>
        </w:tc>
        <w:tc>
          <w:tcPr>
            <w:tcW w:w="280" w:type="dxa"/>
          </w:tcPr>
          <w:p w14:paraId="6950A842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5653E00A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9,959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AC6C755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66D9F0B4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8,977</w:t>
            </w:r>
          </w:p>
        </w:tc>
        <w:tc>
          <w:tcPr>
            <w:tcW w:w="308" w:type="dxa"/>
            <w:vAlign w:val="bottom"/>
          </w:tcPr>
          <w:p w14:paraId="51F407B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19D9385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9,959</w:t>
            </w:r>
          </w:p>
        </w:tc>
      </w:tr>
      <w:tr w:rsidR="00074C77" w:rsidRPr="00506443" w14:paraId="38BD0AEA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5FB2FEB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506443">
              <w:rPr>
                <w:rFonts w:ascii="Angsana New" w:hAnsi="Angsana New"/>
                <w:sz w:val="30"/>
                <w:szCs w:val="30"/>
              </w:rPr>
              <w:t>6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506443">
              <w:rPr>
                <w:rFonts w:ascii="Angsana New" w:hAnsi="Angsana New"/>
                <w:sz w:val="30"/>
                <w:szCs w:val="30"/>
              </w:rPr>
              <w:t>12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6A2901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1,980</w:t>
            </w:r>
          </w:p>
        </w:tc>
        <w:tc>
          <w:tcPr>
            <w:tcW w:w="280" w:type="dxa"/>
          </w:tcPr>
          <w:p w14:paraId="13B3F504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vAlign w:val="bottom"/>
          </w:tcPr>
          <w:p w14:paraId="79CB5246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6,018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8202DA3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shd w:val="clear" w:color="auto" w:fill="auto"/>
            <w:vAlign w:val="bottom"/>
          </w:tcPr>
          <w:p w14:paraId="55837066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1,980</w:t>
            </w:r>
          </w:p>
        </w:tc>
        <w:tc>
          <w:tcPr>
            <w:tcW w:w="308" w:type="dxa"/>
            <w:vAlign w:val="bottom"/>
          </w:tcPr>
          <w:p w14:paraId="2E7BDD03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vAlign w:val="bottom"/>
          </w:tcPr>
          <w:p w14:paraId="60DA7B67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6,018</w:t>
            </w:r>
          </w:p>
        </w:tc>
      </w:tr>
      <w:tr w:rsidR="00074C77" w:rsidRPr="00506443" w14:paraId="04EA9F49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7588D72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506443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373179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265</w:t>
            </w:r>
          </w:p>
        </w:tc>
        <w:tc>
          <w:tcPr>
            <w:tcW w:w="280" w:type="dxa"/>
          </w:tcPr>
          <w:p w14:paraId="7F71A76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462F0576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4F155D0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75CD28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265</w:t>
            </w:r>
          </w:p>
        </w:tc>
        <w:tc>
          <w:tcPr>
            <w:tcW w:w="308" w:type="dxa"/>
            <w:vAlign w:val="bottom"/>
          </w:tcPr>
          <w:p w14:paraId="074C1AAD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bottom"/>
          </w:tcPr>
          <w:p w14:paraId="0DA81998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</w:tr>
      <w:tr w:rsidR="00074C77" w:rsidRPr="00506443" w14:paraId="10B4518E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37ED5670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19D2E4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210,22</w:t>
            </w:r>
            <w:r w:rsidR="00760876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</w:t>
            </w:r>
          </w:p>
        </w:tc>
        <w:tc>
          <w:tcPr>
            <w:tcW w:w="280" w:type="dxa"/>
          </w:tcPr>
          <w:p w14:paraId="24BC4441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bottom"/>
          </w:tcPr>
          <w:p w14:paraId="659339C4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204,371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C1C1155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D1D0C2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206,47</w:t>
            </w:r>
            <w:r w:rsidR="006F2E0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308" w:type="dxa"/>
            <w:vAlign w:val="bottom"/>
          </w:tcPr>
          <w:p w14:paraId="7B426502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</w:tcBorders>
            <w:vAlign w:val="bottom"/>
          </w:tcPr>
          <w:p w14:paraId="3D2A0952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204,455</w:t>
            </w:r>
          </w:p>
        </w:tc>
      </w:tr>
      <w:tr w:rsidR="00074C77" w:rsidRPr="00506443" w14:paraId="3C1A08CB" w14:textId="77777777" w:rsidTr="00506443">
        <w:trPr>
          <w:trHeight w:val="20"/>
        </w:trPr>
        <w:tc>
          <w:tcPr>
            <w:tcW w:w="3112" w:type="dxa"/>
            <w:shd w:val="clear" w:color="auto" w:fill="auto"/>
          </w:tcPr>
          <w:p w14:paraId="70A961FD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  <w:t>หัก</w:t>
            </w: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ค่าเผื่อการด้อยค่าจากผลขาดทุน</w:t>
            </w:r>
          </w:p>
          <w:p w14:paraId="2D2129F6" w14:textId="77777777" w:rsidR="00074C77" w:rsidRPr="00506443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 w:right="-289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0644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3905D" w14:textId="77777777" w:rsidR="00074C77" w:rsidRPr="00506443" w:rsidRDefault="00E86EA6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4175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</w:rPr>
              <w:t xml:space="preserve">    430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</w:tcPr>
          <w:p w14:paraId="5CD6435C" w14:textId="77777777" w:rsidR="00074C77" w:rsidRPr="00417527" w:rsidRDefault="00074C77" w:rsidP="0051555B">
            <w:pPr>
              <w:pStyle w:val="Preformatted"/>
              <w:tabs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bottom"/>
          </w:tcPr>
          <w:p w14:paraId="22E2F8C4" w14:textId="77777777" w:rsidR="00074C77" w:rsidRPr="00506443" w:rsidRDefault="00074C77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4175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2301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</w:rPr>
              <w:t xml:space="preserve">    897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86E3098" w14:textId="77777777" w:rsidR="00074C77" w:rsidRPr="00417527" w:rsidRDefault="00074C77" w:rsidP="0051555B">
            <w:pPr>
              <w:pStyle w:val="Preformatted"/>
              <w:tabs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4B3CAB" w14:textId="77777777" w:rsidR="00074C77" w:rsidRPr="00506443" w:rsidRDefault="00E86EA6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417527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   430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308" w:type="dxa"/>
          </w:tcPr>
          <w:p w14:paraId="7F6332ED" w14:textId="77777777" w:rsidR="00074C77" w:rsidRPr="00417527" w:rsidRDefault="00074C77" w:rsidP="0051555B">
            <w:pPr>
              <w:pStyle w:val="Preformatted"/>
              <w:tabs>
                <w:tab w:val="clear" w:pos="959"/>
                <w:tab w:val="clear" w:pos="9590"/>
                <w:tab w:val="left" w:pos="5282"/>
              </w:tabs>
              <w:ind w:left="-115" w:right="158"/>
              <w:jc w:val="right"/>
              <w:rPr>
                <w:rFonts w:ascii="Angsana New" w:eastAsia="Times New Roman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2" w:type="dxa"/>
            <w:tcBorders>
              <w:bottom w:val="single" w:sz="4" w:space="0" w:color="auto"/>
            </w:tcBorders>
            <w:vAlign w:val="bottom"/>
          </w:tcPr>
          <w:p w14:paraId="1BA5A0E4" w14:textId="77777777" w:rsidR="00074C77" w:rsidRPr="00506443" w:rsidRDefault="00074C77" w:rsidP="005155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5282"/>
              </w:tabs>
              <w:spacing w:line="260" w:lineRule="atLeast"/>
              <w:ind w:left="-115" w:right="15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4175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2301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506443">
              <w:rPr>
                <w:rFonts w:ascii="Angsana New" w:hAnsi="Angsana New"/>
                <w:sz w:val="30"/>
                <w:szCs w:val="30"/>
              </w:rPr>
              <w:t xml:space="preserve">    897</w:t>
            </w:r>
            <w:r w:rsidRPr="0050644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074C77" w:rsidRPr="00506443" w14:paraId="17DBA366" w14:textId="77777777" w:rsidTr="00506443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14:paraId="4DD035E7" w14:textId="77777777" w:rsidR="00074C77" w:rsidRPr="00506443" w:rsidRDefault="00074C77" w:rsidP="00005750">
            <w:pPr>
              <w:tabs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0644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B0B6CF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209,79</w:t>
            </w:r>
            <w:r w:rsidR="00EC1995">
              <w:rPr>
                <w:rFonts w:ascii="Angsana New" w:hAnsi="Angsana New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280" w:type="dxa"/>
          </w:tcPr>
          <w:p w14:paraId="6161FF82" w14:textId="77777777" w:rsidR="00074C77" w:rsidRPr="00506443" w:rsidRDefault="00074C77" w:rsidP="00005750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94160A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203,474</w:t>
            </w:r>
          </w:p>
        </w:tc>
        <w:tc>
          <w:tcPr>
            <w:tcW w:w="280" w:type="dxa"/>
            <w:shd w:val="clear" w:color="auto" w:fill="auto"/>
          </w:tcPr>
          <w:p w14:paraId="571E421E" w14:textId="77777777" w:rsidR="00074C77" w:rsidRPr="00506443" w:rsidRDefault="00074C77" w:rsidP="00005750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DB537D" w14:textId="77777777" w:rsidR="00074C77" w:rsidRPr="00506443" w:rsidRDefault="00E86EA6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206,04</w:t>
            </w:r>
            <w:r w:rsidR="006F2E0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308" w:type="dxa"/>
          </w:tcPr>
          <w:p w14:paraId="7F1EAD09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4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E12F2D" w14:textId="77777777" w:rsidR="00074C77" w:rsidRPr="00506443" w:rsidRDefault="00074C77" w:rsidP="00005750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06443">
              <w:rPr>
                <w:rFonts w:ascii="Angsana New" w:hAnsi="Angsana New"/>
                <w:sz w:val="30"/>
                <w:szCs w:val="30"/>
                <w:lang w:eastAsia="en-US"/>
              </w:rPr>
              <w:t>203,558</w:t>
            </w:r>
          </w:p>
        </w:tc>
      </w:tr>
    </w:tbl>
    <w:p w14:paraId="60182F8F" w14:textId="77777777" w:rsidR="00B35D0E" w:rsidRPr="00506443" w:rsidRDefault="00B35D0E" w:rsidP="00074C77">
      <w:pPr>
        <w:pStyle w:val="af8"/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</w:p>
    <w:p w14:paraId="1AE560EF" w14:textId="77777777" w:rsidR="002C7AB4" w:rsidRPr="00506443" w:rsidRDefault="002C7AB4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506443"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</w:t>
      </w:r>
    </w:p>
    <w:p w14:paraId="6CC47E73" w14:textId="77777777" w:rsidR="002C7AB4" w:rsidRPr="008161C2" w:rsidRDefault="002C7AB4" w:rsidP="002C7A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4933E282" w14:textId="77777777" w:rsidR="002C7AB4" w:rsidRPr="008161C2" w:rsidRDefault="008161C2" w:rsidP="002C7A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="008C7688">
        <w:rPr>
          <w:rFonts w:ascii="Angsana New" w:hAnsi="Angsana New"/>
          <w:sz w:val="30"/>
          <w:szCs w:val="30"/>
        </w:rPr>
        <w:t>20</w:t>
      </w:r>
      <w:r>
        <w:rPr>
          <w:rFonts w:ascii="Angsana New" w:hAnsi="Angsana New" w:hint="cs"/>
          <w:sz w:val="30"/>
          <w:szCs w:val="30"/>
          <w:cs/>
        </w:rPr>
        <w:t xml:space="preserve"> เมษายน </w:t>
      </w:r>
      <w:r w:rsidR="008C7688">
        <w:rPr>
          <w:rFonts w:ascii="Angsana New" w:hAnsi="Angsana New"/>
          <w:sz w:val="30"/>
          <w:szCs w:val="30"/>
        </w:rPr>
        <w:t>2566</w:t>
      </w:r>
      <w:r>
        <w:rPr>
          <w:rFonts w:ascii="Angsana New" w:hAnsi="Angsana New" w:hint="cs"/>
          <w:sz w:val="30"/>
          <w:szCs w:val="30"/>
          <w:cs/>
        </w:rPr>
        <w:t xml:space="preserve"> ผู้ถือหุ้น</w:t>
      </w:r>
      <w:r w:rsidRPr="00506443">
        <w:rPr>
          <w:rFonts w:ascii="Angsana New" w:hAnsi="Angsana New" w:hint="cs"/>
          <w:sz w:val="30"/>
          <w:szCs w:val="30"/>
          <w:cs/>
        </w:rPr>
        <w:t>ได้มีมติเป็นเอกฉันท์อนุมัติการจ่ายเงินปันผลจากผลการดำเนินงานปี</w:t>
      </w:r>
      <w:r>
        <w:rPr>
          <w:rFonts w:ascii="Angsana New" w:hAnsi="Angsana New"/>
          <w:sz w:val="30"/>
          <w:szCs w:val="30"/>
        </w:rPr>
        <w:t xml:space="preserve">2565 </w:t>
      </w:r>
      <w:r>
        <w:rPr>
          <w:rFonts w:ascii="Angsana New" w:hAnsi="Angsana New"/>
          <w:sz w:val="30"/>
          <w:szCs w:val="30"/>
          <w:cs/>
        </w:rPr>
        <w:t xml:space="preserve">ในอัตราหุ้นละ </w:t>
      </w:r>
      <w:r w:rsidR="00AC0C7F">
        <w:rPr>
          <w:rFonts w:ascii="Angsana New" w:hAnsi="Angsana New"/>
          <w:sz w:val="30"/>
          <w:szCs w:val="30"/>
        </w:rPr>
        <w:t>0.05</w:t>
      </w:r>
      <w:r>
        <w:rPr>
          <w:rFonts w:ascii="Angsana New" w:hAnsi="Angsana New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</w:rPr>
        <w:t>คิด</w:t>
      </w:r>
      <w:r>
        <w:rPr>
          <w:rFonts w:ascii="Angsana New" w:hAnsi="Angsana New"/>
          <w:sz w:val="30"/>
          <w:szCs w:val="30"/>
          <w:cs/>
        </w:rPr>
        <w:t xml:space="preserve">เป็นเงินรวมประมาณ </w:t>
      </w:r>
      <w:r>
        <w:rPr>
          <w:rFonts w:ascii="Angsana New" w:hAnsi="Angsana New"/>
          <w:sz w:val="30"/>
          <w:szCs w:val="30"/>
        </w:rPr>
        <w:t xml:space="preserve">15.40 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Pr="00506443">
        <w:rPr>
          <w:rFonts w:ascii="Angsana New" w:hAnsi="Angsana New" w:hint="cs"/>
          <w:sz w:val="30"/>
          <w:szCs w:val="30"/>
          <w:cs/>
        </w:rPr>
        <w:t>ให้แก่ผู้ถือหุ้น</w:t>
      </w:r>
      <w:r>
        <w:rPr>
          <w:rFonts w:ascii="Angsana New" w:hAnsi="Angsana New" w:hint="cs"/>
          <w:sz w:val="30"/>
          <w:szCs w:val="30"/>
          <w:cs/>
        </w:rPr>
        <w:t xml:space="preserve">โดยกำหนดจ่ายปันผลดังกล่าวในวันที่ </w:t>
      </w:r>
      <w:r>
        <w:rPr>
          <w:rFonts w:ascii="Angsana New" w:hAnsi="Angsana New"/>
          <w:sz w:val="30"/>
          <w:szCs w:val="30"/>
        </w:rPr>
        <w:t xml:space="preserve">16 </w:t>
      </w:r>
      <w:r>
        <w:rPr>
          <w:rFonts w:ascii="Angsana New" w:hAnsi="Angsana New"/>
          <w:sz w:val="30"/>
          <w:szCs w:val="30"/>
          <w:cs/>
        </w:rPr>
        <w:t xml:space="preserve">พฤษภาคม </w:t>
      </w:r>
      <w:r>
        <w:rPr>
          <w:rFonts w:ascii="Angsana New" w:hAnsi="Angsana New"/>
          <w:sz w:val="30"/>
          <w:szCs w:val="30"/>
        </w:rPr>
        <w:t>2566</w:t>
      </w:r>
    </w:p>
    <w:p w14:paraId="6685823F" w14:textId="77777777" w:rsidR="002C7AB4" w:rsidRPr="008161C2" w:rsidRDefault="002C7AB4" w:rsidP="002C7AB4">
      <w:pPr>
        <w:pStyle w:val="af8"/>
        <w:tabs>
          <w:tab w:val="clear" w:pos="227"/>
          <w:tab w:val="clear" w:pos="454"/>
        </w:tabs>
        <w:jc w:val="thaiDistribute"/>
        <w:rPr>
          <w:rFonts w:ascii="Angsana New" w:hAnsi="Angsana New"/>
          <w:szCs w:val="30"/>
        </w:rPr>
      </w:pPr>
    </w:p>
    <w:p w14:paraId="2AE28FBE" w14:textId="77777777" w:rsidR="008161C2" w:rsidRPr="008161C2" w:rsidRDefault="008161C2" w:rsidP="00816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506443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506443">
        <w:rPr>
          <w:rFonts w:ascii="Angsana New" w:hAnsi="Angsana New"/>
          <w:sz w:val="30"/>
          <w:szCs w:val="30"/>
        </w:rPr>
        <w:t xml:space="preserve">19 </w:t>
      </w:r>
      <w:r w:rsidRPr="00506443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506443">
        <w:rPr>
          <w:rFonts w:ascii="Angsana New" w:hAnsi="Angsana New"/>
          <w:sz w:val="30"/>
          <w:szCs w:val="30"/>
        </w:rPr>
        <w:t xml:space="preserve">2565 </w:t>
      </w:r>
      <w:r w:rsidRPr="00506443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506443">
        <w:rPr>
          <w:rFonts w:ascii="Angsana New" w:hAnsi="Angsana New"/>
          <w:sz w:val="30"/>
          <w:szCs w:val="30"/>
        </w:rPr>
        <w:t xml:space="preserve">2564 </w:t>
      </w:r>
      <w:r w:rsidRPr="00506443">
        <w:rPr>
          <w:rFonts w:ascii="Angsana New" w:hAnsi="Angsana New" w:hint="cs"/>
          <w:sz w:val="30"/>
          <w:szCs w:val="30"/>
          <w:cs/>
        </w:rPr>
        <w:t xml:space="preserve">ในอัตราหุ้นละ </w:t>
      </w:r>
      <w:r w:rsidR="00437E5E">
        <w:rPr>
          <w:rFonts w:ascii="Angsana New" w:hAnsi="Angsana New"/>
          <w:sz w:val="30"/>
          <w:szCs w:val="30"/>
        </w:rPr>
        <w:t>0</w:t>
      </w:r>
      <w:r w:rsidRPr="00506443">
        <w:rPr>
          <w:rFonts w:ascii="Angsana New" w:hAnsi="Angsana New" w:hint="cs"/>
          <w:sz w:val="30"/>
          <w:szCs w:val="30"/>
          <w:cs/>
        </w:rPr>
        <w:t>.</w:t>
      </w:r>
      <w:r w:rsidRPr="00506443">
        <w:rPr>
          <w:rFonts w:ascii="Angsana New" w:hAnsi="Angsana New"/>
          <w:sz w:val="30"/>
          <w:szCs w:val="30"/>
        </w:rPr>
        <w:t xml:space="preserve">085 </w:t>
      </w:r>
      <w:r w:rsidRPr="00506443">
        <w:rPr>
          <w:rFonts w:ascii="Angsana New" w:hAnsi="Angsana New" w:hint="cs"/>
          <w:sz w:val="30"/>
          <w:szCs w:val="30"/>
          <w:cs/>
        </w:rPr>
        <w:t>บาท</w:t>
      </w:r>
      <w:r>
        <w:rPr>
          <w:rFonts w:ascii="Angsana New" w:hAnsi="Angsana New" w:hint="cs"/>
          <w:sz w:val="30"/>
          <w:szCs w:val="30"/>
          <w:cs/>
        </w:rPr>
        <w:t>คิด</w:t>
      </w:r>
      <w:r w:rsidRPr="00506443">
        <w:rPr>
          <w:rFonts w:ascii="Angsana New" w:hAnsi="Angsana New" w:hint="cs"/>
          <w:sz w:val="30"/>
          <w:szCs w:val="30"/>
          <w:cs/>
        </w:rPr>
        <w:t xml:space="preserve">เป็นเงินรวมประมาณ </w:t>
      </w:r>
      <w:r w:rsidRPr="00506443">
        <w:rPr>
          <w:rFonts w:ascii="Angsana New" w:hAnsi="Angsana New"/>
          <w:sz w:val="30"/>
          <w:szCs w:val="30"/>
        </w:rPr>
        <w:t>26</w:t>
      </w:r>
      <w:r w:rsidRPr="00506443">
        <w:rPr>
          <w:rFonts w:ascii="Angsana New" w:hAnsi="Angsana New" w:hint="cs"/>
          <w:sz w:val="30"/>
          <w:szCs w:val="30"/>
          <w:cs/>
        </w:rPr>
        <w:t>.</w:t>
      </w:r>
      <w:r w:rsidRPr="00506443">
        <w:rPr>
          <w:rFonts w:ascii="Angsana New" w:hAnsi="Angsana New"/>
          <w:sz w:val="30"/>
          <w:szCs w:val="30"/>
        </w:rPr>
        <w:t>1</w:t>
      </w:r>
      <w:r w:rsidR="008C7688">
        <w:rPr>
          <w:rFonts w:ascii="Angsana New" w:hAnsi="Angsana New"/>
          <w:sz w:val="30"/>
          <w:szCs w:val="30"/>
        </w:rPr>
        <w:t>8</w:t>
      </w:r>
      <w:r w:rsidRPr="00506443">
        <w:rPr>
          <w:rFonts w:ascii="Angsana New" w:hAnsi="Angsana New" w:hint="cs"/>
          <w:sz w:val="30"/>
          <w:szCs w:val="30"/>
          <w:cs/>
        </w:rPr>
        <w:t xml:space="preserve"> ล้านบาทให้แก่ผู้ถือหุ้น</w:t>
      </w:r>
      <w:r w:rsidRPr="00506443">
        <w:rPr>
          <w:rFonts w:ascii="Angsana New" w:hAnsi="Angsana New"/>
          <w:sz w:val="30"/>
          <w:szCs w:val="30"/>
          <w:cs/>
        </w:rPr>
        <w:t>โดย</w:t>
      </w:r>
      <w:r w:rsidRPr="00506443">
        <w:rPr>
          <w:rFonts w:ascii="Angsana New" w:hAnsi="Angsana New" w:hint="cs"/>
          <w:sz w:val="30"/>
          <w:szCs w:val="30"/>
          <w:cs/>
        </w:rPr>
        <w:t>กำหนด</w:t>
      </w:r>
      <w:r>
        <w:rPr>
          <w:rFonts w:ascii="Angsana New" w:hAnsi="Angsana New"/>
          <w:sz w:val="30"/>
          <w:szCs w:val="30"/>
          <w:cs/>
        </w:rPr>
        <w:t>จ่ายเงินปั</w:t>
      </w:r>
      <w:r>
        <w:rPr>
          <w:rFonts w:ascii="Angsana New" w:hAnsi="Angsana New" w:hint="cs"/>
          <w:sz w:val="30"/>
          <w:szCs w:val="30"/>
          <w:cs/>
        </w:rPr>
        <w:t>น</w:t>
      </w:r>
      <w:r w:rsidRPr="00506443">
        <w:rPr>
          <w:rFonts w:ascii="Angsana New" w:hAnsi="Angsana New"/>
          <w:sz w:val="30"/>
          <w:szCs w:val="30"/>
          <w:cs/>
        </w:rPr>
        <w:t>ผล</w:t>
      </w:r>
      <w:r w:rsidRPr="00506443">
        <w:rPr>
          <w:rFonts w:ascii="Angsana New" w:hAnsi="Angsana New" w:hint="cs"/>
          <w:sz w:val="30"/>
          <w:szCs w:val="30"/>
          <w:cs/>
        </w:rPr>
        <w:t xml:space="preserve">ดังกล่าวในวันที่ </w:t>
      </w:r>
      <w:r w:rsidR="006B7869">
        <w:rPr>
          <w:rFonts w:ascii="Angsana New" w:hAnsi="Angsana New"/>
          <w:sz w:val="30"/>
          <w:szCs w:val="30"/>
        </w:rPr>
        <w:t>1</w:t>
      </w:r>
      <w:r w:rsidRPr="00506443">
        <w:rPr>
          <w:rFonts w:ascii="Angsana New" w:hAnsi="Angsana New"/>
          <w:sz w:val="30"/>
          <w:szCs w:val="30"/>
        </w:rPr>
        <w:t>7</w:t>
      </w:r>
      <w:r w:rsidRPr="00506443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506443">
        <w:rPr>
          <w:rFonts w:ascii="Angsana New" w:hAnsi="Angsana New"/>
          <w:sz w:val="30"/>
          <w:szCs w:val="30"/>
        </w:rPr>
        <w:t>2565</w:t>
      </w:r>
    </w:p>
    <w:p w14:paraId="50B1323B" w14:textId="77777777" w:rsidR="008161C2" w:rsidRPr="00506443" w:rsidRDefault="008161C2" w:rsidP="00816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38E0E2D7" w14:textId="77777777" w:rsidR="008161C2" w:rsidRDefault="00816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</w:rPr>
      </w:pPr>
      <w:r>
        <w:rPr>
          <w:rFonts w:ascii="Angsana New" w:hAnsi="Angsana New"/>
          <w:b/>
          <w:bCs/>
          <w:sz w:val="29"/>
          <w:szCs w:val="29"/>
          <w:cs/>
        </w:rPr>
        <w:br w:type="page"/>
      </w:r>
    </w:p>
    <w:p w14:paraId="266B310B" w14:textId="77777777" w:rsidR="00015BB7" w:rsidRPr="00B46CDB" w:rsidRDefault="00015BB7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B46CDB">
        <w:rPr>
          <w:rFonts w:ascii="Angsana New" w:hAnsi="Angsana New"/>
          <w:b/>
          <w:bCs/>
          <w:sz w:val="28"/>
          <w:szCs w:val="28"/>
          <w:cs/>
        </w:rPr>
        <w:lastRenderedPageBreak/>
        <w:t>หนี้สินผลประโยชน์พนักงานหลังออกจากงาน</w:t>
      </w:r>
    </w:p>
    <w:p w14:paraId="79452BCA" w14:textId="77777777" w:rsidR="00015BB7" w:rsidRPr="00B46CDB" w:rsidRDefault="00015BB7" w:rsidP="00015BB7">
      <w:pPr>
        <w:pStyle w:val="af8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6DADD872" w14:textId="77777777" w:rsidR="00074C77" w:rsidRDefault="00015BB7" w:rsidP="00074C77">
      <w:pPr>
        <w:pStyle w:val="af8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8"/>
          <w:szCs w:val="28"/>
        </w:rPr>
      </w:pPr>
      <w:r w:rsidRPr="00B46CDB">
        <w:rPr>
          <w:rFonts w:ascii="Angsana New" w:hAnsi="Angsana New"/>
          <w:spacing w:val="-10"/>
          <w:sz w:val="28"/>
          <w:szCs w:val="28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 w:rsidRPr="00B46CDB">
        <w:rPr>
          <w:rFonts w:ascii="Angsana New" w:hAnsi="Angsana New"/>
          <w:spacing w:val="-10"/>
          <w:sz w:val="28"/>
          <w:szCs w:val="28"/>
          <w:cs/>
        </w:rPr>
        <w:t>งวดหก</w:t>
      </w:r>
      <w:r w:rsidRPr="00B46CDB">
        <w:rPr>
          <w:rFonts w:ascii="Angsana New" w:hAnsi="Angsana New"/>
          <w:spacing w:val="-10"/>
          <w:sz w:val="28"/>
          <w:szCs w:val="28"/>
          <w:cs/>
        </w:rPr>
        <w:t xml:space="preserve">เดือนสิ้นสุดวันที่ </w:t>
      </w:r>
      <w:r w:rsidR="009F7466" w:rsidRPr="00B46CDB">
        <w:rPr>
          <w:rFonts w:ascii="Angsana New" w:hAnsi="Angsana New"/>
          <w:spacing w:val="-10"/>
          <w:sz w:val="28"/>
          <w:szCs w:val="28"/>
        </w:rPr>
        <w:t xml:space="preserve">30 </w:t>
      </w:r>
      <w:r w:rsidR="009F7466" w:rsidRPr="00B46CDB">
        <w:rPr>
          <w:rFonts w:ascii="Angsana New" w:hAnsi="Angsana New"/>
          <w:spacing w:val="-10"/>
          <w:sz w:val="28"/>
          <w:szCs w:val="28"/>
          <w:cs/>
        </w:rPr>
        <w:t xml:space="preserve"> มิถุนายน</w:t>
      </w:r>
      <w:r w:rsidR="00D300F8">
        <w:rPr>
          <w:rFonts w:ascii="Angsana New" w:hAnsi="Angsana New" w:hint="cs"/>
          <w:spacing w:val="-10"/>
          <w:sz w:val="28"/>
          <w:szCs w:val="28"/>
          <w:cs/>
        </w:rPr>
        <w:t xml:space="preserve"> </w:t>
      </w:r>
      <w:r w:rsidR="002E28C2" w:rsidRPr="00B46CDB">
        <w:rPr>
          <w:rFonts w:ascii="Angsana New" w:hAnsi="Angsana New"/>
          <w:spacing w:val="-10"/>
          <w:sz w:val="28"/>
          <w:szCs w:val="28"/>
        </w:rPr>
        <w:t xml:space="preserve">2566 </w:t>
      </w:r>
      <w:r w:rsidR="002E28C2" w:rsidRPr="00B46CDB">
        <w:rPr>
          <w:rFonts w:ascii="Angsana New" w:hAnsi="Angsana New"/>
          <w:spacing w:val="-10"/>
          <w:sz w:val="28"/>
          <w:szCs w:val="28"/>
          <w:cs/>
        </w:rPr>
        <w:t xml:space="preserve">และ </w:t>
      </w:r>
      <w:r w:rsidR="002E28C2" w:rsidRPr="00B46CDB">
        <w:rPr>
          <w:rFonts w:ascii="Angsana New" w:hAnsi="Angsana New"/>
          <w:spacing w:val="-10"/>
          <w:sz w:val="28"/>
          <w:szCs w:val="28"/>
        </w:rPr>
        <w:t>2565</w:t>
      </w:r>
      <w:r w:rsidR="00D300F8">
        <w:rPr>
          <w:rFonts w:ascii="Angsana New" w:hAnsi="Angsana New" w:hint="cs"/>
          <w:spacing w:val="-10"/>
          <w:sz w:val="28"/>
          <w:szCs w:val="28"/>
          <w:cs/>
        </w:rPr>
        <w:t xml:space="preserve"> </w:t>
      </w:r>
      <w:r w:rsidRPr="00B46CDB">
        <w:rPr>
          <w:rFonts w:ascii="Angsana New" w:hAnsi="Angsana New"/>
          <w:spacing w:val="-10"/>
          <w:sz w:val="28"/>
          <w:szCs w:val="28"/>
          <w:cs/>
        </w:rPr>
        <w:t>มีดังนี้</w:t>
      </w:r>
    </w:p>
    <w:p w14:paraId="41557531" w14:textId="77777777" w:rsidR="00B46CDB" w:rsidRPr="00B46CDB" w:rsidRDefault="00B46CDB" w:rsidP="00074C77">
      <w:pPr>
        <w:pStyle w:val="af8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16"/>
          <w:szCs w:val="16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6345"/>
        <w:gridCol w:w="1418"/>
        <w:gridCol w:w="270"/>
        <w:gridCol w:w="1431"/>
      </w:tblGrid>
      <w:tr w:rsidR="00074C77" w:rsidRPr="00B46CDB" w14:paraId="48618C9A" w14:textId="77777777" w:rsidTr="00005750">
        <w:tc>
          <w:tcPr>
            <w:tcW w:w="6345" w:type="dxa"/>
            <w:vAlign w:val="bottom"/>
          </w:tcPr>
          <w:p w14:paraId="067DA24F" w14:textId="77777777" w:rsidR="00074C77" w:rsidRPr="00B46CDB" w:rsidRDefault="00074C77" w:rsidP="00005750">
            <w:pPr>
              <w:pStyle w:val="af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bottom"/>
          </w:tcPr>
          <w:p w14:paraId="1CC86B72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งบการเงินรวมและ</w:t>
            </w:r>
          </w:p>
          <w:p w14:paraId="4FCEB779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074C77" w:rsidRPr="00B46CDB" w14:paraId="49BACDA3" w14:textId="77777777" w:rsidTr="00005750">
        <w:tc>
          <w:tcPr>
            <w:tcW w:w="6345" w:type="dxa"/>
            <w:vAlign w:val="bottom"/>
          </w:tcPr>
          <w:p w14:paraId="615BBC25" w14:textId="77777777" w:rsidR="00074C77" w:rsidRPr="00B46CDB" w:rsidRDefault="00074C77" w:rsidP="00005750">
            <w:pPr>
              <w:pStyle w:val="af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74DCD3B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1EC71898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72F9F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074C77" w:rsidRPr="00B46CDB" w14:paraId="7CDED54B" w14:textId="77777777" w:rsidTr="00005750">
        <w:tc>
          <w:tcPr>
            <w:tcW w:w="6345" w:type="dxa"/>
            <w:vAlign w:val="bottom"/>
          </w:tcPr>
          <w:p w14:paraId="1E6FCF1E" w14:textId="77777777" w:rsidR="00074C77" w:rsidRPr="00B46CDB" w:rsidRDefault="00074C77" w:rsidP="00005750">
            <w:pPr>
              <w:pStyle w:val="af8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B46CDB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6970C3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14,186</w:t>
            </w:r>
          </w:p>
        </w:tc>
        <w:tc>
          <w:tcPr>
            <w:tcW w:w="270" w:type="dxa"/>
            <w:vAlign w:val="bottom"/>
          </w:tcPr>
          <w:p w14:paraId="6217D1E3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DBE4A1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10,631</w:t>
            </w:r>
          </w:p>
        </w:tc>
      </w:tr>
      <w:tr w:rsidR="00074C77" w:rsidRPr="00B46CDB" w14:paraId="78B14745" w14:textId="77777777" w:rsidTr="00005750">
        <w:tc>
          <w:tcPr>
            <w:tcW w:w="6345" w:type="dxa"/>
            <w:vAlign w:val="bottom"/>
          </w:tcPr>
          <w:p w14:paraId="0BA9922A" w14:textId="77777777" w:rsidR="00074C77" w:rsidRPr="00B46CDB" w:rsidRDefault="00074C77" w:rsidP="00005750">
            <w:pPr>
              <w:pStyle w:val="af8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ต้นทุนบริการในอดีต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5908BD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70" w:type="dxa"/>
            <w:vAlign w:val="bottom"/>
          </w:tcPr>
          <w:p w14:paraId="09B0E5F9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14:paraId="6273347B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917</w:t>
            </w:r>
          </w:p>
        </w:tc>
      </w:tr>
      <w:tr w:rsidR="00074C77" w:rsidRPr="00B46CDB" w14:paraId="791032DC" w14:textId="77777777" w:rsidTr="00005750">
        <w:tc>
          <w:tcPr>
            <w:tcW w:w="6345" w:type="dxa"/>
            <w:vAlign w:val="bottom"/>
          </w:tcPr>
          <w:p w14:paraId="4408142F" w14:textId="77777777" w:rsidR="00074C77" w:rsidRPr="00B46CDB" w:rsidRDefault="00074C77" w:rsidP="00005750">
            <w:pPr>
              <w:pStyle w:val="af8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ต้นทุนบริการปัจจุบัน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FB1B21" w14:textId="77777777" w:rsidR="00074C77" w:rsidRPr="00B46CDB" w:rsidRDefault="004E1031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1,127</w:t>
            </w:r>
          </w:p>
        </w:tc>
        <w:tc>
          <w:tcPr>
            <w:tcW w:w="270" w:type="dxa"/>
            <w:vAlign w:val="bottom"/>
          </w:tcPr>
          <w:p w14:paraId="304C827A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bottom"/>
          </w:tcPr>
          <w:p w14:paraId="023652B9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1,590</w:t>
            </w:r>
          </w:p>
        </w:tc>
      </w:tr>
      <w:tr w:rsidR="00074C77" w:rsidRPr="00B46CDB" w14:paraId="69E45CED" w14:textId="77777777" w:rsidTr="00005750">
        <w:tc>
          <w:tcPr>
            <w:tcW w:w="6345" w:type="dxa"/>
            <w:vAlign w:val="bottom"/>
          </w:tcPr>
          <w:p w14:paraId="7D7C0FD7" w14:textId="77777777" w:rsidR="00074C77" w:rsidRPr="00B46CDB" w:rsidRDefault="00074C77" w:rsidP="00005750">
            <w:pPr>
              <w:pStyle w:val="af8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78ADDC" w14:textId="77777777" w:rsidR="00074C77" w:rsidRPr="00B46CDB" w:rsidRDefault="004E1031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186</w:t>
            </w:r>
          </w:p>
        </w:tc>
        <w:tc>
          <w:tcPr>
            <w:tcW w:w="270" w:type="dxa"/>
            <w:vAlign w:val="bottom"/>
          </w:tcPr>
          <w:p w14:paraId="7FB2830C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vAlign w:val="bottom"/>
          </w:tcPr>
          <w:p w14:paraId="7E5A510D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137</w:t>
            </w:r>
          </w:p>
        </w:tc>
      </w:tr>
      <w:tr w:rsidR="00074C77" w:rsidRPr="00B46CDB" w14:paraId="0F840650" w14:textId="77777777" w:rsidTr="00005750">
        <w:tc>
          <w:tcPr>
            <w:tcW w:w="6345" w:type="dxa"/>
            <w:vAlign w:val="bottom"/>
          </w:tcPr>
          <w:p w14:paraId="78CDDE04" w14:textId="77777777" w:rsidR="00074C77" w:rsidRPr="00B46CDB" w:rsidRDefault="00074C77" w:rsidP="00005750">
            <w:pPr>
              <w:pStyle w:val="af8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CB2B34" w14:textId="77777777" w:rsidR="00074C77" w:rsidRPr="00B46CDB" w:rsidRDefault="004E1031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1,313</w:t>
            </w:r>
          </w:p>
        </w:tc>
        <w:tc>
          <w:tcPr>
            <w:tcW w:w="270" w:type="dxa"/>
            <w:vAlign w:val="bottom"/>
          </w:tcPr>
          <w:p w14:paraId="69452528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AF635F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B46CDB">
              <w:rPr>
                <w:rFonts w:ascii="Angsana New" w:hAnsi="Angsana New"/>
                <w:sz w:val="28"/>
                <w:szCs w:val="28"/>
              </w:rPr>
              <w:t>,644</w:t>
            </w:r>
          </w:p>
        </w:tc>
      </w:tr>
      <w:tr w:rsidR="00074C77" w:rsidRPr="00B46CDB" w14:paraId="0C09D81F" w14:textId="77777777" w:rsidTr="00005750">
        <w:tc>
          <w:tcPr>
            <w:tcW w:w="6345" w:type="dxa"/>
            <w:vAlign w:val="bottom"/>
          </w:tcPr>
          <w:p w14:paraId="56F2D386" w14:textId="77777777" w:rsidR="00074C77" w:rsidRPr="00B46CDB" w:rsidRDefault="00074C77" w:rsidP="00005750">
            <w:pPr>
              <w:pStyle w:val="af8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ขาดทุนจากการวัดมูลค่าใหม่ของการคำนวณตามหลักคณิตศาสตร์ประกันภัย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A998D1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 xml:space="preserve">     -</w:t>
            </w:r>
          </w:p>
        </w:tc>
        <w:tc>
          <w:tcPr>
            <w:tcW w:w="270" w:type="dxa"/>
            <w:vAlign w:val="bottom"/>
          </w:tcPr>
          <w:p w14:paraId="51585B4C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B3567D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8,699</w:t>
            </w:r>
          </w:p>
        </w:tc>
      </w:tr>
      <w:tr w:rsidR="00074C77" w:rsidRPr="00B46CDB" w14:paraId="4D9B57F4" w14:textId="77777777" w:rsidTr="00005750">
        <w:tc>
          <w:tcPr>
            <w:tcW w:w="6345" w:type="dxa"/>
            <w:vAlign w:val="bottom"/>
          </w:tcPr>
          <w:p w14:paraId="70B4E783" w14:textId="77777777" w:rsidR="00074C77" w:rsidRPr="00B46CDB" w:rsidRDefault="00074C77" w:rsidP="00005750">
            <w:pPr>
              <w:pStyle w:val="af8"/>
              <w:tabs>
                <w:tab w:val="clear" w:pos="22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228D04" w14:textId="77777777" w:rsidR="00074C77" w:rsidRPr="00B46CDB" w:rsidRDefault="004E1031" w:rsidP="00D30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D300F8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>
              <w:rPr>
                <w:rFonts w:ascii="Angsana New" w:hAnsi="Angsana New"/>
                <w:sz w:val="28"/>
                <w:szCs w:val="28"/>
              </w:rPr>
              <w:t xml:space="preserve">   560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14:paraId="3388B92E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4F4AD" w14:textId="77777777" w:rsidR="00074C77" w:rsidRPr="00B46CDB" w:rsidRDefault="00074C77" w:rsidP="00D300F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 w:rsidRPr="00B46CDB">
              <w:rPr>
                <w:rFonts w:ascii="Angsana New" w:hAnsi="Angsana New"/>
                <w:sz w:val="28"/>
                <w:szCs w:val="28"/>
              </w:rPr>
              <w:t xml:space="preserve">  2,556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74C77" w:rsidRPr="00B46CDB" w14:paraId="5859A355" w14:textId="77777777" w:rsidTr="00005750">
        <w:trPr>
          <w:trHeight w:val="215"/>
        </w:trPr>
        <w:tc>
          <w:tcPr>
            <w:tcW w:w="6345" w:type="dxa"/>
            <w:vAlign w:val="bottom"/>
          </w:tcPr>
          <w:p w14:paraId="5B8A13F0" w14:textId="77777777" w:rsidR="00074C77" w:rsidRPr="00B46CDB" w:rsidRDefault="00074C77" w:rsidP="000E3B81">
            <w:pPr>
              <w:pStyle w:val="af8"/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 xml:space="preserve">หนี้สินผลประโยชน์พนักงานหลังออกจากงาน ณ วันที่ </w:t>
            </w:r>
            <w:r w:rsidR="002C6670">
              <w:rPr>
                <w:rFonts w:ascii="Angsana New" w:hAnsi="Angsana New"/>
                <w:sz w:val="28"/>
                <w:szCs w:val="28"/>
              </w:rPr>
              <w:t>30</w:t>
            </w:r>
            <w:r w:rsidR="000E3B81" w:rsidRPr="00B46CDB">
              <w:rPr>
                <w:rFonts w:ascii="Angsana New" w:hAnsi="Angsana New"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2BD865" w14:textId="77777777" w:rsidR="00074C77" w:rsidRPr="00B46CDB" w:rsidRDefault="004E1031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14,939</w:t>
            </w:r>
          </w:p>
        </w:tc>
        <w:tc>
          <w:tcPr>
            <w:tcW w:w="270" w:type="dxa"/>
            <w:vAlign w:val="bottom"/>
          </w:tcPr>
          <w:p w14:paraId="3C197E59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10E623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19,418</w:t>
            </w:r>
          </w:p>
        </w:tc>
      </w:tr>
    </w:tbl>
    <w:p w14:paraId="01DBCCD3" w14:textId="77777777" w:rsidR="00074C77" w:rsidRPr="00B46CDB" w:rsidRDefault="00074C77" w:rsidP="00074C77">
      <w:pPr>
        <w:pStyle w:val="25"/>
        <w:tabs>
          <w:tab w:val="left" w:pos="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14:paraId="684D5F11" w14:textId="77777777" w:rsidR="00074C77" w:rsidRPr="00B46CDB" w:rsidRDefault="00074C77" w:rsidP="00074C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  <w:cs/>
        </w:rPr>
        <w:t xml:space="preserve">ขาดทุนจากการวัดมูลค่าใหม่ของการคำนวณตามหลักคณิตศาสตร์ประกันภัยสำหรับปี </w:t>
      </w:r>
      <w:r w:rsidR="0017561B">
        <w:rPr>
          <w:rFonts w:ascii="Angsana New" w:hAnsi="Angsana New"/>
          <w:sz w:val="28"/>
          <w:szCs w:val="28"/>
        </w:rPr>
        <w:t>2565</w:t>
      </w:r>
      <w:r w:rsidRPr="00B46CDB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p w14:paraId="7B44F3A7" w14:textId="77777777" w:rsidR="00074C77" w:rsidRPr="00B46CDB" w:rsidRDefault="00074C77" w:rsidP="00074C77">
      <w:pPr>
        <w:pStyle w:val="25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  <w:cs/>
        </w:rPr>
      </w:pPr>
      <w:r w:rsidRPr="00B46CDB">
        <w:rPr>
          <w:rFonts w:ascii="Angsana New" w:hAnsi="Angsana New"/>
          <w:sz w:val="28"/>
          <w:szCs w:val="28"/>
        </w:rPr>
        <w:t xml:space="preserve">-  </w:t>
      </w:r>
      <w:r w:rsidR="00195570">
        <w:rPr>
          <w:rFonts w:ascii="Angsana New" w:hAnsi="Angsana New"/>
          <w:sz w:val="28"/>
          <w:szCs w:val="28"/>
          <w:cs/>
        </w:rPr>
        <w:t>ขาดทุนจากการปรับปรุงประสบการณ์</w:t>
      </w:r>
      <w:r w:rsidR="00195570">
        <w:rPr>
          <w:rFonts w:ascii="Angsana New" w:hAnsi="Angsana New"/>
          <w:sz w:val="28"/>
          <w:szCs w:val="28"/>
        </w:rPr>
        <w:tab/>
      </w:r>
      <w:r w:rsidRPr="00B46CDB">
        <w:rPr>
          <w:rFonts w:ascii="Angsana New" w:hAnsi="Angsana New"/>
          <w:sz w:val="28"/>
          <w:szCs w:val="28"/>
          <w:cs/>
        </w:rPr>
        <w:t>15</w:t>
      </w:r>
      <w:r w:rsidRPr="00B46CDB">
        <w:rPr>
          <w:rFonts w:ascii="Angsana New" w:hAnsi="Angsana New"/>
          <w:sz w:val="28"/>
          <w:szCs w:val="28"/>
        </w:rPr>
        <w:t>,581</w:t>
      </w:r>
      <w:r w:rsidRPr="00B46CDB">
        <w:rPr>
          <w:rFonts w:ascii="Angsana New" w:hAnsi="Angsana New"/>
          <w:sz w:val="28"/>
          <w:szCs w:val="28"/>
          <w:cs/>
        </w:rPr>
        <w:tab/>
        <w:t>พันบาท</w:t>
      </w:r>
    </w:p>
    <w:p w14:paraId="1F4454C4" w14:textId="77777777" w:rsidR="00074C77" w:rsidRPr="00B46CDB" w:rsidRDefault="00074C77" w:rsidP="00074C77">
      <w:pPr>
        <w:pStyle w:val="25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</w:rPr>
        <w:t xml:space="preserve">-  </w:t>
      </w:r>
      <w:r w:rsidR="00EE0859">
        <w:rPr>
          <w:rFonts w:ascii="Angsana New" w:hAnsi="Angsana New"/>
          <w:sz w:val="28"/>
          <w:szCs w:val="28"/>
          <w:cs/>
        </w:rPr>
        <w:t>ขาดทุนจากการการเปลี่ยนแปลงสมม</w:t>
      </w:r>
      <w:r w:rsidRPr="00B46CDB">
        <w:rPr>
          <w:rFonts w:ascii="Angsana New" w:hAnsi="Angsana New"/>
          <w:sz w:val="28"/>
          <w:szCs w:val="28"/>
          <w:cs/>
        </w:rPr>
        <w:t>ติฐานด้านการเงิน</w:t>
      </w:r>
      <w:r w:rsidRPr="00B46CDB">
        <w:rPr>
          <w:rFonts w:ascii="Angsana New" w:hAnsi="Angsana New"/>
          <w:sz w:val="28"/>
          <w:szCs w:val="28"/>
          <w:cs/>
        </w:rPr>
        <w:tab/>
      </w:r>
      <w:r w:rsidRPr="00B46CDB">
        <w:rPr>
          <w:rFonts w:ascii="Angsana New" w:hAnsi="Angsana New"/>
          <w:sz w:val="28"/>
          <w:szCs w:val="28"/>
        </w:rPr>
        <w:t>1,864</w:t>
      </w:r>
      <w:r w:rsidRPr="00B46CDB">
        <w:rPr>
          <w:rFonts w:ascii="Angsana New" w:hAnsi="Angsana New"/>
          <w:sz w:val="28"/>
          <w:szCs w:val="28"/>
          <w:cs/>
        </w:rPr>
        <w:tab/>
        <w:t>พันบาท</w:t>
      </w:r>
    </w:p>
    <w:p w14:paraId="1B74A9DD" w14:textId="77777777" w:rsidR="00074C77" w:rsidRPr="00B46CDB" w:rsidRDefault="00074C77" w:rsidP="00074C77">
      <w:pPr>
        <w:pStyle w:val="25"/>
        <w:tabs>
          <w:tab w:val="right" w:pos="612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</w:rPr>
        <w:t xml:space="preserve">-  </w:t>
      </w:r>
      <w:r w:rsidR="00EE0859">
        <w:rPr>
          <w:rFonts w:ascii="Angsana New" w:hAnsi="Angsana New"/>
          <w:sz w:val="28"/>
          <w:szCs w:val="28"/>
          <w:cs/>
        </w:rPr>
        <w:t>กำไรจากการการเปลี่ยนแปลงสมม</w:t>
      </w:r>
      <w:r w:rsidRPr="00B46CDB">
        <w:rPr>
          <w:rFonts w:ascii="Angsana New" w:hAnsi="Angsana New"/>
          <w:sz w:val="28"/>
          <w:szCs w:val="28"/>
          <w:cs/>
        </w:rPr>
        <w:t>ติฐานด้านประชากรศาสตร์</w:t>
      </w:r>
      <w:r w:rsidRPr="00B46CDB">
        <w:rPr>
          <w:rFonts w:ascii="Angsana New" w:hAnsi="Angsana New"/>
          <w:sz w:val="28"/>
          <w:szCs w:val="28"/>
          <w:cs/>
        </w:rPr>
        <w:tab/>
        <w:t>8</w:t>
      </w:r>
      <w:r w:rsidRPr="00B46CDB">
        <w:rPr>
          <w:rFonts w:ascii="Angsana New" w:hAnsi="Angsana New"/>
          <w:sz w:val="28"/>
          <w:szCs w:val="28"/>
        </w:rPr>
        <w:t>,746</w:t>
      </w:r>
      <w:r w:rsidRPr="00B46CDB">
        <w:rPr>
          <w:rFonts w:ascii="Angsana New" w:hAnsi="Angsana New"/>
          <w:sz w:val="28"/>
          <w:szCs w:val="28"/>
          <w:cs/>
        </w:rPr>
        <w:tab/>
        <w:t>พันบาท</w:t>
      </w:r>
    </w:p>
    <w:p w14:paraId="65A541C6" w14:textId="77777777" w:rsidR="00074C77" w:rsidRPr="00B46CDB" w:rsidRDefault="00074C77" w:rsidP="000E3B81">
      <w:pPr>
        <w:pStyle w:val="25"/>
        <w:tabs>
          <w:tab w:val="left" w:pos="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14:paraId="0FD93581" w14:textId="77777777" w:rsidR="00074C77" w:rsidRPr="00B46CDB" w:rsidRDefault="00074C77" w:rsidP="00074C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="0017561B">
        <w:rPr>
          <w:rFonts w:ascii="Angsana New" w:hAnsi="Angsana New"/>
          <w:color w:val="000000"/>
          <w:sz w:val="28"/>
          <w:szCs w:val="28"/>
        </w:rPr>
        <w:t>2566</w:t>
      </w:r>
      <w:r w:rsidR="006D528C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B46CDB">
        <w:rPr>
          <w:rFonts w:ascii="Angsana New" w:hAnsi="Angsana New"/>
          <w:color w:val="000000"/>
          <w:sz w:val="28"/>
          <w:szCs w:val="28"/>
          <w:cs/>
        </w:rPr>
        <w:t xml:space="preserve">และ </w:t>
      </w:r>
      <w:r w:rsidRPr="00B46CDB">
        <w:rPr>
          <w:rFonts w:ascii="Angsana New" w:hAnsi="Angsana New"/>
          <w:color w:val="000000"/>
          <w:sz w:val="28"/>
          <w:szCs w:val="28"/>
        </w:rPr>
        <w:t xml:space="preserve">2565 </w:t>
      </w:r>
      <w:r w:rsidRPr="00B46CDB">
        <w:rPr>
          <w:rFonts w:ascii="Angsana New" w:hAnsi="Angsana New"/>
          <w:sz w:val="28"/>
          <w:szCs w:val="28"/>
          <w:cs/>
        </w:rPr>
        <w:t>มีดังนี้</w:t>
      </w:r>
    </w:p>
    <w:p w14:paraId="1AE650E9" w14:textId="77777777" w:rsidR="00074C77" w:rsidRPr="00B46CDB" w:rsidRDefault="00074C77" w:rsidP="00074C77">
      <w:pPr>
        <w:pStyle w:val="25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  <w:cs/>
        </w:rPr>
        <w:t>อัตราคิดลด</w:t>
      </w:r>
      <w:r w:rsidRPr="00B46CDB">
        <w:rPr>
          <w:rFonts w:ascii="Angsana New" w:hAnsi="Angsana New"/>
          <w:sz w:val="28"/>
          <w:szCs w:val="28"/>
          <w:cs/>
        </w:rPr>
        <w:tab/>
      </w:r>
      <w:r w:rsidRPr="00B46CDB">
        <w:rPr>
          <w:rFonts w:ascii="Angsana New" w:hAnsi="Angsana New"/>
          <w:sz w:val="28"/>
          <w:szCs w:val="28"/>
          <w:cs/>
        </w:rPr>
        <w:tab/>
      </w:r>
      <w:r w:rsidRPr="00B46CDB">
        <w:rPr>
          <w:rFonts w:ascii="Angsana New" w:hAnsi="Angsana New"/>
          <w:sz w:val="28"/>
          <w:szCs w:val="28"/>
          <w:cs/>
        </w:rPr>
        <w:tab/>
        <w:t xml:space="preserve">ร้อยละ </w:t>
      </w:r>
      <w:r w:rsidRPr="00B46CDB">
        <w:rPr>
          <w:rFonts w:ascii="Angsana New" w:hAnsi="Angsana New"/>
          <w:sz w:val="28"/>
          <w:szCs w:val="28"/>
        </w:rPr>
        <w:t xml:space="preserve">2.39 </w:t>
      </w:r>
      <w:r w:rsidRPr="00B46CDB">
        <w:rPr>
          <w:rFonts w:ascii="Angsana New" w:hAnsi="Angsana New"/>
          <w:sz w:val="28"/>
          <w:szCs w:val="28"/>
          <w:cs/>
        </w:rPr>
        <w:t>ต่อปี</w:t>
      </w:r>
    </w:p>
    <w:p w14:paraId="10BAB338" w14:textId="77777777" w:rsidR="00074C77" w:rsidRPr="00B46CDB" w:rsidRDefault="00074C77" w:rsidP="00074C77">
      <w:pPr>
        <w:pStyle w:val="25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  <w:cs/>
        </w:rPr>
        <w:t>อัตราการขึ้นเงินเดือน</w:t>
      </w:r>
      <w:r w:rsidRPr="00B46CDB">
        <w:rPr>
          <w:rFonts w:ascii="Angsana New" w:hAnsi="Angsana New"/>
          <w:sz w:val="28"/>
          <w:szCs w:val="28"/>
          <w:cs/>
        </w:rPr>
        <w:tab/>
      </w:r>
      <w:r w:rsidRPr="00B46CDB">
        <w:rPr>
          <w:rFonts w:ascii="Angsana New" w:hAnsi="Angsana New"/>
          <w:sz w:val="28"/>
          <w:szCs w:val="28"/>
          <w:cs/>
        </w:rPr>
        <w:tab/>
        <w:t>ร้อยละ</w:t>
      </w:r>
      <w:r w:rsidRPr="00B46CDB">
        <w:rPr>
          <w:rFonts w:ascii="Angsana New" w:hAnsi="Angsana New"/>
          <w:sz w:val="28"/>
          <w:szCs w:val="28"/>
        </w:rPr>
        <w:t xml:space="preserve"> 3 - 5</w:t>
      </w:r>
      <w:r w:rsidRPr="00B46CDB">
        <w:rPr>
          <w:rFonts w:ascii="Angsana New" w:hAnsi="Angsana New"/>
          <w:sz w:val="28"/>
          <w:szCs w:val="28"/>
          <w:cs/>
        </w:rPr>
        <w:t xml:space="preserve"> ต่อปี</w:t>
      </w:r>
    </w:p>
    <w:p w14:paraId="657A2423" w14:textId="77777777" w:rsidR="00074C77" w:rsidRPr="00B46CDB" w:rsidRDefault="00074C77" w:rsidP="00074C77">
      <w:pPr>
        <w:pStyle w:val="25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  <w:cs/>
        </w:rPr>
        <w:t>อัตราการหมุนเวียนของพนักงาน</w:t>
      </w:r>
      <w:r w:rsidRPr="00B46CDB">
        <w:rPr>
          <w:rFonts w:ascii="Angsana New" w:hAnsi="Angsana New"/>
          <w:sz w:val="28"/>
          <w:szCs w:val="28"/>
          <w:cs/>
        </w:rPr>
        <w:tab/>
        <w:t xml:space="preserve">ร้อยละ </w:t>
      </w:r>
      <w:r w:rsidRPr="00B46CDB">
        <w:rPr>
          <w:rFonts w:ascii="Angsana New" w:hAnsi="Angsana New"/>
          <w:sz w:val="28"/>
          <w:szCs w:val="28"/>
        </w:rPr>
        <w:t>0</w:t>
      </w:r>
      <w:r w:rsidRPr="00B46CDB">
        <w:rPr>
          <w:rFonts w:ascii="Angsana New" w:hAnsi="Angsana New"/>
          <w:sz w:val="28"/>
          <w:szCs w:val="28"/>
          <w:cs/>
        </w:rPr>
        <w:t xml:space="preserve"> - 3</w:t>
      </w:r>
      <w:r w:rsidRPr="00B46CDB">
        <w:rPr>
          <w:rFonts w:ascii="Angsana New" w:hAnsi="Angsana New"/>
          <w:sz w:val="28"/>
          <w:szCs w:val="28"/>
        </w:rPr>
        <w:t xml:space="preserve">0 </w:t>
      </w:r>
      <w:r w:rsidRPr="00B46CDB">
        <w:rPr>
          <w:rFonts w:ascii="Angsana New" w:hAnsi="Angsana New"/>
          <w:sz w:val="28"/>
          <w:szCs w:val="28"/>
          <w:cs/>
        </w:rPr>
        <w:t>ต่อปี</w:t>
      </w:r>
    </w:p>
    <w:p w14:paraId="19C946C8" w14:textId="77777777" w:rsidR="00074C77" w:rsidRPr="00B46CDB" w:rsidRDefault="00074C77" w:rsidP="00074C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14:paraId="59AD27FE" w14:textId="77777777" w:rsidR="00074C77" w:rsidRPr="00B46CDB" w:rsidRDefault="00074C77" w:rsidP="00074C77">
      <w:pPr>
        <w:pStyle w:val="25"/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B46CDB">
        <w:rPr>
          <w:rFonts w:ascii="Angsana New" w:hAnsi="Angsana New"/>
          <w:sz w:val="28"/>
          <w:szCs w:val="28"/>
          <w:cs/>
        </w:rPr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62E42419" w14:textId="77777777" w:rsidR="00074C77" w:rsidRPr="00B46CDB" w:rsidRDefault="00074C77" w:rsidP="00074C77">
      <w:pPr>
        <w:pStyle w:val="25"/>
        <w:ind w:left="0" w:firstLine="0"/>
        <w:jc w:val="thaiDistribute"/>
        <w:rPr>
          <w:rFonts w:ascii="Angsana New" w:hAnsi="Angsana New"/>
          <w:sz w:val="16"/>
          <w:szCs w:val="16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058"/>
        <w:gridCol w:w="302"/>
        <w:gridCol w:w="2038"/>
        <w:gridCol w:w="261"/>
        <w:gridCol w:w="1989"/>
      </w:tblGrid>
      <w:tr w:rsidR="00074C77" w:rsidRPr="00B46CDB" w14:paraId="309F1224" w14:textId="77777777" w:rsidTr="00005750">
        <w:tc>
          <w:tcPr>
            <w:tcW w:w="5058" w:type="dxa"/>
            <w:vAlign w:val="bottom"/>
          </w:tcPr>
          <w:p w14:paraId="6549B157" w14:textId="77777777" w:rsidR="00074C77" w:rsidRPr="00B46CDB" w:rsidRDefault="00074C77" w:rsidP="00005750">
            <w:pPr>
              <w:pStyle w:val="af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2" w:type="dxa"/>
          </w:tcPr>
          <w:p w14:paraId="572543C6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88" w:type="dxa"/>
            <w:gridSpan w:val="3"/>
          </w:tcPr>
          <w:p w14:paraId="4BA5F5B8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หนี้สินอาจเพิ่มขึ้น (ลดลง) จากการ</w:t>
            </w:r>
          </w:p>
          <w:p w14:paraId="38D0782C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เปลี่ยนแปลงของสมมติฐาน (พันบาท)</w:t>
            </w:r>
          </w:p>
        </w:tc>
      </w:tr>
      <w:tr w:rsidR="00074C77" w:rsidRPr="00B46CDB" w14:paraId="3FFA7EBD" w14:textId="77777777" w:rsidTr="00005750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14:paraId="6187C6F8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14:paraId="30E8F468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F50B3A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14:paraId="1ABC9AEC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90041C" w14:textId="77777777" w:rsidR="00074C77" w:rsidRPr="00B46CDB" w:rsidRDefault="00074C77" w:rsidP="00005750">
            <w:pPr>
              <w:pStyle w:val="af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หากสมมติฐานลดลง</w:t>
            </w:r>
          </w:p>
        </w:tc>
      </w:tr>
      <w:tr w:rsidR="00074C77" w:rsidRPr="00B46CDB" w14:paraId="2C7A35FD" w14:textId="77777777" w:rsidTr="00005750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14:paraId="07DCE6F7" w14:textId="77777777" w:rsidR="00074C77" w:rsidRPr="00B46CDB" w:rsidRDefault="00074C77" w:rsidP="00005750">
            <w:pPr>
              <w:pStyle w:val="af8"/>
              <w:rPr>
                <w:rFonts w:ascii="Angsana New" w:hAnsi="Angsana New"/>
                <w:sz w:val="28"/>
                <w:szCs w:val="28"/>
                <w:cs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 xml:space="preserve">อัตราคิดลด (เพิ่มขึ้น/ลดลงร้อยละ </w:t>
            </w:r>
            <w:r w:rsidRPr="00B46CDB">
              <w:rPr>
                <w:rFonts w:ascii="Angsana New" w:hAnsi="Angsana New"/>
                <w:sz w:val="28"/>
                <w:szCs w:val="28"/>
              </w:rPr>
              <w:t>1.0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302" w:type="dxa"/>
            <w:vMerge/>
          </w:tcPr>
          <w:p w14:paraId="40953E17" w14:textId="77777777" w:rsidR="00074C77" w:rsidRPr="00B46CDB" w:rsidRDefault="00074C77" w:rsidP="0000575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7BC036" w14:textId="77777777" w:rsidR="00074C77" w:rsidRPr="00B46CDB" w:rsidRDefault="00074C77" w:rsidP="005904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 xml:space="preserve"> (4</w:t>
            </w:r>
            <w:r w:rsidRPr="00B46CDB">
              <w:rPr>
                <w:rFonts w:ascii="Angsana New" w:hAnsi="Angsana New"/>
                <w:sz w:val="28"/>
                <w:szCs w:val="28"/>
              </w:rPr>
              <w:t>93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Merge/>
          </w:tcPr>
          <w:p w14:paraId="7E89B8DF" w14:textId="77777777" w:rsidR="00074C77" w:rsidRPr="00B46CDB" w:rsidRDefault="00074C77" w:rsidP="0000575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14:paraId="04863A60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550</w:t>
            </w:r>
          </w:p>
        </w:tc>
      </w:tr>
      <w:tr w:rsidR="00074C77" w:rsidRPr="00B46CDB" w14:paraId="740F9517" w14:textId="77777777" w:rsidTr="00005750">
        <w:tc>
          <w:tcPr>
            <w:tcW w:w="5058" w:type="dxa"/>
            <w:vAlign w:val="bottom"/>
          </w:tcPr>
          <w:p w14:paraId="6775FED4" w14:textId="77777777" w:rsidR="00074C77" w:rsidRPr="00B46CDB" w:rsidRDefault="00074C77" w:rsidP="00005750">
            <w:pPr>
              <w:pStyle w:val="af8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14:paraId="34BDF5A4" w14:textId="77777777" w:rsidR="00074C77" w:rsidRPr="00B46CDB" w:rsidRDefault="00074C77" w:rsidP="0000575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14:paraId="76855A42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632</w:t>
            </w:r>
          </w:p>
        </w:tc>
        <w:tc>
          <w:tcPr>
            <w:tcW w:w="261" w:type="dxa"/>
          </w:tcPr>
          <w:p w14:paraId="74E49354" w14:textId="77777777" w:rsidR="00074C77" w:rsidRPr="00B46CDB" w:rsidRDefault="00074C77" w:rsidP="0000575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9" w:type="dxa"/>
            <w:vAlign w:val="bottom"/>
          </w:tcPr>
          <w:p w14:paraId="7FF4F95E" w14:textId="77777777" w:rsidR="00074C77" w:rsidRPr="00B46CDB" w:rsidRDefault="00074C77" w:rsidP="005904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 w:rsidRPr="00B46CDB">
              <w:rPr>
                <w:rFonts w:ascii="Angsana New" w:hAnsi="Angsana New"/>
                <w:sz w:val="28"/>
                <w:szCs w:val="28"/>
              </w:rPr>
              <w:t>579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074C77" w:rsidRPr="00B46CDB" w14:paraId="0FE65257" w14:textId="77777777" w:rsidTr="00005750">
        <w:tc>
          <w:tcPr>
            <w:tcW w:w="5058" w:type="dxa"/>
            <w:vAlign w:val="bottom"/>
          </w:tcPr>
          <w:p w14:paraId="14D77CA2" w14:textId="77777777" w:rsidR="00074C77" w:rsidRPr="00B46CDB" w:rsidRDefault="00074C77" w:rsidP="00005750">
            <w:pPr>
              <w:pStyle w:val="af8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B46CDB">
              <w:rPr>
                <w:rFonts w:ascii="Angsana New" w:eastAsiaTheme="majorEastAsia" w:hAnsi="Angsana New"/>
                <w:sz w:val="28"/>
                <w:szCs w:val="28"/>
                <w:cs/>
              </w:rPr>
              <w:t xml:space="preserve">หมุนเวียนของพนักงาน 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 xml:space="preserve">(เพิ่มขึ้น/ลดลงร้อยละ </w:t>
            </w:r>
            <w:r w:rsidRPr="00B46CDB">
              <w:rPr>
                <w:rFonts w:ascii="Angsana New" w:hAnsi="Angsana New"/>
                <w:sz w:val="28"/>
                <w:szCs w:val="28"/>
              </w:rPr>
              <w:t>1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.0)</w:t>
            </w:r>
          </w:p>
        </w:tc>
        <w:tc>
          <w:tcPr>
            <w:tcW w:w="302" w:type="dxa"/>
          </w:tcPr>
          <w:p w14:paraId="29D50E45" w14:textId="77777777" w:rsidR="00074C77" w:rsidRPr="00B46CDB" w:rsidRDefault="00074C77" w:rsidP="0000575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14:paraId="6D91487A" w14:textId="77777777" w:rsidR="00074C77" w:rsidRPr="00B46CDB" w:rsidRDefault="00074C77" w:rsidP="0059047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5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B46CDB">
              <w:rPr>
                <w:rFonts w:ascii="Angsana New" w:hAnsi="Angsana New"/>
                <w:sz w:val="28"/>
                <w:szCs w:val="28"/>
              </w:rPr>
              <w:t>564</w:t>
            </w:r>
            <w:r w:rsidRPr="00B46CD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</w:tcPr>
          <w:p w14:paraId="7996613C" w14:textId="77777777" w:rsidR="00074C77" w:rsidRPr="00B46CDB" w:rsidRDefault="00074C77" w:rsidP="00005750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9" w:type="dxa"/>
            <w:vAlign w:val="bottom"/>
          </w:tcPr>
          <w:p w14:paraId="191D30D0" w14:textId="77777777" w:rsidR="00074C77" w:rsidRPr="00B46CDB" w:rsidRDefault="00074C77" w:rsidP="0000575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46CDB">
              <w:rPr>
                <w:rFonts w:ascii="Angsana New" w:hAnsi="Angsana New"/>
                <w:sz w:val="28"/>
                <w:szCs w:val="28"/>
              </w:rPr>
              <w:t>408</w:t>
            </w:r>
          </w:p>
        </w:tc>
      </w:tr>
    </w:tbl>
    <w:p w14:paraId="11F17E9E" w14:textId="77777777" w:rsidR="0009604B" w:rsidRPr="002C7AB4" w:rsidRDefault="0009604B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2C7AB4">
        <w:rPr>
          <w:rFonts w:ascii="Angsana New" w:hAnsi="Angsana New" w:hint="cs"/>
          <w:b/>
          <w:bCs/>
          <w:sz w:val="29"/>
          <w:szCs w:val="29"/>
          <w:cs/>
        </w:rPr>
        <w:lastRenderedPageBreak/>
        <w:t>ภาษีเงินได้</w:t>
      </w:r>
    </w:p>
    <w:p w14:paraId="789330E9" w14:textId="77777777" w:rsidR="0014612C" w:rsidRPr="0045196F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41C85FB8" w14:textId="77777777" w:rsidR="00E11780" w:rsidRDefault="0009604B" w:rsidP="0045196F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601052">
        <w:rPr>
          <w:rFonts w:ascii="Angsana New" w:hAnsi="Angsana New"/>
          <w:sz w:val="30"/>
          <w:szCs w:val="30"/>
          <w:cs/>
        </w:rPr>
        <w:t>ภาษีเงินได้</w:t>
      </w:r>
      <w:r w:rsidRPr="00601052">
        <w:rPr>
          <w:rFonts w:ascii="Angsana New" w:hAnsi="Angsana New" w:hint="cs"/>
          <w:sz w:val="30"/>
          <w:szCs w:val="30"/>
          <w:cs/>
        </w:rPr>
        <w:t>นิติบุคคล</w:t>
      </w:r>
      <w:r w:rsidRPr="00601052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Pr="00601052">
        <w:rPr>
          <w:rFonts w:ascii="Angsana New" w:hAnsi="Angsana New" w:hint="cs"/>
          <w:sz w:val="30"/>
          <w:szCs w:val="30"/>
          <w:cs/>
        </w:rPr>
        <w:t xml:space="preserve"> (รายได้) สำหรับงวดสาม</w:t>
      </w:r>
      <w:r w:rsidR="006A1E21" w:rsidRPr="00601052">
        <w:rPr>
          <w:rFonts w:ascii="Angsana New" w:hAnsi="Angsana New" w:hint="cs"/>
          <w:sz w:val="30"/>
          <w:szCs w:val="30"/>
          <w:cs/>
        </w:rPr>
        <w:t>เดือน</w:t>
      </w:r>
      <w:r w:rsidR="00334F7E" w:rsidRPr="00601052">
        <w:rPr>
          <w:rFonts w:ascii="Angsana New" w:hAnsi="Angsana New" w:hint="cs"/>
          <w:sz w:val="30"/>
          <w:szCs w:val="30"/>
          <w:cs/>
        </w:rPr>
        <w:t>และหกเดือน</w:t>
      </w:r>
      <w:r w:rsidRPr="0060105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334F7E" w:rsidRPr="00601052">
        <w:rPr>
          <w:rFonts w:ascii="Angsana New" w:hAnsi="Angsana New"/>
          <w:sz w:val="30"/>
          <w:szCs w:val="30"/>
        </w:rPr>
        <w:t xml:space="preserve">30 </w:t>
      </w:r>
      <w:r w:rsidR="00334F7E" w:rsidRPr="00601052">
        <w:rPr>
          <w:rFonts w:ascii="Angsana New" w:hAnsi="Angsana New" w:hint="cs"/>
          <w:sz w:val="30"/>
          <w:szCs w:val="30"/>
          <w:cs/>
        </w:rPr>
        <w:t>มิถุนายน</w:t>
      </w:r>
      <w:r w:rsidR="00A12EAD">
        <w:rPr>
          <w:rFonts w:ascii="Angsana New" w:hAnsi="Angsana New" w:hint="cs"/>
          <w:sz w:val="30"/>
          <w:szCs w:val="30"/>
          <w:cs/>
        </w:rPr>
        <w:t xml:space="preserve"> </w:t>
      </w:r>
      <w:r w:rsidR="002E28C2">
        <w:rPr>
          <w:rFonts w:ascii="Angsana New" w:hAnsi="Angsana New"/>
          <w:sz w:val="30"/>
          <w:szCs w:val="30"/>
        </w:rPr>
        <w:t xml:space="preserve">2566 </w:t>
      </w:r>
      <w:r w:rsidR="002E28C2">
        <w:rPr>
          <w:rFonts w:ascii="Angsana New" w:hAnsi="Angsana New"/>
          <w:sz w:val="30"/>
          <w:szCs w:val="30"/>
          <w:cs/>
        </w:rPr>
        <w:t xml:space="preserve">และ </w:t>
      </w:r>
      <w:r w:rsidR="002E28C2">
        <w:rPr>
          <w:rFonts w:ascii="Angsana New" w:hAnsi="Angsana New"/>
          <w:sz w:val="30"/>
          <w:szCs w:val="30"/>
        </w:rPr>
        <w:t>2565</w:t>
      </w:r>
      <w:r w:rsidR="00A12EAD">
        <w:rPr>
          <w:rFonts w:ascii="Angsana New" w:hAnsi="Angsana New" w:hint="cs"/>
          <w:sz w:val="30"/>
          <w:szCs w:val="30"/>
          <w:cs/>
        </w:rPr>
        <w:t xml:space="preserve"> </w:t>
      </w:r>
      <w:r w:rsidRPr="00601052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14:paraId="3F0CE019" w14:textId="77777777" w:rsidR="00EC6FDF" w:rsidRPr="00EC6FDF" w:rsidRDefault="00EC6FDF" w:rsidP="0045196F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pPr w:leftFromText="180" w:rightFromText="180" w:vertAnchor="text" w:horzAnchor="margin" w:tblpY="151"/>
        <w:tblOverlap w:val="never"/>
        <w:tblW w:w="9738" w:type="dxa"/>
        <w:tblLayout w:type="fixed"/>
        <w:tblLook w:val="04A0" w:firstRow="1" w:lastRow="0" w:firstColumn="1" w:lastColumn="0" w:noHBand="0" w:noVBand="1"/>
      </w:tblPr>
      <w:tblGrid>
        <w:gridCol w:w="4968"/>
        <w:gridCol w:w="990"/>
        <w:gridCol w:w="284"/>
        <w:gridCol w:w="976"/>
        <w:gridCol w:w="282"/>
        <w:gridCol w:w="978"/>
        <w:gridCol w:w="249"/>
        <w:gridCol w:w="1011"/>
      </w:tblGrid>
      <w:tr w:rsidR="00044DCA" w:rsidRPr="00601052" w14:paraId="3FEA77EB" w14:textId="77777777" w:rsidTr="00AC2233">
        <w:trPr>
          <w:trHeight w:val="368"/>
          <w:tblHeader/>
        </w:trPr>
        <w:tc>
          <w:tcPr>
            <w:tcW w:w="4968" w:type="dxa"/>
            <w:vAlign w:val="bottom"/>
          </w:tcPr>
          <w:p w14:paraId="6BFDF925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  <w:tcBorders>
              <w:bottom w:val="single" w:sz="4" w:space="0" w:color="auto"/>
            </w:tcBorders>
          </w:tcPr>
          <w:p w14:paraId="094BE706" w14:textId="77777777" w:rsidR="00044DCA" w:rsidRPr="00601052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งวดสามเดือน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044DCA" w:rsidRPr="00601052" w14:paraId="012BB672" w14:textId="77777777" w:rsidTr="00AC2233">
        <w:trPr>
          <w:trHeight w:val="368"/>
          <w:tblHeader/>
        </w:trPr>
        <w:tc>
          <w:tcPr>
            <w:tcW w:w="4968" w:type="dxa"/>
            <w:vAlign w:val="bottom"/>
          </w:tcPr>
          <w:p w14:paraId="210748B1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7C6B5E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14:paraId="532FD069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38" w:type="dxa"/>
            <w:gridSpan w:val="3"/>
            <w:tcBorders>
              <w:bottom w:val="single" w:sz="4" w:space="0" w:color="auto"/>
            </w:tcBorders>
            <w:vAlign w:val="bottom"/>
          </w:tcPr>
          <w:p w14:paraId="6C5B2F1F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4DCA" w:rsidRPr="00601052" w14:paraId="0258AEC3" w14:textId="77777777" w:rsidTr="00AC2233">
        <w:trPr>
          <w:trHeight w:val="368"/>
          <w:tblHeader/>
        </w:trPr>
        <w:tc>
          <w:tcPr>
            <w:tcW w:w="4968" w:type="dxa"/>
            <w:vAlign w:val="bottom"/>
          </w:tcPr>
          <w:p w14:paraId="0502E266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AB41242" w14:textId="77777777"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5196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92D63F2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6D602011" w14:textId="77777777"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="0045196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5</w:t>
            </w:r>
          </w:p>
        </w:tc>
        <w:tc>
          <w:tcPr>
            <w:tcW w:w="282" w:type="dxa"/>
            <w:vAlign w:val="bottom"/>
          </w:tcPr>
          <w:p w14:paraId="1BBB0E42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721ECAF9" w14:textId="77777777"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="0045196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249" w:type="dxa"/>
            <w:vAlign w:val="bottom"/>
          </w:tcPr>
          <w:p w14:paraId="225D99DC" w14:textId="77777777" w:rsidR="00044DCA" w:rsidRPr="0060105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E459DF" w14:textId="77777777" w:rsidR="00044DCA" w:rsidRPr="00601052" w:rsidRDefault="00E730E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45196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5</w:t>
            </w:r>
          </w:p>
        </w:tc>
      </w:tr>
      <w:tr w:rsidR="006253CE" w:rsidRPr="00601052" w14:paraId="57C0F7D9" w14:textId="77777777" w:rsidTr="00D41929">
        <w:trPr>
          <w:trHeight w:val="368"/>
        </w:trPr>
        <w:tc>
          <w:tcPr>
            <w:tcW w:w="4968" w:type="dxa"/>
          </w:tcPr>
          <w:p w14:paraId="1F350DF0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47247" w14:textId="77777777" w:rsidR="006253CE" w:rsidRPr="00D41929" w:rsidRDefault="00CF3316" w:rsidP="00CF33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1929">
              <w:rPr>
                <w:rFonts w:asciiTheme="majorBidi" w:hAnsiTheme="majorBidi" w:cstheme="majorBidi"/>
                <w:sz w:val="30"/>
                <w:szCs w:val="30"/>
              </w:rPr>
              <w:t>619</w:t>
            </w:r>
          </w:p>
        </w:tc>
        <w:tc>
          <w:tcPr>
            <w:tcW w:w="284" w:type="dxa"/>
          </w:tcPr>
          <w:p w14:paraId="1580E038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0C267055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1,052</w:t>
            </w:r>
          </w:p>
        </w:tc>
        <w:tc>
          <w:tcPr>
            <w:tcW w:w="282" w:type="dxa"/>
          </w:tcPr>
          <w:p w14:paraId="39B011E5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AB4DB1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2,084</w:t>
            </w:r>
          </w:p>
        </w:tc>
        <w:tc>
          <w:tcPr>
            <w:tcW w:w="249" w:type="dxa"/>
            <w:vAlign w:val="bottom"/>
          </w:tcPr>
          <w:p w14:paraId="70D04E6C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14:paraId="025D7E3F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1,310</w:t>
            </w:r>
          </w:p>
        </w:tc>
      </w:tr>
      <w:tr w:rsidR="006253CE" w:rsidRPr="00601052" w14:paraId="5CDB7141" w14:textId="77777777" w:rsidTr="00D41929">
        <w:trPr>
          <w:trHeight w:val="368"/>
        </w:trPr>
        <w:tc>
          <w:tcPr>
            <w:tcW w:w="4968" w:type="dxa"/>
          </w:tcPr>
          <w:p w14:paraId="20F12C2F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F38C437" w14:textId="77777777" w:rsidR="006253CE" w:rsidRPr="00D41929" w:rsidRDefault="00CF3316" w:rsidP="005257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1929">
              <w:rPr>
                <w:rFonts w:ascii="Angsana New" w:hAnsi="Angsana New"/>
                <w:sz w:val="30"/>
                <w:szCs w:val="30"/>
              </w:rPr>
              <w:t>1,990</w:t>
            </w:r>
          </w:p>
        </w:tc>
        <w:tc>
          <w:tcPr>
            <w:tcW w:w="284" w:type="dxa"/>
            <w:shd w:val="clear" w:color="auto" w:fill="auto"/>
          </w:tcPr>
          <w:p w14:paraId="1FCC5437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7CC77A79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1,116</w:t>
            </w:r>
          </w:p>
        </w:tc>
        <w:tc>
          <w:tcPr>
            <w:tcW w:w="282" w:type="dxa"/>
            <w:shd w:val="clear" w:color="auto" w:fill="auto"/>
          </w:tcPr>
          <w:p w14:paraId="0BB27284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14:paraId="57DFDD7C" w14:textId="77777777" w:rsidR="006253CE" w:rsidRPr="00601052" w:rsidRDefault="004A71A9" w:rsidP="00C53F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</w:t>
            </w:r>
            <w:r w:rsidR="00A022EB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49" w:type="dxa"/>
            <w:vAlign w:val="bottom"/>
          </w:tcPr>
          <w:p w14:paraId="4240CC57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vAlign w:val="bottom"/>
          </w:tcPr>
          <w:p w14:paraId="4AEC0DD5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858</w:t>
            </w:r>
          </w:p>
        </w:tc>
      </w:tr>
      <w:tr w:rsidR="006253CE" w:rsidRPr="00601052" w14:paraId="2B1B07C6" w14:textId="77777777" w:rsidTr="00D41929">
        <w:trPr>
          <w:trHeight w:val="368"/>
        </w:trPr>
        <w:tc>
          <w:tcPr>
            <w:tcW w:w="4968" w:type="dxa"/>
          </w:tcPr>
          <w:p w14:paraId="6994B263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ผลกระทบจากรายการที่หักเป็นรายจ่าย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8C6FC3" w14:textId="77777777" w:rsidR="006253CE" w:rsidRPr="00D41929" w:rsidRDefault="00F85D6B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D41929">
              <w:rPr>
                <w:rFonts w:ascii="Angsana New" w:hAnsi="Angsana New"/>
                <w:sz w:val="30"/>
                <w:szCs w:val="30"/>
              </w:rPr>
              <w:t>(</w:t>
            </w:r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41929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Pr="00D4192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F3316" w:rsidRPr="00D41929">
              <w:rPr>
                <w:rFonts w:ascii="Angsana New" w:hAnsi="Angsana New"/>
                <w:sz w:val="30"/>
                <w:szCs w:val="30"/>
              </w:rPr>
              <w:t>808</w:t>
            </w:r>
            <w:r w:rsidR="00525765" w:rsidRPr="00D4192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EA83F9E" w14:textId="77777777" w:rsidR="006253CE" w:rsidRPr="00601052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D5794" w14:textId="77777777" w:rsidR="006253CE" w:rsidRPr="00601052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452)</w:t>
            </w:r>
          </w:p>
        </w:tc>
        <w:tc>
          <w:tcPr>
            <w:tcW w:w="282" w:type="dxa"/>
            <w:shd w:val="clear" w:color="auto" w:fill="auto"/>
          </w:tcPr>
          <w:p w14:paraId="1A35B809" w14:textId="77777777" w:rsidR="006253CE" w:rsidRPr="00601052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E200FF" w14:textId="77777777" w:rsidR="006253CE" w:rsidRPr="00601052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proofErr w:type="gramEnd"/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A71A9">
              <w:rPr>
                <w:rFonts w:ascii="Angsana New" w:hAnsi="Angsana New"/>
                <w:sz w:val="30"/>
                <w:szCs w:val="30"/>
              </w:rPr>
              <w:t>870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0E4CF44E" w14:textId="77777777" w:rsidR="006253CE" w:rsidRPr="00601052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vAlign w:val="bottom"/>
          </w:tcPr>
          <w:p w14:paraId="39451A9F" w14:textId="77777777" w:rsidR="006253CE" w:rsidRPr="00601052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452)</w:t>
            </w:r>
          </w:p>
        </w:tc>
      </w:tr>
      <w:tr w:rsidR="006253CE" w:rsidRPr="00601052" w14:paraId="233633C5" w14:textId="77777777" w:rsidTr="00D41929">
        <w:trPr>
          <w:trHeight w:val="368"/>
        </w:trPr>
        <w:tc>
          <w:tcPr>
            <w:tcW w:w="4968" w:type="dxa"/>
          </w:tcPr>
          <w:p w14:paraId="470611BE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3858E" w14:textId="77777777" w:rsidR="006253CE" w:rsidRPr="00D41929" w:rsidRDefault="00CF3316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1929">
              <w:rPr>
                <w:rFonts w:asciiTheme="majorBidi" w:hAnsiTheme="majorBidi" w:cstheme="majorBidi"/>
                <w:sz w:val="30"/>
                <w:szCs w:val="30"/>
              </w:rPr>
              <w:t>1,801</w:t>
            </w:r>
          </w:p>
        </w:tc>
        <w:tc>
          <w:tcPr>
            <w:tcW w:w="284" w:type="dxa"/>
          </w:tcPr>
          <w:p w14:paraId="09878922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</w:tcPr>
          <w:p w14:paraId="2FA48A16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1,716</w:t>
            </w:r>
          </w:p>
        </w:tc>
        <w:tc>
          <w:tcPr>
            <w:tcW w:w="282" w:type="dxa"/>
          </w:tcPr>
          <w:p w14:paraId="56523253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618D2B" w14:textId="77777777" w:rsidR="006253CE" w:rsidRPr="00601052" w:rsidRDefault="004A71A9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1,65</w:t>
            </w:r>
            <w:r w:rsidR="00A022EB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49" w:type="dxa"/>
            <w:vAlign w:val="bottom"/>
          </w:tcPr>
          <w:p w14:paraId="7B717D7D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  <w:vAlign w:val="bottom"/>
          </w:tcPr>
          <w:p w14:paraId="4BE82091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1,716</w:t>
            </w:r>
          </w:p>
        </w:tc>
      </w:tr>
      <w:tr w:rsidR="006253CE" w:rsidRPr="00601052" w14:paraId="74555F82" w14:textId="77777777" w:rsidTr="00D41929">
        <w:trPr>
          <w:trHeight w:val="368"/>
        </w:trPr>
        <w:tc>
          <w:tcPr>
            <w:tcW w:w="4968" w:type="dxa"/>
          </w:tcPr>
          <w:p w14:paraId="716CBEEA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</w:t>
            </w:r>
            <w:r w:rsidR="006C4906">
              <w:rPr>
                <w:rFonts w:asciiTheme="majorBidi" w:hAnsiTheme="majorBidi" w:cstheme="majorBidi" w:hint="cs"/>
                <w:sz w:val="30"/>
                <w:szCs w:val="30"/>
                <w:cs/>
              </w:rPr>
              <w:t>ๆ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3E5199B" w14:textId="77777777" w:rsidR="006253CE" w:rsidRPr="00D41929" w:rsidRDefault="00525765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1929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F85D6B" w:rsidRPr="00D41929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="00A92B06" w:rsidRPr="00D41929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84" w:type="dxa"/>
          </w:tcPr>
          <w:p w14:paraId="3714403A" w14:textId="77777777" w:rsidR="006253CE" w:rsidRPr="00601052" w:rsidRDefault="006253CE" w:rsidP="006253C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1EF0C0B9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2" w:type="dxa"/>
            <w:shd w:val="clear" w:color="auto" w:fill="auto"/>
          </w:tcPr>
          <w:p w14:paraId="151E2FE8" w14:textId="77777777" w:rsidR="006253CE" w:rsidRPr="00601052" w:rsidRDefault="006253CE" w:rsidP="006253C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14:paraId="4220A1AF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1,80</w:t>
            </w:r>
            <w:r w:rsidR="006A1818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78E79E92" w14:textId="77777777" w:rsidR="006253CE" w:rsidRPr="00601052" w:rsidRDefault="006253CE" w:rsidP="006253C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shd w:val="clear" w:color="auto" w:fill="auto"/>
            <w:vAlign w:val="bottom"/>
          </w:tcPr>
          <w:p w14:paraId="68BB4BBC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</w:tr>
      <w:tr w:rsidR="006253CE" w:rsidRPr="00601052" w14:paraId="1EE75FF5" w14:textId="77777777" w:rsidTr="00D41929">
        <w:trPr>
          <w:trHeight w:val="368"/>
        </w:trPr>
        <w:tc>
          <w:tcPr>
            <w:tcW w:w="4968" w:type="dxa"/>
          </w:tcPr>
          <w:p w14:paraId="0A3DF3DE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C14605" w14:textId="77777777" w:rsidR="006253CE" w:rsidRPr="00D41929" w:rsidRDefault="00525765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1929">
              <w:rPr>
                <w:rFonts w:asciiTheme="majorBidi" w:hAnsiTheme="majorBidi" w:cstheme="majorBidi"/>
                <w:sz w:val="30"/>
                <w:szCs w:val="30"/>
              </w:rPr>
              <w:t>746</w:t>
            </w:r>
          </w:p>
        </w:tc>
        <w:tc>
          <w:tcPr>
            <w:tcW w:w="284" w:type="dxa"/>
          </w:tcPr>
          <w:p w14:paraId="62A7F466" w14:textId="77777777" w:rsidR="006253CE" w:rsidRPr="00601052" w:rsidRDefault="006253CE" w:rsidP="006253C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shd w:val="clear" w:color="auto" w:fill="auto"/>
            <w:vAlign w:val="bottom"/>
          </w:tcPr>
          <w:p w14:paraId="6057CAF0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</w:t>
            </w:r>
          </w:p>
        </w:tc>
        <w:tc>
          <w:tcPr>
            <w:tcW w:w="282" w:type="dxa"/>
            <w:shd w:val="clear" w:color="auto" w:fill="auto"/>
          </w:tcPr>
          <w:p w14:paraId="231149E2" w14:textId="77777777" w:rsidR="006253CE" w:rsidRPr="00601052" w:rsidRDefault="006253CE" w:rsidP="006253C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14:paraId="694C1DC5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3B0674">
              <w:rPr>
                <w:rFonts w:asciiTheme="majorBidi" w:hAnsiTheme="majorBidi" w:cstheme="majorBidi"/>
                <w:sz w:val="30"/>
                <w:szCs w:val="30"/>
              </w:rPr>
              <w:t>767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81EF106" w14:textId="77777777" w:rsidR="006253CE" w:rsidRPr="00601052" w:rsidRDefault="006253CE" w:rsidP="006253C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shd w:val="clear" w:color="auto" w:fill="auto"/>
            <w:vAlign w:val="bottom"/>
          </w:tcPr>
          <w:p w14:paraId="46114095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</w:t>
            </w:r>
          </w:p>
        </w:tc>
      </w:tr>
      <w:tr w:rsidR="006253CE" w:rsidRPr="00601052" w14:paraId="6883E9DE" w14:textId="77777777" w:rsidTr="00D41929">
        <w:trPr>
          <w:trHeight w:val="368"/>
        </w:trPr>
        <w:tc>
          <w:tcPr>
            <w:tcW w:w="4968" w:type="dxa"/>
          </w:tcPr>
          <w:p w14:paraId="2D590CF3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52A30A" w14:textId="77777777" w:rsidR="006253CE" w:rsidRPr="00D41929" w:rsidRDefault="00525765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41929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D41929">
              <w:rPr>
                <w:rFonts w:ascii="Angsana New" w:hAnsi="Angsana New"/>
                <w:sz w:val="30"/>
                <w:szCs w:val="30"/>
              </w:rPr>
              <w:t xml:space="preserve">   302</w:t>
            </w:r>
            <w:r w:rsidRPr="00D41929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4" w:type="dxa"/>
          </w:tcPr>
          <w:p w14:paraId="19458B87" w14:textId="77777777" w:rsidR="006253CE" w:rsidRPr="00B467AE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068C2B" w14:textId="77777777" w:rsidR="006253CE" w:rsidRPr="00C55B9C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237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2" w:type="dxa"/>
            <w:shd w:val="clear" w:color="auto" w:fill="auto"/>
          </w:tcPr>
          <w:p w14:paraId="423C0418" w14:textId="77777777" w:rsidR="006253CE" w:rsidRPr="00B467AE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75E895" w14:textId="77777777" w:rsidR="006253CE" w:rsidRPr="00B467AE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proofErr w:type="gramEnd"/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302)</w:t>
            </w:r>
          </w:p>
        </w:tc>
        <w:tc>
          <w:tcPr>
            <w:tcW w:w="249" w:type="dxa"/>
            <w:shd w:val="clear" w:color="auto" w:fill="auto"/>
            <w:vAlign w:val="bottom"/>
          </w:tcPr>
          <w:p w14:paraId="2D686A21" w14:textId="77777777" w:rsidR="006253CE" w:rsidRPr="00B467AE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C5134" w14:textId="77777777" w:rsidR="006253CE" w:rsidRPr="00C55B9C" w:rsidRDefault="006253C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237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6253CE" w:rsidRPr="00601052" w14:paraId="6237E002" w14:textId="77777777" w:rsidTr="00D41929">
        <w:trPr>
          <w:trHeight w:val="368"/>
        </w:trPr>
        <w:tc>
          <w:tcPr>
            <w:tcW w:w="4968" w:type="dxa"/>
          </w:tcPr>
          <w:p w14:paraId="27AFC969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14:paraId="1DCE79DE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260062" w14:textId="77777777" w:rsidR="006253CE" w:rsidRPr="00D41929" w:rsidRDefault="00D41929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4,048</w:t>
            </w:r>
          </w:p>
        </w:tc>
        <w:tc>
          <w:tcPr>
            <w:tcW w:w="284" w:type="dxa"/>
          </w:tcPr>
          <w:p w14:paraId="6DE9750F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3CA8E7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1,614</w:t>
            </w:r>
          </w:p>
        </w:tc>
        <w:tc>
          <w:tcPr>
            <w:tcW w:w="282" w:type="dxa"/>
          </w:tcPr>
          <w:p w14:paraId="2228617D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30BB66" w14:textId="77777777" w:rsidR="006253CE" w:rsidRPr="00601052" w:rsidRDefault="004A71A9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3,92</w:t>
            </w:r>
            <w:r w:rsidR="00A022E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49" w:type="dxa"/>
            <w:vAlign w:val="bottom"/>
          </w:tcPr>
          <w:p w14:paraId="2291FA5E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3EB879" w14:textId="77777777" w:rsidR="006253CE" w:rsidRPr="00601052" w:rsidRDefault="006253CE" w:rsidP="006253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1,614</w:t>
            </w:r>
          </w:p>
        </w:tc>
      </w:tr>
    </w:tbl>
    <w:p w14:paraId="149995B4" w14:textId="77777777" w:rsidR="00C27D98" w:rsidRPr="00EC6FDF" w:rsidRDefault="00C27D98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pPr w:leftFromText="180" w:rightFromText="180" w:vertAnchor="text" w:horzAnchor="margin" w:tblpY="151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992"/>
        <w:gridCol w:w="284"/>
        <w:gridCol w:w="992"/>
        <w:gridCol w:w="282"/>
        <w:gridCol w:w="994"/>
        <w:gridCol w:w="249"/>
        <w:gridCol w:w="1026"/>
      </w:tblGrid>
      <w:tr w:rsidR="00AD09F2" w:rsidRPr="00601052" w14:paraId="7E086D63" w14:textId="77777777" w:rsidTr="00D4341C">
        <w:trPr>
          <w:trHeight w:val="368"/>
          <w:tblHeader/>
        </w:trPr>
        <w:tc>
          <w:tcPr>
            <w:tcW w:w="4928" w:type="dxa"/>
            <w:vAlign w:val="bottom"/>
          </w:tcPr>
          <w:p w14:paraId="6310E039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14:paraId="1976CFA3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งวดหกเดือน 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AD09F2" w:rsidRPr="00601052" w14:paraId="0025610F" w14:textId="77777777" w:rsidTr="00D4341C">
        <w:trPr>
          <w:trHeight w:val="368"/>
          <w:tblHeader/>
        </w:trPr>
        <w:tc>
          <w:tcPr>
            <w:tcW w:w="4928" w:type="dxa"/>
            <w:vAlign w:val="bottom"/>
          </w:tcPr>
          <w:p w14:paraId="2459729E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68ED06C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14:paraId="7FDE7B79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bottom"/>
          </w:tcPr>
          <w:p w14:paraId="1533D2A9" w14:textId="77777777" w:rsidR="00AD09F2" w:rsidRPr="00601052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F17AC" w:rsidRPr="00601052" w14:paraId="4134DDE8" w14:textId="77777777" w:rsidTr="00D4341C">
        <w:trPr>
          <w:trHeight w:val="368"/>
          <w:tblHeader/>
        </w:trPr>
        <w:tc>
          <w:tcPr>
            <w:tcW w:w="4928" w:type="dxa"/>
            <w:vAlign w:val="bottom"/>
          </w:tcPr>
          <w:p w14:paraId="350930C0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CA00759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246C223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4F92ACA1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5</w:t>
            </w:r>
          </w:p>
        </w:tc>
        <w:tc>
          <w:tcPr>
            <w:tcW w:w="282" w:type="dxa"/>
            <w:vAlign w:val="bottom"/>
          </w:tcPr>
          <w:p w14:paraId="48F57641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0BC66652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</w:p>
        </w:tc>
        <w:tc>
          <w:tcPr>
            <w:tcW w:w="249" w:type="dxa"/>
            <w:vAlign w:val="bottom"/>
          </w:tcPr>
          <w:p w14:paraId="55500EEF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59DB09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01052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5</w:t>
            </w:r>
          </w:p>
        </w:tc>
      </w:tr>
      <w:tr w:rsidR="0082101C" w:rsidRPr="00601052" w14:paraId="0525BE7E" w14:textId="77777777" w:rsidTr="00CF3316">
        <w:trPr>
          <w:trHeight w:val="368"/>
        </w:trPr>
        <w:tc>
          <w:tcPr>
            <w:tcW w:w="4928" w:type="dxa"/>
          </w:tcPr>
          <w:p w14:paraId="2431EE04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84D60A" w14:textId="77777777" w:rsidR="0082101C" w:rsidRPr="00A26009" w:rsidRDefault="00CF3316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1,890</w:t>
            </w:r>
          </w:p>
        </w:tc>
        <w:tc>
          <w:tcPr>
            <w:tcW w:w="284" w:type="dxa"/>
          </w:tcPr>
          <w:p w14:paraId="4513F528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9B0C9DD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2,419</w:t>
            </w:r>
          </w:p>
        </w:tc>
        <w:tc>
          <w:tcPr>
            <w:tcW w:w="282" w:type="dxa"/>
          </w:tcPr>
          <w:p w14:paraId="7E3CDDF3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1BBC1A" w14:textId="77777777" w:rsidR="0082101C" w:rsidRPr="00601052" w:rsidRDefault="006253CE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4,818</w:t>
            </w:r>
          </w:p>
        </w:tc>
        <w:tc>
          <w:tcPr>
            <w:tcW w:w="249" w:type="dxa"/>
            <w:vAlign w:val="bottom"/>
          </w:tcPr>
          <w:p w14:paraId="430BD8A2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3882989E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2,811</w:t>
            </w:r>
          </w:p>
        </w:tc>
      </w:tr>
      <w:tr w:rsidR="0082101C" w:rsidRPr="00601052" w14:paraId="5D2B3A77" w14:textId="77777777" w:rsidTr="00CF3316">
        <w:trPr>
          <w:trHeight w:val="368"/>
        </w:trPr>
        <w:tc>
          <w:tcPr>
            <w:tcW w:w="4928" w:type="dxa"/>
          </w:tcPr>
          <w:p w14:paraId="14099A21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F6A99DC" w14:textId="77777777" w:rsidR="0082101C" w:rsidRPr="00A26009" w:rsidRDefault="00CF3316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4,311</w:t>
            </w:r>
          </w:p>
        </w:tc>
        <w:tc>
          <w:tcPr>
            <w:tcW w:w="284" w:type="dxa"/>
          </w:tcPr>
          <w:p w14:paraId="479D7DC4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7FEE90CE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2,308</w:t>
            </w:r>
          </w:p>
        </w:tc>
        <w:tc>
          <w:tcPr>
            <w:tcW w:w="282" w:type="dxa"/>
          </w:tcPr>
          <w:p w14:paraId="7E362F69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7FC5C3A8" w14:textId="77777777" w:rsidR="0082101C" w:rsidRPr="00601052" w:rsidRDefault="006253CE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2B376C">
              <w:rPr>
                <w:rFonts w:asciiTheme="majorBidi" w:hAnsiTheme="majorBidi" w:cstheme="majorBidi" w:hint="cs"/>
                <w:sz w:val="30"/>
                <w:szCs w:val="30"/>
                <w:cs/>
              </w:rPr>
              <w:t>13</w:t>
            </w:r>
            <w:r w:rsidR="00D771AF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49" w:type="dxa"/>
            <w:vAlign w:val="bottom"/>
          </w:tcPr>
          <w:p w14:paraId="60EFEF41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14:paraId="6FBA67C1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1,916</w:t>
            </w:r>
          </w:p>
        </w:tc>
      </w:tr>
      <w:tr w:rsidR="00EC6FDF" w:rsidRPr="00601052" w14:paraId="718657C9" w14:textId="77777777" w:rsidTr="00CF3316">
        <w:trPr>
          <w:trHeight w:val="368"/>
        </w:trPr>
        <w:tc>
          <w:tcPr>
            <w:tcW w:w="4928" w:type="dxa"/>
          </w:tcPr>
          <w:p w14:paraId="5E6EE209" w14:textId="77777777" w:rsidR="00EC6FDF" w:rsidRPr="00601052" w:rsidRDefault="00EC6FDF" w:rsidP="00EC6F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ผลกระทบจากรายการที่หักเป็นรายจ่าย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E2684E" w14:textId="77777777" w:rsidR="00EC6FDF" w:rsidRPr="00601052" w:rsidRDefault="00265A69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F3316">
              <w:rPr>
                <w:rFonts w:ascii="Angsana New" w:hAnsi="Angsana New"/>
                <w:sz w:val="30"/>
                <w:szCs w:val="30"/>
              </w:rPr>
              <w:t>1,</w:t>
            </w:r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>300</w:t>
            </w:r>
            <w:r w:rsidR="00CF331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2EC86DE6" w14:textId="77777777" w:rsidR="00EC6FDF" w:rsidRPr="00601052" w:rsidRDefault="00EC6FDF" w:rsidP="00310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A2CEA2B" w14:textId="77777777" w:rsidR="00EC6FDF" w:rsidRPr="00601052" w:rsidRDefault="00EC6FDF" w:rsidP="00310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(1,475)</w:t>
            </w:r>
          </w:p>
        </w:tc>
        <w:tc>
          <w:tcPr>
            <w:tcW w:w="282" w:type="dxa"/>
          </w:tcPr>
          <w:p w14:paraId="082056C1" w14:textId="77777777" w:rsidR="00EC6FDF" w:rsidRPr="00310E32" w:rsidRDefault="00EC6FDF" w:rsidP="00310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CE980" w14:textId="77777777" w:rsidR="00EC6FDF" w:rsidRPr="00601052" w:rsidRDefault="00310E32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376C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B467AE">
              <w:rPr>
                <w:rFonts w:ascii="Angsana New" w:hAnsi="Angsana New"/>
                <w:sz w:val="30"/>
                <w:szCs w:val="30"/>
              </w:rPr>
              <w:t>,24</w:t>
            </w:r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3B067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1386C6F8" w14:textId="77777777" w:rsidR="00EC6FDF" w:rsidRPr="00310E32" w:rsidRDefault="00EC6FDF" w:rsidP="00310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348BC80D" w14:textId="77777777" w:rsidR="00EC6FDF" w:rsidRPr="00601052" w:rsidRDefault="00EC6FDF" w:rsidP="00310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(1,475)</w:t>
            </w:r>
          </w:p>
        </w:tc>
      </w:tr>
      <w:tr w:rsidR="0082101C" w:rsidRPr="00601052" w14:paraId="433839A5" w14:textId="77777777" w:rsidTr="00CF3316">
        <w:trPr>
          <w:trHeight w:val="368"/>
        </w:trPr>
        <w:tc>
          <w:tcPr>
            <w:tcW w:w="4928" w:type="dxa"/>
          </w:tcPr>
          <w:p w14:paraId="49E2BBA5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458C13" w14:textId="77777777" w:rsidR="0082101C" w:rsidRPr="00601052" w:rsidRDefault="00CF3316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</w:t>
            </w:r>
            <w:r w:rsidR="00B467AE">
              <w:rPr>
                <w:rFonts w:asciiTheme="majorBidi" w:hAnsiTheme="majorBidi" w:cstheme="majorBidi" w:hint="cs"/>
                <w:sz w:val="30"/>
                <w:szCs w:val="30"/>
                <w:cs/>
              </w:rPr>
              <w:t>01</w:t>
            </w:r>
          </w:p>
        </w:tc>
        <w:tc>
          <w:tcPr>
            <w:tcW w:w="284" w:type="dxa"/>
          </w:tcPr>
          <w:p w14:paraId="791B744A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2D492E59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3,252</w:t>
            </w:r>
          </w:p>
        </w:tc>
        <w:tc>
          <w:tcPr>
            <w:tcW w:w="282" w:type="dxa"/>
          </w:tcPr>
          <w:p w14:paraId="6B83E2B9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DBD9B" w14:textId="77777777" w:rsidR="0082101C" w:rsidRPr="00601052" w:rsidRDefault="002B376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4,70</w:t>
            </w:r>
            <w:r w:rsidR="00B467AE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</w:p>
        </w:tc>
        <w:tc>
          <w:tcPr>
            <w:tcW w:w="249" w:type="dxa"/>
            <w:vAlign w:val="bottom"/>
          </w:tcPr>
          <w:p w14:paraId="677FBA73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14:paraId="2A20B122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3,252</w:t>
            </w:r>
          </w:p>
        </w:tc>
      </w:tr>
      <w:tr w:rsidR="0082101C" w:rsidRPr="00601052" w14:paraId="0D6C2C80" w14:textId="77777777" w:rsidTr="00CF3316">
        <w:trPr>
          <w:trHeight w:val="368"/>
        </w:trPr>
        <w:tc>
          <w:tcPr>
            <w:tcW w:w="4928" w:type="dxa"/>
          </w:tcPr>
          <w:p w14:paraId="5F08560B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</w:t>
            </w:r>
            <w:r w:rsidR="006C4906">
              <w:rPr>
                <w:rFonts w:asciiTheme="majorBidi" w:hAnsiTheme="majorBidi" w:cstheme="majorBidi" w:hint="cs"/>
                <w:sz w:val="30"/>
                <w:szCs w:val="30"/>
                <w:cs/>
              </w:rPr>
              <w:t>ๆ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D9BB70" w14:textId="77777777" w:rsidR="0082101C" w:rsidRPr="00601052" w:rsidRDefault="00B86C2A" w:rsidP="00B86C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6E3DEE">
              <w:rPr>
                <w:rFonts w:asciiTheme="majorBidi" w:hAnsiTheme="majorBidi" w:cstheme="majorBidi"/>
                <w:sz w:val="30"/>
                <w:szCs w:val="30"/>
              </w:rPr>
              <w:t>96</w:t>
            </w:r>
            <w:r w:rsidR="006A1818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84" w:type="dxa"/>
          </w:tcPr>
          <w:p w14:paraId="04F8908E" w14:textId="77777777" w:rsidR="0082101C" w:rsidRPr="00601052" w:rsidRDefault="0082101C" w:rsidP="0082101C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4ECE5B65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2" w:type="dxa"/>
          </w:tcPr>
          <w:p w14:paraId="5D951A4A" w14:textId="77777777" w:rsidR="0082101C" w:rsidRPr="00601052" w:rsidRDefault="0082101C" w:rsidP="0082101C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3C1E789A" w14:textId="77777777" w:rsidR="0082101C" w:rsidRPr="00601052" w:rsidRDefault="003B0674" w:rsidP="003B06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1,803</w:t>
            </w:r>
          </w:p>
        </w:tc>
        <w:tc>
          <w:tcPr>
            <w:tcW w:w="249" w:type="dxa"/>
            <w:vAlign w:val="bottom"/>
          </w:tcPr>
          <w:p w14:paraId="78057F1D" w14:textId="77777777" w:rsidR="0082101C" w:rsidRPr="00601052" w:rsidRDefault="0082101C" w:rsidP="0082101C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05EA6D35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</w:tr>
      <w:tr w:rsidR="0082101C" w:rsidRPr="00601052" w14:paraId="703B5173" w14:textId="77777777" w:rsidTr="00CF3316">
        <w:trPr>
          <w:trHeight w:val="368"/>
        </w:trPr>
        <w:tc>
          <w:tcPr>
            <w:tcW w:w="4928" w:type="dxa"/>
          </w:tcPr>
          <w:p w14:paraId="09F3DE5B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A5F0D8" w14:textId="77777777" w:rsidR="0082101C" w:rsidRPr="00601052" w:rsidRDefault="00B86C2A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310E3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467AE">
              <w:rPr>
                <w:rFonts w:ascii="Angsana New" w:hAnsi="Angsana New" w:hint="cs"/>
                <w:sz w:val="30"/>
                <w:szCs w:val="30"/>
                <w:cs/>
              </w:rPr>
              <w:t>684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14:paraId="5815799D" w14:textId="77777777" w:rsidR="0082101C" w:rsidRPr="00310E32" w:rsidRDefault="0082101C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4AE772A5" w14:textId="77777777" w:rsidR="0082101C" w:rsidRPr="00601052" w:rsidRDefault="0082101C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2,217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2" w:type="dxa"/>
          </w:tcPr>
          <w:p w14:paraId="2C261263" w14:textId="77777777" w:rsidR="0082101C" w:rsidRPr="00310E32" w:rsidRDefault="0082101C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4B9C2FC3" w14:textId="77777777" w:rsidR="0082101C" w:rsidRPr="00601052" w:rsidRDefault="00B467AE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310E3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70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="006253C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14:paraId="41E136D6" w14:textId="77777777" w:rsidR="0082101C" w:rsidRPr="00310E32" w:rsidRDefault="0082101C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8019844" w14:textId="77777777" w:rsidR="0082101C" w:rsidRPr="00601052" w:rsidRDefault="0082101C" w:rsidP="00CA62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2,217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82101C" w:rsidRPr="00601052" w14:paraId="3D6EC5BF" w14:textId="77777777" w:rsidTr="00CF3316">
        <w:trPr>
          <w:trHeight w:val="368"/>
        </w:trPr>
        <w:tc>
          <w:tcPr>
            <w:tcW w:w="4928" w:type="dxa"/>
          </w:tcPr>
          <w:p w14:paraId="2EB0A695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สินภาษีเงินได้รอการตัดบัญชี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F37B12" w14:textId="77777777" w:rsidR="0082101C" w:rsidRPr="00601052" w:rsidRDefault="00B86C2A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253CE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  <w:tc>
          <w:tcPr>
            <w:tcW w:w="284" w:type="dxa"/>
          </w:tcPr>
          <w:p w14:paraId="1CC52C52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34203E7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  <w:tc>
          <w:tcPr>
            <w:tcW w:w="282" w:type="dxa"/>
          </w:tcPr>
          <w:p w14:paraId="269CA503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333BD" w14:textId="77777777" w:rsidR="0082101C" w:rsidRPr="00601052" w:rsidRDefault="006253CE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253CE">
              <w:rPr>
                <w:rFonts w:asciiTheme="majorBidi" w:hAnsiTheme="majorBidi" w:cstheme="majorBidi"/>
                <w:sz w:val="30"/>
                <w:szCs w:val="30"/>
              </w:rPr>
              <w:t>869</w:t>
            </w:r>
          </w:p>
        </w:tc>
        <w:tc>
          <w:tcPr>
            <w:tcW w:w="249" w:type="dxa"/>
            <w:vAlign w:val="bottom"/>
          </w:tcPr>
          <w:p w14:paraId="7894B6B8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14:paraId="7C32A19C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</w:tr>
      <w:tr w:rsidR="0082101C" w:rsidRPr="00601052" w14:paraId="6C470DF8" w14:textId="77777777" w:rsidTr="00CF3316">
        <w:trPr>
          <w:trHeight w:val="368"/>
        </w:trPr>
        <w:tc>
          <w:tcPr>
            <w:tcW w:w="4928" w:type="dxa"/>
          </w:tcPr>
          <w:p w14:paraId="5DA515C3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14:paraId="2140D0D4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60105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601052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981993" w14:textId="77777777" w:rsidR="0082101C" w:rsidRPr="00601052" w:rsidRDefault="00B86C2A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</w:t>
            </w:r>
            <w:r w:rsidR="00CF3316">
              <w:rPr>
                <w:rFonts w:asciiTheme="majorBidi" w:hAnsiTheme="majorBidi" w:cstheme="majorBidi"/>
                <w:sz w:val="30"/>
                <w:szCs w:val="30"/>
              </w:rPr>
              <w:t>054</w:t>
            </w:r>
          </w:p>
        </w:tc>
        <w:tc>
          <w:tcPr>
            <w:tcW w:w="284" w:type="dxa"/>
          </w:tcPr>
          <w:p w14:paraId="3C19FDF6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308CE0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2,715</w:t>
            </w:r>
          </w:p>
        </w:tc>
        <w:tc>
          <w:tcPr>
            <w:tcW w:w="282" w:type="dxa"/>
          </w:tcPr>
          <w:p w14:paraId="7D99444A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DDBFB1" w14:textId="77777777" w:rsidR="0082101C" w:rsidRPr="00601052" w:rsidRDefault="002B376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6,67</w:t>
            </w:r>
            <w:r w:rsidR="00D771AF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49" w:type="dxa"/>
            <w:vAlign w:val="bottom"/>
          </w:tcPr>
          <w:p w14:paraId="050FF067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863FB6" w14:textId="77777777" w:rsidR="0082101C" w:rsidRPr="00601052" w:rsidRDefault="0082101C" w:rsidP="008210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2,715</w:t>
            </w:r>
          </w:p>
        </w:tc>
      </w:tr>
      <w:tr w:rsidR="00FF17AC" w:rsidRPr="00601052" w14:paraId="55BDC8EB" w14:textId="77777777" w:rsidTr="00D4341C">
        <w:trPr>
          <w:trHeight w:val="368"/>
        </w:trPr>
        <w:tc>
          <w:tcPr>
            <w:tcW w:w="4928" w:type="dxa"/>
          </w:tcPr>
          <w:p w14:paraId="7CEFCFA9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16FE8E3E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</w:tcPr>
          <w:p w14:paraId="3EA3A023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264340B9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7D16C328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49E072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49" w:type="dxa"/>
            <w:vAlign w:val="bottom"/>
          </w:tcPr>
          <w:p w14:paraId="46346CA0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vAlign w:val="bottom"/>
          </w:tcPr>
          <w:p w14:paraId="64380FAA" w14:textId="77777777" w:rsidR="00FF17AC" w:rsidRPr="00601052" w:rsidRDefault="00FF17AC" w:rsidP="00FF17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3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6CD1C93E" w14:textId="77777777" w:rsidR="004B22ED" w:rsidRPr="000D4CDC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  <w:r w:rsidRPr="000D4CDC">
        <w:rPr>
          <w:rFonts w:ascii="Angsana New" w:hAnsi="Angsana New"/>
          <w:sz w:val="29"/>
          <w:szCs w:val="29"/>
          <w:cs/>
        </w:rPr>
        <w:lastRenderedPageBreak/>
        <w:t xml:space="preserve">สินทรัพย์และหนี้สินภาษีเงินได้รอการตัดบัญชีที่แสดงในงบแสดงฐานะการเงิน ณ วันที่ </w:t>
      </w:r>
      <w:r w:rsidR="00AC0F69">
        <w:rPr>
          <w:rFonts w:ascii="Angsana New" w:hAnsi="Angsana New"/>
          <w:sz w:val="29"/>
          <w:szCs w:val="29"/>
        </w:rPr>
        <w:t>30</w:t>
      </w:r>
      <w:r w:rsidRPr="000D4CDC">
        <w:rPr>
          <w:rFonts w:ascii="Angsana New" w:hAnsi="Angsana New"/>
          <w:sz w:val="29"/>
          <w:szCs w:val="29"/>
          <w:cs/>
        </w:rPr>
        <w:t xml:space="preserve"> มิถุนายน </w:t>
      </w:r>
      <w:r w:rsidRPr="000D4CDC">
        <w:rPr>
          <w:rFonts w:ascii="Angsana New" w:hAnsi="Angsana New"/>
          <w:sz w:val="29"/>
          <w:szCs w:val="29"/>
        </w:rPr>
        <w:t xml:space="preserve">2566 </w:t>
      </w:r>
      <w:r w:rsidRPr="000D4CDC">
        <w:rPr>
          <w:rFonts w:ascii="Angsana New" w:hAnsi="Angsana New"/>
          <w:sz w:val="29"/>
          <w:szCs w:val="29"/>
          <w:cs/>
        </w:rPr>
        <w:t xml:space="preserve">และวันที่ </w:t>
      </w:r>
      <w:r w:rsidR="00AC0F69">
        <w:rPr>
          <w:rFonts w:ascii="Angsana New" w:hAnsi="Angsana New"/>
          <w:sz w:val="29"/>
          <w:szCs w:val="29"/>
        </w:rPr>
        <w:t>31</w:t>
      </w:r>
      <w:r w:rsidRPr="000D4CDC">
        <w:rPr>
          <w:rFonts w:ascii="Angsana New" w:hAnsi="Angsana New"/>
          <w:sz w:val="29"/>
          <w:szCs w:val="29"/>
          <w:cs/>
        </w:rPr>
        <w:t xml:space="preserve"> ธันวาคม </w:t>
      </w:r>
      <w:r w:rsidRPr="000D4CDC">
        <w:rPr>
          <w:rFonts w:ascii="Angsana New" w:hAnsi="Angsana New"/>
          <w:sz w:val="29"/>
          <w:szCs w:val="29"/>
        </w:rPr>
        <w:t xml:space="preserve">2565 </w:t>
      </w:r>
      <w:r w:rsidRPr="000D4CDC">
        <w:rPr>
          <w:rFonts w:ascii="Angsana New" w:hAnsi="Angsana New"/>
          <w:sz w:val="29"/>
          <w:szCs w:val="29"/>
          <w:cs/>
        </w:rPr>
        <w:t>มีดังนี้</w:t>
      </w:r>
    </w:p>
    <w:tbl>
      <w:tblPr>
        <w:tblW w:w="10095" w:type="dxa"/>
        <w:tblLook w:val="04A0" w:firstRow="1" w:lastRow="0" w:firstColumn="1" w:lastColumn="0" w:noHBand="0" w:noVBand="1"/>
      </w:tblPr>
      <w:tblGrid>
        <w:gridCol w:w="3528"/>
        <w:gridCol w:w="1464"/>
        <w:gridCol w:w="284"/>
        <w:gridCol w:w="1417"/>
        <w:gridCol w:w="284"/>
        <w:gridCol w:w="1417"/>
        <w:gridCol w:w="284"/>
        <w:gridCol w:w="1417"/>
      </w:tblGrid>
      <w:tr w:rsidR="004B22ED" w:rsidRPr="000D4CDC" w14:paraId="4045150C" w14:textId="77777777" w:rsidTr="004B22ED">
        <w:tc>
          <w:tcPr>
            <w:tcW w:w="3528" w:type="dxa"/>
          </w:tcPr>
          <w:p w14:paraId="4722429D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6567" w:type="dxa"/>
            <w:gridSpan w:val="7"/>
            <w:tcBorders>
              <w:bottom w:val="single" w:sz="4" w:space="0" w:color="auto"/>
            </w:tcBorders>
          </w:tcPr>
          <w:p w14:paraId="08625AE1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>พันบาท</w:t>
            </w:r>
          </w:p>
        </w:tc>
      </w:tr>
      <w:tr w:rsidR="004B22ED" w:rsidRPr="000D4CDC" w14:paraId="1DA3E81F" w14:textId="77777777" w:rsidTr="004B22ED">
        <w:tc>
          <w:tcPr>
            <w:tcW w:w="3528" w:type="dxa"/>
          </w:tcPr>
          <w:p w14:paraId="354546C0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3165" w:type="dxa"/>
            <w:gridSpan w:val="3"/>
            <w:tcBorders>
              <w:bottom w:val="single" w:sz="4" w:space="0" w:color="auto"/>
            </w:tcBorders>
          </w:tcPr>
          <w:p w14:paraId="3DB801FA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4" w:type="dxa"/>
          </w:tcPr>
          <w:p w14:paraId="57309F92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14:paraId="7F669660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4B22ED" w:rsidRPr="000D4CDC" w14:paraId="26B515EE" w14:textId="77777777" w:rsidTr="004B22ED">
        <w:tc>
          <w:tcPr>
            <w:tcW w:w="3528" w:type="dxa"/>
          </w:tcPr>
          <w:p w14:paraId="340CC1DB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75CB2B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30 มิถุนายน</w:t>
            </w:r>
            <w:r w:rsidR="000428AD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Pr="000D4CDC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84" w:type="dxa"/>
            <w:vAlign w:val="bottom"/>
          </w:tcPr>
          <w:p w14:paraId="0A001DF2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18980EA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</w:rPr>
              <w:t xml:space="preserve">31 </w:t>
            </w: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0D4CDC">
              <w:rPr>
                <w:rFonts w:ascii="Angsana New" w:hAnsi="Angsana New"/>
                <w:color w:val="000000"/>
                <w:sz w:val="29"/>
                <w:szCs w:val="29"/>
              </w:rPr>
              <w:t>2565</w:t>
            </w:r>
          </w:p>
        </w:tc>
        <w:tc>
          <w:tcPr>
            <w:tcW w:w="284" w:type="dxa"/>
          </w:tcPr>
          <w:p w14:paraId="53236D18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11D14A1" w14:textId="77777777" w:rsidR="004B22ED" w:rsidRPr="000D4CDC" w:rsidRDefault="00AC0F69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30</w:t>
            </w:r>
            <w:r w:rsidR="004B22ED" w:rsidRPr="000D4CDC">
              <w:rPr>
                <w:rFonts w:ascii="Angsana New" w:hAnsi="Angsana New"/>
                <w:sz w:val="29"/>
                <w:szCs w:val="29"/>
                <w:cs/>
              </w:rPr>
              <w:t xml:space="preserve"> มิถุนายน</w:t>
            </w:r>
            <w:r w:rsidR="000428AD">
              <w:rPr>
                <w:rFonts w:ascii="Angsana New" w:hAnsi="Angsana New" w:hint="cs"/>
                <w:sz w:val="29"/>
                <w:szCs w:val="29"/>
                <w:cs/>
              </w:rPr>
              <w:t xml:space="preserve"> </w:t>
            </w:r>
            <w:r w:rsidR="004B22ED" w:rsidRPr="000D4CDC">
              <w:rPr>
                <w:rFonts w:ascii="Angsana New" w:hAnsi="Angsana New"/>
                <w:color w:val="000000"/>
                <w:sz w:val="29"/>
                <w:szCs w:val="29"/>
              </w:rPr>
              <w:t>2566</w:t>
            </w:r>
          </w:p>
        </w:tc>
        <w:tc>
          <w:tcPr>
            <w:tcW w:w="284" w:type="dxa"/>
            <w:vAlign w:val="bottom"/>
          </w:tcPr>
          <w:p w14:paraId="23AD0EFA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41243FEC" w14:textId="77777777" w:rsidR="004B22ED" w:rsidRPr="000D4CDC" w:rsidRDefault="004B22ED" w:rsidP="004B22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0D4CDC">
              <w:rPr>
                <w:rFonts w:ascii="Angsana New" w:hAnsi="Angsana New"/>
                <w:color w:val="000000"/>
                <w:sz w:val="29"/>
                <w:szCs w:val="29"/>
              </w:rPr>
              <w:t xml:space="preserve">31 </w:t>
            </w:r>
            <w:r w:rsidRPr="000D4CDC">
              <w:rPr>
                <w:rFonts w:ascii="Angsana New" w:hAnsi="Angsana New"/>
                <w:color w:val="000000"/>
                <w:sz w:val="29"/>
                <w:szCs w:val="29"/>
                <w:cs/>
              </w:rPr>
              <w:t xml:space="preserve">ธันวาคม </w:t>
            </w:r>
            <w:r w:rsidRPr="000D4CDC">
              <w:rPr>
                <w:rFonts w:ascii="Angsana New" w:hAnsi="Angsana New"/>
                <w:color w:val="000000"/>
                <w:sz w:val="29"/>
                <w:szCs w:val="29"/>
              </w:rPr>
              <w:t>2565</w:t>
            </w:r>
          </w:p>
        </w:tc>
      </w:tr>
      <w:tr w:rsidR="004B22ED" w:rsidRPr="000D4CDC" w14:paraId="4B7596CA" w14:textId="77777777" w:rsidTr="004B22ED">
        <w:tc>
          <w:tcPr>
            <w:tcW w:w="3528" w:type="dxa"/>
          </w:tcPr>
          <w:p w14:paraId="0C171319" w14:textId="77777777" w:rsidR="004B22ED" w:rsidRPr="000D4CDC" w:rsidRDefault="004B22ED" w:rsidP="00A210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5D051E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 xml:space="preserve">สินทรัพย์ - 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ผลกระทบของรายการ</w:t>
            </w:r>
            <w:r w:rsidR="00A210B7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ที่</w:t>
            </w:r>
            <w:r w:rsidR="002F626B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ยัง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ไม่ถือเป็นรายจ่ายหรือหนี้สินทางภาษี</w:t>
            </w:r>
          </w:p>
        </w:tc>
        <w:tc>
          <w:tcPr>
            <w:tcW w:w="1464" w:type="dxa"/>
            <w:shd w:val="clear" w:color="auto" w:fill="auto"/>
          </w:tcPr>
          <w:p w14:paraId="6C444C11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13272BE7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60CBFCFB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0CB50EA4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8FF5ACF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174B77A4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5398A25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4B22ED" w:rsidRPr="000D4CDC" w14:paraId="1BA6793F" w14:textId="77777777" w:rsidTr="004B22ED">
        <w:tc>
          <w:tcPr>
            <w:tcW w:w="3528" w:type="dxa"/>
          </w:tcPr>
          <w:p w14:paraId="7926AC0E" w14:textId="77777777" w:rsidR="004B22ED" w:rsidRPr="000D4CDC" w:rsidRDefault="004B22ED" w:rsidP="00005750">
            <w:pPr>
              <w:rPr>
                <w:rFonts w:ascii="Angsana New" w:eastAsiaTheme="minorEastAsia" w:hAnsi="Angsana New"/>
                <w:sz w:val="29"/>
                <w:szCs w:val="29"/>
                <w:cs/>
                <w:lang w:eastAsia="zh-CN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ค่าเผื่อ</w:t>
            </w:r>
            <w:r w:rsidRPr="000D4CDC">
              <w:rPr>
                <w:rFonts w:ascii="Angsana New" w:eastAsiaTheme="minorEastAsia" w:hAnsi="Angsana New"/>
                <w:sz w:val="29"/>
                <w:szCs w:val="29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5BA38BC5" w14:textId="77777777" w:rsidR="004B22ED" w:rsidRPr="000D4CDC" w:rsidRDefault="00DE2ECA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86</w:t>
            </w:r>
          </w:p>
        </w:tc>
        <w:tc>
          <w:tcPr>
            <w:tcW w:w="284" w:type="dxa"/>
          </w:tcPr>
          <w:p w14:paraId="2C35F9FB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2DC3DDDD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180</w:t>
            </w:r>
          </w:p>
        </w:tc>
        <w:tc>
          <w:tcPr>
            <w:tcW w:w="284" w:type="dxa"/>
          </w:tcPr>
          <w:p w14:paraId="4E232C4B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36671E40" w14:textId="77777777" w:rsidR="004B22ED" w:rsidRPr="000D4CDC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86</w:t>
            </w:r>
          </w:p>
        </w:tc>
        <w:tc>
          <w:tcPr>
            <w:tcW w:w="284" w:type="dxa"/>
          </w:tcPr>
          <w:p w14:paraId="2D005165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003F68DC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180</w:t>
            </w:r>
          </w:p>
        </w:tc>
      </w:tr>
      <w:tr w:rsidR="004B22ED" w:rsidRPr="000D4CDC" w14:paraId="3070278C" w14:textId="77777777" w:rsidTr="004B22ED">
        <w:tc>
          <w:tcPr>
            <w:tcW w:w="3528" w:type="dxa"/>
          </w:tcPr>
          <w:p w14:paraId="5C8617A4" w14:textId="77777777" w:rsidR="004B22ED" w:rsidRPr="000D4CDC" w:rsidRDefault="004B22ED" w:rsidP="00502072">
            <w:pPr>
              <w:ind w:left="270" w:hanging="270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ค่าเผื่อการลดลงของมูลค่าสินค้าและสินค้าเสื่อมสภาพ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1F45C7D2" w14:textId="77777777" w:rsidR="00D13BD1" w:rsidRDefault="00D13BD1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530F8394" w14:textId="77777777" w:rsidR="004B22ED" w:rsidRPr="000D4CDC" w:rsidRDefault="00717BA3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1,243</w:t>
            </w:r>
          </w:p>
        </w:tc>
        <w:tc>
          <w:tcPr>
            <w:tcW w:w="284" w:type="dxa"/>
          </w:tcPr>
          <w:p w14:paraId="153798C3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10EC3C12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51C9401A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1,620</w:t>
            </w:r>
          </w:p>
        </w:tc>
        <w:tc>
          <w:tcPr>
            <w:tcW w:w="284" w:type="dxa"/>
          </w:tcPr>
          <w:p w14:paraId="30ACFCD0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center"/>
          </w:tcPr>
          <w:p w14:paraId="776B8975" w14:textId="77777777" w:rsidR="004B22ED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73853BCC" w14:textId="77777777" w:rsidR="00503CF4" w:rsidRPr="000D4CDC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1,</w:t>
            </w:r>
            <w:r w:rsidR="00717BA3">
              <w:rPr>
                <w:rFonts w:ascii="Angsana New" w:hAnsi="Angsana New"/>
                <w:sz w:val="29"/>
                <w:szCs w:val="29"/>
              </w:rPr>
              <w:t>243</w:t>
            </w:r>
          </w:p>
        </w:tc>
        <w:tc>
          <w:tcPr>
            <w:tcW w:w="284" w:type="dxa"/>
          </w:tcPr>
          <w:p w14:paraId="5953E955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032B5533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1,620</w:t>
            </w:r>
          </w:p>
        </w:tc>
      </w:tr>
      <w:tr w:rsidR="004B22ED" w:rsidRPr="000D4CDC" w14:paraId="78C501C5" w14:textId="77777777" w:rsidTr="004B22ED">
        <w:tc>
          <w:tcPr>
            <w:tcW w:w="3528" w:type="dxa"/>
          </w:tcPr>
          <w:p w14:paraId="59A9EB2B" w14:textId="77777777" w:rsidR="004B22ED" w:rsidRPr="000D4CDC" w:rsidRDefault="004B22ED" w:rsidP="00005750">
            <w:pPr>
              <w:ind w:left="270" w:hanging="270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หนี้สินผลประโยชน์ของพนักงานหลัง</w:t>
            </w:r>
          </w:p>
          <w:p w14:paraId="66AFC223" w14:textId="77777777" w:rsidR="004B22ED" w:rsidRPr="000D4CDC" w:rsidRDefault="004B22ED" w:rsidP="00502072">
            <w:pPr>
              <w:tabs>
                <w:tab w:val="clear" w:pos="227"/>
              </w:tabs>
              <w:ind w:left="270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ออกจากงาน</w:t>
            </w:r>
          </w:p>
        </w:tc>
        <w:tc>
          <w:tcPr>
            <w:tcW w:w="1464" w:type="dxa"/>
            <w:shd w:val="clear" w:color="auto" w:fill="auto"/>
          </w:tcPr>
          <w:p w14:paraId="7FB799AB" w14:textId="77777777" w:rsidR="004B22ED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418F36F9" w14:textId="77777777" w:rsidR="00DE2ECA" w:rsidRPr="000D4CDC" w:rsidRDefault="00DE2ECA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2,988</w:t>
            </w:r>
          </w:p>
        </w:tc>
        <w:tc>
          <w:tcPr>
            <w:tcW w:w="284" w:type="dxa"/>
          </w:tcPr>
          <w:p w14:paraId="2E3CC00E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6BA0AB81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0DE06C93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2,837</w:t>
            </w:r>
          </w:p>
        </w:tc>
        <w:tc>
          <w:tcPr>
            <w:tcW w:w="284" w:type="dxa"/>
          </w:tcPr>
          <w:p w14:paraId="75B20EDA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4AF0BE07" w14:textId="77777777" w:rsidR="004B22ED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10B6DDB3" w14:textId="77777777" w:rsidR="00503CF4" w:rsidRPr="000D4CDC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2,988</w:t>
            </w:r>
          </w:p>
        </w:tc>
        <w:tc>
          <w:tcPr>
            <w:tcW w:w="284" w:type="dxa"/>
          </w:tcPr>
          <w:p w14:paraId="5263D69F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5B2D6D3F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2,837</w:t>
            </w:r>
          </w:p>
        </w:tc>
      </w:tr>
      <w:tr w:rsidR="004B22ED" w:rsidRPr="000D4CDC" w14:paraId="0250EE10" w14:textId="77777777" w:rsidTr="004B22ED">
        <w:tc>
          <w:tcPr>
            <w:tcW w:w="3528" w:type="dxa"/>
          </w:tcPr>
          <w:p w14:paraId="38E1D462" w14:textId="77777777" w:rsidR="004B22ED" w:rsidRPr="000D4CDC" w:rsidRDefault="004B22ED" w:rsidP="00005750">
            <w:pPr>
              <w:ind w:left="270" w:hanging="270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หนี้สินตามสัญญาเช่า</w:t>
            </w:r>
          </w:p>
        </w:tc>
        <w:tc>
          <w:tcPr>
            <w:tcW w:w="1464" w:type="dxa"/>
            <w:shd w:val="clear" w:color="auto" w:fill="auto"/>
          </w:tcPr>
          <w:p w14:paraId="4A9D8A25" w14:textId="77777777" w:rsidR="004B22ED" w:rsidRPr="000D4CDC" w:rsidRDefault="00DE2ECA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2,049</w:t>
            </w:r>
          </w:p>
        </w:tc>
        <w:tc>
          <w:tcPr>
            <w:tcW w:w="284" w:type="dxa"/>
          </w:tcPr>
          <w:p w14:paraId="18C97F6A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529D469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1,024</w:t>
            </w:r>
          </w:p>
        </w:tc>
        <w:tc>
          <w:tcPr>
            <w:tcW w:w="284" w:type="dxa"/>
          </w:tcPr>
          <w:p w14:paraId="30C67DE3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</w:tcPr>
          <w:p w14:paraId="49D83AB7" w14:textId="77777777" w:rsidR="004B22ED" w:rsidRPr="000D4CDC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2,049</w:t>
            </w:r>
          </w:p>
        </w:tc>
        <w:tc>
          <w:tcPr>
            <w:tcW w:w="284" w:type="dxa"/>
          </w:tcPr>
          <w:p w14:paraId="075162BD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5845A17C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1,024</w:t>
            </w:r>
          </w:p>
        </w:tc>
      </w:tr>
      <w:tr w:rsidR="00E367AA" w:rsidRPr="000D4CDC" w14:paraId="189183C0" w14:textId="77777777" w:rsidTr="004B22ED">
        <w:tc>
          <w:tcPr>
            <w:tcW w:w="3528" w:type="dxa"/>
          </w:tcPr>
          <w:p w14:paraId="75C99162" w14:textId="77777777" w:rsidR="00E367AA" w:rsidRPr="000D4CDC" w:rsidRDefault="00E367AA" w:rsidP="00E367AA">
            <w:pPr>
              <w:ind w:left="270" w:hanging="270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ขาดทุนสะสมทางภาษี</w:t>
            </w:r>
          </w:p>
        </w:tc>
        <w:tc>
          <w:tcPr>
            <w:tcW w:w="1464" w:type="dxa"/>
            <w:shd w:val="clear" w:color="auto" w:fill="auto"/>
            <w:vAlign w:val="bottom"/>
          </w:tcPr>
          <w:p w14:paraId="50DB57EF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4" w:type="dxa"/>
          </w:tcPr>
          <w:p w14:paraId="09C95BFF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0CDAF5E5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21</w:t>
            </w:r>
          </w:p>
        </w:tc>
        <w:tc>
          <w:tcPr>
            <w:tcW w:w="284" w:type="dxa"/>
          </w:tcPr>
          <w:p w14:paraId="471804C5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7F7BC457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4" w:type="dxa"/>
          </w:tcPr>
          <w:p w14:paraId="4A284873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06702D96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</w:tr>
      <w:tr w:rsidR="004B22ED" w:rsidRPr="000D4CDC" w14:paraId="4E0D2354" w14:textId="77777777" w:rsidTr="004B22ED">
        <w:tc>
          <w:tcPr>
            <w:tcW w:w="3528" w:type="dxa"/>
          </w:tcPr>
          <w:p w14:paraId="21780F54" w14:textId="77777777" w:rsidR="004B22ED" w:rsidRPr="000D4CDC" w:rsidRDefault="004B22ED" w:rsidP="00005750">
            <w:pPr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4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F0D44C" w14:textId="77777777" w:rsidR="004B22ED" w:rsidRPr="000D4CDC" w:rsidRDefault="00DE2ECA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6,</w:t>
            </w:r>
            <w:r w:rsidR="00717BA3">
              <w:rPr>
                <w:rFonts w:ascii="Angsana New" w:hAnsi="Angsana New"/>
                <w:sz w:val="29"/>
                <w:szCs w:val="29"/>
              </w:rPr>
              <w:t>366</w:t>
            </w:r>
          </w:p>
        </w:tc>
        <w:tc>
          <w:tcPr>
            <w:tcW w:w="284" w:type="dxa"/>
          </w:tcPr>
          <w:p w14:paraId="530D25B9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A6D1A4D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5,682</w:t>
            </w:r>
          </w:p>
        </w:tc>
        <w:tc>
          <w:tcPr>
            <w:tcW w:w="284" w:type="dxa"/>
          </w:tcPr>
          <w:p w14:paraId="0696CBA0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620E6FD2" w14:textId="77777777" w:rsidR="004B22ED" w:rsidRPr="000D4CDC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6,</w:t>
            </w:r>
            <w:r w:rsidR="00717BA3">
              <w:rPr>
                <w:rFonts w:ascii="Angsana New" w:hAnsi="Angsana New"/>
                <w:sz w:val="29"/>
                <w:szCs w:val="29"/>
              </w:rPr>
              <w:t>366</w:t>
            </w:r>
          </w:p>
        </w:tc>
        <w:tc>
          <w:tcPr>
            <w:tcW w:w="284" w:type="dxa"/>
          </w:tcPr>
          <w:p w14:paraId="5EE4BC0E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0F4D17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5,661</w:t>
            </w:r>
          </w:p>
        </w:tc>
      </w:tr>
      <w:tr w:rsidR="004B22ED" w:rsidRPr="000D4CDC" w14:paraId="230E8A2E" w14:textId="77777777" w:rsidTr="004B22ED">
        <w:tc>
          <w:tcPr>
            <w:tcW w:w="3528" w:type="dxa"/>
          </w:tcPr>
          <w:p w14:paraId="69111B4A" w14:textId="77777777" w:rsidR="004E6E5E" w:rsidRDefault="004B22ED" w:rsidP="00D26C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</w:rPr>
            </w:pP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 xml:space="preserve">หนี้สิน </w:t>
            </w:r>
            <w:r w:rsidR="004E6E5E">
              <w:rPr>
                <w:rFonts w:ascii="Angsana New" w:hAnsi="Angsana New"/>
                <w:i/>
                <w:iCs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 xml:space="preserve"> ผลกระทบของรายการที่</w:t>
            </w:r>
            <w:r w:rsidR="002F626B">
              <w:rPr>
                <w:rFonts w:ascii="Angsana New" w:hAnsi="Angsana New" w:hint="cs"/>
                <w:i/>
                <w:iCs/>
                <w:sz w:val="29"/>
                <w:szCs w:val="29"/>
                <w:cs/>
              </w:rPr>
              <w:t>ยัง</w:t>
            </w: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ไม่</w:t>
            </w:r>
          </w:p>
          <w:p w14:paraId="5050D48D" w14:textId="77777777" w:rsidR="004B22ED" w:rsidRPr="000D4CDC" w:rsidRDefault="004B22ED" w:rsidP="00D26C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i/>
                <w:iCs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ถือเป็นสินทรัพย์ทางภาษี</w:t>
            </w:r>
          </w:p>
        </w:tc>
        <w:tc>
          <w:tcPr>
            <w:tcW w:w="14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7F709ED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6B44A7BB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43E39A95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0DAE2478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6CB9B701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4" w:type="dxa"/>
          </w:tcPr>
          <w:p w14:paraId="2BAE9009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62D867AF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4B22ED" w:rsidRPr="000D4CDC" w14:paraId="3344E588" w14:textId="77777777" w:rsidTr="004B22ED">
        <w:tc>
          <w:tcPr>
            <w:tcW w:w="3528" w:type="dxa"/>
          </w:tcPr>
          <w:p w14:paraId="7FD7C5DF" w14:textId="77777777" w:rsidR="004B22ED" w:rsidRPr="000D4CDC" w:rsidRDefault="004B22ED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สินทรัพย์สิทธิการใช้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13CF00F0" w14:textId="77777777" w:rsidR="004B22ED" w:rsidRPr="000D4CDC" w:rsidRDefault="00DE2ECA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</w:t>
            </w:r>
            <w:r w:rsidR="00717BA3">
              <w:rPr>
                <w:rFonts w:ascii="Angsana New" w:hAnsi="Angsana New"/>
                <w:sz w:val="29"/>
                <w:szCs w:val="29"/>
              </w:rPr>
              <w:t>140</w:t>
            </w:r>
          </w:p>
        </w:tc>
        <w:tc>
          <w:tcPr>
            <w:tcW w:w="284" w:type="dxa"/>
          </w:tcPr>
          <w:p w14:paraId="0763B3A9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16EFFDEA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1,271</w:t>
            </w:r>
          </w:p>
        </w:tc>
        <w:tc>
          <w:tcPr>
            <w:tcW w:w="284" w:type="dxa"/>
          </w:tcPr>
          <w:p w14:paraId="0FECB13C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center"/>
          </w:tcPr>
          <w:p w14:paraId="0657F942" w14:textId="77777777" w:rsidR="004B22ED" w:rsidRPr="000D4CDC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</w:t>
            </w:r>
            <w:r w:rsidR="00717BA3">
              <w:rPr>
                <w:rFonts w:ascii="Angsana New" w:hAnsi="Angsana New"/>
                <w:sz w:val="29"/>
                <w:szCs w:val="29"/>
              </w:rPr>
              <w:t>140</w:t>
            </w:r>
          </w:p>
        </w:tc>
        <w:tc>
          <w:tcPr>
            <w:tcW w:w="284" w:type="dxa"/>
          </w:tcPr>
          <w:p w14:paraId="7801FDC3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7F712928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1,271</w:t>
            </w:r>
          </w:p>
        </w:tc>
      </w:tr>
      <w:tr w:rsidR="00E367AA" w:rsidRPr="000D4CDC" w14:paraId="7B2EB8FC" w14:textId="77777777" w:rsidTr="003B76BB">
        <w:tc>
          <w:tcPr>
            <w:tcW w:w="3528" w:type="dxa"/>
          </w:tcPr>
          <w:p w14:paraId="752671F0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16"/>
              <w:jc w:val="thaiDistribute"/>
              <w:rPr>
                <w:rFonts w:ascii="Angsana New" w:hAnsi="Angsana New"/>
                <w:sz w:val="29"/>
                <w:szCs w:val="29"/>
                <w:cs/>
              </w:rPr>
            </w:pPr>
            <w:r w:rsidRPr="000D4CDC">
              <w:rPr>
                <w:rFonts w:ascii="Angsana New" w:hAnsi="Angsana New"/>
                <w:sz w:val="29"/>
                <w:szCs w:val="29"/>
              </w:rPr>
              <w:t>-</w:t>
            </w:r>
            <w:r w:rsidRPr="000D4CDC">
              <w:rPr>
                <w:rFonts w:ascii="Angsana New" w:hAnsi="Angsana New"/>
                <w:sz w:val="29"/>
                <w:szCs w:val="29"/>
                <w:cs/>
              </w:rPr>
              <w:t xml:space="preserve">    สินทรัพย์ตราสารอนุพันธ์</w:t>
            </w:r>
          </w:p>
        </w:tc>
        <w:tc>
          <w:tcPr>
            <w:tcW w:w="1464" w:type="dxa"/>
            <w:shd w:val="clear" w:color="auto" w:fill="auto"/>
            <w:vAlign w:val="bottom"/>
          </w:tcPr>
          <w:p w14:paraId="5EEDF4BA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4" w:type="dxa"/>
          </w:tcPr>
          <w:p w14:paraId="69D27D2D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vAlign w:val="bottom"/>
          </w:tcPr>
          <w:p w14:paraId="4B191FFB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4" w:type="dxa"/>
          </w:tcPr>
          <w:p w14:paraId="1DECCAF5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2032ECA0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84" w:type="dxa"/>
          </w:tcPr>
          <w:p w14:paraId="5CAC84E0" w14:textId="77777777" w:rsidR="00E367AA" w:rsidRPr="000D4CDC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vAlign w:val="bottom"/>
          </w:tcPr>
          <w:p w14:paraId="61725B8A" w14:textId="77777777" w:rsidR="00E367AA" w:rsidRPr="00601052" w:rsidRDefault="00E367AA" w:rsidP="00E367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-</w:t>
            </w:r>
          </w:p>
        </w:tc>
      </w:tr>
      <w:tr w:rsidR="004B22ED" w:rsidRPr="000D4CDC" w14:paraId="3DC18418" w14:textId="77777777" w:rsidTr="004B22ED">
        <w:tc>
          <w:tcPr>
            <w:tcW w:w="3528" w:type="dxa"/>
          </w:tcPr>
          <w:p w14:paraId="4A7BA56A" w14:textId="77777777" w:rsidR="004B22ED" w:rsidRPr="000D4CDC" w:rsidRDefault="004B22ED" w:rsidP="00005750">
            <w:pPr>
              <w:rPr>
                <w:rFonts w:ascii="Angsana New" w:hAnsi="Angsana New"/>
                <w:sz w:val="29"/>
                <w:szCs w:val="29"/>
              </w:rPr>
            </w:pPr>
            <w:r w:rsidRPr="000D4CDC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4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85B5BE" w14:textId="77777777" w:rsidR="004B22ED" w:rsidRPr="000D4CDC" w:rsidRDefault="00DE2ECA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</w:t>
            </w:r>
            <w:r w:rsidR="00717BA3">
              <w:rPr>
                <w:rFonts w:ascii="Angsana New" w:hAnsi="Angsana New"/>
                <w:sz w:val="29"/>
                <w:szCs w:val="29"/>
              </w:rPr>
              <w:t>140</w:t>
            </w:r>
          </w:p>
        </w:tc>
        <w:tc>
          <w:tcPr>
            <w:tcW w:w="284" w:type="dxa"/>
          </w:tcPr>
          <w:p w14:paraId="1899F286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220" w:firstLine="344"/>
              <w:jc w:val="thaiDistribute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9B081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1,271</w:t>
            </w:r>
          </w:p>
        </w:tc>
        <w:tc>
          <w:tcPr>
            <w:tcW w:w="284" w:type="dxa"/>
          </w:tcPr>
          <w:p w14:paraId="59F53D0C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14:paraId="3033DCB0" w14:textId="77777777" w:rsidR="004B22ED" w:rsidRPr="000D4CDC" w:rsidRDefault="00503CF4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</w:t>
            </w:r>
            <w:r w:rsidR="00717BA3">
              <w:rPr>
                <w:rFonts w:ascii="Angsana New" w:hAnsi="Angsana New"/>
                <w:sz w:val="29"/>
                <w:szCs w:val="29"/>
              </w:rPr>
              <w:t>,140</w:t>
            </w:r>
          </w:p>
        </w:tc>
        <w:tc>
          <w:tcPr>
            <w:tcW w:w="284" w:type="dxa"/>
          </w:tcPr>
          <w:p w14:paraId="50A611EB" w14:textId="77777777" w:rsidR="004B22ED" w:rsidRPr="000D4CDC" w:rsidRDefault="004B22ED" w:rsidP="007A64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0A573D" w14:textId="77777777" w:rsidR="004B22ED" w:rsidRPr="000D4CDC" w:rsidRDefault="004B22ED" w:rsidP="007A64A7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0D4CDC">
              <w:rPr>
                <w:rFonts w:ascii="Angsana New" w:hAnsi="Angsana New"/>
                <w:sz w:val="29"/>
                <w:szCs w:val="29"/>
                <w:lang w:eastAsia="en-US"/>
              </w:rPr>
              <w:t>1,271</w:t>
            </w:r>
          </w:p>
        </w:tc>
      </w:tr>
    </w:tbl>
    <w:p w14:paraId="43F56AC1" w14:textId="77777777" w:rsidR="004B22ED" w:rsidRPr="000D4CDC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390D4661" w14:textId="77777777" w:rsidR="004B22ED" w:rsidRPr="000D4CDC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29"/>
          <w:szCs w:val="29"/>
        </w:rPr>
      </w:pPr>
      <w:r w:rsidRPr="000D4CDC">
        <w:rPr>
          <w:rFonts w:ascii="Angsana New" w:hAnsi="Angsana New"/>
          <w:sz w:val="29"/>
          <w:szCs w:val="29"/>
          <w:cs/>
        </w:rPr>
        <w:t xml:space="preserve">ณ วันที่ </w:t>
      </w:r>
      <w:r w:rsidR="00973668">
        <w:rPr>
          <w:rFonts w:ascii="Angsana New" w:hAnsi="Angsana New"/>
          <w:sz w:val="29"/>
          <w:szCs w:val="29"/>
        </w:rPr>
        <w:t>30</w:t>
      </w:r>
      <w:r w:rsidR="000B3F91">
        <w:rPr>
          <w:rFonts w:ascii="Angsana New" w:hAnsi="Angsana New" w:hint="cs"/>
          <w:sz w:val="29"/>
          <w:szCs w:val="29"/>
          <w:cs/>
        </w:rPr>
        <w:t xml:space="preserve"> มิถุนายน</w:t>
      </w:r>
      <w:r w:rsidR="00293037">
        <w:rPr>
          <w:rFonts w:ascii="Angsana New" w:hAnsi="Angsana New" w:hint="cs"/>
          <w:sz w:val="29"/>
          <w:szCs w:val="29"/>
          <w:cs/>
        </w:rPr>
        <w:t xml:space="preserve"> </w:t>
      </w:r>
      <w:r w:rsidRPr="000D4CDC">
        <w:rPr>
          <w:rFonts w:ascii="Angsana New" w:hAnsi="Angsana New"/>
          <w:sz w:val="29"/>
          <w:szCs w:val="29"/>
        </w:rPr>
        <w:t>2566</w:t>
      </w:r>
      <w:r w:rsidRPr="000D4CDC">
        <w:rPr>
          <w:rFonts w:ascii="Angsana New" w:hAnsi="Angsana New"/>
          <w:sz w:val="29"/>
          <w:szCs w:val="29"/>
          <w:cs/>
        </w:rPr>
        <w:t xml:space="preserve"> บริษัทย่อยสองแห่งมีผลขาดทุนสะสมทางภาษีรวมกันเป็นจำนวนเงินประมาณ</w:t>
      </w:r>
      <w:r w:rsidRPr="000D4CDC">
        <w:rPr>
          <w:rFonts w:ascii="Angsana New" w:hAnsi="Angsana New"/>
          <w:sz w:val="29"/>
          <w:szCs w:val="29"/>
        </w:rPr>
        <w:t xml:space="preserve"> </w:t>
      </w:r>
      <w:r w:rsidR="005D2830">
        <w:rPr>
          <w:rFonts w:ascii="Angsana New" w:hAnsi="Angsana New" w:hint="cs"/>
          <w:sz w:val="29"/>
          <w:szCs w:val="29"/>
          <w:cs/>
        </w:rPr>
        <w:t>30.1</w:t>
      </w:r>
      <w:r w:rsidRPr="000D4CDC">
        <w:rPr>
          <w:rFonts w:ascii="Angsana New" w:hAnsi="Angsana New"/>
          <w:sz w:val="29"/>
          <w:szCs w:val="29"/>
          <w:cs/>
        </w:rPr>
        <w:t xml:space="preserve"> ล้านบาทซึ่งสามารถใช้เป็นเครดิตภาษีได้ในระหว่างปี </w:t>
      </w:r>
      <w:r w:rsidR="00973668">
        <w:rPr>
          <w:rFonts w:ascii="Angsana New" w:hAnsi="Angsana New"/>
          <w:sz w:val="29"/>
          <w:szCs w:val="29"/>
        </w:rPr>
        <w:t>2566</w:t>
      </w:r>
      <w:r w:rsidRPr="000D4CDC">
        <w:rPr>
          <w:rFonts w:ascii="Angsana New" w:hAnsi="Angsana New"/>
          <w:sz w:val="29"/>
          <w:szCs w:val="29"/>
          <w:cs/>
        </w:rPr>
        <w:t xml:space="preserve"> จนถึงปี </w:t>
      </w:r>
      <w:r w:rsidR="00973668">
        <w:rPr>
          <w:rFonts w:ascii="Angsana New" w:hAnsi="Angsana New"/>
          <w:sz w:val="29"/>
          <w:szCs w:val="29"/>
        </w:rPr>
        <w:t>2571</w:t>
      </w:r>
    </w:p>
    <w:p w14:paraId="4D51D007" w14:textId="77777777" w:rsidR="004B22ED" w:rsidRPr="00AD74FE" w:rsidRDefault="004B22ED" w:rsidP="004B2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56A67FBF" w14:textId="77777777" w:rsidR="001D7C99" w:rsidRPr="000D4CDC" w:rsidRDefault="001D7C99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0D4CDC">
        <w:rPr>
          <w:rFonts w:ascii="Angsana New" w:hAnsi="Angsana New"/>
          <w:b/>
          <w:bCs/>
          <w:sz w:val="29"/>
          <w:szCs w:val="29"/>
          <w:cs/>
        </w:rPr>
        <w:t>ข้อมูลทางการเงินจำแนกตามส่วนงานดำเนินงาน</w:t>
      </w:r>
    </w:p>
    <w:p w14:paraId="4C7FAF1B" w14:textId="77777777" w:rsidR="001D7C99" w:rsidRPr="000D4CDC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p w14:paraId="596D8E27" w14:textId="77777777" w:rsidR="00696246" w:rsidRDefault="000D4CDC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29"/>
          <w:szCs w:val="29"/>
        </w:rPr>
      </w:pPr>
      <w:r w:rsidRPr="000D4CDC">
        <w:rPr>
          <w:rFonts w:ascii="Angsana New" w:hAnsi="Angsana New"/>
          <w:sz w:val="29"/>
          <w:szCs w:val="29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และบริษัทย่อย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บริษัทและบริษัทย่อยมีส่วนงานดำเนินงานหลัก (ซึ่งกำหนดจากส่วนงานที่รายงานเป็นการภายใน) ใน</w:t>
      </w:r>
      <w:r w:rsidRPr="000D4CDC">
        <w:rPr>
          <w:rFonts w:ascii="Angsana New" w:hAnsi="Angsana New"/>
          <w:spacing w:val="4"/>
          <w:sz w:val="29"/>
          <w:szCs w:val="29"/>
          <w:cs/>
        </w:rPr>
        <w:t xml:space="preserve">ปัจจุบันที่มีสัดส่วนเป็นสาระสำคัญสามส่วนงานคือ </w:t>
      </w:r>
      <w:r w:rsidRPr="000D4CDC">
        <w:rPr>
          <w:rFonts w:ascii="Angsana New" w:hAnsi="Angsana New"/>
          <w:spacing w:val="4"/>
          <w:sz w:val="29"/>
          <w:szCs w:val="29"/>
        </w:rPr>
        <w:t xml:space="preserve">(1) </w:t>
      </w:r>
      <w:r w:rsidRPr="000D4CDC">
        <w:rPr>
          <w:rFonts w:ascii="Angsana New" w:hAnsi="Angsana New"/>
          <w:spacing w:val="4"/>
          <w:sz w:val="29"/>
          <w:szCs w:val="29"/>
          <w:cs/>
        </w:rPr>
        <w:t>การขายอุปกรณ์และวัสดุสิ้นเปลือง (</w:t>
      </w:r>
      <w:r w:rsidRPr="000D4CDC">
        <w:rPr>
          <w:rFonts w:ascii="Angsana New" w:hAnsi="Angsana New"/>
          <w:spacing w:val="4"/>
          <w:sz w:val="29"/>
          <w:szCs w:val="29"/>
        </w:rPr>
        <w:t>2</w:t>
      </w:r>
      <w:r w:rsidRPr="000D4CDC">
        <w:rPr>
          <w:rFonts w:ascii="Angsana New" w:hAnsi="Angsana New"/>
          <w:spacing w:val="4"/>
          <w:sz w:val="29"/>
          <w:szCs w:val="29"/>
          <w:cs/>
        </w:rPr>
        <w:t>) การขายอุปกรณ์และเครื่องมือ</w:t>
      </w:r>
      <w:r w:rsidRPr="000D4CDC">
        <w:rPr>
          <w:rFonts w:ascii="Angsana New" w:hAnsi="Angsana New"/>
          <w:sz w:val="29"/>
          <w:szCs w:val="29"/>
          <w:cs/>
        </w:rPr>
        <w:t>ทางการแพทย์และ (</w:t>
      </w:r>
      <w:r w:rsidR="0026549A">
        <w:rPr>
          <w:rFonts w:ascii="Angsana New" w:hAnsi="Angsana New"/>
          <w:sz w:val="29"/>
          <w:szCs w:val="29"/>
        </w:rPr>
        <w:t>3</w:t>
      </w:r>
      <w:r w:rsidRPr="000D4CDC">
        <w:rPr>
          <w:rFonts w:ascii="Angsana New" w:hAnsi="Angsana New"/>
          <w:sz w:val="29"/>
          <w:szCs w:val="29"/>
          <w:cs/>
        </w:rPr>
        <w:t>) การให้บริการที่เกี่ยวกับการบริบาล บริษัทและบริษัทย่อยไม่มีรายการโอนระหว่างส่วนงาน</w:t>
      </w:r>
      <w:r w:rsidR="00293037">
        <w:rPr>
          <w:rFonts w:ascii="Angsana New" w:hAnsi="Angsana New" w:hint="cs"/>
          <w:sz w:val="29"/>
          <w:szCs w:val="29"/>
          <w:cs/>
        </w:rPr>
        <w:t>ที่มีนัยสำคัญ</w:t>
      </w:r>
      <w:r w:rsidRPr="000D4CDC">
        <w:rPr>
          <w:rFonts w:ascii="Angsana New" w:hAnsi="Angsana New"/>
          <w:sz w:val="29"/>
          <w:szCs w:val="29"/>
          <w:cs/>
        </w:rPr>
        <w:t xml:space="preserve">ยกเว้นการมีรายการระหว่างกันตามที่กล่าวในหมายเหตุ </w:t>
      </w:r>
      <w:r w:rsidRPr="000D4CDC">
        <w:rPr>
          <w:rFonts w:ascii="Angsana New" w:hAnsi="Angsana New"/>
          <w:sz w:val="29"/>
          <w:szCs w:val="29"/>
        </w:rPr>
        <w:t>3</w:t>
      </w:r>
      <w:r w:rsidRPr="000D4CDC">
        <w:rPr>
          <w:rFonts w:ascii="Angsana New" w:hAnsi="Angsana New"/>
          <w:sz w:val="29"/>
          <w:szCs w:val="29"/>
          <w:cs/>
        </w:rPr>
        <w:t xml:space="preserve"> นอกจากนี้ บริษัทและบริษัทย่อย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5AF344DC" w14:textId="47523A10" w:rsidR="00696246" w:rsidRPr="000732E9" w:rsidRDefault="00696246" w:rsidP="00696246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pacing w:val="4"/>
          <w:sz w:val="30"/>
          <w:szCs w:val="30"/>
        </w:rPr>
      </w:pP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lastRenderedPageBreak/>
        <w:t xml:space="preserve">ข้อมูลเกี่ยวกับส่วนงานดำเนินงานเชิงผลิตภัณฑ์สำหรับงวดหกเดือนสิ้นสุดวันที่ </w:t>
      </w:r>
      <w:r w:rsidR="0026549A">
        <w:rPr>
          <w:rFonts w:ascii="Angsana New" w:hAnsi="Angsana New"/>
          <w:i/>
          <w:iCs/>
          <w:spacing w:val="4"/>
          <w:sz w:val="30"/>
          <w:szCs w:val="30"/>
        </w:rPr>
        <w:t>30</w:t>
      </w: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มิถุนายน </w:t>
      </w:r>
      <w:r w:rsidRPr="000732E9">
        <w:rPr>
          <w:rFonts w:ascii="Angsana New" w:hAnsi="Angsana New"/>
          <w:i/>
          <w:iCs/>
          <w:spacing w:val="4"/>
          <w:sz w:val="30"/>
          <w:szCs w:val="30"/>
        </w:rPr>
        <w:t>2566</w:t>
      </w: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และ </w:t>
      </w:r>
      <w:r w:rsidRPr="000732E9">
        <w:rPr>
          <w:rFonts w:ascii="Angsana New" w:hAnsi="Angsana New"/>
          <w:i/>
          <w:iCs/>
          <w:spacing w:val="4"/>
          <w:sz w:val="30"/>
          <w:szCs w:val="30"/>
        </w:rPr>
        <w:t>2565</w:t>
      </w:r>
      <w:r w:rsidRPr="000732E9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ในงบการเงินรวมมีดังนี้</w:t>
      </w:r>
      <w:r w:rsidR="0067545E">
        <w:rPr>
          <w:rFonts w:ascii="Angsana New" w:hAnsi="Angsana New"/>
          <w:i/>
          <w:iCs/>
          <w:spacing w:val="4"/>
          <w:sz w:val="30"/>
          <w:szCs w:val="30"/>
        </w:rPr>
        <w:t>1</w:t>
      </w:r>
    </w:p>
    <w:p w14:paraId="41A58BD5" w14:textId="77777777" w:rsidR="00696246" w:rsidRPr="00486B8D" w:rsidRDefault="00696246" w:rsidP="00696246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-170" w:tblpY="154"/>
        <w:tblW w:w="10398" w:type="dxa"/>
        <w:tblLayout w:type="fixed"/>
        <w:tblLook w:val="0000" w:firstRow="0" w:lastRow="0" w:firstColumn="0" w:lastColumn="0" w:noHBand="0" w:noVBand="0"/>
      </w:tblPr>
      <w:tblGrid>
        <w:gridCol w:w="2275"/>
        <w:gridCol w:w="812"/>
        <w:gridCol w:w="238"/>
        <w:gridCol w:w="755"/>
        <w:gridCol w:w="243"/>
        <w:gridCol w:w="750"/>
        <w:gridCol w:w="238"/>
        <w:gridCol w:w="755"/>
        <w:gridCol w:w="284"/>
        <w:gridCol w:w="799"/>
        <w:gridCol w:w="237"/>
        <w:gridCol w:w="846"/>
        <w:gridCol w:w="285"/>
        <w:gridCol w:w="798"/>
        <w:gridCol w:w="262"/>
        <w:gridCol w:w="821"/>
      </w:tblGrid>
      <w:tr w:rsidR="00696246" w:rsidRPr="000732E9" w14:paraId="5DC790D5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06F2310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3" w:type="dxa"/>
            <w:gridSpan w:val="15"/>
          </w:tcPr>
          <w:p w14:paraId="14500B2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  <w:lang w:val="th-TH"/>
              </w:rPr>
              <w:t>พันบาท</w:t>
            </w:r>
          </w:p>
        </w:tc>
      </w:tr>
      <w:tr w:rsidR="00696246" w:rsidRPr="000732E9" w14:paraId="594659DC" w14:textId="77777777" w:rsidTr="0090336A">
        <w:trPr>
          <w:trHeight w:val="549"/>
        </w:trPr>
        <w:tc>
          <w:tcPr>
            <w:tcW w:w="2275" w:type="dxa"/>
            <w:vAlign w:val="bottom"/>
          </w:tcPr>
          <w:p w14:paraId="4C0C1CC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</w:tcBorders>
            <w:vAlign w:val="bottom"/>
          </w:tcPr>
          <w:p w14:paraId="07B929F5" w14:textId="77777777" w:rsidR="00486B8D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</w:t>
            </w:r>
          </w:p>
          <w:p w14:paraId="658B54C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วัสดุสิ้นเปลือง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center"/>
          </w:tcPr>
          <w:p w14:paraId="2D410A2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021B0" w14:textId="77777777" w:rsidR="00696246" w:rsidRPr="000732E9" w:rsidRDefault="00696246" w:rsidP="00486B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การขายอุปกรณ์และเครื่องมือทางการแพทย์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8891F6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882" w:type="dxa"/>
            <w:gridSpan w:val="3"/>
            <w:tcBorders>
              <w:top w:val="single" w:sz="4" w:space="0" w:color="auto"/>
            </w:tcBorders>
          </w:tcPr>
          <w:p w14:paraId="1F866A51" w14:textId="77777777" w:rsidR="00486B8D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การให้บริการที่เกี่ยวกับ</w:t>
            </w:r>
          </w:p>
          <w:p w14:paraId="02A96C3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การบริบาล</w:t>
            </w:r>
          </w:p>
        </w:tc>
        <w:tc>
          <w:tcPr>
            <w:tcW w:w="285" w:type="dxa"/>
            <w:tcBorders>
              <w:top w:val="single" w:sz="4" w:space="0" w:color="auto"/>
            </w:tcBorders>
          </w:tcPr>
          <w:p w14:paraId="38AA063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1" w:type="dxa"/>
            <w:gridSpan w:val="3"/>
            <w:tcBorders>
              <w:top w:val="single" w:sz="4" w:space="0" w:color="auto"/>
            </w:tcBorders>
          </w:tcPr>
          <w:p w14:paraId="6DBD9D0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0"/>
                <w:szCs w:val="20"/>
              </w:rPr>
            </w:pPr>
          </w:p>
          <w:p w14:paraId="1E3E5B6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รวม</w:t>
            </w:r>
          </w:p>
        </w:tc>
      </w:tr>
      <w:tr w:rsidR="00696246" w:rsidRPr="000732E9" w14:paraId="5EBF984C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7AF2310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</w:tcPr>
          <w:p w14:paraId="384FA6C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62BE9E1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45C3210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43" w:type="dxa"/>
            <w:vAlign w:val="bottom"/>
          </w:tcPr>
          <w:p w14:paraId="69D8145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14:paraId="219129E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5901EDD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single" w:sz="4" w:space="0" w:color="auto"/>
            </w:tcBorders>
          </w:tcPr>
          <w:p w14:paraId="3A0D55C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  <w:tc>
          <w:tcPr>
            <w:tcW w:w="284" w:type="dxa"/>
          </w:tcPr>
          <w:p w14:paraId="2CA0678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</w:tcPr>
          <w:p w14:paraId="20B023F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6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205FD17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6F3477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5</w:t>
            </w:r>
          </w:p>
        </w:tc>
        <w:tc>
          <w:tcPr>
            <w:tcW w:w="285" w:type="dxa"/>
          </w:tcPr>
          <w:p w14:paraId="0E09E23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14:paraId="2C38627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2566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0A25A30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14:paraId="60EC27C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2565</w:t>
            </w:r>
          </w:p>
        </w:tc>
      </w:tr>
      <w:tr w:rsidR="00DA0A40" w:rsidRPr="000732E9" w14:paraId="4D639732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7742779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</w:t>
            </w:r>
            <w:r w:rsidRPr="000732E9">
              <w:rPr>
                <w:rFonts w:ascii="Angsana New" w:hAnsi="Angsana New"/>
                <w:sz w:val="20"/>
                <w:szCs w:val="20"/>
              </w:rPr>
              <w:t xml:space="preserve"> 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8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F3EAB3" w14:textId="77777777" w:rsidR="00DA0A40" w:rsidRPr="000732E9" w:rsidRDefault="0062291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310,906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77FAA12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C5499" w14:textId="77777777" w:rsidR="00DA0A40" w:rsidRPr="000732E9" w:rsidRDefault="00DA0A40" w:rsidP="00D458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296,</w:t>
            </w:r>
            <w:r w:rsidR="00D45844" w:rsidRPr="000732E9">
              <w:rPr>
                <w:rFonts w:ascii="Angsana New" w:hAnsi="Angsana New"/>
                <w:sz w:val="20"/>
                <w:szCs w:val="20"/>
              </w:rPr>
              <w:t>251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936462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F08F5" w14:textId="77777777" w:rsidR="00DA0A40" w:rsidRPr="000732E9" w:rsidRDefault="0062291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21,592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71778C52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shd w:val="clear" w:color="auto" w:fill="auto"/>
            <w:vAlign w:val="bottom"/>
          </w:tcPr>
          <w:p w14:paraId="124F2685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10,615</w:t>
            </w:r>
          </w:p>
        </w:tc>
        <w:tc>
          <w:tcPr>
            <w:tcW w:w="284" w:type="dxa"/>
          </w:tcPr>
          <w:p w14:paraId="01857232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vAlign w:val="bottom"/>
          </w:tcPr>
          <w:p w14:paraId="777A8C47" w14:textId="77777777" w:rsidR="00DA0A40" w:rsidRPr="000732E9" w:rsidRDefault="0062291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4,033</w:t>
            </w:r>
          </w:p>
        </w:tc>
        <w:tc>
          <w:tcPr>
            <w:tcW w:w="237" w:type="dxa"/>
          </w:tcPr>
          <w:p w14:paraId="33646EC4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2EFA14AB" w14:textId="77777777" w:rsidR="00DA0A40" w:rsidRPr="000732E9" w:rsidRDefault="00DA0A40" w:rsidP="00DA0A4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0732E9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4AF7B831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620200" w14:textId="77777777" w:rsidR="00DA0A40" w:rsidRPr="000732E9" w:rsidRDefault="0062291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336,531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6F37770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3A01CA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30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6</w:t>
            </w:r>
            <w:r w:rsidRPr="000732E9">
              <w:rPr>
                <w:rFonts w:ascii="Angsana New" w:hAnsi="Angsana New"/>
                <w:sz w:val="20"/>
                <w:szCs w:val="20"/>
              </w:rPr>
              <w:t>,866</w:t>
            </w:r>
          </w:p>
        </w:tc>
      </w:tr>
      <w:tr w:rsidR="00DA0A40" w:rsidRPr="000732E9" w14:paraId="71D7A785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00AC39E7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35F323" w14:textId="77777777" w:rsidR="00DA0A40" w:rsidRPr="000732E9" w:rsidRDefault="0062291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(200,613</w:t>
            </w:r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2BD639A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ind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A2E0BD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(188,</w:t>
            </w:r>
            <w:r w:rsidR="00D45844" w:rsidRPr="000732E9">
              <w:rPr>
                <w:rFonts w:ascii="Angsana New" w:hAnsi="Angsana New"/>
                <w:sz w:val="20"/>
                <w:szCs w:val="20"/>
              </w:rPr>
              <w:t>199</w:t>
            </w:r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51948BAD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BF3D98" w14:textId="77777777" w:rsidR="00DA0A40" w:rsidRPr="000732E9" w:rsidRDefault="0062291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(12,087</w:t>
            </w:r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5AAD094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1087DF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proofErr w:type="gramStart"/>
            <w:r w:rsidRPr="000732E9">
              <w:rPr>
                <w:rFonts w:ascii="Angsana New" w:hAnsi="Angsana New"/>
                <w:sz w:val="20"/>
                <w:szCs w:val="20"/>
              </w:rPr>
              <w:t>(  6,502</w:t>
            </w:r>
            <w:proofErr w:type="gramEnd"/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84" w:type="dxa"/>
          </w:tcPr>
          <w:p w14:paraId="06394225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bottom w:val="single" w:sz="4" w:space="0" w:color="auto"/>
            </w:tcBorders>
            <w:vAlign w:val="bottom"/>
          </w:tcPr>
          <w:p w14:paraId="5DAB2788" w14:textId="77777777" w:rsidR="00DA0A40" w:rsidRPr="000732E9" w:rsidRDefault="0062291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(9,653</w:t>
            </w:r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0A187F0D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CEC5C0" w14:textId="77777777" w:rsidR="00DA0A40" w:rsidRPr="00C02125" w:rsidRDefault="00DA0A40" w:rsidP="00C02125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C02125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5F854126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2125F3" w14:textId="77777777" w:rsidR="00DA0A40" w:rsidRPr="000732E9" w:rsidRDefault="0062291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(222,353</w:t>
            </w:r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0B99846" w14:textId="77777777" w:rsidR="00DA0A40" w:rsidRPr="000732E9" w:rsidRDefault="00DA0A40" w:rsidP="006555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3635D" w14:textId="77777777" w:rsidR="00DA0A40" w:rsidRPr="000732E9" w:rsidRDefault="00DA0A4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(194,701)</w:t>
            </w:r>
          </w:p>
        </w:tc>
      </w:tr>
      <w:tr w:rsidR="00DA0A40" w:rsidRPr="000732E9" w14:paraId="07B39F05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7942971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ผลได้ (ขาดทุน) ตามส่วนงาน</w:t>
            </w: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AC5935" w14:textId="77777777" w:rsidR="00DA0A40" w:rsidRPr="000732E9" w:rsidRDefault="0062291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110,293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0E6EABF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C86679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108,052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40FF590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4C8BB4" w14:textId="77777777" w:rsidR="00DA0A40" w:rsidRPr="000732E9" w:rsidRDefault="0062291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9,505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A982B91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CC35D6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4,113</w:t>
            </w:r>
          </w:p>
        </w:tc>
        <w:tc>
          <w:tcPr>
            <w:tcW w:w="284" w:type="dxa"/>
          </w:tcPr>
          <w:p w14:paraId="173A3C9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344620" w14:textId="77777777" w:rsidR="00DA0A40" w:rsidRPr="000732E9" w:rsidRDefault="00622910" w:rsidP="00B54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(5,620</w:t>
            </w:r>
            <w:r w:rsidRPr="000732E9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237" w:type="dxa"/>
          </w:tcPr>
          <w:p w14:paraId="60731376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BE8DE7" w14:textId="77777777" w:rsidR="00DA0A40" w:rsidRPr="000732E9" w:rsidRDefault="00DA0A40" w:rsidP="00DA0A4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lang w:eastAsia="en-US"/>
              </w:rPr>
            </w:pPr>
            <w:r w:rsidRPr="000732E9">
              <w:rPr>
                <w:rFonts w:ascii="Angsana New" w:hAnsi="Angsana New"/>
                <w:lang w:eastAsia="en-US"/>
              </w:rPr>
              <w:t xml:space="preserve">          -</w:t>
            </w:r>
          </w:p>
        </w:tc>
        <w:tc>
          <w:tcPr>
            <w:tcW w:w="285" w:type="dxa"/>
          </w:tcPr>
          <w:p w14:paraId="5E56B04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B694ED" w14:textId="77777777" w:rsidR="00DA0A40" w:rsidRPr="000732E9" w:rsidRDefault="0062291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/>
                <w:sz w:val="20"/>
                <w:szCs w:val="20"/>
              </w:rPr>
              <w:t>114,178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D7C13D9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125E2D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112,165</w:t>
            </w:r>
          </w:p>
        </w:tc>
      </w:tr>
      <w:tr w:rsidR="00696246" w:rsidRPr="000732E9" w14:paraId="3089786E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10E83EE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บวก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รายได้ที่ไม่ได้ปันส่วน</w:t>
            </w: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38C23E0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ED31E3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5439EA6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4CE18E5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14:paraId="041F5AA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1E6975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double" w:sz="4" w:space="0" w:color="auto"/>
            </w:tcBorders>
            <w:vAlign w:val="bottom"/>
          </w:tcPr>
          <w:p w14:paraId="464874B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4B26C5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double" w:sz="4" w:space="0" w:color="auto"/>
            </w:tcBorders>
          </w:tcPr>
          <w:p w14:paraId="2BF339F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2D03BC4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double" w:sz="4" w:space="0" w:color="auto"/>
            </w:tcBorders>
          </w:tcPr>
          <w:p w14:paraId="035BD4A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4FAD09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5521A964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highlight w:val="yellow"/>
              </w:rPr>
            </w:pPr>
          </w:p>
        </w:tc>
        <w:tc>
          <w:tcPr>
            <w:tcW w:w="262" w:type="dxa"/>
            <w:vAlign w:val="bottom"/>
          </w:tcPr>
          <w:p w14:paraId="076C4E8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10C50E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96246" w:rsidRPr="000732E9" w14:paraId="1743DAAA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24DDCFC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812" w:type="dxa"/>
            <w:vAlign w:val="bottom"/>
          </w:tcPr>
          <w:p w14:paraId="6C77F70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514BBDA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61B8674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7A5F931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3F9ADA4F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32B5D367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047BF3E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2249BF50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023D2F57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004DD6D4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45373BAA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72F8BF84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4BD827EF" w14:textId="497DED4B" w:rsidR="00696246" w:rsidRPr="000732E9" w:rsidRDefault="001F1D20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1F1D20">
              <w:rPr>
                <w:rFonts w:ascii="Angsana New" w:hAnsi="Angsana New"/>
                <w:sz w:val="20"/>
                <w:szCs w:val="20"/>
              </w:rPr>
              <w:t>603</w:t>
            </w:r>
          </w:p>
        </w:tc>
        <w:tc>
          <w:tcPr>
            <w:tcW w:w="262" w:type="dxa"/>
            <w:vAlign w:val="bottom"/>
          </w:tcPr>
          <w:p w14:paraId="3E80D4C4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F6F2DFB" w14:textId="77777777" w:rsidR="00696246" w:rsidRPr="000732E9" w:rsidRDefault="00696246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1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,243</w:t>
            </w:r>
          </w:p>
        </w:tc>
      </w:tr>
      <w:tr w:rsidR="00DA0A40" w:rsidRPr="000732E9" w14:paraId="7DF1CE97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21287590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กำไรจากอัตราแลกเปลี่ยน</w:t>
            </w:r>
          </w:p>
        </w:tc>
        <w:tc>
          <w:tcPr>
            <w:tcW w:w="812" w:type="dxa"/>
            <w:vAlign w:val="bottom"/>
          </w:tcPr>
          <w:p w14:paraId="2832EBEE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4491E267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BA75433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4D55E6A4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37E11AB" w14:textId="77777777" w:rsidR="00DA0A40" w:rsidRPr="000732E9" w:rsidRDefault="00DA0A40" w:rsidP="00DA0A4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4678C322" w14:textId="77777777" w:rsidR="00DA0A40" w:rsidRPr="000732E9" w:rsidRDefault="00DA0A40" w:rsidP="00DA0A4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55" w:type="dxa"/>
            <w:vAlign w:val="bottom"/>
          </w:tcPr>
          <w:p w14:paraId="21E2CC7D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14CBA8C9" w14:textId="77777777" w:rsidR="00DA0A40" w:rsidRPr="000732E9" w:rsidRDefault="00DA0A40" w:rsidP="00DA0A4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9" w:type="dxa"/>
          </w:tcPr>
          <w:p w14:paraId="6416E489" w14:textId="77777777" w:rsidR="00DA0A40" w:rsidRPr="000732E9" w:rsidRDefault="00DA0A40" w:rsidP="00DA0A4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" w:type="dxa"/>
          </w:tcPr>
          <w:p w14:paraId="5D4A3A7A" w14:textId="77777777" w:rsidR="00DA0A40" w:rsidRPr="000732E9" w:rsidRDefault="00DA0A40" w:rsidP="00DA0A4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6" w:type="dxa"/>
          </w:tcPr>
          <w:p w14:paraId="03B24AF1" w14:textId="77777777" w:rsidR="00DA0A40" w:rsidRPr="000732E9" w:rsidRDefault="00DA0A40" w:rsidP="00DA0A4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85" w:type="dxa"/>
          </w:tcPr>
          <w:p w14:paraId="69F1B340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787684D3" w14:textId="04F40EF8" w:rsidR="00DA0A40" w:rsidRPr="000732E9" w:rsidRDefault="001F1D2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2</w:t>
            </w:r>
            <w:r>
              <w:rPr>
                <w:rFonts w:ascii="Angsana New" w:hAnsi="Angsana New"/>
                <w:sz w:val="20"/>
                <w:szCs w:val="20"/>
              </w:rPr>
              <w:t>,613</w:t>
            </w:r>
          </w:p>
        </w:tc>
        <w:tc>
          <w:tcPr>
            <w:tcW w:w="262" w:type="dxa"/>
            <w:vAlign w:val="bottom"/>
          </w:tcPr>
          <w:p w14:paraId="75D2860A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286D2359" w14:textId="77777777" w:rsidR="00DA0A40" w:rsidRPr="000732E9" w:rsidRDefault="00DA0A40" w:rsidP="00DA0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15</w:t>
            </w:r>
          </w:p>
        </w:tc>
      </w:tr>
      <w:tr w:rsidR="00696246" w:rsidRPr="000732E9" w14:paraId="6EC730E8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408F7F1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u w:val="single"/>
                <w:cs/>
              </w:rPr>
              <w:t>หัก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812" w:type="dxa"/>
            <w:vAlign w:val="bottom"/>
          </w:tcPr>
          <w:p w14:paraId="5C0ADE6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8" w:type="dxa"/>
          </w:tcPr>
          <w:p w14:paraId="28041CB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40CDA05F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B8E2FD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8CDD79F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BD5AF0C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2FA959B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EE3B313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059A177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19942999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640CA47A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540ECA9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vAlign w:val="bottom"/>
          </w:tcPr>
          <w:p w14:paraId="567FD14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2" w:type="dxa"/>
            <w:vAlign w:val="bottom"/>
          </w:tcPr>
          <w:p w14:paraId="008BC43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0CF359C2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696246" w:rsidRPr="000732E9" w14:paraId="4A8325D8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6AAC19E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- ต้นทุนในการจัดจำหน่าย</w:t>
            </w:r>
          </w:p>
        </w:tc>
        <w:tc>
          <w:tcPr>
            <w:tcW w:w="812" w:type="dxa"/>
          </w:tcPr>
          <w:p w14:paraId="676B48A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9CFFBC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FBB0F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04C147E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05F13887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21235F6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FACEA91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7AFB278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7A5E4762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DE577BC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372F27F6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71CD8D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18B78D18" w14:textId="77777777" w:rsidR="00696246" w:rsidRPr="000732E9" w:rsidRDefault="00622910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43,728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262" w:type="dxa"/>
            <w:vAlign w:val="bottom"/>
          </w:tcPr>
          <w:p w14:paraId="54AC9527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BE2E549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47,612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4AF53EE7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244FA0E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812" w:type="dxa"/>
          </w:tcPr>
          <w:p w14:paraId="1DDD1BD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46827B2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16BB2B7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257E17D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7166719E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0221AFAA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15CCA92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3FD43DA0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C4CF3E6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3F35910D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50A790B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7DD23BE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vAlign w:val="bottom"/>
          </w:tcPr>
          <w:p w14:paraId="055069B5" w14:textId="77777777" w:rsidR="00696246" w:rsidRPr="000732E9" w:rsidRDefault="00622910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>57,695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262" w:type="dxa"/>
            <w:vAlign w:val="bottom"/>
          </w:tcPr>
          <w:p w14:paraId="78F3EA24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406A596B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50,854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7BD8E0A3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3D7B066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12" w:type="dxa"/>
          </w:tcPr>
          <w:p w14:paraId="33B05E47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01D95A0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5A01C7B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157478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C5F67D8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531FC1F4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04608A7B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6AD4630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406A4713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835811D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47A70DE0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6ECC2A21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29793970" w14:textId="77777777" w:rsidR="00696246" w:rsidRPr="000732E9" w:rsidRDefault="00622910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 xml:space="preserve">  7,089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262" w:type="dxa"/>
            <w:vAlign w:val="bottom"/>
          </w:tcPr>
          <w:p w14:paraId="2A9D447F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6E598890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2,858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3EBFD479" w14:textId="77777777" w:rsidTr="0090336A">
        <w:trPr>
          <w:trHeight w:val="549"/>
        </w:trPr>
        <w:tc>
          <w:tcPr>
            <w:tcW w:w="3325" w:type="dxa"/>
            <w:gridSpan w:val="3"/>
            <w:vAlign w:val="bottom"/>
          </w:tcPr>
          <w:p w14:paraId="4A2ED5CF" w14:textId="77777777" w:rsidR="000732E9" w:rsidRDefault="00696246" w:rsidP="00914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 w:right="-321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กลับรายการขาดทุน (ขาดทุน) จากการด้อยค่า</w:t>
            </w:r>
          </w:p>
          <w:p w14:paraId="01CD4523" w14:textId="77777777" w:rsidR="00696246" w:rsidRPr="000732E9" w:rsidRDefault="00696246" w:rsidP="00914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 w:right="-591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ของลูกหนี้การค้า</w:t>
            </w:r>
          </w:p>
        </w:tc>
        <w:tc>
          <w:tcPr>
            <w:tcW w:w="755" w:type="dxa"/>
            <w:vAlign w:val="bottom"/>
          </w:tcPr>
          <w:p w14:paraId="3AE20883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43" w:type="dxa"/>
            <w:vAlign w:val="bottom"/>
          </w:tcPr>
          <w:p w14:paraId="0C6D574C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9BAB096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6A154A40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  <w:vAlign w:val="bottom"/>
          </w:tcPr>
          <w:p w14:paraId="4DCE585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001FA1FB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5895B947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2F1C140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0F8F57B2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0923F7E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43EAE250" w14:textId="77777777" w:rsidR="00696246" w:rsidRPr="000732E9" w:rsidRDefault="00622910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468</w:t>
            </w:r>
          </w:p>
        </w:tc>
        <w:tc>
          <w:tcPr>
            <w:tcW w:w="262" w:type="dxa"/>
            <w:vAlign w:val="bottom"/>
          </w:tcPr>
          <w:p w14:paraId="24F8FF24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7F60C704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4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0BF88EB6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6046EEB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 xml:space="preserve">- 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 xml:space="preserve">ค่าใช้จ่ายภาษีเงินได้ </w:t>
            </w:r>
          </w:p>
        </w:tc>
        <w:tc>
          <w:tcPr>
            <w:tcW w:w="812" w:type="dxa"/>
          </w:tcPr>
          <w:p w14:paraId="1C40A445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76EAB0F9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4942C5B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6376681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084FE32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19189FF4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60BD1AAC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51B519D1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2BAC3EE5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09F5941D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2D3FC380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023BCA5D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798" w:type="dxa"/>
            <w:shd w:val="clear" w:color="auto" w:fill="auto"/>
            <w:vAlign w:val="bottom"/>
          </w:tcPr>
          <w:p w14:paraId="4ACF027D" w14:textId="77777777" w:rsidR="00696246" w:rsidRPr="000732E9" w:rsidRDefault="00622910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>
              <w:rPr>
                <w:rFonts w:ascii="Angsana New" w:hAnsi="Angsana New"/>
                <w:sz w:val="20"/>
                <w:szCs w:val="20"/>
              </w:rPr>
              <w:t xml:space="preserve">  7,</w:t>
            </w:r>
            <w:r w:rsidR="00AD5794">
              <w:rPr>
                <w:rFonts w:ascii="Angsana New" w:hAnsi="Angsana New" w:hint="cs"/>
                <w:sz w:val="20"/>
                <w:szCs w:val="20"/>
                <w:cs/>
              </w:rPr>
              <w:t>054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  <w:tc>
          <w:tcPr>
            <w:tcW w:w="262" w:type="dxa"/>
            <w:vAlign w:val="bottom"/>
          </w:tcPr>
          <w:p w14:paraId="029F51CE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 w:right="-1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vAlign w:val="bottom"/>
          </w:tcPr>
          <w:p w14:paraId="3511EE87" w14:textId="77777777" w:rsidR="00696246" w:rsidRPr="000732E9" w:rsidRDefault="00696246" w:rsidP="004711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 w:right="-1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(</w:t>
            </w:r>
            <w:r w:rsidR="00DA0A40" w:rsidRPr="000732E9">
              <w:rPr>
                <w:rFonts w:ascii="Angsana New" w:hAnsi="Angsana New"/>
                <w:sz w:val="20"/>
                <w:szCs w:val="20"/>
              </w:rPr>
              <w:t>2,715</w:t>
            </w:r>
            <w:r w:rsidRPr="000732E9">
              <w:rPr>
                <w:rFonts w:ascii="Angsana New" w:hAnsi="Angsana New"/>
                <w:sz w:val="20"/>
                <w:szCs w:val="20"/>
                <w:cs/>
              </w:rPr>
              <w:t>)</w:t>
            </w:r>
          </w:p>
        </w:tc>
      </w:tr>
      <w:tr w:rsidR="00696246" w:rsidRPr="000732E9" w14:paraId="69F64AC1" w14:textId="77777777" w:rsidTr="0090336A">
        <w:trPr>
          <w:trHeight w:val="274"/>
        </w:trPr>
        <w:tc>
          <w:tcPr>
            <w:tcW w:w="2275" w:type="dxa"/>
            <w:vAlign w:val="bottom"/>
          </w:tcPr>
          <w:p w14:paraId="5987822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  <w:cs/>
              </w:rPr>
              <w:t>กำไรสำหรับงวด</w:t>
            </w:r>
          </w:p>
        </w:tc>
        <w:tc>
          <w:tcPr>
            <w:tcW w:w="812" w:type="dxa"/>
          </w:tcPr>
          <w:p w14:paraId="3E9A030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57378CA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9EDB54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43" w:type="dxa"/>
            <w:vAlign w:val="bottom"/>
          </w:tcPr>
          <w:p w14:paraId="1F501ABE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0" w:type="dxa"/>
          </w:tcPr>
          <w:p w14:paraId="5F1EBC78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8" w:type="dxa"/>
          </w:tcPr>
          <w:p w14:paraId="39313271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55" w:type="dxa"/>
          </w:tcPr>
          <w:p w14:paraId="2F68F3A4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4" w:type="dxa"/>
          </w:tcPr>
          <w:p w14:paraId="6857A534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9" w:type="dxa"/>
          </w:tcPr>
          <w:p w14:paraId="0569B8CD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7" w:type="dxa"/>
          </w:tcPr>
          <w:p w14:paraId="43E33C15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6" w:type="dxa"/>
          </w:tcPr>
          <w:p w14:paraId="7F84C086" w14:textId="77777777" w:rsidR="00696246" w:rsidRPr="000732E9" w:rsidRDefault="00696246" w:rsidP="00005750">
            <w:pPr>
              <w:pStyle w:val="25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85" w:type="dxa"/>
          </w:tcPr>
          <w:p w14:paraId="22DADF26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AF820E" w14:textId="77777777" w:rsidR="00696246" w:rsidRPr="000732E9" w:rsidRDefault="004361D2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>2</w:t>
            </w:r>
            <w:r>
              <w:rPr>
                <w:rFonts w:ascii="Angsana New" w:hAnsi="Angsana New"/>
                <w:sz w:val="20"/>
                <w:szCs w:val="20"/>
              </w:rPr>
              <w:t>,314</w:t>
            </w:r>
          </w:p>
        </w:tc>
        <w:tc>
          <w:tcPr>
            <w:tcW w:w="262" w:type="dxa"/>
            <w:vAlign w:val="bottom"/>
          </w:tcPr>
          <w:p w14:paraId="051D3758" w14:textId="77777777" w:rsidR="00696246" w:rsidRPr="000732E9" w:rsidRDefault="00696246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E0DFCB" w14:textId="77777777" w:rsidR="00696246" w:rsidRPr="000732E9" w:rsidRDefault="00DA0A40" w:rsidP="000057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0"/>
                <w:szCs w:val="20"/>
                <w:cs/>
              </w:rPr>
            </w:pPr>
            <w:r w:rsidRPr="000732E9">
              <w:rPr>
                <w:rFonts w:ascii="Angsana New" w:hAnsi="Angsana New"/>
                <w:sz w:val="20"/>
                <w:szCs w:val="20"/>
              </w:rPr>
              <w:t>9,380</w:t>
            </w:r>
          </w:p>
        </w:tc>
      </w:tr>
    </w:tbl>
    <w:p w14:paraId="289ED06A" w14:textId="77777777" w:rsidR="00E14AFD" w:rsidRPr="00486B8D" w:rsidRDefault="00E14AFD" w:rsidP="006962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FAE4779" w14:textId="77777777" w:rsidR="00A9540C" w:rsidRPr="006A1538" w:rsidRDefault="00A9540C" w:rsidP="00A9540C">
      <w:pPr>
        <w:pStyle w:val="a8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ข้อมูลเกี่ยวกับส่วนงานดำเนินงานเชิงภูมิศาสตร์สำหรับงวด</w:t>
      </w:r>
      <w:r w:rsidR="00837A8A" w:rsidRPr="006A1538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</w:t>
      </w:r>
      <w:r w:rsidRPr="006A1538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เดือน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C115D1">
        <w:rPr>
          <w:rFonts w:ascii="Angsana New" w:hAnsi="Angsana New"/>
          <w:b w:val="0"/>
          <w:bCs w:val="0"/>
          <w:i/>
          <w:iCs/>
          <w:sz w:val="30"/>
          <w:szCs w:val="30"/>
        </w:rPr>
        <w:t>30</w:t>
      </w:r>
      <w:r w:rsidR="00837A8A" w:rsidRPr="006A1538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มิถุนายน</w:t>
      </w:r>
      <w:r w:rsidR="00F03839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6A1538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</w:p>
    <w:p w14:paraId="0BF8EC6A" w14:textId="77777777" w:rsidR="00A9540C" w:rsidRPr="006A1538" w:rsidRDefault="00A9540C" w:rsidP="00A9540C">
      <w:pPr>
        <w:rPr>
          <w:rFonts w:ascii="Angsana New" w:hAnsi="Angsana New"/>
          <w:sz w:val="30"/>
          <w:szCs w:val="30"/>
        </w:rPr>
      </w:pPr>
    </w:p>
    <w:p w14:paraId="679250EF" w14:textId="77777777" w:rsidR="00A9540C" w:rsidRPr="006A1538" w:rsidRDefault="00A9540C" w:rsidP="00A9540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A1538">
        <w:rPr>
          <w:rFonts w:ascii="Angsana New" w:hAnsi="Angsana New" w:hint="cs"/>
          <w:sz w:val="30"/>
          <w:szCs w:val="30"/>
          <w:cs/>
        </w:rPr>
        <w:t>กลุ่มบริษัทดำเนินธุรกิจในส่วนงานเชิงภูมิศาสตร์เดียวคือ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14:paraId="7337C407" w14:textId="77777777" w:rsidR="00A9540C" w:rsidRPr="006A1538" w:rsidRDefault="00A9540C" w:rsidP="00A954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3D682D44" w14:textId="77777777" w:rsidR="00A9540C" w:rsidRPr="006A1538" w:rsidRDefault="00A9540C" w:rsidP="00A9540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6A1538">
        <w:rPr>
          <w:rFonts w:ascii="Angsana New" w:hAnsi="Angsana New" w:hint="cs"/>
          <w:sz w:val="30"/>
          <w:szCs w:val="30"/>
          <w:cs/>
        </w:rPr>
        <w:t>กลุ่ม</w:t>
      </w:r>
      <w:r w:rsidRPr="006A1538">
        <w:rPr>
          <w:rFonts w:ascii="Angsana New" w:hAnsi="Angsana New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14:paraId="609D52C2" w14:textId="77777777" w:rsidR="00A9540C" w:rsidRPr="006A1538" w:rsidRDefault="00A9540C" w:rsidP="00A954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E7CBA24" w14:textId="77777777" w:rsidR="00A9540C" w:rsidRPr="0016714C" w:rsidRDefault="00A9540C" w:rsidP="0016714C">
      <w:pPr>
        <w:pStyle w:val="a8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6714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10 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ของยอดรายการค้ารวม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) </w:t>
      </w:r>
      <w:r w:rsidRPr="0016714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งวด</w:t>
      </w:r>
      <w:r w:rsidR="0016714C" w:rsidRPr="006A1538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หกเดือน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C115D1">
        <w:rPr>
          <w:rFonts w:ascii="Angsana New" w:hAnsi="Angsana New"/>
          <w:b w:val="0"/>
          <w:bCs w:val="0"/>
          <w:i/>
          <w:iCs/>
          <w:sz w:val="30"/>
          <w:szCs w:val="30"/>
        </w:rPr>
        <w:t>30</w:t>
      </w:r>
      <w:r w:rsidR="0016714C" w:rsidRPr="006A1538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มิถุนายน</w:t>
      </w:r>
      <w:r w:rsidR="00F03839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</w:rPr>
        <w:t>2566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="0016714C" w:rsidRPr="006A1538">
        <w:rPr>
          <w:rFonts w:ascii="Angsana New" w:hAnsi="Angsana New"/>
          <w:b w:val="0"/>
          <w:bCs w:val="0"/>
          <w:i/>
          <w:iCs/>
          <w:sz w:val="30"/>
          <w:szCs w:val="30"/>
        </w:rPr>
        <w:t>2565</w:t>
      </w:r>
    </w:p>
    <w:p w14:paraId="61FDAC80" w14:textId="77777777" w:rsidR="00A9540C" w:rsidRPr="006A1538" w:rsidRDefault="00A9540C" w:rsidP="00A9540C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CF97E5" w14:textId="77777777" w:rsidR="00A9540C" w:rsidRPr="006A1538" w:rsidRDefault="00A9540C" w:rsidP="00A954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6A1538">
        <w:rPr>
          <w:rFonts w:ascii="Angsana New" w:hAnsi="Angsana New" w:hint="cs"/>
          <w:sz w:val="30"/>
          <w:szCs w:val="30"/>
          <w:cs/>
        </w:rPr>
        <w:t>กลุ่ม</w:t>
      </w:r>
      <w:r w:rsidRPr="006A1538">
        <w:rPr>
          <w:rFonts w:ascii="Angsana New" w:hAnsi="Angsana New"/>
          <w:sz w:val="30"/>
          <w:szCs w:val="30"/>
          <w:cs/>
        </w:rPr>
        <w:t>บริษัทไม่มีลูกค้ารายใหญ่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14:paraId="46030D86" w14:textId="77777777" w:rsidR="00A9540C" w:rsidRPr="00131199" w:rsidRDefault="00A9540C" w:rsidP="00A9540C">
      <w:pPr>
        <w:rPr>
          <w:rFonts w:ascii="Angsana New" w:hAnsi="Angsana New"/>
          <w:sz w:val="30"/>
          <w:szCs w:val="30"/>
        </w:rPr>
      </w:pPr>
    </w:p>
    <w:p w14:paraId="7E2AA5A4" w14:textId="77777777" w:rsidR="006A1538" w:rsidRDefault="006A15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9"/>
          <w:szCs w:val="29"/>
          <w:cs/>
        </w:rPr>
      </w:pPr>
      <w:r>
        <w:rPr>
          <w:rFonts w:ascii="Angsana New" w:hAnsi="Angsana New"/>
          <w:b/>
          <w:bCs/>
          <w:sz w:val="29"/>
          <w:szCs w:val="29"/>
          <w:cs/>
        </w:rPr>
        <w:br w:type="page"/>
      </w:r>
    </w:p>
    <w:p w14:paraId="45218E39" w14:textId="77777777" w:rsidR="00571E58" w:rsidRPr="002C7AB4" w:rsidRDefault="00571E58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9"/>
          <w:szCs w:val="29"/>
        </w:rPr>
      </w:pPr>
      <w:r w:rsidRPr="002C7AB4">
        <w:rPr>
          <w:rFonts w:ascii="Angsana New" w:hAnsi="Angsana New" w:hint="cs"/>
          <w:b/>
          <w:bCs/>
          <w:sz w:val="29"/>
          <w:szCs w:val="29"/>
          <w:cs/>
        </w:rPr>
        <w:lastRenderedPageBreak/>
        <w:t>กำไรต่อหุ้น</w:t>
      </w:r>
    </w:p>
    <w:p w14:paraId="3359EE1C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1C107400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 w:rsidRPr="00CE090E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14:paraId="3E3EF6F2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14:paraId="10947EAE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E090E">
        <w:rPr>
          <w:rFonts w:ascii="Angsana New" w:hAnsi="Angsana New"/>
          <w:sz w:val="30"/>
          <w:szCs w:val="30"/>
          <w:cs/>
        </w:rPr>
        <w:t>กำไรต่อหุ้นขั้นพื้นฐานสำหรับงวดสามเดือน</w:t>
      </w:r>
      <w:r w:rsidRPr="00CE090E">
        <w:rPr>
          <w:rFonts w:ascii="Angsana New" w:hAnsi="Angsana New" w:hint="cs"/>
          <w:sz w:val="30"/>
          <w:szCs w:val="30"/>
          <w:cs/>
        </w:rPr>
        <w:t>และหกเดือน</w:t>
      </w:r>
      <w:r w:rsidRPr="00CE090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C115D1">
        <w:rPr>
          <w:rFonts w:ascii="Angsana New" w:hAnsi="Angsana New"/>
          <w:sz w:val="30"/>
          <w:szCs w:val="30"/>
        </w:rPr>
        <w:t>30</w:t>
      </w:r>
      <w:r w:rsidR="00F03839">
        <w:rPr>
          <w:rFonts w:ascii="Angsana New" w:hAnsi="Angsana New" w:hint="cs"/>
          <w:sz w:val="30"/>
          <w:szCs w:val="30"/>
          <w:cs/>
        </w:rPr>
        <w:t xml:space="preserve"> </w:t>
      </w:r>
      <w:r w:rsidRPr="00CE090E">
        <w:rPr>
          <w:rFonts w:ascii="Angsana New" w:hAnsi="Angsana New" w:hint="cs"/>
          <w:sz w:val="30"/>
          <w:szCs w:val="30"/>
          <w:cs/>
        </w:rPr>
        <w:t>มิถุนายน</w:t>
      </w:r>
      <w:r w:rsidR="00F03839">
        <w:rPr>
          <w:rFonts w:ascii="Angsana New" w:hAnsi="Angsana New" w:hint="cs"/>
          <w:sz w:val="30"/>
          <w:szCs w:val="30"/>
          <w:cs/>
        </w:rPr>
        <w:t xml:space="preserve"> </w:t>
      </w:r>
      <w:r w:rsidR="00C115D1">
        <w:rPr>
          <w:rFonts w:ascii="Angsana New" w:hAnsi="Angsana New"/>
          <w:sz w:val="30"/>
          <w:szCs w:val="30"/>
        </w:rPr>
        <w:t>2566</w:t>
      </w:r>
      <w:r w:rsidR="002E28C2">
        <w:rPr>
          <w:rFonts w:ascii="Angsana New" w:hAnsi="Angsana New"/>
          <w:sz w:val="30"/>
          <w:szCs w:val="30"/>
          <w:cs/>
        </w:rPr>
        <w:t xml:space="preserve"> และ </w:t>
      </w:r>
      <w:r w:rsidR="00C115D1">
        <w:rPr>
          <w:rFonts w:ascii="Angsana New" w:hAnsi="Angsana New"/>
          <w:sz w:val="30"/>
          <w:szCs w:val="30"/>
        </w:rPr>
        <w:t>2565</w:t>
      </w:r>
      <w:r w:rsidRPr="00CE090E">
        <w:rPr>
          <w:rFonts w:ascii="Angsana New" w:hAnsi="Angsana New"/>
          <w:sz w:val="30"/>
          <w:szCs w:val="30"/>
          <w:cs/>
        </w:rPr>
        <w:t xml:space="preserve"> คำนวณโดยการหารกำไรสำหรับงวด</w:t>
      </w:r>
      <w:r w:rsidR="006A4D03"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ด้วยจำนวนถัวเฉลี่ยถ่วงน้ำหนักของหุ้นสามัญที่ออกในระหว่างงวดซึ่งแสดงการคำนวณ</w:t>
      </w:r>
      <w:r w:rsidRPr="00CE090E">
        <w:rPr>
          <w:rFonts w:ascii="Angsana New" w:hAnsi="Angsana New" w:hint="cs"/>
          <w:sz w:val="30"/>
          <w:szCs w:val="30"/>
          <w:cs/>
        </w:rPr>
        <w:t>ได้</w:t>
      </w:r>
      <w:r w:rsidRPr="00CE090E">
        <w:rPr>
          <w:rFonts w:ascii="Angsana New" w:hAnsi="Angsana New"/>
          <w:sz w:val="30"/>
          <w:szCs w:val="30"/>
          <w:cs/>
        </w:rPr>
        <w:t>ดังนี้</w:t>
      </w:r>
    </w:p>
    <w:p w14:paraId="2BCC87BE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3936"/>
        <w:gridCol w:w="1212"/>
        <w:gridCol w:w="284"/>
        <w:gridCol w:w="1276"/>
        <w:gridCol w:w="283"/>
        <w:gridCol w:w="1276"/>
        <w:gridCol w:w="283"/>
        <w:gridCol w:w="1215"/>
      </w:tblGrid>
      <w:tr w:rsidR="003F0226" w:rsidRPr="00CE090E" w14:paraId="5A78CDA7" w14:textId="77777777" w:rsidTr="008439B3">
        <w:tc>
          <w:tcPr>
            <w:tcW w:w="3936" w:type="dxa"/>
            <w:vAlign w:val="bottom"/>
          </w:tcPr>
          <w:p w14:paraId="60805625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2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675A647" w14:textId="77777777"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สาม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14:paraId="01A08076" w14:textId="77777777" w:rsidTr="008439B3">
        <w:tc>
          <w:tcPr>
            <w:tcW w:w="3936" w:type="dxa"/>
            <w:vAlign w:val="bottom"/>
          </w:tcPr>
          <w:p w14:paraId="67767408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7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4E341E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1323B3D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1772EB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F0226" w:rsidRPr="00CE090E" w14:paraId="166E57EF" w14:textId="77777777" w:rsidTr="008439B3">
        <w:tc>
          <w:tcPr>
            <w:tcW w:w="3936" w:type="dxa"/>
            <w:vAlign w:val="bottom"/>
          </w:tcPr>
          <w:p w14:paraId="056CCF3D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71C9F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 w:rsidR="008439B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284" w:type="dxa"/>
          </w:tcPr>
          <w:p w14:paraId="3AF1CD59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95F91CB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 w:rsidR="008439B3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</w:tcPr>
          <w:p w14:paraId="1268F702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FD8CE88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 w:rsidR="008439B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1B782A33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7A47E" w14:textId="77777777" w:rsidR="003F0226" w:rsidRPr="00CE090E" w:rsidRDefault="003F0226" w:rsidP="003F0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 w:rsidR="008439B3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8439B3" w:rsidRPr="00CE090E" w14:paraId="74C6E0B3" w14:textId="77777777" w:rsidTr="007B3132">
        <w:tc>
          <w:tcPr>
            <w:tcW w:w="3936" w:type="dxa"/>
            <w:vAlign w:val="bottom"/>
          </w:tcPr>
          <w:p w14:paraId="22301D81" w14:textId="77777777" w:rsidR="008439B3" w:rsidRPr="00CE090E" w:rsidRDefault="008439B3" w:rsidP="00843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กำไรสำหรับงวด(พันบาท)</w:t>
            </w:r>
          </w:p>
        </w:tc>
        <w:tc>
          <w:tcPr>
            <w:tcW w:w="12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E8A1C0" w14:textId="77777777" w:rsidR="008439B3" w:rsidRPr="00CE090E" w:rsidRDefault="002833F3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651</w:t>
            </w:r>
          </w:p>
        </w:tc>
        <w:tc>
          <w:tcPr>
            <w:tcW w:w="284" w:type="dxa"/>
          </w:tcPr>
          <w:p w14:paraId="39920BF5" w14:textId="77777777" w:rsidR="008439B3" w:rsidRPr="00CE090E" w:rsidRDefault="008439B3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E17B3D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3,902</w:t>
            </w:r>
          </w:p>
        </w:tc>
        <w:tc>
          <w:tcPr>
            <w:tcW w:w="283" w:type="dxa"/>
          </w:tcPr>
          <w:p w14:paraId="0F41A6B5" w14:textId="77777777" w:rsidR="008439B3" w:rsidRPr="00CE090E" w:rsidRDefault="008439B3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64A53589" w14:textId="77777777" w:rsidR="008439B3" w:rsidRPr="00F03FED" w:rsidRDefault="00087A4B" w:rsidP="009E0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6,491</w:t>
            </w:r>
          </w:p>
        </w:tc>
        <w:tc>
          <w:tcPr>
            <w:tcW w:w="283" w:type="dxa"/>
            <w:shd w:val="clear" w:color="auto" w:fill="auto"/>
          </w:tcPr>
          <w:p w14:paraId="3103A30F" w14:textId="77777777" w:rsidR="008439B3" w:rsidRPr="00CE090E" w:rsidRDefault="008439B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934B91" w14:textId="77777777" w:rsidR="008439B3" w:rsidRPr="00F03FED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4,933</w:t>
            </w:r>
          </w:p>
        </w:tc>
      </w:tr>
      <w:tr w:rsidR="008439B3" w:rsidRPr="00CE090E" w14:paraId="68FF2285" w14:textId="77777777" w:rsidTr="008439B3">
        <w:tc>
          <w:tcPr>
            <w:tcW w:w="3936" w:type="dxa"/>
            <w:vAlign w:val="bottom"/>
          </w:tcPr>
          <w:p w14:paraId="0CA729F1" w14:textId="77777777" w:rsidR="008439B3" w:rsidRPr="00CE090E" w:rsidRDefault="008439B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00C039" w14:textId="77777777" w:rsidR="008439B3" w:rsidRPr="00CE090E" w:rsidRDefault="004F1F2F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2BDAEAA1" w14:textId="77777777" w:rsidR="008439B3" w:rsidRPr="00CE090E" w:rsidRDefault="008439B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67E481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14B5DD51" w14:textId="77777777" w:rsidR="008439B3" w:rsidRPr="00CE090E" w:rsidRDefault="008439B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FF82599" w14:textId="77777777" w:rsidR="008439B3" w:rsidRPr="00CE090E" w:rsidRDefault="004F1F2F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0DC728C4" w14:textId="77777777" w:rsidR="008439B3" w:rsidRPr="00CE090E" w:rsidRDefault="008439B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7393F0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8439B3" w:rsidRPr="00CE090E" w14:paraId="3805ED8C" w14:textId="77777777" w:rsidTr="008439B3">
        <w:tc>
          <w:tcPr>
            <w:tcW w:w="3936" w:type="dxa"/>
            <w:vAlign w:val="bottom"/>
          </w:tcPr>
          <w:p w14:paraId="1EDC3B55" w14:textId="77777777" w:rsidR="008439B3" w:rsidRPr="00CE090E" w:rsidRDefault="008439B3" w:rsidP="00843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DCFEC1" w14:textId="77777777" w:rsidR="008439B3" w:rsidRPr="00CE090E" w:rsidRDefault="004F1F2F" w:rsidP="009E0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0.00</w:t>
            </w:r>
            <w:r w:rsidR="002833F3"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284" w:type="dxa"/>
          </w:tcPr>
          <w:p w14:paraId="1625E18C" w14:textId="77777777" w:rsidR="008439B3" w:rsidRPr="00CE090E" w:rsidRDefault="008439B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4A6A83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0.0127</w:t>
            </w:r>
          </w:p>
        </w:tc>
        <w:tc>
          <w:tcPr>
            <w:tcW w:w="283" w:type="dxa"/>
          </w:tcPr>
          <w:p w14:paraId="2FE50C57" w14:textId="77777777" w:rsidR="008439B3" w:rsidRPr="00CE090E" w:rsidRDefault="008439B3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01173CE7" w14:textId="77777777" w:rsidR="008439B3" w:rsidRPr="00F03FED" w:rsidRDefault="004F1F2F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</w:t>
            </w:r>
            <w:r w:rsidR="00087A4B">
              <w:rPr>
                <w:rFonts w:ascii="Angsana New" w:hAnsi="Angsana New"/>
                <w:sz w:val="30"/>
                <w:szCs w:val="30"/>
              </w:rPr>
              <w:t>211</w:t>
            </w:r>
          </w:p>
        </w:tc>
        <w:tc>
          <w:tcPr>
            <w:tcW w:w="283" w:type="dxa"/>
            <w:shd w:val="clear" w:color="auto" w:fill="auto"/>
          </w:tcPr>
          <w:p w14:paraId="73880E7B" w14:textId="77777777" w:rsidR="008439B3" w:rsidRPr="00F03FED" w:rsidRDefault="008439B3" w:rsidP="00F03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5A0771A" w14:textId="77777777" w:rsidR="008439B3" w:rsidRPr="00F03FED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03FED">
              <w:rPr>
                <w:rFonts w:ascii="Angsana New" w:hAnsi="Angsana New"/>
                <w:sz w:val="30"/>
                <w:szCs w:val="30"/>
              </w:rPr>
              <w:t>0.016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</w:tbl>
    <w:p w14:paraId="5676EA2D" w14:textId="77777777" w:rsidR="00571E58" w:rsidRPr="00CE090E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3936"/>
        <w:gridCol w:w="1212"/>
        <w:gridCol w:w="284"/>
        <w:gridCol w:w="1276"/>
        <w:gridCol w:w="283"/>
        <w:gridCol w:w="1276"/>
        <w:gridCol w:w="283"/>
        <w:gridCol w:w="1215"/>
      </w:tblGrid>
      <w:tr w:rsidR="003F0226" w:rsidRPr="00CE090E" w14:paraId="23B9FE91" w14:textId="77777777" w:rsidTr="008439B3">
        <w:tc>
          <w:tcPr>
            <w:tcW w:w="3936" w:type="dxa"/>
            <w:vAlign w:val="bottom"/>
          </w:tcPr>
          <w:p w14:paraId="2B02A3C7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582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51E48F" w14:textId="77777777" w:rsidR="003F0226" w:rsidRPr="00CE090E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>หก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</w:tr>
      <w:tr w:rsidR="003F0226" w:rsidRPr="00CE090E" w14:paraId="7E97D93D" w14:textId="77777777" w:rsidTr="008439B3">
        <w:tc>
          <w:tcPr>
            <w:tcW w:w="3936" w:type="dxa"/>
            <w:vAlign w:val="bottom"/>
          </w:tcPr>
          <w:p w14:paraId="3167D87E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7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92F1D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7C16777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AB2ADA" w14:textId="77777777" w:rsidR="003F0226" w:rsidRPr="00CE090E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39B3" w:rsidRPr="00CE090E" w14:paraId="0B4F7466" w14:textId="77777777" w:rsidTr="008439B3">
        <w:tc>
          <w:tcPr>
            <w:tcW w:w="3936" w:type="dxa"/>
            <w:vAlign w:val="bottom"/>
          </w:tcPr>
          <w:p w14:paraId="2275F684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EFB73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284" w:type="dxa"/>
          </w:tcPr>
          <w:p w14:paraId="7C8127EA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1E5449B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</w:tcPr>
          <w:p w14:paraId="5385A6E1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95FE4E6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7EDD3041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91329D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8439B3" w:rsidRPr="00CE090E" w14:paraId="3B18C1B5" w14:textId="77777777" w:rsidTr="008439B3">
        <w:tc>
          <w:tcPr>
            <w:tcW w:w="3936" w:type="dxa"/>
            <w:vAlign w:val="bottom"/>
          </w:tcPr>
          <w:p w14:paraId="02312BD9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กำไรสำหรับงวด(พันบาท)</w:t>
            </w:r>
          </w:p>
        </w:tc>
        <w:tc>
          <w:tcPr>
            <w:tcW w:w="12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6BDF8D" w14:textId="77777777" w:rsidR="008439B3" w:rsidRPr="00CE090E" w:rsidRDefault="00083909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5,492</w:t>
            </w:r>
          </w:p>
        </w:tc>
        <w:tc>
          <w:tcPr>
            <w:tcW w:w="284" w:type="dxa"/>
          </w:tcPr>
          <w:p w14:paraId="4C6BF526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A883E0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9,772</w:t>
            </w:r>
          </w:p>
        </w:tc>
        <w:tc>
          <w:tcPr>
            <w:tcW w:w="283" w:type="dxa"/>
          </w:tcPr>
          <w:p w14:paraId="2FD816BF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0FED6638" w14:textId="77777777" w:rsidR="008439B3" w:rsidRPr="00212ED9" w:rsidRDefault="002165BD" w:rsidP="00C03D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17,418</w:t>
            </w:r>
          </w:p>
        </w:tc>
        <w:tc>
          <w:tcPr>
            <w:tcW w:w="283" w:type="dxa"/>
            <w:shd w:val="clear" w:color="auto" w:fill="auto"/>
          </w:tcPr>
          <w:p w14:paraId="21773B1A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23163B" w14:textId="77777777" w:rsidR="008439B3" w:rsidRPr="00212ED9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12ED9">
              <w:rPr>
                <w:rFonts w:ascii="Angsana New" w:hAnsi="Angsana New"/>
                <w:sz w:val="30"/>
                <w:szCs w:val="30"/>
              </w:rPr>
              <w:t>11,</w:t>
            </w:r>
            <w:r>
              <w:rPr>
                <w:rFonts w:ascii="Angsana New" w:hAnsi="Angsana New"/>
                <w:sz w:val="30"/>
                <w:szCs w:val="30"/>
              </w:rPr>
              <w:t>338</w:t>
            </w:r>
          </w:p>
        </w:tc>
      </w:tr>
      <w:tr w:rsidR="008439B3" w:rsidRPr="00CE090E" w14:paraId="5152DC9B" w14:textId="77777777" w:rsidTr="008439B3">
        <w:tc>
          <w:tcPr>
            <w:tcW w:w="3936" w:type="dxa"/>
            <w:vAlign w:val="bottom"/>
          </w:tcPr>
          <w:p w14:paraId="3FCC025D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8379D0" w14:textId="77777777" w:rsidR="008439B3" w:rsidRPr="00CE090E" w:rsidRDefault="004F1F2F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14:paraId="1EE4D3BE" w14:textId="77777777" w:rsidR="008439B3" w:rsidRPr="00CE090E" w:rsidRDefault="008439B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B9BD5D2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14:paraId="3466C32A" w14:textId="77777777" w:rsidR="008439B3" w:rsidRPr="00CE090E" w:rsidRDefault="008439B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559EEFC" w14:textId="77777777" w:rsidR="008439B3" w:rsidRPr="00CE090E" w:rsidRDefault="004F1F2F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46321363" w14:textId="77777777" w:rsidR="008439B3" w:rsidRPr="00CE090E" w:rsidRDefault="008439B3" w:rsidP="000234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1E8EA4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8439B3" w:rsidRPr="00CE090E" w14:paraId="71E683F5" w14:textId="77777777" w:rsidTr="008439B3">
        <w:tc>
          <w:tcPr>
            <w:tcW w:w="3936" w:type="dxa"/>
            <w:vAlign w:val="bottom"/>
          </w:tcPr>
          <w:p w14:paraId="72E5F488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2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E2F785" w14:textId="77777777" w:rsidR="008439B3" w:rsidRPr="00CE090E" w:rsidRDefault="004F1F2F" w:rsidP="009A74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0.01</w:t>
            </w:r>
            <w:r w:rsidR="00083909">
              <w:rPr>
                <w:rFonts w:ascii="Angsana New" w:hAnsi="Angsana New"/>
                <w:sz w:val="30"/>
                <w:szCs w:val="30"/>
              </w:rPr>
              <w:t>78</w:t>
            </w:r>
          </w:p>
        </w:tc>
        <w:tc>
          <w:tcPr>
            <w:tcW w:w="284" w:type="dxa"/>
          </w:tcPr>
          <w:p w14:paraId="703E9BBB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E93CDC" w14:textId="77777777" w:rsidR="008439B3" w:rsidRPr="00CE090E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0.0317</w:t>
            </w:r>
          </w:p>
        </w:tc>
        <w:tc>
          <w:tcPr>
            <w:tcW w:w="283" w:type="dxa"/>
          </w:tcPr>
          <w:p w14:paraId="0AD09B5E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7FE517A6" w14:textId="77777777" w:rsidR="008439B3" w:rsidRPr="00212ED9" w:rsidRDefault="004F1F2F" w:rsidP="00212E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</w:t>
            </w:r>
            <w:r w:rsidR="002165BD">
              <w:rPr>
                <w:rFonts w:ascii="Angsana New" w:hAnsi="Angsana New"/>
                <w:sz w:val="30"/>
                <w:szCs w:val="30"/>
              </w:rPr>
              <w:t>566</w:t>
            </w:r>
          </w:p>
        </w:tc>
        <w:tc>
          <w:tcPr>
            <w:tcW w:w="283" w:type="dxa"/>
            <w:shd w:val="clear" w:color="auto" w:fill="auto"/>
          </w:tcPr>
          <w:p w14:paraId="12C9257B" w14:textId="77777777" w:rsidR="008439B3" w:rsidRPr="00CE090E" w:rsidRDefault="008439B3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9AFA1FF" w14:textId="77777777" w:rsidR="008439B3" w:rsidRPr="00212ED9" w:rsidRDefault="008439B3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0.0368</w:t>
            </w:r>
          </w:p>
        </w:tc>
      </w:tr>
    </w:tbl>
    <w:p w14:paraId="3361436B" w14:textId="77777777" w:rsidR="00571E58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35642BA0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5EEA651A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61357753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5B2FA609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4E017CE9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2A21E816" w14:textId="77777777" w:rsidR="003F0226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14:paraId="71D16DFA" w14:textId="77777777" w:rsidR="00571E58" w:rsidRPr="006736D7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28"/>
          <w:szCs w:val="28"/>
        </w:rPr>
      </w:pPr>
      <w:r w:rsidRPr="006736D7">
        <w:rPr>
          <w:rFonts w:ascii="Angsana New" w:hAnsi="Angsana New"/>
          <w:b/>
          <w:bCs/>
          <w:sz w:val="28"/>
          <w:szCs w:val="28"/>
          <w:cs/>
        </w:rPr>
        <w:lastRenderedPageBreak/>
        <w:t>กำไรต่อหุ้นปรับลด</w:t>
      </w:r>
    </w:p>
    <w:p w14:paraId="0A7515CC" w14:textId="77777777" w:rsidR="00571E58" w:rsidRPr="006736D7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6"/>
          <w:szCs w:val="16"/>
        </w:rPr>
      </w:pPr>
    </w:p>
    <w:p w14:paraId="48D1DDE5" w14:textId="77777777" w:rsidR="00571E58" w:rsidRPr="006736D7" w:rsidRDefault="00571E58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6736D7">
        <w:rPr>
          <w:rFonts w:ascii="Angsana New" w:hAnsi="Angsana New"/>
          <w:sz w:val="28"/>
          <w:szCs w:val="28"/>
          <w:cs/>
        </w:rPr>
        <w:t>กำไรต่อหุ้นปรับลดสำหรับงวดสามเดือน</w:t>
      </w:r>
      <w:r w:rsidRPr="006736D7">
        <w:rPr>
          <w:rFonts w:ascii="Angsana New" w:hAnsi="Angsana New" w:hint="cs"/>
          <w:sz w:val="28"/>
          <w:szCs w:val="28"/>
          <w:cs/>
        </w:rPr>
        <w:t>และหกเดือน</w:t>
      </w:r>
      <w:r w:rsidRPr="006736D7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6A469C" w:rsidRPr="006736D7">
        <w:rPr>
          <w:rFonts w:ascii="Angsana New" w:hAnsi="Angsana New"/>
          <w:sz w:val="28"/>
          <w:szCs w:val="28"/>
        </w:rPr>
        <w:t>30</w:t>
      </w:r>
      <w:r w:rsidR="000E0356" w:rsidRPr="006736D7">
        <w:rPr>
          <w:rFonts w:ascii="Angsana New" w:hAnsi="Angsana New" w:hint="cs"/>
          <w:sz w:val="28"/>
          <w:szCs w:val="28"/>
          <w:cs/>
        </w:rPr>
        <w:t xml:space="preserve"> </w:t>
      </w:r>
      <w:r w:rsidRPr="006736D7">
        <w:rPr>
          <w:rFonts w:ascii="Angsana New" w:hAnsi="Angsana New" w:hint="cs"/>
          <w:sz w:val="28"/>
          <w:szCs w:val="28"/>
          <w:cs/>
        </w:rPr>
        <w:t>มิถุนายน</w:t>
      </w:r>
      <w:r w:rsidR="000E0356" w:rsidRPr="006736D7">
        <w:rPr>
          <w:rFonts w:ascii="Angsana New" w:hAnsi="Angsana New" w:hint="cs"/>
          <w:sz w:val="28"/>
          <w:szCs w:val="28"/>
          <w:cs/>
        </w:rPr>
        <w:t xml:space="preserve"> </w:t>
      </w:r>
      <w:r w:rsidR="006A469C" w:rsidRPr="006736D7">
        <w:rPr>
          <w:rFonts w:ascii="Angsana New" w:hAnsi="Angsana New"/>
          <w:sz w:val="28"/>
          <w:szCs w:val="28"/>
        </w:rPr>
        <w:t>2566</w:t>
      </w:r>
      <w:r w:rsidR="002E28C2" w:rsidRPr="006736D7">
        <w:rPr>
          <w:rFonts w:ascii="Angsana New" w:hAnsi="Angsana New"/>
          <w:sz w:val="28"/>
          <w:szCs w:val="28"/>
          <w:cs/>
        </w:rPr>
        <w:t xml:space="preserve"> และ </w:t>
      </w:r>
      <w:r w:rsidR="006A469C" w:rsidRPr="006736D7">
        <w:rPr>
          <w:rFonts w:ascii="Angsana New" w:hAnsi="Angsana New"/>
          <w:sz w:val="28"/>
          <w:szCs w:val="28"/>
        </w:rPr>
        <w:t>2565</w:t>
      </w:r>
      <w:r w:rsidR="000E0356" w:rsidRPr="006736D7">
        <w:rPr>
          <w:rFonts w:ascii="Angsana New" w:hAnsi="Angsana New" w:hint="cs"/>
          <w:sz w:val="28"/>
          <w:szCs w:val="28"/>
          <w:cs/>
        </w:rPr>
        <w:t xml:space="preserve"> </w:t>
      </w:r>
      <w:r w:rsidRPr="006736D7">
        <w:rPr>
          <w:rFonts w:ascii="Angsana New" w:hAnsi="Angsana New"/>
          <w:sz w:val="28"/>
          <w:szCs w:val="28"/>
          <w:cs/>
        </w:rPr>
        <w:t>คำนวณโดยการหารกำไรสำหรับงวด</w:t>
      </w:r>
      <w:r w:rsidR="00864A34" w:rsidRPr="006736D7">
        <w:rPr>
          <w:rFonts w:ascii="Angsana New" w:hAnsi="Angsana New" w:hint="cs"/>
          <w:sz w:val="28"/>
          <w:szCs w:val="28"/>
          <w:cs/>
        </w:rPr>
        <w:t>ส่วนที่เป็นของบริษัทใหญ่</w:t>
      </w:r>
      <w:r w:rsidRPr="006736D7">
        <w:rPr>
          <w:rFonts w:ascii="Angsana New" w:hAnsi="Angsana New"/>
          <w:sz w:val="28"/>
          <w:szCs w:val="28"/>
          <w:cs/>
        </w:rPr>
        <w:t>ด้วยจำนวนถัวเฉลี่ยถ่วงน้ำหนักของหุ้นสามัญที่ออกในระหว่างงวดหลังจากที่ได้ปรับปรุงผลกระทบของตราสาร</w:t>
      </w:r>
      <w:r w:rsidR="00CE090E" w:rsidRPr="006736D7">
        <w:rPr>
          <w:rFonts w:ascii="Angsana New" w:hAnsi="Angsana New" w:hint="cs"/>
          <w:sz w:val="28"/>
          <w:szCs w:val="28"/>
          <w:cs/>
        </w:rPr>
        <w:t xml:space="preserve"> (</w:t>
      </w:r>
      <w:r w:rsidR="00CE090E" w:rsidRPr="006736D7">
        <w:rPr>
          <w:rFonts w:ascii="Angsana New" w:hAnsi="Angsana New"/>
          <w:sz w:val="28"/>
          <w:szCs w:val="28"/>
        </w:rPr>
        <w:t xml:space="preserve">TM-W1) </w:t>
      </w:r>
      <w:r w:rsidRPr="006736D7">
        <w:rPr>
          <w:rFonts w:ascii="Angsana New" w:hAnsi="Angsana New"/>
          <w:sz w:val="28"/>
          <w:szCs w:val="28"/>
          <w:cs/>
        </w:rPr>
        <w:t>ที่อาจเปลี่ยนเป็นหุ้นสามัญปรับลดซึ่งแสดงการคำนวณได้ดังนี้</w:t>
      </w:r>
    </w:p>
    <w:p w14:paraId="363A692B" w14:textId="77777777" w:rsidR="003F0226" w:rsidRPr="006736D7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6736D7" w14:paraId="3456525B" w14:textId="77777777" w:rsidTr="00901DCC">
        <w:tc>
          <w:tcPr>
            <w:tcW w:w="3936" w:type="dxa"/>
            <w:vAlign w:val="bottom"/>
          </w:tcPr>
          <w:p w14:paraId="79E15B54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5799502" w14:textId="77777777" w:rsidR="003F0226" w:rsidRPr="006736D7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งวด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สาม</w:t>
            </w:r>
            <w:r w:rsidRPr="006736D7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</w:tr>
      <w:tr w:rsidR="003F0226" w:rsidRPr="006736D7" w14:paraId="4B24BEA9" w14:textId="77777777" w:rsidTr="00901DCC">
        <w:tc>
          <w:tcPr>
            <w:tcW w:w="3936" w:type="dxa"/>
            <w:vAlign w:val="bottom"/>
          </w:tcPr>
          <w:p w14:paraId="6EA244B9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335AFA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736D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673606B4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AC1816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736D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6213F" w:rsidRPr="006736D7" w14:paraId="528FD7FC" w14:textId="77777777" w:rsidTr="00901DCC">
        <w:tc>
          <w:tcPr>
            <w:tcW w:w="3936" w:type="dxa"/>
            <w:vAlign w:val="bottom"/>
          </w:tcPr>
          <w:p w14:paraId="5BB33BD9" w14:textId="77777777" w:rsidR="0026213F" w:rsidRPr="006736D7" w:rsidRDefault="0026213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BE79A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284" w:type="dxa"/>
          </w:tcPr>
          <w:p w14:paraId="11C0A46A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6702318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83" w:type="dxa"/>
          </w:tcPr>
          <w:p w14:paraId="36FF061E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9A81CA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72721ADD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D937D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26213F" w:rsidRPr="006736D7" w14:paraId="3ADEECE4" w14:textId="77777777" w:rsidTr="006C0F74">
        <w:tc>
          <w:tcPr>
            <w:tcW w:w="3936" w:type="dxa"/>
            <w:vAlign w:val="bottom"/>
          </w:tcPr>
          <w:p w14:paraId="735DB383" w14:textId="77777777" w:rsidR="0026213F" w:rsidRPr="006736D7" w:rsidRDefault="0026213F" w:rsidP="00843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963364" w:rsidRPr="006736D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736D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BCA80A" w14:textId="77777777" w:rsidR="0026213F" w:rsidRPr="006736D7" w:rsidRDefault="00FA322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651</w:t>
            </w:r>
          </w:p>
        </w:tc>
        <w:tc>
          <w:tcPr>
            <w:tcW w:w="284" w:type="dxa"/>
          </w:tcPr>
          <w:p w14:paraId="1C8786CA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AB04D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3,902</w:t>
            </w:r>
          </w:p>
        </w:tc>
        <w:tc>
          <w:tcPr>
            <w:tcW w:w="283" w:type="dxa"/>
          </w:tcPr>
          <w:p w14:paraId="4A5A474C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046E19D6" w14:textId="77777777" w:rsidR="0026213F" w:rsidRPr="006736D7" w:rsidRDefault="00FA322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6,491</w:t>
            </w:r>
          </w:p>
        </w:tc>
        <w:tc>
          <w:tcPr>
            <w:tcW w:w="283" w:type="dxa"/>
            <w:shd w:val="clear" w:color="auto" w:fill="auto"/>
          </w:tcPr>
          <w:p w14:paraId="0EE1D773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130CCE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4,933</w:t>
            </w:r>
          </w:p>
        </w:tc>
      </w:tr>
      <w:tr w:rsidR="0026213F" w:rsidRPr="006736D7" w14:paraId="4727B85B" w14:textId="77777777" w:rsidTr="000234F9">
        <w:tc>
          <w:tcPr>
            <w:tcW w:w="3936" w:type="dxa"/>
            <w:vAlign w:val="bottom"/>
          </w:tcPr>
          <w:p w14:paraId="1532A732" w14:textId="77777777" w:rsidR="0026213F" w:rsidRPr="006736D7" w:rsidRDefault="0026213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44DDC3" w14:textId="77777777" w:rsidR="0026213F" w:rsidRPr="006736D7" w:rsidRDefault="00765EF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  <w:tc>
          <w:tcPr>
            <w:tcW w:w="284" w:type="dxa"/>
          </w:tcPr>
          <w:p w14:paraId="13FC6F50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56471200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  <w:tc>
          <w:tcPr>
            <w:tcW w:w="283" w:type="dxa"/>
          </w:tcPr>
          <w:p w14:paraId="7F8A5DD7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7A3F0B1F" w14:textId="77777777" w:rsidR="0026213F" w:rsidRPr="006736D7" w:rsidRDefault="00765EF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5F9A9494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842D665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</w:tr>
      <w:tr w:rsidR="0026213F" w:rsidRPr="006736D7" w14:paraId="713A4C3A" w14:textId="77777777" w:rsidTr="006C0F74">
        <w:tc>
          <w:tcPr>
            <w:tcW w:w="3936" w:type="dxa"/>
            <w:vAlign w:val="bottom"/>
          </w:tcPr>
          <w:p w14:paraId="59D868D4" w14:textId="77777777" w:rsidR="0026213F" w:rsidRPr="006736D7" w:rsidRDefault="0026213F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A6AD3" w14:textId="77777777" w:rsidR="0026213F" w:rsidRPr="006736D7" w:rsidRDefault="00894BA4" w:rsidP="00894B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 xml:space="preserve">          -</w:t>
            </w:r>
          </w:p>
        </w:tc>
        <w:tc>
          <w:tcPr>
            <w:tcW w:w="284" w:type="dxa"/>
          </w:tcPr>
          <w:p w14:paraId="02210A61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897EA07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6,905</w:t>
            </w:r>
          </w:p>
        </w:tc>
        <w:tc>
          <w:tcPr>
            <w:tcW w:w="283" w:type="dxa"/>
          </w:tcPr>
          <w:p w14:paraId="06F9F0A1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91120D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016E5418" w14:textId="77777777" w:rsidR="00765EF4" w:rsidRPr="006736D7" w:rsidRDefault="00894BA4" w:rsidP="00894B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 xml:space="preserve">        -</w:t>
            </w:r>
          </w:p>
        </w:tc>
        <w:tc>
          <w:tcPr>
            <w:tcW w:w="283" w:type="dxa"/>
            <w:shd w:val="clear" w:color="auto" w:fill="auto"/>
          </w:tcPr>
          <w:p w14:paraId="009CC842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9BB2D8C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3CCF2139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6,905</w:t>
            </w:r>
          </w:p>
        </w:tc>
      </w:tr>
      <w:tr w:rsidR="0026213F" w:rsidRPr="006736D7" w14:paraId="63048741" w14:textId="77777777" w:rsidTr="006C0F74">
        <w:tc>
          <w:tcPr>
            <w:tcW w:w="3936" w:type="dxa"/>
            <w:vAlign w:val="bottom"/>
          </w:tcPr>
          <w:p w14:paraId="648B3E5C" w14:textId="77777777" w:rsidR="00A56B9F" w:rsidRDefault="0026213F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 xml:space="preserve">จำนวนหุ้นสามัญถัวเฉลี่ยถ่วงน้ำหนักปรับลด </w:t>
            </w:r>
          </w:p>
          <w:p w14:paraId="4CE441D6" w14:textId="77777777" w:rsidR="0026213F" w:rsidRPr="006736D7" w:rsidRDefault="0026213F" w:rsidP="007B3D8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BE9697" w14:textId="77777777" w:rsidR="0026213F" w:rsidRPr="006736D7" w:rsidRDefault="00016D9F" w:rsidP="00765E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</w:t>
            </w:r>
            <w:r w:rsidR="00BB0E28" w:rsidRPr="006736D7">
              <w:rPr>
                <w:rFonts w:ascii="Angsana New" w:hAnsi="Angsana New"/>
                <w:sz w:val="28"/>
                <w:szCs w:val="28"/>
              </w:rPr>
              <w:t>08,000</w:t>
            </w:r>
          </w:p>
        </w:tc>
        <w:tc>
          <w:tcPr>
            <w:tcW w:w="284" w:type="dxa"/>
          </w:tcPr>
          <w:p w14:paraId="09A4159F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DE247D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314,905</w:t>
            </w:r>
          </w:p>
        </w:tc>
        <w:tc>
          <w:tcPr>
            <w:tcW w:w="283" w:type="dxa"/>
          </w:tcPr>
          <w:p w14:paraId="432AC44C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5AB97F3C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95302A8" w14:textId="77777777" w:rsidR="00765EF4" w:rsidRPr="006736D7" w:rsidRDefault="00765EF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</w:t>
            </w:r>
            <w:r w:rsidR="00BB0E28" w:rsidRPr="006736D7">
              <w:rPr>
                <w:rFonts w:ascii="Angsana New" w:hAnsi="Angsana New"/>
                <w:sz w:val="28"/>
                <w:szCs w:val="28"/>
              </w:rPr>
              <w:t>08,000</w:t>
            </w:r>
          </w:p>
        </w:tc>
        <w:tc>
          <w:tcPr>
            <w:tcW w:w="283" w:type="dxa"/>
            <w:shd w:val="clear" w:color="auto" w:fill="auto"/>
          </w:tcPr>
          <w:p w14:paraId="2099A30D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10F028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41D9FE7B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314,905</w:t>
            </w:r>
          </w:p>
        </w:tc>
      </w:tr>
      <w:tr w:rsidR="0026213F" w:rsidRPr="006736D7" w14:paraId="033D5233" w14:textId="77777777" w:rsidTr="00016D9F">
        <w:tc>
          <w:tcPr>
            <w:tcW w:w="3936" w:type="dxa"/>
            <w:vAlign w:val="bottom"/>
          </w:tcPr>
          <w:p w14:paraId="3FC5A8E5" w14:textId="77777777" w:rsidR="0026213F" w:rsidRPr="006736D7" w:rsidRDefault="0026213F" w:rsidP="008439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กำไรต่อหุ้นปรับลด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ED42B1" w14:textId="77777777" w:rsidR="0026213F" w:rsidRPr="006736D7" w:rsidRDefault="00986FB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0.00</w:t>
            </w:r>
            <w:r w:rsidR="0068490C" w:rsidRPr="006736D7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284" w:type="dxa"/>
          </w:tcPr>
          <w:p w14:paraId="5524508C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D32F94D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0.0124</w:t>
            </w:r>
          </w:p>
        </w:tc>
        <w:tc>
          <w:tcPr>
            <w:tcW w:w="283" w:type="dxa"/>
          </w:tcPr>
          <w:p w14:paraId="5792F522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D3046D" w14:textId="77777777" w:rsidR="0026213F" w:rsidRPr="006736D7" w:rsidRDefault="00765EF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</w:t>
            </w:r>
            <w:r w:rsidR="0068490C" w:rsidRPr="006736D7">
              <w:rPr>
                <w:rFonts w:ascii="Angsana New" w:hAnsi="Angsana New"/>
                <w:sz w:val="28"/>
                <w:szCs w:val="28"/>
              </w:rPr>
              <w:t>211</w:t>
            </w:r>
          </w:p>
        </w:tc>
        <w:tc>
          <w:tcPr>
            <w:tcW w:w="283" w:type="dxa"/>
            <w:shd w:val="clear" w:color="auto" w:fill="auto"/>
          </w:tcPr>
          <w:p w14:paraId="295D92BB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5D2CE34" w14:textId="77777777" w:rsidR="0026213F" w:rsidRPr="006736D7" w:rsidRDefault="0026213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0.0157</w:t>
            </w:r>
          </w:p>
        </w:tc>
      </w:tr>
    </w:tbl>
    <w:p w14:paraId="62870F92" w14:textId="77777777" w:rsidR="003F0226" w:rsidRPr="006736D7" w:rsidRDefault="003F0226" w:rsidP="00571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6"/>
          <w:szCs w:val="16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134"/>
      </w:tblGrid>
      <w:tr w:rsidR="003F0226" w:rsidRPr="006736D7" w14:paraId="40521430" w14:textId="77777777" w:rsidTr="00901DCC">
        <w:tc>
          <w:tcPr>
            <w:tcW w:w="3936" w:type="dxa"/>
            <w:vAlign w:val="bottom"/>
          </w:tcPr>
          <w:p w14:paraId="726D31D9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58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1E528F" w14:textId="77777777" w:rsidR="003F0226" w:rsidRPr="006736D7" w:rsidRDefault="003F0226" w:rsidP="00CE0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งวด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6736D7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</w:tr>
      <w:tr w:rsidR="003F0226" w:rsidRPr="006736D7" w14:paraId="1C7B2205" w14:textId="77777777" w:rsidTr="00901DCC">
        <w:tc>
          <w:tcPr>
            <w:tcW w:w="3936" w:type="dxa"/>
            <w:vAlign w:val="bottom"/>
          </w:tcPr>
          <w:p w14:paraId="27DD3FEB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E9E2F9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6736D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3" w:type="dxa"/>
          </w:tcPr>
          <w:p w14:paraId="40B56B09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D8066C" w14:textId="77777777" w:rsidR="003F0226" w:rsidRPr="006736D7" w:rsidRDefault="003F0226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6736D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6213F" w:rsidRPr="006736D7" w14:paraId="4B80DB93" w14:textId="77777777" w:rsidTr="00901DCC">
        <w:tc>
          <w:tcPr>
            <w:tcW w:w="3936" w:type="dxa"/>
            <w:vAlign w:val="bottom"/>
          </w:tcPr>
          <w:p w14:paraId="3AD4E9EA" w14:textId="77777777" w:rsidR="0026213F" w:rsidRPr="006736D7" w:rsidRDefault="0026213F" w:rsidP="00901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E9685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284" w:type="dxa"/>
          </w:tcPr>
          <w:p w14:paraId="51811DFE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688385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83" w:type="dxa"/>
          </w:tcPr>
          <w:p w14:paraId="018A74E4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7B2EDB3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14:paraId="6655BF92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33DA7" w14:textId="77777777" w:rsidR="0026213F" w:rsidRPr="006736D7" w:rsidRDefault="0026213F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256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FF3614" w:rsidRPr="006736D7" w14:paraId="5D2385EC" w14:textId="77777777" w:rsidTr="006C0F74">
        <w:tc>
          <w:tcPr>
            <w:tcW w:w="3936" w:type="dxa"/>
            <w:vAlign w:val="bottom"/>
          </w:tcPr>
          <w:p w14:paraId="2974812E" w14:textId="77777777" w:rsidR="00FF3614" w:rsidRPr="006736D7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6736D7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963364" w:rsidRPr="006736D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6736D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8C85F8" w14:textId="77777777" w:rsidR="00FF3614" w:rsidRPr="006736D7" w:rsidRDefault="00FA322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5,492</w:t>
            </w:r>
          </w:p>
        </w:tc>
        <w:tc>
          <w:tcPr>
            <w:tcW w:w="284" w:type="dxa"/>
          </w:tcPr>
          <w:p w14:paraId="2AFC6724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0DA739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9,772</w:t>
            </w:r>
          </w:p>
        </w:tc>
        <w:tc>
          <w:tcPr>
            <w:tcW w:w="283" w:type="dxa"/>
          </w:tcPr>
          <w:p w14:paraId="16D4F2B4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026F9153" w14:textId="77777777" w:rsidR="00FF3614" w:rsidRPr="006736D7" w:rsidRDefault="00FA322F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17,418</w:t>
            </w:r>
          </w:p>
        </w:tc>
        <w:tc>
          <w:tcPr>
            <w:tcW w:w="283" w:type="dxa"/>
            <w:shd w:val="clear" w:color="auto" w:fill="auto"/>
          </w:tcPr>
          <w:p w14:paraId="0D26DDE5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1B4B46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11,338</w:t>
            </w:r>
          </w:p>
        </w:tc>
      </w:tr>
      <w:tr w:rsidR="00FF3614" w:rsidRPr="006736D7" w14:paraId="5A5A865A" w14:textId="77777777" w:rsidTr="000234F9">
        <w:tc>
          <w:tcPr>
            <w:tcW w:w="3936" w:type="dxa"/>
            <w:vAlign w:val="bottom"/>
          </w:tcPr>
          <w:p w14:paraId="36D5A6F5" w14:textId="77777777" w:rsidR="00FF3614" w:rsidRPr="006736D7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72DCAC" w14:textId="77777777" w:rsidR="00FF3614" w:rsidRPr="006736D7" w:rsidRDefault="002719C3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  <w:tc>
          <w:tcPr>
            <w:tcW w:w="284" w:type="dxa"/>
          </w:tcPr>
          <w:p w14:paraId="7A8879E3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60B8FDA3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  <w:tc>
          <w:tcPr>
            <w:tcW w:w="283" w:type="dxa"/>
          </w:tcPr>
          <w:p w14:paraId="33E73FF1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14:paraId="498CBF57" w14:textId="77777777" w:rsidR="00FF3614" w:rsidRPr="006736D7" w:rsidRDefault="002719C3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14:paraId="37954EB0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5F886DB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308,000</w:t>
            </w:r>
          </w:p>
        </w:tc>
      </w:tr>
      <w:tr w:rsidR="00FF3614" w:rsidRPr="006736D7" w14:paraId="3901E076" w14:textId="77777777" w:rsidTr="006C0F74">
        <w:tc>
          <w:tcPr>
            <w:tcW w:w="3936" w:type="dxa"/>
            <w:vAlign w:val="bottom"/>
          </w:tcPr>
          <w:p w14:paraId="5DE12234" w14:textId="77777777" w:rsidR="00FF3614" w:rsidRPr="006736D7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EA1A3B" w14:textId="77777777" w:rsidR="00FF3614" w:rsidRPr="006736D7" w:rsidRDefault="0036599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2,013</w:t>
            </w:r>
          </w:p>
        </w:tc>
        <w:tc>
          <w:tcPr>
            <w:tcW w:w="284" w:type="dxa"/>
          </w:tcPr>
          <w:p w14:paraId="4FFD0E24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A146A92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3,472</w:t>
            </w:r>
          </w:p>
        </w:tc>
        <w:tc>
          <w:tcPr>
            <w:tcW w:w="283" w:type="dxa"/>
          </w:tcPr>
          <w:p w14:paraId="3C4947AB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4F42C9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5C206CB" w14:textId="77777777" w:rsidR="002719C3" w:rsidRPr="006736D7" w:rsidRDefault="0036599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2,013</w:t>
            </w:r>
          </w:p>
        </w:tc>
        <w:tc>
          <w:tcPr>
            <w:tcW w:w="283" w:type="dxa"/>
            <w:shd w:val="clear" w:color="auto" w:fill="auto"/>
          </w:tcPr>
          <w:p w14:paraId="4F8B5131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EB6AE87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31522FD6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3,472</w:t>
            </w:r>
          </w:p>
        </w:tc>
      </w:tr>
      <w:tr w:rsidR="00FF3614" w:rsidRPr="006736D7" w14:paraId="643A57F5" w14:textId="77777777" w:rsidTr="006C0F74">
        <w:tc>
          <w:tcPr>
            <w:tcW w:w="3936" w:type="dxa"/>
            <w:vAlign w:val="bottom"/>
          </w:tcPr>
          <w:p w14:paraId="180CDFCB" w14:textId="77777777" w:rsidR="007F632B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จำนวนหุ้น</w:t>
            </w:r>
            <w:r w:rsidR="007F632B">
              <w:rPr>
                <w:rFonts w:ascii="Angsana New" w:hAnsi="Angsana New"/>
                <w:sz w:val="28"/>
                <w:szCs w:val="28"/>
                <w:cs/>
              </w:rPr>
              <w:t>สามัญถัวเฉลี่ยถ่วงน้ำหนักปรับลด</w:t>
            </w:r>
            <w:r w:rsidR="007F632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  <w:p w14:paraId="40F228D1" w14:textId="77777777" w:rsidR="00FF3614" w:rsidRPr="006736D7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14AB00" w14:textId="77777777" w:rsidR="00FF3614" w:rsidRPr="006736D7" w:rsidRDefault="002719C3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</w:t>
            </w:r>
            <w:r w:rsidR="00365994" w:rsidRPr="006736D7">
              <w:rPr>
                <w:rFonts w:ascii="Angsana New" w:hAnsi="Angsana New"/>
                <w:sz w:val="28"/>
                <w:szCs w:val="28"/>
              </w:rPr>
              <w:t>10,013</w:t>
            </w:r>
          </w:p>
        </w:tc>
        <w:tc>
          <w:tcPr>
            <w:tcW w:w="284" w:type="dxa"/>
          </w:tcPr>
          <w:p w14:paraId="24F0E702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DB008F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311,472</w:t>
            </w:r>
          </w:p>
        </w:tc>
        <w:tc>
          <w:tcPr>
            <w:tcW w:w="283" w:type="dxa"/>
          </w:tcPr>
          <w:p w14:paraId="14B136B5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14:paraId="6D8C7F8A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4205BD68" w14:textId="77777777" w:rsidR="002719C3" w:rsidRPr="006736D7" w:rsidRDefault="0036599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310,013</w:t>
            </w:r>
          </w:p>
        </w:tc>
        <w:tc>
          <w:tcPr>
            <w:tcW w:w="283" w:type="dxa"/>
            <w:shd w:val="clear" w:color="auto" w:fill="auto"/>
          </w:tcPr>
          <w:p w14:paraId="71400463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F5405A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3EB2963C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311,472</w:t>
            </w:r>
          </w:p>
        </w:tc>
      </w:tr>
      <w:tr w:rsidR="00FF3614" w:rsidRPr="006736D7" w14:paraId="59935EBD" w14:textId="77777777" w:rsidTr="006C0F74">
        <w:tc>
          <w:tcPr>
            <w:tcW w:w="3936" w:type="dxa"/>
            <w:vAlign w:val="bottom"/>
          </w:tcPr>
          <w:p w14:paraId="2D4D3BE1" w14:textId="77777777" w:rsidR="00FF3614" w:rsidRPr="006736D7" w:rsidRDefault="00FF3614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6736D7">
              <w:rPr>
                <w:rFonts w:ascii="Angsana New" w:hAnsi="Angsana New"/>
                <w:sz w:val="28"/>
                <w:szCs w:val="28"/>
                <w:cs/>
              </w:rPr>
              <w:t>กำไรต่อหุ้นปรับลด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FEF378" w14:textId="77777777" w:rsidR="00FF3614" w:rsidRPr="006736D7" w:rsidRDefault="002719C3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0.01</w:t>
            </w:r>
            <w:r w:rsidR="00243136" w:rsidRPr="006736D7">
              <w:rPr>
                <w:rFonts w:ascii="Angsana New" w:hAnsi="Angsana New"/>
                <w:sz w:val="28"/>
                <w:szCs w:val="28"/>
              </w:rPr>
              <w:t>77</w:t>
            </w:r>
          </w:p>
        </w:tc>
        <w:tc>
          <w:tcPr>
            <w:tcW w:w="284" w:type="dxa"/>
          </w:tcPr>
          <w:p w14:paraId="7DCEF611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C2E237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0.0314</w:t>
            </w:r>
          </w:p>
        </w:tc>
        <w:tc>
          <w:tcPr>
            <w:tcW w:w="283" w:type="dxa"/>
          </w:tcPr>
          <w:p w14:paraId="5A6D0B28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14:paraId="2451D9B2" w14:textId="77777777" w:rsidR="00FF3614" w:rsidRPr="006736D7" w:rsidRDefault="002719C3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</w:t>
            </w:r>
            <w:r w:rsidR="00365994" w:rsidRPr="006736D7">
              <w:rPr>
                <w:rFonts w:ascii="Angsana New" w:hAnsi="Angsana New"/>
                <w:sz w:val="28"/>
                <w:szCs w:val="28"/>
              </w:rPr>
              <w:t>5</w:t>
            </w:r>
            <w:r w:rsidR="00243136" w:rsidRPr="006736D7"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283" w:type="dxa"/>
            <w:shd w:val="clear" w:color="auto" w:fill="auto"/>
          </w:tcPr>
          <w:p w14:paraId="7319452C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135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B7F9C13" w14:textId="77777777" w:rsidR="00FF3614" w:rsidRPr="006736D7" w:rsidRDefault="00FF3614" w:rsidP="00FF3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13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36D7">
              <w:rPr>
                <w:rFonts w:ascii="Angsana New" w:hAnsi="Angsana New"/>
                <w:sz w:val="28"/>
                <w:szCs w:val="28"/>
              </w:rPr>
              <w:t>0.0364</w:t>
            </w:r>
          </w:p>
        </w:tc>
      </w:tr>
    </w:tbl>
    <w:p w14:paraId="05A670B3" w14:textId="77777777" w:rsidR="0026213F" w:rsidRPr="006736D7" w:rsidRDefault="0026213F" w:rsidP="00FF36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16"/>
          <w:szCs w:val="16"/>
          <w:cs/>
        </w:rPr>
      </w:pPr>
    </w:p>
    <w:p w14:paraId="5D3E360D" w14:textId="77777777" w:rsidR="0031100C" w:rsidRPr="006736D7" w:rsidRDefault="006736D7" w:rsidP="006736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6736D7">
        <w:rPr>
          <w:rFonts w:ascii="Angsana New" w:hAnsi="Angsana New" w:hint="cs"/>
          <w:sz w:val="28"/>
          <w:szCs w:val="28"/>
          <w:cs/>
        </w:rPr>
        <w:t>กำไรต่อหุ้นปรับลดสำหรับงวดสามเดือนสิ้นสุดวันที่</w:t>
      </w:r>
      <w:r w:rsidRPr="006736D7">
        <w:rPr>
          <w:rFonts w:ascii="Angsana New" w:hAnsi="Angsana New"/>
          <w:sz w:val="28"/>
          <w:szCs w:val="28"/>
          <w:cs/>
        </w:rPr>
        <w:t xml:space="preserve"> </w:t>
      </w:r>
      <w:r w:rsidRPr="006736D7">
        <w:rPr>
          <w:rFonts w:ascii="Angsana New" w:hAnsi="Angsana New" w:hint="cs"/>
          <w:sz w:val="28"/>
          <w:szCs w:val="28"/>
          <w:cs/>
        </w:rPr>
        <w:t>30 มิถุนายน</w:t>
      </w:r>
      <w:r w:rsidRPr="006736D7">
        <w:rPr>
          <w:rFonts w:ascii="Angsana New" w:hAnsi="Angsana New"/>
          <w:sz w:val="28"/>
          <w:szCs w:val="28"/>
          <w:cs/>
        </w:rPr>
        <w:t xml:space="preserve"> 256</w:t>
      </w:r>
      <w:r w:rsidRPr="006736D7">
        <w:rPr>
          <w:rFonts w:ascii="Angsana New" w:hAnsi="Angsana New"/>
          <w:sz w:val="28"/>
          <w:szCs w:val="28"/>
        </w:rPr>
        <w:t>6</w:t>
      </w:r>
      <w:r w:rsidRPr="006736D7">
        <w:rPr>
          <w:rFonts w:ascii="Angsana New" w:hAnsi="Angsana New"/>
          <w:sz w:val="28"/>
          <w:szCs w:val="28"/>
          <w:cs/>
        </w:rPr>
        <w:t xml:space="preserve"> </w:t>
      </w:r>
      <w:r w:rsidRPr="006736D7">
        <w:rPr>
          <w:rFonts w:ascii="Angsana New" w:hAnsi="Angsana New" w:hint="cs"/>
          <w:sz w:val="28"/>
          <w:szCs w:val="28"/>
          <w:cs/>
        </w:rPr>
        <w:t>มีจำนวนเงินเดียวกันกับกำไรต่อหุ้นขั้นพื้นฐานเนื่องจากราคาตลาดถัวเฉลี่ยของหุ้นสามัญของบริษัทสำหรับงวดเดียวกันนี้มีจำนวนเงินต่ำกว่าราคาใช้สิทธิซื้อหุ้นสามัญที่กำหนดไว้ในใบสำคัญแสดงสิทธิซื้อหุ้นสามัญจึงไม่เกิดผลกระทบจากการถือเสมือนว่ามีการใช้สิทธิของใบสำคัญแสดงสิทธิซื้อหุ้นสามัญที่ก่อให้เกิดหุ้นสามัญปรับลด</w:t>
      </w:r>
      <w:r w:rsidR="0031100C" w:rsidRPr="006736D7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36AC8550" w14:textId="77777777" w:rsidR="00BA4F19" w:rsidRPr="00CD0F10" w:rsidRDefault="00BA4F19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CD0F10">
        <w:rPr>
          <w:rFonts w:ascii="Angsana New" w:hAnsi="Angsana New"/>
          <w:b/>
          <w:bCs/>
          <w:sz w:val="30"/>
          <w:szCs w:val="30"/>
          <w:cs/>
        </w:rPr>
        <w:lastRenderedPageBreak/>
        <w:t>อื่น ๆ</w:t>
      </w:r>
    </w:p>
    <w:p w14:paraId="138319D1" w14:textId="77777777" w:rsidR="00BA4F19" w:rsidRPr="008021C2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14:paraId="278232E8" w14:textId="77777777" w:rsidR="00BA4F19" w:rsidRPr="00CD0F10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D0F10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Pr="00CD0F10">
        <w:rPr>
          <w:rFonts w:ascii="Angsana New" w:hAnsi="Angsana New"/>
          <w:spacing w:val="-4"/>
          <w:sz w:val="30"/>
          <w:szCs w:val="30"/>
        </w:rPr>
        <w:t xml:space="preserve">30 </w:t>
      </w:r>
      <w:r w:rsidR="00EF324B" w:rsidRPr="00CD0F10">
        <w:rPr>
          <w:rFonts w:ascii="Angsana New" w:hAnsi="Angsana New"/>
          <w:spacing w:val="-4"/>
          <w:sz w:val="30"/>
          <w:szCs w:val="30"/>
          <w:cs/>
        </w:rPr>
        <w:t xml:space="preserve">มิถุนายน </w:t>
      </w:r>
      <w:r w:rsidR="00864B29">
        <w:rPr>
          <w:rFonts w:ascii="Angsana New" w:hAnsi="Angsana New"/>
          <w:spacing w:val="-4"/>
          <w:sz w:val="30"/>
          <w:szCs w:val="30"/>
        </w:rPr>
        <w:t>2566</w:t>
      </w:r>
    </w:p>
    <w:p w14:paraId="48E7A8CD" w14:textId="77777777" w:rsidR="00C85227" w:rsidRPr="008021C2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A4394FD" w14:textId="77777777" w:rsidR="00103AD3" w:rsidRPr="00A228FC" w:rsidRDefault="00CD0F10" w:rsidP="00A228F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CD0F10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ออกโดยธนาคารในประเทศสองแห่งให้แก่บริษัทเอกชนและหน่วยงานรัฐบาลหลายแห่งซึ่งเป็น</w:t>
      </w:r>
      <w:r w:rsidRPr="00CD0F10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ลูกค้าของบริษัทเป็นจำนวน</w:t>
      </w:r>
      <w:r w:rsidRPr="00CD0F10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="00A7667B">
        <w:rPr>
          <w:rFonts w:ascii="Angsana New" w:hAnsi="Angsana New"/>
          <w:color w:val="000000"/>
          <w:sz w:val="30"/>
          <w:szCs w:val="30"/>
        </w:rPr>
        <w:t>11.6</w:t>
      </w:r>
      <w:r w:rsidR="00A7667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CD0F10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14:paraId="0DB7A9EB" w14:textId="77777777" w:rsidR="00CD0F10" w:rsidRPr="008021C2" w:rsidRDefault="00CD0F10" w:rsidP="00CD0F10">
      <w:pPr>
        <w:rPr>
          <w:rFonts w:ascii="Angsana New" w:hAnsi="Angsana New"/>
          <w:sz w:val="24"/>
          <w:szCs w:val="24"/>
        </w:rPr>
      </w:pPr>
    </w:p>
    <w:p w14:paraId="59FE6786" w14:textId="77777777" w:rsidR="00CD0F10" w:rsidRDefault="00CD0F10" w:rsidP="00CD0F1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CD0F10">
        <w:rPr>
          <w:rFonts w:ascii="Angsana New" w:hAnsi="Angsana New"/>
          <w:spacing w:val="-2"/>
          <w:sz w:val="30"/>
          <w:szCs w:val="30"/>
          <w:cs/>
        </w:rPr>
        <w:t>บริษัทมีสัญญาบริการพื้นที่คลังเก็บสินค้าส่วนเพิ่ม</w:t>
      </w:r>
      <w:r w:rsidR="005F3ACD">
        <w:rPr>
          <w:rFonts w:ascii="Angsana New" w:hAnsi="Angsana New" w:hint="cs"/>
          <w:spacing w:val="-2"/>
          <w:sz w:val="30"/>
          <w:szCs w:val="30"/>
          <w:cs/>
        </w:rPr>
        <w:t>และแยกต่างหากจากสัญญาเดิมที่มีอยู่</w:t>
      </w:r>
      <w:r w:rsidR="00A228FC">
        <w:rPr>
          <w:rFonts w:ascii="Angsana New" w:hAnsi="Angsana New" w:hint="cs"/>
          <w:spacing w:val="-2"/>
          <w:sz w:val="30"/>
          <w:szCs w:val="30"/>
          <w:cs/>
        </w:rPr>
        <w:t>กับ</w:t>
      </w:r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บริษัทในประเทศแห่งหนึ่งเป็นระยะเวลา 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36 </w:t>
      </w:r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เดือน โดยเริ่มชำระค่าบริการในเดือนเมษายน </w:t>
      </w:r>
      <w:r w:rsidRPr="00CD0F10">
        <w:rPr>
          <w:rFonts w:ascii="Angsana New" w:hAnsi="Angsana New"/>
          <w:spacing w:val="-2"/>
          <w:sz w:val="30"/>
          <w:szCs w:val="30"/>
        </w:rPr>
        <w:t>256</w:t>
      </w:r>
      <w:r w:rsidR="006D03F2">
        <w:rPr>
          <w:rFonts w:ascii="Angsana New" w:hAnsi="Angsana New"/>
          <w:spacing w:val="-2"/>
          <w:sz w:val="30"/>
          <w:szCs w:val="30"/>
        </w:rPr>
        <w:t>6</w:t>
      </w:r>
      <w:r w:rsidR="00A7667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CD0F10">
        <w:rPr>
          <w:rFonts w:ascii="Angsana New" w:hAnsi="Angsana New"/>
          <w:spacing w:val="-2"/>
          <w:sz w:val="30"/>
          <w:szCs w:val="30"/>
          <w:cs/>
        </w:rPr>
        <w:t>ภายใต้เงื่อนไขของสัญญาดังกล่าว</w:t>
      </w:r>
      <w:r w:rsidR="00A7667B">
        <w:rPr>
          <w:rFonts w:ascii="Angsana New" w:hAnsi="Angsana New" w:hint="cs"/>
          <w:spacing w:val="-2"/>
          <w:sz w:val="30"/>
          <w:szCs w:val="30"/>
          <w:cs/>
        </w:rPr>
        <w:t>และสัญญาเดิม</w:t>
      </w:r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 บริษัทผูกพันที่จะชำระค่าบริการ</w:t>
      </w:r>
      <w:r w:rsidR="00A7667B">
        <w:rPr>
          <w:rFonts w:ascii="Angsana New" w:hAnsi="Angsana New" w:hint="cs"/>
          <w:spacing w:val="-2"/>
          <w:sz w:val="30"/>
          <w:szCs w:val="30"/>
          <w:cs/>
        </w:rPr>
        <w:t>ซึ่ง</w:t>
      </w:r>
      <w:r w:rsidR="00A7667B">
        <w:rPr>
          <w:rFonts w:ascii="Angsana New" w:hAnsi="Angsana New"/>
          <w:spacing w:val="-2"/>
          <w:sz w:val="30"/>
          <w:szCs w:val="30"/>
          <w:cs/>
        </w:rPr>
        <w:t>แยกตามช่วงของการครบกำหนดชำระ</w:t>
      </w:r>
      <w:r w:rsidRPr="00CD0F10">
        <w:rPr>
          <w:rFonts w:ascii="Angsana New" w:hAnsi="Angsana New"/>
          <w:spacing w:val="-2"/>
          <w:sz w:val="30"/>
          <w:szCs w:val="30"/>
          <w:cs/>
        </w:rPr>
        <w:t>ดังนี้</w:t>
      </w:r>
    </w:p>
    <w:p w14:paraId="0FD660A4" w14:textId="77777777" w:rsidR="00570C06" w:rsidRPr="008021C2" w:rsidRDefault="00570C06" w:rsidP="00570C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24"/>
          <w:szCs w:val="24"/>
        </w:rPr>
      </w:pPr>
    </w:p>
    <w:tbl>
      <w:tblPr>
        <w:tblW w:w="6498" w:type="dxa"/>
        <w:tblLook w:val="0000" w:firstRow="0" w:lastRow="0" w:firstColumn="0" w:lastColumn="0" w:noHBand="0" w:noVBand="0"/>
      </w:tblPr>
      <w:tblGrid>
        <w:gridCol w:w="4878"/>
        <w:gridCol w:w="270"/>
        <w:gridCol w:w="1350"/>
      </w:tblGrid>
      <w:tr w:rsidR="00CD0F10" w:rsidRPr="00CD0F10" w14:paraId="2D27D356" w14:textId="77777777" w:rsidTr="006C0F74">
        <w:tc>
          <w:tcPr>
            <w:tcW w:w="4878" w:type="dxa"/>
          </w:tcPr>
          <w:p w14:paraId="2E4628B4" w14:textId="77777777" w:rsidR="00CD0F10" w:rsidRPr="00CD0F10" w:rsidRDefault="00CD0F10" w:rsidP="006C0F74">
            <w:pPr>
              <w:pStyle w:val="25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9452E9" w14:textId="77777777" w:rsidR="00CD0F10" w:rsidRPr="00CD0F10" w:rsidRDefault="00CD0F10" w:rsidP="006C0F74">
            <w:pPr>
              <w:pStyle w:val="25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93DA676" w14:textId="77777777" w:rsidR="00CD0F10" w:rsidRPr="00CD0F10" w:rsidRDefault="00CD0F10" w:rsidP="006C0F7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CD0F10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CD0F10" w:rsidRPr="00CD0F10" w14:paraId="04178FDE" w14:textId="77777777" w:rsidTr="006C0F74">
        <w:tc>
          <w:tcPr>
            <w:tcW w:w="4878" w:type="dxa"/>
          </w:tcPr>
          <w:p w14:paraId="6BE3553E" w14:textId="77777777" w:rsidR="00CD0F10" w:rsidRPr="00CD0F10" w:rsidRDefault="00CD0F1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CD0F10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14:paraId="0B4A24E9" w14:textId="77777777" w:rsidR="00CD0F10" w:rsidRPr="00CD0F10" w:rsidRDefault="00CD0F10" w:rsidP="006C0F74">
            <w:pPr>
              <w:pStyle w:val="afa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676BC03" w14:textId="77777777" w:rsidR="00CD0F10" w:rsidRPr="00CD0F10" w:rsidRDefault="00CA1B58" w:rsidP="006C0F7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hAnsi="Angsana New"/>
                <w:sz w:val="30"/>
                <w:szCs w:val="30"/>
                <w:lang w:val="en-US"/>
              </w:rPr>
              <w:t>,323</w:t>
            </w:r>
          </w:p>
        </w:tc>
      </w:tr>
      <w:tr w:rsidR="00CD0F10" w:rsidRPr="00CD0F10" w14:paraId="38DA1F5B" w14:textId="77777777" w:rsidTr="006C0F74">
        <w:tc>
          <w:tcPr>
            <w:tcW w:w="4878" w:type="dxa"/>
          </w:tcPr>
          <w:p w14:paraId="16F6E3C9" w14:textId="77777777" w:rsidR="00CD0F10" w:rsidRPr="00CD0F10" w:rsidRDefault="00CD0F1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CD0F10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ส่วนที่ครบกำหนดชำระภายในสองถึงสามปี</w:t>
            </w:r>
          </w:p>
        </w:tc>
        <w:tc>
          <w:tcPr>
            <w:tcW w:w="270" w:type="dxa"/>
            <w:vAlign w:val="center"/>
          </w:tcPr>
          <w:p w14:paraId="188D48F9" w14:textId="77777777" w:rsidR="00CD0F10" w:rsidRPr="00CD0F10" w:rsidRDefault="00CD0F10" w:rsidP="006C0F74">
            <w:pPr>
              <w:pStyle w:val="afa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F353FB6" w14:textId="77777777" w:rsidR="00CD0F10" w:rsidRPr="00CD0F10" w:rsidRDefault="00CD0F10" w:rsidP="00CD0F1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CD0F10">
              <w:rPr>
                <w:rFonts w:hAnsi="Angsana New"/>
                <w:sz w:val="30"/>
                <w:szCs w:val="30"/>
                <w:lang w:val="en-US"/>
              </w:rPr>
              <w:t>3,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1</w:t>
            </w:r>
            <w:r w:rsidR="006A3B0A">
              <w:rPr>
                <w:rFonts w:hAnsi="Angsana New"/>
                <w:sz w:val="30"/>
                <w:szCs w:val="30"/>
                <w:lang w:val="en-US"/>
              </w:rPr>
              <w:t>12</w:t>
            </w:r>
          </w:p>
        </w:tc>
      </w:tr>
      <w:tr w:rsidR="00CD0F10" w:rsidRPr="00CD0F10" w14:paraId="6958C4F8" w14:textId="77777777" w:rsidTr="006C0F74">
        <w:tc>
          <w:tcPr>
            <w:tcW w:w="4878" w:type="dxa"/>
          </w:tcPr>
          <w:p w14:paraId="22F1B1D0" w14:textId="77777777" w:rsidR="00CD0F10" w:rsidRPr="00CD0F10" w:rsidRDefault="00CD0F10" w:rsidP="006C0F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 w:rsidRPr="00CD0F1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14:paraId="2D3F448B" w14:textId="77777777" w:rsidR="00CD0F10" w:rsidRPr="00CD0F10" w:rsidRDefault="00CD0F10" w:rsidP="006C0F74">
            <w:pPr>
              <w:pStyle w:val="afa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6F354303" w14:textId="77777777" w:rsidR="00CD0F10" w:rsidRPr="00CD0F10" w:rsidRDefault="00CA1B58" w:rsidP="006C0F7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6,435</w:t>
            </w:r>
          </w:p>
        </w:tc>
      </w:tr>
    </w:tbl>
    <w:p w14:paraId="0D895A1A" w14:textId="77777777" w:rsidR="00CD0F10" w:rsidRPr="008021C2" w:rsidRDefault="00CD0F10" w:rsidP="00613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24"/>
          <w:szCs w:val="24"/>
        </w:rPr>
      </w:pPr>
    </w:p>
    <w:p w14:paraId="69526285" w14:textId="77777777" w:rsidR="00CD0F10" w:rsidRPr="00CD0F10" w:rsidRDefault="00CD0F10" w:rsidP="00CD0F1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CD0F10">
        <w:rPr>
          <w:rFonts w:ascii="Angsana New" w:hAnsi="Angsana New"/>
          <w:spacing w:val="-2"/>
          <w:sz w:val="30"/>
          <w:szCs w:val="30"/>
          <w:cs/>
        </w:rPr>
        <w:t>บริษัทย่อย (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TMNC) </w:t>
      </w:r>
      <w:r w:rsidRPr="00CD0F10">
        <w:rPr>
          <w:rFonts w:ascii="Angsana New" w:hAnsi="Angsana New"/>
          <w:spacing w:val="-2"/>
          <w:sz w:val="30"/>
          <w:szCs w:val="30"/>
          <w:cs/>
        </w:rPr>
        <w:t>มีภาระผูกพันจาก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 (1) </w:t>
      </w:r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ค่าบริการบริหารจัดการโรงพยาบาลเป็นระยะเวลา </w:t>
      </w:r>
      <w:r w:rsidR="00864B29">
        <w:rPr>
          <w:rFonts w:ascii="Angsana New" w:hAnsi="Angsana New"/>
          <w:spacing w:val="-2"/>
          <w:sz w:val="30"/>
          <w:szCs w:val="30"/>
        </w:rPr>
        <w:t>3</w:t>
      </w:r>
      <w:r w:rsidR="00CA1B58">
        <w:rPr>
          <w:rFonts w:ascii="Angsana New" w:hAnsi="Angsana New"/>
          <w:spacing w:val="-2"/>
          <w:sz w:val="30"/>
          <w:szCs w:val="30"/>
          <w:cs/>
        </w:rPr>
        <w:t xml:space="preserve"> ปี</w:t>
      </w:r>
      <w:r w:rsidRPr="00CD0F10">
        <w:rPr>
          <w:rFonts w:ascii="Angsana New" w:hAnsi="Angsana New"/>
          <w:spacing w:val="-2"/>
          <w:sz w:val="30"/>
          <w:szCs w:val="30"/>
          <w:cs/>
        </w:rPr>
        <w:t>เป็นจำนวนเงินรวมประมาณ</w:t>
      </w:r>
      <w:r w:rsidR="00CA1B58">
        <w:rPr>
          <w:rFonts w:ascii="Angsana New" w:hAnsi="Angsana New"/>
          <w:spacing w:val="-2"/>
          <w:sz w:val="30"/>
          <w:szCs w:val="30"/>
        </w:rPr>
        <w:t xml:space="preserve"> </w:t>
      </w:r>
      <w:r w:rsidR="00CA1B58">
        <w:rPr>
          <w:rFonts w:ascii="Angsana New" w:hAnsi="Angsana New"/>
          <w:color w:val="000000"/>
          <w:spacing w:val="-2"/>
          <w:sz w:val="30"/>
          <w:szCs w:val="30"/>
        </w:rPr>
        <w:t>2.8</w:t>
      </w:r>
      <w:r w:rsidRPr="00CD0F10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</w:t>
      </w:r>
      <w:r w:rsidRPr="00CD0F10">
        <w:rPr>
          <w:rFonts w:ascii="Angsana New" w:hAnsi="Angsana New"/>
          <w:spacing w:val="-2"/>
          <w:sz w:val="30"/>
          <w:szCs w:val="30"/>
          <w:cs/>
        </w:rPr>
        <w:t>และ</w:t>
      </w:r>
      <w:r w:rsidRPr="00CD0F10">
        <w:rPr>
          <w:rFonts w:ascii="Angsana New" w:hAnsi="Angsana New"/>
          <w:spacing w:val="-2"/>
          <w:sz w:val="30"/>
          <w:szCs w:val="30"/>
        </w:rPr>
        <w:t xml:space="preserve"> (2) </w:t>
      </w:r>
      <w:r w:rsidRPr="00CD0F10">
        <w:rPr>
          <w:rFonts w:ascii="Angsana New" w:hAnsi="Angsana New"/>
          <w:spacing w:val="-2"/>
          <w:sz w:val="30"/>
          <w:szCs w:val="30"/>
          <w:cs/>
        </w:rPr>
        <w:t>ค่าบริการบริหารจัดการโซ</w:t>
      </w:r>
      <w:proofErr w:type="spellStart"/>
      <w:r w:rsidRPr="00CD0F10">
        <w:rPr>
          <w:rFonts w:ascii="Angsana New" w:hAnsi="Angsana New"/>
          <w:spacing w:val="-2"/>
          <w:sz w:val="30"/>
          <w:szCs w:val="30"/>
          <w:cs/>
        </w:rPr>
        <w:t>เชีย</w:t>
      </w:r>
      <w:proofErr w:type="spellEnd"/>
      <w:r w:rsidRPr="00CD0F10">
        <w:rPr>
          <w:rFonts w:ascii="Angsana New" w:hAnsi="Angsana New"/>
          <w:spacing w:val="-2"/>
          <w:sz w:val="30"/>
          <w:szCs w:val="30"/>
          <w:cs/>
        </w:rPr>
        <w:t>ลมี</w:t>
      </w:r>
      <w:proofErr w:type="spellStart"/>
      <w:r w:rsidRPr="00CD0F10">
        <w:rPr>
          <w:rFonts w:ascii="Angsana New" w:hAnsi="Angsana New"/>
          <w:spacing w:val="-2"/>
          <w:sz w:val="30"/>
          <w:szCs w:val="30"/>
          <w:cs/>
        </w:rPr>
        <w:t>เดียรวม</w:t>
      </w:r>
      <w:proofErr w:type="spellEnd"/>
      <w:r w:rsidRPr="00CD0F10">
        <w:rPr>
          <w:rFonts w:ascii="Angsana New" w:hAnsi="Angsana New"/>
          <w:spacing w:val="-2"/>
          <w:sz w:val="30"/>
          <w:szCs w:val="30"/>
          <w:cs/>
        </w:rPr>
        <w:t xml:space="preserve">ถึงสินทรัพย์ไม่มีตัวตนที่เกี่ยวข้องจำนวนเงินรวมประมาณ </w:t>
      </w:r>
      <w:r w:rsidRPr="00CD0F10">
        <w:rPr>
          <w:rFonts w:ascii="Angsana New" w:hAnsi="Angsana New"/>
          <w:color w:val="000000"/>
          <w:spacing w:val="-2"/>
          <w:sz w:val="30"/>
          <w:szCs w:val="30"/>
        </w:rPr>
        <w:t>2.</w:t>
      </w:r>
      <w:r w:rsidRPr="00CD0F10">
        <w:rPr>
          <w:rFonts w:ascii="Angsana New" w:hAnsi="Angsana New"/>
          <w:color w:val="000000"/>
          <w:spacing w:val="-2"/>
          <w:sz w:val="30"/>
          <w:szCs w:val="30"/>
          <w:cs/>
        </w:rPr>
        <w:t>9</w:t>
      </w:r>
      <w:r w:rsidR="00CA1B58">
        <w:rPr>
          <w:rFonts w:ascii="Angsana New" w:hAnsi="Angsana New"/>
          <w:color w:val="000000"/>
          <w:spacing w:val="-2"/>
          <w:sz w:val="30"/>
          <w:szCs w:val="30"/>
        </w:rPr>
        <w:t xml:space="preserve"> </w:t>
      </w:r>
      <w:r w:rsidRPr="00CD0F10">
        <w:rPr>
          <w:rFonts w:ascii="Angsana New" w:hAnsi="Angsana New"/>
          <w:color w:val="000000"/>
          <w:spacing w:val="-2"/>
          <w:sz w:val="30"/>
          <w:szCs w:val="30"/>
          <w:cs/>
        </w:rPr>
        <w:t>ล้านบาท</w:t>
      </w:r>
    </w:p>
    <w:p w14:paraId="189A88AC" w14:textId="77777777" w:rsidR="00CD0F10" w:rsidRPr="008021C2" w:rsidRDefault="00CD0F10" w:rsidP="00613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7B79E7BA" w14:textId="77777777" w:rsidR="00CD0F10" w:rsidRPr="00CD0F10" w:rsidRDefault="00CD0F10" w:rsidP="00CD0F1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CD0F10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="0012569C" w:rsidRPr="00CD0F10">
        <w:rPr>
          <w:rFonts w:ascii="Angsana New" w:hAnsi="Angsana New"/>
          <w:spacing w:val="-2"/>
          <w:sz w:val="30"/>
          <w:szCs w:val="30"/>
          <w:cs/>
        </w:rPr>
        <w:t>ย่อย (</w:t>
      </w:r>
      <w:r w:rsidR="0012569C" w:rsidRPr="00CD0F10">
        <w:rPr>
          <w:rFonts w:ascii="Angsana New" w:hAnsi="Angsana New"/>
          <w:spacing w:val="-2"/>
          <w:sz w:val="30"/>
          <w:szCs w:val="30"/>
        </w:rPr>
        <w:t xml:space="preserve">TMNC) </w:t>
      </w:r>
      <w:r w:rsidR="0012569C" w:rsidRPr="00CD0F10">
        <w:rPr>
          <w:rFonts w:ascii="Angsana New" w:hAnsi="Angsana New"/>
          <w:spacing w:val="-2"/>
          <w:sz w:val="30"/>
          <w:szCs w:val="30"/>
          <w:cs/>
        </w:rPr>
        <w:t>มีภาระผูกพัน</w:t>
      </w:r>
      <w:r w:rsidR="006C0F74">
        <w:rPr>
          <w:rFonts w:ascii="Angsana New" w:hAnsi="Angsana New" w:hint="cs"/>
          <w:spacing w:val="-2"/>
          <w:sz w:val="30"/>
          <w:szCs w:val="30"/>
          <w:cs/>
        </w:rPr>
        <w:t>จาก</w:t>
      </w:r>
      <w:r w:rsidR="00961E11">
        <w:rPr>
          <w:rFonts w:ascii="Angsana New" w:hAnsi="Angsana New" w:hint="cs"/>
          <w:spacing w:val="-2"/>
          <w:sz w:val="30"/>
          <w:szCs w:val="30"/>
          <w:cs/>
        </w:rPr>
        <w:t>งานระหว่างก่อสร้างอาคารสถานพยาบาลผู้สูงอายุเป็นจำนวนเงิน</w:t>
      </w:r>
      <w:r w:rsidR="00CA0ED3">
        <w:rPr>
          <w:rFonts w:ascii="Angsana New" w:hAnsi="Angsana New" w:hint="cs"/>
          <w:spacing w:val="-2"/>
          <w:sz w:val="30"/>
          <w:szCs w:val="30"/>
          <w:cs/>
        </w:rPr>
        <w:t>รวม</w:t>
      </w:r>
      <w:r w:rsidR="00961E11">
        <w:rPr>
          <w:rFonts w:ascii="Angsana New" w:hAnsi="Angsana New" w:hint="cs"/>
          <w:spacing w:val="-2"/>
          <w:sz w:val="30"/>
          <w:szCs w:val="30"/>
          <w:cs/>
        </w:rPr>
        <w:t xml:space="preserve">ประมาณ </w:t>
      </w:r>
      <w:r w:rsidR="00864B29">
        <w:rPr>
          <w:rFonts w:ascii="Angsana New" w:hAnsi="Angsana New"/>
          <w:spacing w:val="-2"/>
          <w:sz w:val="30"/>
          <w:szCs w:val="30"/>
        </w:rPr>
        <w:t>6.5</w:t>
      </w:r>
      <w:r w:rsidR="00961E11">
        <w:rPr>
          <w:rFonts w:ascii="Angsana New" w:hAnsi="Angsana New" w:hint="cs"/>
          <w:spacing w:val="-2"/>
          <w:sz w:val="30"/>
          <w:szCs w:val="30"/>
          <w:cs/>
        </w:rPr>
        <w:t xml:space="preserve"> ล้านบาท</w:t>
      </w:r>
    </w:p>
    <w:p w14:paraId="0EBBC216" w14:textId="77777777" w:rsidR="0012569C" w:rsidRPr="008021C2" w:rsidRDefault="0012569C" w:rsidP="00CD0F10">
      <w:pPr>
        <w:pStyle w:val="af8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 w:val="24"/>
          <w:szCs w:val="24"/>
          <w:cs/>
        </w:rPr>
      </w:pPr>
    </w:p>
    <w:p w14:paraId="54116EAD" w14:textId="77777777" w:rsidR="00D93D72" w:rsidRDefault="00D93D72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3BCFD4E4" w14:textId="77777777" w:rsidR="00D93D72" w:rsidRPr="008021C2" w:rsidRDefault="00D93D72" w:rsidP="00D93D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4"/>
          <w:szCs w:val="24"/>
        </w:rPr>
      </w:pPr>
    </w:p>
    <w:p w14:paraId="2F26F3D7" w14:textId="77777777" w:rsidR="00D93D72" w:rsidRPr="00D93D72" w:rsidRDefault="00D93D72" w:rsidP="00D93D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ในเดือนกรกฎาคม 2566 บริษัทได้รับวงเงินสินเชื่อระยะสั้นเพิ่มเติมจากธนาคารในประเทศแห่งหนึ่งซึ่งประกอบด้วย</w:t>
      </w:r>
      <w:r w:rsidR="005D7045">
        <w:rPr>
          <w:rFonts w:ascii="Angsana New" w:hAnsi="Angsana New" w:hint="cs"/>
          <w:sz w:val="30"/>
          <w:szCs w:val="30"/>
          <w:cs/>
        </w:rPr>
        <w:t>วงเงินสำหรับ</w:t>
      </w:r>
      <w:r>
        <w:rPr>
          <w:rFonts w:ascii="Angsana New" w:hAnsi="Angsana New" w:hint="cs"/>
          <w:sz w:val="30"/>
          <w:szCs w:val="30"/>
          <w:cs/>
        </w:rPr>
        <w:t xml:space="preserve"> (1) </w:t>
      </w:r>
      <w:r w:rsidR="005D7045">
        <w:rPr>
          <w:rFonts w:ascii="Angsana New" w:hAnsi="Angsana New" w:hint="cs"/>
          <w:sz w:val="30"/>
          <w:szCs w:val="30"/>
          <w:cs/>
        </w:rPr>
        <w:t>การ</w:t>
      </w:r>
      <w:r>
        <w:rPr>
          <w:rFonts w:ascii="Angsana New" w:hAnsi="Angsana New" w:hint="cs"/>
          <w:sz w:val="30"/>
          <w:szCs w:val="30"/>
          <w:cs/>
        </w:rPr>
        <w:t xml:space="preserve">ซื้อสินค้าจากต่างประเทศจำนวน 50 ล้านบาทและ (2) </w:t>
      </w:r>
      <w:r w:rsidR="005D7045">
        <w:rPr>
          <w:rFonts w:ascii="Angsana New" w:hAnsi="Angsana New" w:hint="cs"/>
          <w:sz w:val="30"/>
          <w:szCs w:val="30"/>
          <w:cs/>
        </w:rPr>
        <w:t>สัญญา</w:t>
      </w:r>
      <w:r>
        <w:rPr>
          <w:rFonts w:ascii="Angsana New" w:hAnsi="Angsana New" w:hint="cs"/>
          <w:sz w:val="30"/>
          <w:szCs w:val="30"/>
          <w:cs/>
        </w:rPr>
        <w:t>ซื้อขายเงินตราต่างประเทศล่วงหน้าจำนวน 2 ล้านเหรียญสหรัฐ</w:t>
      </w:r>
    </w:p>
    <w:p w14:paraId="04653DC0" w14:textId="77777777" w:rsidR="00D93D72" w:rsidRPr="008021C2" w:rsidRDefault="00D93D72" w:rsidP="00D93D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4"/>
          <w:szCs w:val="24"/>
        </w:rPr>
      </w:pPr>
    </w:p>
    <w:p w14:paraId="3AFE9C88" w14:textId="77777777" w:rsidR="00BA4F19" w:rsidRPr="00CD0F10" w:rsidRDefault="00BA4F19" w:rsidP="002C7AB4">
      <w:pPr>
        <w:pStyle w:val="af9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CD0F10">
        <w:rPr>
          <w:rFonts w:ascii="Angsana New" w:hAnsi="Angsana New"/>
          <w:b/>
          <w:bCs/>
          <w:sz w:val="30"/>
          <w:szCs w:val="30"/>
          <w:cs/>
        </w:rPr>
        <w:t>การอนุมัติข้อมูลทางการเงินระหว่างกาล</w:t>
      </w:r>
    </w:p>
    <w:p w14:paraId="54C7E692" w14:textId="77777777" w:rsidR="00BA4F19" w:rsidRPr="008021C2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14:paraId="13E54EBA" w14:textId="77777777" w:rsidR="00BA4F19" w:rsidRPr="0017232D" w:rsidRDefault="00BA4F19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17232D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17232D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17232D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17232D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="00864B29">
        <w:rPr>
          <w:rFonts w:ascii="Angsana New" w:hAnsi="Angsana New"/>
          <w:sz w:val="30"/>
          <w:szCs w:val="30"/>
        </w:rPr>
        <w:t>8</w:t>
      </w:r>
      <w:r w:rsidRPr="0017232D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2C7AB4">
        <w:rPr>
          <w:rFonts w:ascii="Angsana New" w:hAnsi="Angsana New"/>
          <w:sz w:val="30"/>
          <w:szCs w:val="30"/>
        </w:rPr>
        <w:t>256</w:t>
      </w:r>
      <w:r w:rsidR="002C7AB4">
        <w:rPr>
          <w:rFonts w:ascii="Angsana New" w:hAnsi="Angsana New" w:hint="cs"/>
          <w:sz w:val="30"/>
          <w:szCs w:val="30"/>
          <w:cs/>
        </w:rPr>
        <w:t>6</w:t>
      </w:r>
    </w:p>
    <w:p w14:paraId="5F09E752" w14:textId="77777777" w:rsidR="00491324" w:rsidRPr="003E3A09" w:rsidRDefault="00491324" w:rsidP="003E3A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19FC2602" w14:textId="77777777" w:rsidR="00B133FC" w:rsidRPr="003E3A09" w:rsidRDefault="00B133FC" w:rsidP="003E3A09">
      <w:pPr>
        <w:framePr w:w="9900" w:wrap="auto" w:hAnchor="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  <w:cs/>
        </w:rPr>
        <w:sectPr w:rsidR="00B133FC" w:rsidRPr="003E3A09" w:rsidSect="00B97F63">
          <w:headerReference w:type="default" r:id="rId8"/>
          <w:footerReference w:type="default" r:id="rId9"/>
          <w:headerReference w:type="first" r:id="rId10"/>
          <w:footerReference w:type="first" r:id="rId11"/>
          <w:pgSz w:w="11909" w:h="16834" w:code="9"/>
          <w:pgMar w:top="1440" w:right="1152" w:bottom="810" w:left="1440" w:header="482" w:footer="590" w:gutter="0"/>
          <w:pgNumType w:start="14"/>
          <w:cols w:space="720"/>
          <w:titlePg/>
          <w:docGrid w:linePitch="245"/>
        </w:sectPr>
      </w:pPr>
    </w:p>
    <w:p w14:paraId="794ADFCF" w14:textId="77777777" w:rsidR="00491324" w:rsidRPr="00091D1D" w:rsidRDefault="00491324" w:rsidP="003E3A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2"/>
          <w:szCs w:val="2"/>
        </w:rPr>
      </w:pPr>
    </w:p>
    <w:sectPr w:rsidR="00491324" w:rsidRPr="00091D1D" w:rsidSect="00AB10F8">
      <w:footerReference w:type="first" r:id="rId12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EC65C" w14:textId="77777777" w:rsidR="004F197E" w:rsidRDefault="004F197E">
      <w:r>
        <w:separator/>
      </w:r>
    </w:p>
  </w:endnote>
  <w:endnote w:type="continuationSeparator" w:id="0">
    <w:p w14:paraId="007F2396" w14:textId="77777777" w:rsidR="004F197E" w:rsidRDefault="004F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65C5F" w14:textId="77777777" w:rsidR="00250706" w:rsidRPr="00052F48" w:rsidRDefault="00A43483">
    <w:pPr>
      <w:pStyle w:val="a6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5070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43442">
      <w:rPr>
        <w:rFonts w:ascii="Angsana New" w:hAnsi="Angsana New"/>
        <w:noProof/>
        <w:sz w:val="30"/>
        <w:szCs w:val="30"/>
      </w:rPr>
      <w:t>15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174EA" w14:textId="77777777" w:rsidR="00250706" w:rsidRPr="00E0433F" w:rsidRDefault="00A43483" w:rsidP="00E0433F">
    <w:pPr>
      <w:pStyle w:val="a6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50706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43442">
      <w:rPr>
        <w:rFonts w:ascii="Angsana New" w:hAnsi="Angsana New"/>
        <w:noProof/>
        <w:sz w:val="30"/>
        <w:szCs w:val="30"/>
      </w:rPr>
      <w:t>14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D646B" w14:textId="77777777" w:rsidR="00250706" w:rsidRPr="002C472B" w:rsidRDefault="00A43483">
    <w:pPr>
      <w:pStyle w:val="a6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250706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250706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14:paraId="1CC2191E" w14:textId="77777777" w:rsidR="00250706" w:rsidRPr="002C472B" w:rsidRDefault="00250706">
    <w:pPr>
      <w:pStyle w:val="a6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8F42C" w14:textId="77777777" w:rsidR="004F197E" w:rsidRDefault="004F197E">
      <w:r>
        <w:separator/>
      </w:r>
    </w:p>
  </w:footnote>
  <w:footnote w:type="continuationSeparator" w:id="0">
    <w:p w14:paraId="11A86224" w14:textId="77777777" w:rsidR="004F197E" w:rsidRDefault="004F1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AAE9B" w14:textId="77777777" w:rsidR="00250706" w:rsidRDefault="00250706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50B9301C" w14:textId="77777777" w:rsidR="00250706" w:rsidRPr="0014722B" w:rsidRDefault="00250706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proofErr w:type="spellStart"/>
    <w:r>
      <w:rPr>
        <w:rFonts w:ascii="Angsana New" w:hAnsi="Angsana New"/>
        <w:b/>
        <w:bCs/>
        <w:sz w:val="32"/>
        <w:szCs w:val="32"/>
        <w:cs/>
      </w:rPr>
      <w:t>เทค</w:t>
    </w:r>
    <w:proofErr w:type="spellEnd"/>
    <w:r>
      <w:rPr>
        <w:rFonts w:ascii="Angsana New" w:hAnsi="Angsana New"/>
        <w:b/>
        <w:bCs/>
        <w:sz w:val="32"/>
        <w:szCs w:val="32"/>
        <w:cs/>
      </w:rPr>
      <w:t>โนเมดิคัล จำกัด</w:t>
    </w:r>
    <w:r w:rsidR="00B70490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6B77826A" w14:textId="77777777" w:rsidR="00250706" w:rsidRPr="001C29D1" w:rsidRDefault="0025070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="00A744E3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14:paraId="62D315BD" w14:textId="77777777" w:rsidR="00250706" w:rsidRDefault="00250706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="00A93A8B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มิถุนายน</w:t>
    </w:r>
    <w:r w:rsidR="00A744E3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2566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56F5EFF7" w14:textId="77777777" w:rsidR="00250706" w:rsidRDefault="00250706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7B722A"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3403BDAF" w14:textId="77777777" w:rsidR="00250706" w:rsidRPr="00224722" w:rsidRDefault="00250706" w:rsidP="0022472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56D78" w14:textId="77777777" w:rsidR="00250706" w:rsidRDefault="00250706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4D9560CC" w14:textId="77777777" w:rsidR="00250706" w:rsidRPr="005D45D5" w:rsidRDefault="00250706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proofErr w:type="spellStart"/>
    <w:r>
      <w:rPr>
        <w:rFonts w:ascii="Angsana New" w:hAnsi="Angsana New"/>
        <w:b/>
        <w:bCs/>
        <w:sz w:val="32"/>
        <w:szCs w:val="32"/>
        <w:cs/>
      </w:rPr>
      <w:t>เทค</w:t>
    </w:r>
    <w:proofErr w:type="spellEnd"/>
    <w:r>
      <w:rPr>
        <w:rFonts w:ascii="Angsana New" w:hAnsi="Angsana New"/>
        <w:b/>
        <w:bCs/>
        <w:sz w:val="32"/>
        <w:szCs w:val="32"/>
        <w:cs/>
      </w:rPr>
      <w:t>โนเมดิคัล จำกัด</w:t>
    </w:r>
    <w:r w:rsidR="00801A6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6AF4188" w14:textId="77777777" w:rsidR="00250706" w:rsidRPr="001C29D1" w:rsidRDefault="0025070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C71ECED" w14:textId="77777777" w:rsidR="00250706" w:rsidRDefault="0025070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="00801A61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 xml:space="preserve">มิถุนายน </w:t>
    </w:r>
    <w:r w:rsidR="00E36C88">
      <w:rPr>
        <w:rFonts w:ascii="Angsana New" w:hAnsi="Angsana New"/>
        <w:b/>
        <w:bCs/>
        <w:sz w:val="32"/>
        <w:szCs w:val="32"/>
      </w:rPr>
      <w:t>2566</w:t>
    </w:r>
    <w:r>
      <w:rPr>
        <w:rFonts w:ascii="Angsana New" w:hAnsi="Angsana New" w:hint="cs"/>
        <w:b/>
        <w:bCs/>
        <w:sz w:val="32"/>
        <w:szCs w:val="32"/>
        <w:cs/>
      </w:rPr>
      <w:t xml:space="preserve"> และ </w:t>
    </w:r>
    <w:r w:rsidR="00E36C88">
      <w:rPr>
        <w:rFonts w:ascii="Angsana New" w:hAnsi="Angsana New"/>
        <w:b/>
        <w:bCs/>
        <w:sz w:val="32"/>
        <w:szCs w:val="32"/>
      </w:rPr>
      <w:t>2565</w:t>
    </w:r>
    <w:r w:rsidR="00801A61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14:paraId="799B16F0" w14:textId="77777777" w:rsidR="00250706" w:rsidRDefault="00250706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 w:rsidR="00E36C88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E36C88"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14:paraId="4DCBE308" w14:textId="77777777" w:rsidR="00250706" w:rsidRPr="00D754A8" w:rsidRDefault="00250706">
    <w:pPr>
      <w:pStyle w:val="a5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1A19689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A5009"/>
    <w:multiLevelType w:val="multilevel"/>
    <w:tmpl w:val="E488CD3C"/>
    <w:lvl w:ilvl="0">
      <w:start w:val="1"/>
      <w:numFmt w:val="decimal"/>
      <w:pStyle w:val="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 w15:restartNumberingAfterBreak="0">
    <w:nsid w:val="50447A1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92F2411"/>
    <w:multiLevelType w:val="hybridMultilevel"/>
    <w:tmpl w:val="CAB87364"/>
    <w:lvl w:ilvl="0" w:tplc="41769BE2">
      <w:start w:val="1"/>
      <w:numFmt w:val="thaiLetters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7F6E7110"/>
    <w:multiLevelType w:val="hybridMultilevel"/>
    <w:tmpl w:val="8804A6F6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878127">
    <w:abstractNumId w:val="6"/>
  </w:num>
  <w:num w:numId="2" w16cid:durableId="165437280">
    <w:abstractNumId w:val="5"/>
  </w:num>
  <w:num w:numId="3" w16cid:durableId="1133983244">
    <w:abstractNumId w:val="9"/>
  </w:num>
  <w:num w:numId="4" w16cid:durableId="1202741439">
    <w:abstractNumId w:val="7"/>
  </w:num>
  <w:num w:numId="5" w16cid:durableId="1665819432">
    <w:abstractNumId w:val="8"/>
  </w:num>
  <w:num w:numId="6" w16cid:durableId="2043630409">
    <w:abstractNumId w:val="3"/>
  </w:num>
  <w:num w:numId="7" w16cid:durableId="1034237027">
    <w:abstractNumId w:val="2"/>
  </w:num>
  <w:num w:numId="8" w16cid:durableId="1834027738">
    <w:abstractNumId w:val="0"/>
  </w:num>
  <w:num w:numId="9" w16cid:durableId="888733912">
    <w:abstractNumId w:val="1"/>
  </w:num>
  <w:num w:numId="10" w16cid:durableId="1859542773">
    <w:abstractNumId w:val="4"/>
  </w:num>
  <w:num w:numId="11" w16cid:durableId="1456101377">
    <w:abstractNumId w:val="15"/>
  </w:num>
  <w:num w:numId="12" w16cid:durableId="1080327219">
    <w:abstractNumId w:val="11"/>
  </w:num>
  <w:num w:numId="13" w16cid:durableId="1340934530">
    <w:abstractNumId w:val="19"/>
  </w:num>
  <w:num w:numId="14" w16cid:durableId="1000888206">
    <w:abstractNumId w:val="14"/>
  </w:num>
  <w:num w:numId="15" w16cid:durableId="793402298">
    <w:abstractNumId w:val="16"/>
  </w:num>
  <w:num w:numId="16" w16cid:durableId="1791897487">
    <w:abstractNumId w:val="17"/>
  </w:num>
  <w:num w:numId="17" w16cid:durableId="537009850">
    <w:abstractNumId w:val="12"/>
  </w:num>
  <w:num w:numId="18" w16cid:durableId="1042050711">
    <w:abstractNumId w:val="20"/>
  </w:num>
  <w:num w:numId="19" w16cid:durableId="469789740">
    <w:abstractNumId w:val="18"/>
  </w:num>
  <w:num w:numId="20" w16cid:durableId="1221089151">
    <w:abstractNumId w:val="13"/>
  </w:num>
  <w:num w:numId="21" w16cid:durableId="151633918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CF8"/>
    <w:rsid w:val="00000FEE"/>
    <w:rsid w:val="00001498"/>
    <w:rsid w:val="000014A7"/>
    <w:rsid w:val="00001B23"/>
    <w:rsid w:val="00001F8D"/>
    <w:rsid w:val="000023E7"/>
    <w:rsid w:val="00002599"/>
    <w:rsid w:val="000029F8"/>
    <w:rsid w:val="000032E3"/>
    <w:rsid w:val="000036C0"/>
    <w:rsid w:val="00003B3F"/>
    <w:rsid w:val="00003D3C"/>
    <w:rsid w:val="00004413"/>
    <w:rsid w:val="000053D7"/>
    <w:rsid w:val="00005750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33B"/>
    <w:rsid w:val="0001561C"/>
    <w:rsid w:val="00015852"/>
    <w:rsid w:val="00015BB7"/>
    <w:rsid w:val="00016D9F"/>
    <w:rsid w:val="00016DD0"/>
    <w:rsid w:val="00016E16"/>
    <w:rsid w:val="000170C5"/>
    <w:rsid w:val="0002004E"/>
    <w:rsid w:val="00020856"/>
    <w:rsid w:val="00020C88"/>
    <w:rsid w:val="00020D2E"/>
    <w:rsid w:val="000215A0"/>
    <w:rsid w:val="00021C7C"/>
    <w:rsid w:val="00022079"/>
    <w:rsid w:val="00022C7F"/>
    <w:rsid w:val="000234F9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28AD"/>
    <w:rsid w:val="000431D8"/>
    <w:rsid w:val="00043BF7"/>
    <w:rsid w:val="00044207"/>
    <w:rsid w:val="0004469B"/>
    <w:rsid w:val="00044DCA"/>
    <w:rsid w:val="000452F6"/>
    <w:rsid w:val="000452F9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0D47"/>
    <w:rsid w:val="0005100A"/>
    <w:rsid w:val="00052642"/>
    <w:rsid w:val="0005295D"/>
    <w:rsid w:val="00052E5C"/>
    <w:rsid w:val="00052F48"/>
    <w:rsid w:val="000531B1"/>
    <w:rsid w:val="00055913"/>
    <w:rsid w:val="00056F64"/>
    <w:rsid w:val="00057813"/>
    <w:rsid w:val="00060212"/>
    <w:rsid w:val="000602EC"/>
    <w:rsid w:val="000607A1"/>
    <w:rsid w:val="00060AD4"/>
    <w:rsid w:val="0006171C"/>
    <w:rsid w:val="00061853"/>
    <w:rsid w:val="00062488"/>
    <w:rsid w:val="000624A8"/>
    <w:rsid w:val="00062659"/>
    <w:rsid w:val="00062773"/>
    <w:rsid w:val="00064338"/>
    <w:rsid w:val="0006548F"/>
    <w:rsid w:val="000655B5"/>
    <w:rsid w:val="00065B91"/>
    <w:rsid w:val="00067110"/>
    <w:rsid w:val="00070F6A"/>
    <w:rsid w:val="000710A7"/>
    <w:rsid w:val="0007132F"/>
    <w:rsid w:val="0007135E"/>
    <w:rsid w:val="00071C4F"/>
    <w:rsid w:val="00072336"/>
    <w:rsid w:val="000725B3"/>
    <w:rsid w:val="00072F17"/>
    <w:rsid w:val="000732E9"/>
    <w:rsid w:val="000737CF"/>
    <w:rsid w:val="00073981"/>
    <w:rsid w:val="00073C01"/>
    <w:rsid w:val="00074130"/>
    <w:rsid w:val="0007452A"/>
    <w:rsid w:val="0007477D"/>
    <w:rsid w:val="00074C77"/>
    <w:rsid w:val="0007532D"/>
    <w:rsid w:val="00077534"/>
    <w:rsid w:val="00077606"/>
    <w:rsid w:val="00077B37"/>
    <w:rsid w:val="000801B6"/>
    <w:rsid w:val="00080660"/>
    <w:rsid w:val="00080995"/>
    <w:rsid w:val="00081131"/>
    <w:rsid w:val="000811A5"/>
    <w:rsid w:val="0008172F"/>
    <w:rsid w:val="0008191F"/>
    <w:rsid w:val="00081D75"/>
    <w:rsid w:val="00082233"/>
    <w:rsid w:val="000832F1"/>
    <w:rsid w:val="00083909"/>
    <w:rsid w:val="00084564"/>
    <w:rsid w:val="00084730"/>
    <w:rsid w:val="00085996"/>
    <w:rsid w:val="0008663D"/>
    <w:rsid w:val="0008667A"/>
    <w:rsid w:val="00086CF7"/>
    <w:rsid w:val="000877D3"/>
    <w:rsid w:val="00087A4B"/>
    <w:rsid w:val="00087C73"/>
    <w:rsid w:val="00087C7C"/>
    <w:rsid w:val="00090105"/>
    <w:rsid w:val="0009026F"/>
    <w:rsid w:val="00090340"/>
    <w:rsid w:val="000904CB"/>
    <w:rsid w:val="00090C94"/>
    <w:rsid w:val="00091281"/>
    <w:rsid w:val="00091D1D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AE"/>
    <w:rsid w:val="000A3CC9"/>
    <w:rsid w:val="000A3D89"/>
    <w:rsid w:val="000A3FCF"/>
    <w:rsid w:val="000A4D99"/>
    <w:rsid w:val="000A5631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0DF5"/>
    <w:rsid w:val="000B14FD"/>
    <w:rsid w:val="000B1D5F"/>
    <w:rsid w:val="000B2956"/>
    <w:rsid w:val="000B2D4B"/>
    <w:rsid w:val="000B329B"/>
    <w:rsid w:val="000B3F91"/>
    <w:rsid w:val="000B42B9"/>
    <w:rsid w:val="000B4620"/>
    <w:rsid w:val="000B50EE"/>
    <w:rsid w:val="000B5594"/>
    <w:rsid w:val="000B58B2"/>
    <w:rsid w:val="000C05F3"/>
    <w:rsid w:val="000C0BAC"/>
    <w:rsid w:val="000C0DEA"/>
    <w:rsid w:val="000C17B3"/>
    <w:rsid w:val="000C1864"/>
    <w:rsid w:val="000C1910"/>
    <w:rsid w:val="000C1EE9"/>
    <w:rsid w:val="000C237F"/>
    <w:rsid w:val="000C2996"/>
    <w:rsid w:val="000C32AD"/>
    <w:rsid w:val="000C3937"/>
    <w:rsid w:val="000C4350"/>
    <w:rsid w:val="000C464F"/>
    <w:rsid w:val="000C4881"/>
    <w:rsid w:val="000C4E2C"/>
    <w:rsid w:val="000C6884"/>
    <w:rsid w:val="000C6FDE"/>
    <w:rsid w:val="000C71B3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3CD"/>
    <w:rsid w:val="000D460E"/>
    <w:rsid w:val="000D4CDC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356"/>
    <w:rsid w:val="000E04AD"/>
    <w:rsid w:val="000E0D40"/>
    <w:rsid w:val="000E102E"/>
    <w:rsid w:val="000E1119"/>
    <w:rsid w:val="000E29E2"/>
    <w:rsid w:val="000E2BE3"/>
    <w:rsid w:val="000E3B81"/>
    <w:rsid w:val="000E4675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0CA"/>
    <w:rsid w:val="000F45CA"/>
    <w:rsid w:val="000F47F9"/>
    <w:rsid w:val="000F5A0F"/>
    <w:rsid w:val="000F5F04"/>
    <w:rsid w:val="000F63E8"/>
    <w:rsid w:val="000F68C8"/>
    <w:rsid w:val="000F6D58"/>
    <w:rsid w:val="000F708A"/>
    <w:rsid w:val="000F7EB7"/>
    <w:rsid w:val="00100728"/>
    <w:rsid w:val="001009EA"/>
    <w:rsid w:val="00101062"/>
    <w:rsid w:val="001011ED"/>
    <w:rsid w:val="00101A03"/>
    <w:rsid w:val="00101E57"/>
    <w:rsid w:val="001020B6"/>
    <w:rsid w:val="001024C7"/>
    <w:rsid w:val="00103022"/>
    <w:rsid w:val="00103500"/>
    <w:rsid w:val="00103AD3"/>
    <w:rsid w:val="001045EA"/>
    <w:rsid w:val="0010499B"/>
    <w:rsid w:val="00104A14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71F"/>
    <w:rsid w:val="00121E62"/>
    <w:rsid w:val="00121E91"/>
    <w:rsid w:val="00121F0B"/>
    <w:rsid w:val="00122250"/>
    <w:rsid w:val="00122623"/>
    <w:rsid w:val="001229A5"/>
    <w:rsid w:val="00123656"/>
    <w:rsid w:val="0012467A"/>
    <w:rsid w:val="00124FC8"/>
    <w:rsid w:val="0012564A"/>
    <w:rsid w:val="0012569C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3898"/>
    <w:rsid w:val="00134050"/>
    <w:rsid w:val="00134427"/>
    <w:rsid w:val="00134886"/>
    <w:rsid w:val="001348DD"/>
    <w:rsid w:val="0013542D"/>
    <w:rsid w:val="00135449"/>
    <w:rsid w:val="001357F1"/>
    <w:rsid w:val="0013602B"/>
    <w:rsid w:val="00136246"/>
    <w:rsid w:val="00136ABF"/>
    <w:rsid w:val="00137FB8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6A14"/>
    <w:rsid w:val="0014722B"/>
    <w:rsid w:val="00147BB1"/>
    <w:rsid w:val="00147CB1"/>
    <w:rsid w:val="00147D5B"/>
    <w:rsid w:val="00150031"/>
    <w:rsid w:val="0015020D"/>
    <w:rsid w:val="00150625"/>
    <w:rsid w:val="001527CE"/>
    <w:rsid w:val="001532B2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1390"/>
    <w:rsid w:val="00162A39"/>
    <w:rsid w:val="00163529"/>
    <w:rsid w:val="00163CF8"/>
    <w:rsid w:val="00164051"/>
    <w:rsid w:val="0016405E"/>
    <w:rsid w:val="00164A6C"/>
    <w:rsid w:val="00164F99"/>
    <w:rsid w:val="00165018"/>
    <w:rsid w:val="001660CB"/>
    <w:rsid w:val="00166550"/>
    <w:rsid w:val="0016699E"/>
    <w:rsid w:val="0016714C"/>
    <w:rsid w:val="00167362"/>
    <w:rsid w:val="00167D66"/>
    <w:rsid w:val="00167E54"/>
    <w:rsid w:val="00170465"/>
    <w:rsid w:val="001717A5"/>
    <w:rsid w:val="00171AB5"/>
    <w:rsid w:val="0017215C"/>
    <w:rsid w:val="00172296"/>
    <w:rsid w:val="0017232D"/>
    <w:rsid w:val="0017311F"/>
    <w:rsid w:val="00173840"/>
    <w:rsid w:val="00173C5E"/>
    <w:rsid w:val="00173E7F"/>
    <w:rsid w:val="00174E89"/>
    <w:rsid w:val="001750CE"/>
    <w:rsid w:val="0017561B"/>
    <w:rsid w:val="001766A6"/>
    <w:rsid w:val="001805B8"/>
    <w:rsid w:val="00180800"/>
    <w:rsid w:val="0018098A"/>
    <w:rsid w:val="001809E1"/>
    <w:rsid w:val="00180CB2"/>
    <w:rsid w:val="001813A5"/>
    <w:rsid w:val="0018170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9EA"/>
    <w:rsid w:val="00186D58"/>
    <w:rsid w:val="0018712B"/>
    <w:rsid w:val="001903E4"/>
    <w:rsid w:val="00191FEB"/>
    <w:rsid w:val="0019209C"/>
    <w:rsid w:val="00192733"/>
    <w:rsid w:val="00192CF0"/>
    <w:rsid w:val="00193E09"/>
    <w:rsid w:val="0019411D"/>
    <w:rsid w:val="0019503B"/>
    <w:rsid w:val="00195226"/>
    <w:rsid w:val="00195570"/>
    <w:rsid w:val="00195AE1"/>
    <w:rsid w:val="001970BE"/>
    <w:rsid w:val="00197804"/>
    <w:rsid w:val="00197887"/>
    <w:rsid w:val="00197CFE"/>
    <w:rsid w:val="00197DD8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576"/>
    <w:rsid w:val="001A6D70"/>
    <w:rsid w:val="001A7257"/>
    <w:rsid w:val="001A72EF"/>
    <w:rsid w:val="001A7C47"/>
    <w:rsid w:val="001A7F23"/>
    <w:rsid w:val="001B09ED"/>
    <w:rsid w:val="001B10C4"/>
    <w:rsid w:val="001B1337"/>
    <w:rsid w:val="001B1508"/>
    <w:rsid w:val="001B1BAE"/>
    <w:rsid w:val="001B24F8"/>
    <w:rsid w:val="001B2C21"/>
    <w:rsid w:val="001B317D"/>
    <w:rsid w:val="001B3277"/>
    <w:rsid w:val="001B37C2"/>
    <w:rsid w:val="001B38EC"/>
    <w:rsid w:val="001B3F19"/>
    <w:rsid w:val="001B44D9"/>
    <w:rsid w:val="001B49B4"/>
    <w:rsid w:val="001B50CF"/>
    <w:rsid w:val="001B515C"/>
    <w:rsid w:val="001B5D13"/>
    <w:rsid w:val="001B75FC"/>
    <w:rsid w:val="001B79CD"/>
    <w:rsid w:val="001C0894"/>
    <w:rsid w:val="001C0B6B"/>
    <w:rsid w:val="001C14B1"/>
    <w:rsid w:val="001C1BBC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5498"/>
    <w:rsid w:val="001C6086"/>
    <w:rsid w:val="001C60FC"/>
    <w:rsid w:val="001C6598"/>
    <w:rsid w:val="001C6820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ADB"/>
    <w:rsid w:val="001E1F4F"/>
    <w:rsid w:val="001E23CA"/>
    <w:rsid w:val="001E2696"/>
    <w:rsid w:val="001E2D04"/>
    <w:rsid w:val="001E2D39"/>
    <w:rsid w:val="001E39E0"/>
    <w:rsid w:val="001E3B86"/>
    <w:rsid w:val="001E3BC8"/>
    <w:rsid w:val="001E48E8"/>
    <w:rsid w:val="001E4EC4"/>
    <w:rsid w:val="001E508F"/>
    <w:rsid w:val="001E560F"/>
    <w:rsid w:val="001E5F67"/>
    <w:rsid w:val="001E68D8"/>
    <w:rsid w:val="001E6C0C"/>
    <w:rsid w:val="001F01F5"/>
    <w:rsid w:val="001F0386"/>
    <w:rsid w:val="001F0E78"/>
    <w:rsid w:val="001F101E"/>
    <w:rsid w:val="001F16F1"/>
    <w:rsid w:val="001F184A"/>
    <w:rsid w:val="001F1B0F"/>
    <w:rsid w:val="001F1B35"/>
    <w:rsid w:val="001F1D20"/>
    <w:rsid w:val="001F242C"/>
    <w:rsid w:val="001F25EF"/>
    <w:rsid w:val="001F262F"/>
    <w:rsid w:val="001F2AC9"/>
    <w:rsid w:val="001F3813"/>
    <w:rsid w:val="001F39E2"/>
    <w:rsid w:val="001F4A45"/>
    <w:rsid w:val="001F529C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3BF4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2ED9"/>
    <w:rsid w:val="0021508E"/>
    <w:rsid w:val="002165BD"/>
    <w:rsid w:val="00216B05"/>
    <w:rsid w:val="00220B35"/>
    <w:rsid w:val="00220CDD"/>
    <w:rsid w:val="00220DD3"/>
    <w:rsid w:val="00222C3F"/>
    <w:rsid w:val="00222DB7"/>
    <w:rsid w:val="00222FFD"/>
    <w:rsid w:val="002230C5"/>
    <w:rsid w:val="00223143"/>
    <w:rsid w:val="00223251"/>
    <w:rsid w:val="00223AA9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674"/>
    <w:rsid w:val="00231A3B"/>
    <w:rsid w:val="00231B02"/>
    <w:rsid w:val="00231BAB"/>
    <w:rsid w:val="00231E67"/>
    <w:rsid w:val="002324C9"/>
    <w:rsid w:val="0023264A"/>
    <w:rsid w:val="00232667"/>
    <w:rsid w:val="00233114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136"/>
    <w:rsid w:val="0024322C"/>
    <w:rsid w:val="00243442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5052C"/>
    <w:rsid w:val="00250706"/>
    <w:rsid w:val="002508D0"/>
    <w:rsid w:val="00251149"/>
    <w:rsid w:val="0025210D"/>
    <w:rsid w:val="002540BC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13F"/>
    <w:rsid w:val="00262766"/>
    <w:rsid w:val="00262787"/>
    <w:rsid w:val="0026286E"/>
    <w:rsid w:val="002642CD"/>
    <w:rsid w:val="002649F2"/>
    <w:rsid w:val="0026549A"/>
    <w:rsid w:val="00265A69"/>
    <w:rsid w:val="00265C1F"/>
    <w:rsid w:val="00266057"/>
    <w:rsid w:val="00267116"/>
    <w:rsid w:val="00267F5B"/>
    <w:rsid w:val="00270693"/>
    <w:rsid w:val="00270710"/>
    <w:rsid w:val="00271023"/>
    <w:rsid w:val="0027143F"/>
    <w:rsid w:val="00271914"/>
    <w:rsid w:val="002719C3"/>
    <w:rsid w:val="00272135"/>
    <w:rsid w:val="002722F8"/>
    <w:rsid w:val="00272615"/>
    <w:rsid w:val="002732DE"/>
    <w:rsid w:val="0027523A"/>
    <w:rsid w:val="00275AE7"/>
    <w:rsid w:val="00275BD9"/>
    <w:rsid w:val="0027619A"/>
    <w:rsid w:val="002768D4"/>
    <w:rsid w:val="00276A68"/>
    <w:rsid w:val="00276DEE"/>
    <w:rsid w:val="00277166"/>
    <w:rsid w:val="00280399"/>
    <w:rsid w:val="002804A7"/>
    <w:rsid w:val="00280CF6"/>
    <w:rsid w:val="00281D76"/>
    <w:rsid w:val="002822DA"/>
    <w:rsid w:val="00282693"/>
    <w:rsid w:val="00282720"/>
    <w:rsid w:val="00283190"/>
    <w:rsid w:val="002832E5"/>
    <w:rsid w:val="002833F3"/>
    <w:rsid w:val="00284029"/>
    <w:rsid w:val="002843BE"/>
    <w:rsid w:val="00284617"/>
    <w:rsid w:val="00284906"/>
    <w:rsid w:val="00284B1B"/>
    <w:rsid w:val="00284C3A"/>
    <w:rsid w:val="0028571A"/>
    <w:rsid w:val="00285912"/>
    <w:rsid w:val="00285E5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037"/>
    <w:rsid w:val="00293227"/>
    <w:rsid w:val="00294031"/>
    <w:rsid w:val="00294108"/>
    <w:rsid w:val="00294585"/>
    <w:rsid w:val="002947CF"/>
    <w:rsid w:val="00294D0E"/>
    <w:rsid w:val="00294FBC"/>
    <w:rsid w:val="00295157"/>
    <w:rsid w:val="002959BB"/>
    <w:rsid w:val="00295D9E"/>
    <w:rsid w:val="002971D9"/>
    <w:rsid w:val="002971F1"/>
    <w:rsid w:val="00297539"/>
    <w:rsid w:val="002975A4"/>
    <w:rsid w:val="00297680"/>
    <w:rsid w:val="00297BE6"/>
    <w:rsid w:val="002A0011"/>
    <w:rsid w:val="002A013D"/>
    <w:rsid w:val="002A0977"/>
    <w:rsid w:val="002A37B5"/>
    <w:rsid w:val="002A3A5F"/>
    <w:rsid w:val="002A4664"/>
    <w:rsid w:val="002A50B3"/>
    <w:rsid w:val="002A6126"/>
    <w:rsid w:val="002A7592"/>
    <w:rsid w:val="002A7C9C"/>
    <w:rsid w:val="002B0B24"/>
    <w:rsid w:val="002B17C3"/>
    <w:rsid w:val="002B1855"/>
    <w:rsid w:val="002B1FF9"/>
    <w:rsid w:val="002B2355"/>
    <w:rsid w:val="002B2CD1"/>
    <w:rsid w:val="002B2DB2"/>
    <w:rsid w:val="002B2FAF"/>
    <w:rsid w:val="002B3526"/>
    <w:rsid w:val="002B376C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857"/>
    <w:rsid w:val="002C4C05"/>
    <w:rsid w:val="002C6470"/>
    <w:rsid w:val="002C6670"/>
    <w:rsid w:val="002C70FD"/>
    <w:rsid w:val="002C71E5"/>
    <w:rsid w:val="002C78C5"/>
    <w:rsid w:val="002C79F4"/>
    <w:rsid w:val="002C7A58"/>
    <w:rsid w:val="002C7AB0"/>
    <w:rsid w:val="002C7AB4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6F3D"/>
    <w:rsid w:val="002D77F7"/>
    <w:rsid w:val="002D7968"/>
    <w:rsid w:val="002D79F0"/>
    <w:rsid w:val="002E03FD"/>
    <w:rsid w:val="002E11CD"/>
    <w:rsid w:val="002E22F6"/>
    <w:rsid w:val="002E28C2"/>
    <w:rsid w:val="002E305A"/>
    <w:rsid w:val="002E30BB"/>
    <w:rsid w:val="002E3890"/>
    <w:rsid w:val="002E3A6D"/>
    <w:rsid w:val="002E430F"/>
    <w:rsid w:val="002E4716"/>
    <w:rsid w:val="002E5526"/>
    <w:rsid w:val="002E56DE"/>
    <w:rsid w:val="002E64D7"/>
    <w:rsid w:val="002E6B35"/>
    <w:rsid w:val="002E6DBF"/>
    <w:rsid w:val="002E6DF0"/>
    <w:rsid w:val="002E7C61"/>
    <w:rsid w:val="002E7EEA"/>
    <w:rsid w:val="002F1144"/>
    <w:rsid w:val="002F1B08"/>
    <w:rsid w:val="002F1E3F"/>
    <w:rsid w:val="002F23AC"/>
    <w:rsid w:val="002F281A"/>
    <w:rsid w:val="002F2BDA"/>
    <w:rsid w:val="002F2E12"/>
    <w:rsid w:val="002F31AF"/>
    <w:rsid w:val="002F3D2C"/>
    <w:rsid w:val="002F48BE"/>
    <w:rsid w:val="002F529E"/>
    <w:rsid w:val="002F58D4"/>
    <w:rsid w:val="002F60DA"/>
    <w:rsid w:val="002F626B"/>
    <w:rsid w:val="002F68F9"/>
    <w:rsid w:val="002F75D6"/>
    <w:rsid w:val="002F7EAC"/>
    <w:rsid w:val="00300143"/>
    <w:rsid w:val="00300875"/>
    <w:rsid w:val="00300B8B"/>
    <w:rsid w:val="00300C2E"/>
    <w:rsid w:val="003015C9"/>
    <w:rsid w:val="0030188B"/>
    <w:rsid w:val="00301B45"/>
    <w:rsid w:val="00301CAB"/>
    <w:rsid w:val="003020A2"/>
    <w:rsid w:val="00303D43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8DB"/>
    <w:rsid w:val="00310AD7"/>
    <w:rsid w:val="00310E32"/>
    <w:rsid w:val="00310FFA"/>
    <w:rsid w:val="0031100C"/>
    <w:rsid w:val="00311998"/>
    <w:rsid w:val="00311E35"/>
    <w:rsid w:val="00311F29"/>
    <w:rsid w:val="00312549"/>
    <w:rsid w:val="00313DCB"/>
    <w:rsid w:val="00314A3B"/>
    <w:rsid w:val="00315898"/>
    <w:rsid w:val="0031644B"/>
    <w:rsid w:val="003166D3"/>
    <w:rsid w:val="00316C27"/>
    <w:rsid w:val="0031740A"/>
    <w:rsid w:val="0031758D"/>
    <w:rsid w:val="00317F7B"/>
    <w:rsid w:val="003201CA"/>
    <w:rsid w:val="003204A5"/>
    <w:rsid w:val="00321235"/>
    <w:rsid w:val="00322A7E"/>
    <w:rsid w:val="00322EE3"/>
    <w:rsid w:val="00322FD6"/>
    <w:rsid w:val="00323471"/>
    <w:rsid w:val="003238A9"/>
    <w:rsid w:val="0032430F"/>
    <w:rsid w:val="00324C25"/>
    <w:rsid w:val="00325DCE"/>
    <w:rsid w:val="003269FA"/>
    <w:rsid w:val="00326F46"/>
    <w:rsid w:val="00326FCE"/>
    <w:rsid w:val="00327751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2D47"/>
    <w:rsid w:val="00334F7E"/>
    <w:rsid w:val="00335274"/>
    <w:rsid w:val="0033540A"/>
    <w:rsid w:val="003359A1"/>
    <w:rsid w:val="003361D1"/>
    <w:rsid w:val="00336486"/>
    <w:rsid w:val="00336D23"/>
    <w:rsid w:val="00336D52"/>
    <w:rsid w:val="00336F3C"/>
    <w:rsid w:val="0033729B"/>
    <w:rsid w:val="00337549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545"/>
    <w:rsid w:val="00354663"/>
    <w:rsid w:val="00354820"/>
    <w:rsid w:val="00354C31"/>
    <w:rsid w:val="00355364"/>
    <w:rsid w:val="00355B9D"/>
    <w:rsid w:val="00356A55"/>
    <w:rsid w:val="00357194"/>
    <w:rsid w:val="00360265"/>
    <w:rsid w:val="003602C6"/>
    <w:rsid w:val="003606E1"/>
    <w:rsid w:val="003607D5"/>
    <w:rsid w:val="00360C8D"/>
    <w:rsid w:val="00360FF4"/>
    <w:rsid w:val="00361746"/>
    <w:rsid w:val="00362114"/>
    <w:rsid w:val="00362631"/>
    <w:rsid w:val="003626EC"/>
    <w:rsid w:val="0036277C"/>
    <w:rsid w:val="00362D75"/>
    <w:rsid w:val="00362D76"/>
    <w:rsid w:val="00362F11"/>
    <w:rsid w:val="003632E0"/>
    <w:rsid w:val="00363EB1"/>
    <w:rsid w:val="0036417E"/>
    <w:rsid w:val="003641F9"/>
    <w:rsid w:val="0036487F"/>
    <w:rsid w:val="00364EEB"/>
    <w:rsid w:val="0036504B"/>
    <w:rsid w:val="00365181"/>
    <w:rsid w:val="003651CE"/>
    <w:rsid w:val="00365994"/>
    <w:rsid w:val="00365AD3"/>
    <w:rsid w:val="00366237"/>
    <w:rsid w:val="003662AC"/>
    <w:rsid w:val="00366C80"/>
    <w:rsid w:val="00367303"/>
    <w:rsid w:val="00370126"/>
    <w:rsid w:val="003704A5"/>
    <w:rsid w:val="0037075F"/>
    <w:rsid w:val="00370A7F"/>
    <w:rsid w:val="0037103E"/>
    <w:rsid w:val="00371200"/>
    <w:rsid w:val="0037133B"/>
    <w:rsid w:val="00371C02"/>
    <w:rsid w:val="00372502"/>
    <w:rsid w:val="00372D99"/>
    <w:rsid w:val="00372F36"/>
    <w:rsid w:val="0037393A"/>
    <w:rsid w:val="003740F5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103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3B6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976D8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36E"/>
    <w:rsid w:val="003A3CB0"/>
    <w:rsid w:val="003A3FBC"/>
    <w:rsid w:val="003A4EBA"/>
    <w:rsid w:val="003A4EE3"/>
    <w:rsid w:val="003A57A0"/>
    <w:rsid w:val="003B05DB"/>
    <w:rsid w:val="003B0674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92C"/>
    <w:rsid w:val="003B6F9D"/>
    <w:rsid w:val="003B71C9"/>
    <w:rsid w:val="003B78DB"/>
    <w:rsid w:val="003B7B60"/>
    <w:rsid w:val="003C0740"/>
    <w:rsid w:val="003C0A5B"/>
    <w:rsid w:val="003C101A"/>
    <w:rsid w:val="003C102B"/>
    <w:rsid w:val="003C15B9"/>
    <w:rsid w:val="003C1852"/>
    <w:rsid w:val="003C29D6"/>
    <w:rsid w:val="003C30FC"/>
    <w:rsid w:val="003C325B"/>
    <w:rsid w:val="003C3B26"/>
    <w:rsid w:val="003C3DED"/>
    <w:rsid w:val="003C3DF8"/>
    <w:rsid w:val="003C4078"/>
    <w:rsid w:val="003C5065"/>
    <w:rsid w:val="003C5342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4E8"/>
    <w:rsid w:val="003D3571"/>
    <w:rsid w:val="003D3AA3"/>
    <w:rsid w:val="003D3D59"/>
    <w:rsid w:val="003D4840"/>
    <w:rsid w:val="003D505E"/>
    <w:rsid w:val="003D532A"/>
    <w:rsid w:val="003D5A16"/>
    <w:rsid w:val="003D6415"/>
    <w:rsid w:val="003D6454"/>
    <w:rsid w:val="003D7C7B"/>
    <w:rsid w:val="003E0F00"/>
    <w:rsid w:val="003E15EA"/>
    <w:rsid w:val="003E348E"/>
    <w:rsid w:val="003E34E0"/>
    <w:rsid w:val="003E3A09"/>
    <w:rsid w:val="003E46C7"/>
    <w:rsid w:val="003E4816"/>
    <w:rsid w:val="003E58D8"/>
    <w:rsid w:val="003E5A9B"/>
    <w:rsid w:val="003E671F"/>
    <w:rsid w:val="003E705F"/>
    <w:rsid w:val="003E7071"/>
    <w:rsid w:val="003E726E"/>
    <w:rsid w:val="003E7397"/>
    <w:rsid w:val="003E7A83"/>
    <w:rsid w:val="003F0226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3585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053F"/>
    <w:rsid w:val="00411029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609"/>
    <w:rsid w:val="00413F34"/>
    <w:rsid w:val="004142E4"/>
    <w:rsid w:val="00414424"/>
    <w:rsid w:val="00415063"/>
    <w:rsid w:val="004151C9"/>
    <w:rsid w:val="0041563D"/>
    <w:rsid w:val="004164FA"/>
    <w:rsid w:val="00416519"/>
    <w:rsid w:val="00417527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1D2"/>
    <w:rsid w:val="00436644"/>
    <w:rsid w:val="004366A9"/>
    <w:rsid w:val="004366D5"/>
    <w:rsid w:val="00437826"/>
    <w:rsid w:val="00437E5E"/>
    <w:rsid w:val="0044040D"/>
    <w:rsid w:val="004404CA"/>
    <w:rsid w:val="0044056B"/>
    <w:rsid w:val="0044112D"/>
    <w:rsid w:val="00442A49"/>
    <w:rsid w:val="00442EFC"/>
    <w:rsid w:val="00443F3C"/>
    <w:rsid w:val="00444A2C"/>
    <w:rsid w:val="00444C15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A30"/>
    <w:rsid w:val="00447CA8"/>
    <w:rsid w:val="0045028F"/>
    <w:rsid w:val="004507B9"/>
    <w:rsid w:val="004507D9"/>
    <w:rsid w:val="00450BDB"/>
    <w:rsid w:val="00450CF8"/>
    <w:rsid w:val="004516D3"/>
    <w:rsid w:val="0045196F"/>
    <w:rsid w:val="00451FF1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6897"/>
    <w:rsid w:val="00457DA5"/>
    <w:rsid w:val="00460583"/>
    <w:rsid w:val="00460600"/>
    <w:rsid w:val="00461992"/>
    <w:rsid w:val="00461A39"/>
    <w:rsid w:val="00461A46"/>
    <w:rsid w:val="00462503"/>
    <w:rsid w:val="0046398D"/>
    <w:rsid w:val="00463B8E"/>
    <w:rsid w:val="00464152"/>
    <w:rsid w:val="0046423B"/>
    <w:rsid w:val="004645CB"/>
    <w:rsid w:val="004650E0"/>
    <w:rsid w:val="0046516A"/>
    <w:rsid w:val="004654F4"/>
    <w:rsid w:val="0046551B"/>
    <w:rsid w:val="00465D20"/>
    <w:rsid w:val="00466512"/>
    <w:rsid w:val="00466CCE"/>
    <w:rsid w:val="0046701D"/>
    <w:rsid w:val="004709FF"/>
    <w:rsid w:val="00470D78"/>
    <w:rsid w:val="00470ED5"/>
    <w:rsid w:val="00471164"/>
    <w:rsid w:val="00471F15"/>
    <w:rsid w:val="0047298E"/>
    <w:rsid w:val="00472ACC"/>
    <w:rsid w:val="00472B7A"/>
    <w:rsid w:val="00472E74"/>
    <w:rsid w:val="00473E49"/>
    <w:rsid w:val="0047484F"/>
    <w:rsid w:val="00475182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5A3D"/>
    <w:rsid w:val="004868D5"/>
    <w:rsid w:val="00486B8D"/>
    <w:rsid w:val="00486C25"/>
    <w:rsid w:val="0049011B"/>
    <w:rsid w:val="00491324"/>
    <w:rsid w:val="0049154B"/>
    <w:rsid w:val="00491564"/>
    <w:rsid w:val="004916C2"/>
    <w:rsid w:val="00491831"/>
    <w:rsid w:val="00491A2D"/>
    <w:rsid w:val="00491D87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982"/>
    <w:rsid w:val="004A2A1D"/>
    <w:rsid w:val="004A3325"/>
    <w:rsid w:val="004A343C"/>
    <w:rsid w:val="004A35B5"/>
    <w:rsid w:val="004A3742"/>
    <w:rsid w:val="004A3B1C"/>
    <w:rsid w:val="004A49D5"/>
    <w:rsid w:val="004A5558"/>
    <w:rsid w:val="004A56E2"/>
    <w:rsid w:val="004A57AE"/>
    <w:rsid w:val="004A586D"/>
    <w:rsid w:val="004A63FE"/>
    <w:rsid w:val="004A71A9"/>
    <w:rsid w:val="004A7B36"/>
    <w:rsid w:val="004B026C"/>
    <w:rsid w:val="004B0320"/>
    <w:rsid w:val="004B06EF"/>
    <w:rsid w:val="004B0A2A"/>
    <w:rsid w:val="004B157E"/>
    <w:rsid w:val="004B1EBE"/>
    <w:rsid w:val="004B2111"/>
    <w:rsid w:val="004B22ED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5B1"/>
    <w:rsid w:val="004C4A1B"/>
    <w:rsid w:val="004C51FE"/>
    <w:rsid w:val="004C69EA"/>
    <w:rsid w:val="004C6CDB"/>
    <w:rsid w:val="004C6D5A"/>
    <w:rsid w:val="004C6F07"/>
    <w:rsid w:val="004C79AC"/>
    <w:rsid w:val="004C7B6E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C96"/>
    <w:rsid w:val="004D5A58"/>
    <w:rsid w:val="004D6C63"/>
    <w:rsid w:val="004D6F76"/>
    <w:rsid w:val="004D77B8"/>
    <w:rsid w:val="004D79CB"/>
    <w:rsid w:val="004D7B2B"/>
    <w:rsid w:val="004D7CAC"/>
    <w:rsid w:val="004D7D16"/>
    <w:rsid w:val="004D7FEC"/>
    <w:rsid w:val="004E0FEE"/>
    <w:rsid w:val="004E1031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6E5E"/>
    <w:rsid w:val="004E75DB"/>
    <w:rsid w:val="004E76CB"/>
    <w:rsid w:val="004E78AB"/>
    <w:rsid w:val="004E7B64"/>
    <w:rsid w:val="004F01CE"/>
    <w:rsid w:val="004F0A51"/>
    <w:rsid w:val="004F0F91"/>
    <w:rsid w:val="004F197E"/>
    <w:rsid w:val="004F19BA"/>
    <w:rsid w:val="004F1B8E"/>
    <w:rsid w:val="004F1F2F"/>
    <w:rsid w:val="004F46C7"/>
    <w:rsid w:val="004F56BB"/>
    <w:rsid w:val="004F5771"/>
    <w:rsid w:val="004F5810"/>
    <w:rsid w:val="004F5CDB"/>
    <w:rsid w:val="004F5F45"/>
    <w:rsid w:val="004F7DC0"/>
    <w:rsid w:val="004F7FBD"/>
    <w:rsid w:val="005005D5"/>
    <w:rsid w:val="0050063B"/>
    <w:rsid w:val="00500C33"/>
    <w:rsid w:val="00501915"/>
    <w:rsid w:val="00501B84"/>
    <w:rsid w:val="00501E7F"/>
    <w:rsid w:val="00501E8D"/>
    <w:rsid w:val="00502072"/>
    <w:rsid w:val="00502397"/>
    <w:rsid w:val="00502DCC"/>
    <w:rsid w:val="00502F49"/>
    <w:rsid w:val="00503CF4"/>
    <w:rsid w:val="00504283"/>
    <w:rsid w:val="005042F4"/>
    <w:rsid w:val="00505793"/>
    <w:rsid w:val="00506160"/>
    <w:rsid w:val="0050630F"/>
    <w:rsid w:val="00506443"/>
    <w:rsid w:val="00506BB3"/>
    <w:rsid w:val="00507B23"/>
    <w:rsid w:val="00510055"/>
    <w:rsid w:val="00510395"/>
    <w:rsid w:val="005149A0"/>
    <w:rsid w:val="0051555B"/>
    <w:rsid w:val="00516047"/>
    <w:rsid w:val="0051632D"/>
    <w:rsid w:val="005165C7"/>
    <w:rsid w:val="00516B03"/>
    <w:rsid w:val="00516E03"/>
    <w:rsid w:val="00520102"/>
    <w:rsid w:val="00520341"/>
    <w:rsid w:val="005206C7"/>
    <w:rsid w:val="00520CC8"/>
    <w:rsid w:val="00520F69"/>
    <w:rsid w:val="00522204"/>
    <w:rsid w:val="0052308A"/>
    <w:rsid w:val="005233DA"/>
    <w:rsid w:val="00523439"/>
    <w:rsid w:val="005243EC"/>
    <w:rsid w:val="00524D9E"/>
    <w:rsid w:val="00524DC8"/>
    <w:rsid w:val="00525765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3374"/>
    <w:rsid w:val="005351A8"/>
    <w:rsid w:val="00535755"/>
    <w:rsid w:val="005365E8"/>
    <w:rsid w:val="00536C6A"/>
    <w:rsid w:val="00536CEC"/>
    <w:rsid w:val="00537CF0"/>
    <w:rsid w:val="00537F8F"/>
    <w:rsid w:val="00540164"/>
    <w:rsid w:val="005407FB"/>
    <w:rsid w:val="005416FF"/>
    <w:rsid w:val="00542045"/>
    <w:rsid w:val="00542079"/>
    <w:rsid w:val="005422DF"/>
    <w:rsid w:val="005425D7"/>
    <w:rsid w:val="00542702"/>
    <w:rsid w:val="00542F28"/>
    <w:rsid w:val="005434A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173A"/>
    <w:rsid w:val="005517F6"/>
    <w:rsid w:val="00552512"/>
    <w:rsid w:val="005529AB"/>
    <w:rsid w:val="00553CB1"/>
    <w:rsid w:val="00553CE8"/>
    <w:rsid w:val="00556335"/>
    <w:rsid w:val="0055653D"/>
    <w:rsid w:val="00556BD7"/>
    <w:rsid w:val="0055707C"/>
    <w:rsid w:val="00560DF2"/>
    <w:rsid w:val="00561386"/>
    <w:rsid w:val="005616A5"/>
    <w:rsid w:val="00561B53"/>
    <w:rsid w:val="00561EED"/>
    <w:rsid w:val="005625FD"/>
    <w:rsid w:val="00562DFC"/>
    <w:rsid w:val="0056313E"/>
    <w:rsid w:val="005640C8"/>
    <w:rsid w:val="00564A10"/>
    <w:rsid w:val="00565224"/>
    <w:rsid w:val="00565FDA"/>
    <w:rsid w:val="005661AD"/>
    <w:rsid w:val="005663ED"/>
    <w:rsid w:val="00567B8B"/>
    <w:rsid w:val="00567C2D"/>
    <w:rsid w:val="005700D6"/>
    <w:rsid w:val="00570315"/>
    <w:rsid w:val="00570C06"/>
    <w:rsid w:val="005711C1"/>
    <w:rsid w:val="005716AC"/>
    <w:rsid w:val="00571AEE"/>
    <w:rsid w:val="00571E58"/>
    <w:rsid w:val="005728E8"/>
    <w:rsid w:val="00572A16"/>
    <w:rsid w:val="005733A6"/>
    <w:rsid w:val="0057343C"/>
    <w:rsid w:val="00573A13"/>
    <w:rsid w:val="00573F35"/>
    <w:rsid w:val="0057529C"/>
    <w:rsid w:val="00575985"/>
    <w:rsid w:val="005772E0"/>
    <w:rsid w:val="00577595"/>
    <w:rsid w:val="00577A71"/>
    <w:rsid w:val="00580047"/>
    <w:rsid w:val="0058039B"/>
    <w:rsid w:val="00580408"/>
    <w:rsid w:val="00580732"/>
    <w:rsid w:val="005815DD"/>
    <w:rsid w:val="0058169B"/>
    <w:rsid w:val="0058235F"/>
    <w:rsid w:val="00582371"/>
    <w:rsid w:val="00583A8E"/>
    <w:rsid w:val="00583D52"/>
    <w:rsid w:val="00583FD4"/>
    <w:rsid w:val="00584849"/>
    <w:rsid w:val="00584D65"/>
    <w:rsid w:val="005860AD"/>
    <w:rsid w:val="005864EC"/>
    <w:rsid w:val="005868D8"/>
    <w:rsid w:val="00587087"/>
    <w:rsid w:val="005877D9"/>
    <w:rsid w:val="00590474"/>
    <w:rsid w:val="00590B39"/>
    <w:rsid w:val="005922B4"/>
    <w:rsid w:val="005922CE"/>
    <w:rsid w:val="00592F92"/>
    <w:rsid w:val="005938E9"/>
    <w:rsid w:val="005939D7"/>
    <w:rsid w:val="00593D32"/>
    <w:rsid w:val="0059429F"/>
    <w:rsid w:val="005945F1"/>
    <w:rsid w:val="0059466A"/>
    <w:rsid w:val="00594B05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37D7"/>
    <w:rsid w:val="005A404E"/>
    <w:rsid w:val="005A4371"/>
    <w:rsid w:val="005A4698"/>
    <w:rsid w:val="005A46DC"/>
    <w:rsid w:val="005A5B40"/>
    <w:rsid w:val="005A5FA4"/>
    <w:rsid w:val="005A71C5"/>
    <w:rsid w:val="005A7249"/>
    <w:rsid w:val="005A74CB"/>
    <w:rsid w:val="005A79AE"/>
    <w:rsid w:val="005A79BE"/>
    <w:rsid w:val="005A7A45"/>
    <w:rsid w:val="005B0EF6"/>
    <w:rsid w:val="005B1317"/>
    <w:rsid w:val="005B2871"/>
    <w:rsid w:val="005B3C0A"/>
    <w:rsid w:val="005B3D6C"/>
    <w:rsid w:val="005B47C0"/>
    <w:rsid w:val="005B499F"/>
    <w:rsid w:val="005B5692"/>
    <w:rsid w:val="005B56AB"/>
    <w:rsid w:val="005B56F7"/>
    <w:rsid w:val="005B575E"/>
    <w:rsid w:val="005B5BCA"/>
    <w:rsid w:val="005B5E87"/>
    <w:rsid w:val="005B66A0"/>
    <w:rsid w:val="005B67F8"/>
    <w:rsid w:val="005C0606"/>
    <w:rsid w:val="005C0790"/>
    <w:rsid w:val="005C085F"/>
    <w:rsid w:val="005C0F2F"/>
    <w:rsid w:val="005C0F9C"/>
    <w:rsid w:val="005C10F2"/>
    <w:rsid w:val="005C1428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0C9"/>
    <w:rsid w:val="005C66C9"/>
    <w:rsid w:val="005C6897"/>
    <w:rsid w:val="005C7971"/>
    <w:rsid w:val="005D0173"/>
    <w:rsid w:val="005D051E"/>
    <w:rsid w:val="005D0A23"/>
    <w:rsid w:val="005D1614"/>
    <w:rsid w:val="005D17FB"/>
    <w:rsid w:val="005D194E"/>
    <w:rsid w:val="005D1C5C"/>
    <w:rsid w:val="005D205B"/>
    <w:rsid w:val="005D2830"/>
    <w:rsid w:val="005D29AE"/>
    <w:rsid w:val="005D2D37"/>
    <w:rsid w:val="005D41BD"/>
    <w:rsid w:val="005D45D5"/>
    <w:rsid w:val="005D54AA"/>
    <w:rsid w:val="005D5543"/>
    <w:rsid w:val="005D57F2"/>
    <w:rsid w:val="005D644F"/>
    <w:rsid w:val="005D6709"/>
    <w:rsid w:val="005D7045"/>
    <w:rsid w:val="005E0257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34E"/>
    <w:rsid w:val="005E4651"/>
    <w:rsid w:val="005E4748"/>
    <w:rsid w:val="005E4796"/>
    <w:rsid w:val="005E49B1"/>
    <w:rsid w:val="005E4B1B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2AD"/>
    <w:rsid w:val="005F07C7"/>
    <w:rsid w:val="005F0FE2"/>
    <w:rsid w:val="005F18CA"/>
    <w:rsid w:val="005F1CAB"/>
    <w:rsid w:val="005F1F3D"/>
    <w:rsid w:val="005F2217"/>
    <w:rsid w:val="005F22F5"/>
    <w:rsid w:val="005F3ACD"/>
    <w:rsid w:val="005F3C94"/>
    <w:rsid w:val="005F3ECA"/>
    <w:rsid w:val="005F54AC"/>
    <w:rsid w:val="005F6BDB"/>
    <w:rsid w:val="005F6C86"/>
    <w:rsid w:val="005F6F26"/>
    <w:rsid w:val="005F7173"/>
    <w:rsid w:val="005F73C1"/>
    <w:rsid w:val="005F77B6"/>
    <w:rsid w:val="005F7FCB"/>
    <w:rsid w:val="0060103F"/>
    <w:rsid w:val="00601052"/>
    <w:rsid w:val="00601623"/>
    <w:rsid w:val="006018BE"/>
    <w:rsid w:val="006020ED"/>
    <w:rsid w:val="0060302D"/>
    <w:rsid w:val="006047A9"/>
    <w:rsid w:val="00604F77"/>
    <w:rsid w:val="00605522"/>
    <w:rsid w:val="00605ACB"/>
    <w:rsid w:val="00606537"/>
    <w:rsid w:val="006066A5"/>
    <w:rsid w:val="006066E6"/>
    <w:rsid w:val="0060673D"/>
    <w:rsid w:val="00606E13"/>
    <w:rsid w:val="00610425"/>
    <w:rsid w:val="00610CA5"/>
    <w:rsid w:val="00610EBC"/>
    <w:rsid w:val="006113B5"/>
    <w:rsid w:val="006113CC"/>
    <w:rsid w:val="00611E47"/>
    <w:rsid w:val="00612156"/>
    <w:rsid w:val="006122EE"/>
    <w:rsid w:val="0061334B"/>
    <w:rsid w:val="006136B1"/>
    <w:rsid w:val="0061394D"/>
    <w:rsid w:val="00613D23"/>
    <w:rsid w:val="00613D50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910"/>
    <w:rsid w:val="00622A38"/>
    <w:rsid w:val="00622A8E"/>
    <w:rsid w:val="00623200"/>
    <w:rsid w:val="0062372A"/>
    <w:rsid w:val="0062462B"/>
    <w:rsid w:val="0062475F"/>
    <w:rsid w:val="0062513C"/>
    <w:rsid w:val="006253CE"/>
    <w:rsid w:val="00625751"/>
    <w:rsid w:val="00625EB3"/>
    <w:rsid w:val="00626393"/>
    <w:rsid w:val="006272FB"/>
    <w:rsid w:val="00630168"/>
    <w:rsid w:val="006307E2"/>
    <w:rsid w:val="006313FD"/>
    <w:rsid w:val="00631586"/>
    <w:rsid w:val="006318BA"/>
    <w:rsid w:val="006321A4"/>
    <w:rsid w:val="006321DC"/>
    <w:rsid w:val="00633313"/>
    <w:rsid w:val="00633B25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57A8"/>
    <w:rsid w:val="006374DE"/>
    <w:rsid w:val="0063786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333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C61"/>
    <w:rsid w:val="00652DBE"/>
    <w:rsid w:val="0065301E"/>
    <w:rsid w:val="006537BC"/>
    <w:rsid w:val="00653BD5"/>
    <w:rsid w:val="006541AA"/>
    <w:rsid w:val="006549E8"/>
    <w:rsid w:val="006555A7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6A59"/>
    <w:rsid w:val="006678E2"/>
    <w:rsid w:val="00667E70"/>
    <w:rsid w:val="006715BD"/>
    <w:rsid w:val="00671787"/>
    <w:rsid w:val="00671896"/>
    <w:rsid w:val="00671A2C"/>
    <w:rsid w:val="006731D4"/>
    <w:rsid w:val="006736D7"/>
    <w:rsid w:val="00673DCD"/>
    <w:rsid w:val="0067431C"/>
    <w:rsid w:val="00674AEE"/>
    <w:rsid w:val="00674F24"/>
    <w:rsid w:val="00675294"/>
    <w:rsid w:val="0067545E"/>
    <w:rsid w:val="006754EB"/>
    <w:rsid w:val="00676440"/>
    <w:rsid w:val="00676E97"/>
    <w:rsid w:val="00677688"/>
    <w:rsid w:val="00681504"/>
    <w:rsid w:val="0068152C"/>
    <w:rsid w:val="0068189E"/>
    <w:rsid w:val="00681B0C"/>
    <w:rsid w:val="006823BD"/>
    <w:rsid w:val="00683100"/>
    <w:rsid w:val="00683104"/>
    <w:rsid w:val="00683246"/>
    <w:rsid w:val="00683395"/>
    <w:rsid w:val="00683A3B"/>
    <w:rsid w:val="00684060"/>
    <w:rsid w:val="0068490C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D6E"/>
    <w:rsid w:val="00695E09"/>
    <w:rsid w:val="00696246"/>
    <w:rsid w:val="006A0B34"/>
    <w:rsid w:val="006A1538"/>
    <w:rsid w:val="006A1818"/>
    <w:rsid w:val="006A1E21"/>
    <w:rsid w:val="006A2538"/>
    <w:rsid w:val="006A29B8"/>
    <w:rsid w:val="006A3B0A"/>
    <w:rsid w:val="006A3DA1"/>
    <w:rsid w:val="006A469C"/>
    <w:rsid w:val="006A4A7E"/>
    <w:rsid w:val="006A4D03"/>
    <w:rsid w:val="006A5D27"/>
    <w:rsid w:val="006A63EE"/>
    <w:rsid w:val="006A708C"/>
    <w:rsid w:val="006A72BB"/>
    <w:rsid w:val="006A76A4"/>
    <w:rsid w:val="006A796E"/>
    <w:rsid w:val="006B0052"/>
    <w:rsid w:val="006B01A5"/>
    <w:rsid w:val="006B1774"/>
    <w:rsid w:val="006B179E"/>
    <w:rsid w:val="006B19D7"/>
    <w:rsid w:val="006B1DB9"/>
    <w:rsid w:val="006B349D"/>
    <w:rsid w:val="006B3557"/>
    <w:rsid w:val="006B35FC"/>
    <w:rsid w:val="006B385C"/>
    <w:rsid w:val="006B3EAB"/>
    <w:rsid w:val="006B4AE8"/>
    <w:rsid w:val="006B7869"/>
    <w:rsid w:val="006B7E25"/>
    <w:rsid w:val="006C0383"/>
    <w:rsid w:val="006C0CC6"/>
    <w:rsid w:val="006C0E05"/>
    <w:rsid w:val="006C0F74"/>
    <w:rsid w:val="006C128C"/>
    <w:rsid w:val="006C12FB"/>
    <w:rsid w:val="006C1902"/>
    <w:rsid w:val="006C1B0E"/>
    <w:rsid w:val="006C1BC8"/>
    <w:rsid w:val="006C20D1"/>
    <w:rsid w:val="006C334D"/>
    <w:rsid w:val="006C4906"/>
    <w:rsid w:val="006C4CD6"/>
    <w:rsid w:val="006C5CEB"/>
    <w:rsid w:val="006C5D92"/>
    <w:rsid w:val="006C6E27"/>
    <w:rsid w:val="006D03F2"/>
    <w:rsid w:val="006D08D8"/>
    <w:rsid w:val="006D0FC9"/>
    <w:rsid w:val="006D1058"/>
    <w:rsid w:val="006D15A9"/>
    <w:rsid w:val="006D15E5"/>
    <w:rsid w:val="006D181F"/>
    <w:rsid w:val="006D1E76"/>
    <w:rsid w:val="006D23E3"/>
    <w:rsid w:val="006D3066"/>
    <w:rsid w:val="006D3A9F"/>
    <w:rsid w:val="006D44F5"/>
    <w:rsid w:val="006D4BED"/>
    <w:rsid w:val="006D51E6"/>
    <w:rsid w:val="006D528C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3DEE"/>
    <w:rsid w:val="006E44F5"/>
    <w:rsid w:val="006E4744"/>
    <w:rsid w:val="006E578D"/>
    <w:rsid w:val="006E5798"/>
    <w:rsid w:val="006E5EB5"/>
    <w:rsid w:val="006E6200"/>
    <w:rsid w:val="006E640B"/>
    <w:rsid w:val="006E6F7A"/>
    <w:rsid w:val="006E755F"/>
    <w:rsid w:val="006E7DB8"/>
    <w:rsid w:val="006F04FA"/>
    <w:rsid w:val="006F1212"/>
    <w:rsid w:val="006F12DB"/>
    <w:rsid w:val="006F1546"/>
    <w:rsid w:val="006F1BF3"/>
    <w:rsid w:val="006F2260"/>
    <w:rsid w:val="006F2E00"/>
    <w:rsid w:val="006F3B23"/>
    <w:rsid w:val="006F4165"/>
    <w:rsid w:val="006F45AB"/>
    <w:rsid w:val="006F4AAF"/>
    <w:rsid w:val="006F6963"/>
    <w:rsid w:val="006F6CF5"/>
    <w:rsid w:val="006F75AF"/>
    <w:rsid w:val="006F791B"/>
    <w:rsid w:val="006F7EB9"/>
    <w:rsid w:val="0070014D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4BDF"/>
    <w:rsid w:val="0071512D"/>
    <w:rsid w:val="00715526"/>
    <w:rsid w:val="00715F82"/>
    <w:rsid w:val="007165D6"/>
    <w:rsid w:val="00716E37"/>
    <w:rsid w:val="00717BA3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53D3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AF8"/>
    <w:rsid w:val="00733E46"/>
    <w:rsid w:val="007353BE"/>
    <w:rsid w:val="00735834"/>
    <w:rsid w:val="00735CA8"/>
    <w:rsid w:val="0073626D"/>
    <w:rsid w:val="00736286"/>
    <w:rsid w:val="00737C07"/>
    <w:rsid w:val="00737CE6"/>
    <w:rsid w:val="00737E08"/>
    <w:rsid w:val="00741282"/>
    <w:rsid w:val="007415B4"/>
    <w:rsid w:val="00741772"/>
    <w:rsid w:val="007418F8"/>
    <w:rsid w:val="007419E4"/>
    <w:rsid w:val="0074297F"/>
    <w:rsid w:val="00743CA4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1D1B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92B"/>
    <w:rsid w:val="00757B4F"/>
    <w:rsid w:val="00757C99"/>
    <w:rsid w:val="007607F1"/>
    <w:rsid w:val="00760876"/>
    <w:rsid w:val="00760982"/>
    <w:rsid w:val="00761C60"/>
    <w:rsid w:val="00761D80"/>
    <w:rsid w:val="00761FC3"/>
    <w:rsid w:val="00762036"/>
    <w:rsid w:val="00762905"/>
    <w:rsid w:val="0076315A"/>
    <w:rsid w:val="00763822"/>
    <w:rsid w:val="007639FB"/>
    <w:rsid w:val="0076400A"/>
    <w:rsid w:val="00764A48"/>
    <w:rsid w:val="00764D28"/>
    <w:rsid w:val="00764EC2"/>
    <w:rsid w:val="00765581"/>
    <w:rsid w:val="00765EF4"/>
    <w:rsid w:val="00765FC2"/>
    <w:rsid w:val="00767B26"/>
    <w:rsid w:val="007703A2"/>
    <w:rsid w:val="00770AB7"/>
    <w:rsid w:val="00770EB4"/>
    <w:rsid w:val="0077130B"/>
    <w:rsid w:val="0077282E"/>
    <w:rsid w:val="00772832"/>
    <w:rsid w:val="00772A06"/>
    <w:rsid w:val="007730B1"/>
    <w:rsid w:val="00773155"/>
    <w:rsid w:val="00773157"/>
    <w:rsid w:val="007744E9"/>
    <w:rsid w:val="00774989"/>
    <w:rsid w:val="00775980"/>
    <w:rsid w:val="00775B96"/>
    <w:rsid w:val="00776D1E"/>
    <w:rsid w:val="007772F3"/>
    <w:rsid w:val="007774F8"/>
    <w:rsid w:val="00777A32"/>
    <w:rsid w:val="00780894"/>
    <w:rsid w:val="0078136D"/>
    <w:rsid w:val="00781E7C"/>
    <w:rsid w:val="007821F5"/>
    <w:rsid w:val="00782AF0"/>
    <w:rsid w:val="0078393B"/>
    <w:rsid w:val="00783B0C"/>
    <w:rsid w:val="00783BCF"/>
    <w:rsid w:val="00783F25"/>
    <w:rsid w:val="00784073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0FAD"/>
    <w:rsid w:val="0079154B"/>
    <w:rsid w:val="00791807"/>
    <w:rsid w:val="00791E51"/>
    <w:rsid w:val="00791EE8"/>
    <w:rsid w:val="00794094"/>
    <w:rsid w:val="00794A7F"/>
    <w:rsid w:val="00794CDA"/>
    <w:rsid w:val="007951DF"/>
    <w:rsid w:val="0079544A"/>
    <w:rsid w:val="0079556B"/>
    <w:rsid w:val="00795828"/>
    <w:rsid w:val="00795C66"/>
    <w:rsid w:val="00796C0E"/>
    <w:rsid w:val="00797CD0"/>
    <w:rsid w:val="007A01E9"/>
    <w:rsid w:val="007A0CCB"/>
    <w:rsid w:val="007A12F4"/>
    <w:rsid w:val="007A18BB"/>
    <w:rsid w:val="007A2361"/>
    <w:rsid w:val="007A27AF"/>
    <w:rsid w:val="007A2E67"/>
    <w:rsid w:val="007A3EC8"/>
    <w:rsid w:val="007A4FF9"/>
    <w:rsid w:val="007A50CA"/>
    <w:rsid w:val="007A64A7"/>
    <w:rsid w:val="007A6802"/>
    <w:rsid w:val="007B1563"/>
    <w:rsid w:val="007B19A3"/>
    <w:rsid w:val="007B1EE2"/>
    <w:rsid w:val="007B23BF"/>
    <w:rsid w:val="007B3132"/>
    <w:rsid w:val="007B39FF"/>
    <w:rsid w:val="007B3D8F"/>
    <w:rsid w:val="007B3DA5"/>
    <w:rsid w:val="007B42E5"/>
    <w:rsid w:val="007B4E7A"/>
    <w:rsid w:val="007B5109"/>
    <w:rsid w:val="007B6188"/>
    <w:rsid w:val="007B6460"/>
    <w:rsid w:val="007B66A6"/>
    <w:rsid w:val="007B6DD6"/>
    <w:rsid w:val="007B709C"/>
    <w:rsid w:val="007B722A"/>
    <w:rsid w:val="007B7471"/>
    <w:rsid w:val="007C06F4"/>
    <w:rsid w:val="007C1542"/>
    <w:rsid w:val="007C173B"/>
    <w:rsid w:val="007C1FCC"/>
    <w:rsid w:val="007C32A2"/>
    <w:rsid w:val="007C35BB"/>
    <w:rsid w:val="007C39DE"/>
    <w:rsid w:val="007C405E"/>
    <w:rsid w:val="007C40E5"/>
    <w:rsid w:val="007C4A67"/>
    <w:rsid w:val="007C4ACA"/>
    <w:rsid w:val="007C54BD"/>
    <w:rsid w:val="007C564A"/>
    <w:rsid w:val="007C75D4"/>
    <w:rsid w:val="007D1C8C"/>
    <w:rsid w:val="007D2255"/>
    <w:rsid w:val="007D22BB"/>
    <w:rsid w:val="007D3080"/>
    <w:rsid w:val="007D30F0"/>
    <w:rsid w:val="007D4982"/>
    <w:rsid w:val="007D4A4B"/>
    <w:rsid w:val="007D5781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667C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5D87"/>
    <w:rsid w:val="007F6270"/>
    <w:rsid w:val="007F632B"/>
    <w:rsid w:val="007F6DC9"/>
    <w:rsid w:val="007F75D7"/>
    <w:rsid w:val="007F7BEE"/>
    <w:rsid w:val="007F7E60"/>
    <w:rsid w:val="008008D0"/>
    <w:rsid w:val="00800B6F"/>
    <w:rsid w:val="00800EE7"/>
    <w:rsid w:val="0080151C"/>
    <w:rsid w:val="00801A61"/>
    <w:rsid w:val="00801F2C"/>
    <w:rsid w:val="008021C2"/>
    <w:rsid w:val="00802C44"/>
    <w:rsid w:val="00802E18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4F5F"/>
    <w:rsid w:val="00805479"/>
    <w:rsid w:val="00806441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4116"/>
    <w:rsid w:val="00814887"/>
    <w:rsid w:val="00814A76"/>
    <w:rsid w:val="00814AF7"/>
    <w:rsid w:val="00815D01"/>
    <w:rsid w:val="00815D25"/>
    <w:rsid w:val="00815F39"/>
    <w:rsid w:val="00815F47"/>
    <w:rsid w:val="008161C2"/>
    <w:rsid w:val="008161E3"/>
    <w:rsid w:val="0081686D"/>
    <w:rsid w:val="00816DE3"/>
    <w:rsid w:val="00816FC2"/>
    <w:rsid w:val="0081796E"/>
    <w:rsid w:val="00817D39"/>
    <w:rsid w:val="00820E73"/>
    <w:rsid w:val="0082101C"/>
    <w:rsid w:val="0082188D"/>
    <w:rsid w:val="008222BB"/>
    <w:rsid w:val="00822E8D"/>
    <w:rsid w:val="00823138"/>
    <w:rsid w:val="00823A21"/>
    <w:rsid w:val="00823E9D"/>
    <w:rsid w:val="008242A2"/>
    <w:rsid w:val="00824506"/>
    <w:rsid w:val="00824915"/>
    <w:rsid w:val="00824DE7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56BE"/>
    <w:rsid w:val="008358F6"/>
    <w:rsid w:val="00835A40"/>
    <w:rsid w:val="00836424"/>
    <w:rsid w:val="00836E22"/>
    <w:rsid w:val="00837214"/>
    <w:rsid w:val="00837799"/>
    <w:rsid w:val="00837A8A"/>
    <w:rsid w:val="00837BCE"/>
    <w:rsid w:val="00837FC7"/>
    <w:rsid w:val="00840425"/>
    <w:rsid w:val="0084078F"/>
    <w:rsid w:val="0084098D"/>
    <w:rsid w:val="00840C13"/>
    <w:rsid w:val="00840F38"/>
    <w:rsid w:val="008412A7"/>
    <w:rsid w:val="008412CD"/>
    <w:rsid w:val="00841853"/>
    <w:rsid w:val="008418D4"/>
    <w:rsid w:val="00841978"/>
    <w:rsid w:val="00841A79"/>
    <w:rsid w:val="008421A6"/>
    <w:rsid w:val="008429DF"/>
    <w:rsid w:val="00842D5A"/>
    <w:rsid w:val="00843590"/>
    <w:rsid w:val="008439B3"/>
    <w:rsid w:val="00843C30"/>
    <w:rsid w:val="00843F6D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60B"/>
    <w:rsid w:val="00856771"/>
    <w:rsid w:val="0085743A"/>
    <w:rsid w:val="0085754D"/>
    <w:rsid w:val="0085786B"/>
    <w:rsid w:val="00857974"/>
    <w:rsid w:val="008604A1"/>
    <w:rsid w:val="008618BD"/>
    <w:rsid w:val="00862DE4"/>
    <w:rsid w:val="00862F36"/>
    <w:rsid w:val="00863DAF"/>
    <w:rsid w:val="00864031"/>
    <w:rsid w:val="00864397"/>
    <w:rsid w:val="00864658"/>
    <w:rsid w:val="00864A34"/>
    <w:rsid w:val="00864B29"/>
    <w:rsid w:val="00864C89"/>
    <w:rsid w:val="00865220"/>
    <w:rsid w:val="008658FA"/>
    <w:rsid w:val="00865E27"/>
    <w:rsid w:val="0086710D"/>
    <w:rsid w:val="00867287"/>
    <w:rsid w:val="0086798D"/>
    <w:rsid w:val="00870C6C"/>
    <w:rsid w:val="00872168"/>
    <w:rsid w:val="00872B24"/>
    <w:rsid w:val="008748AD"/>
    <w:rsid w:val="00874E32"/>
    <w:rsid w:val="00875B1B"/>
    <w:rsid w:val="00875C76"/>
    <w:rsid w:val="00875F78"/>
    <w:rsid w:val="008764DA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4B6"/>
    <w:rsid w:val="008836E5"/>
    <w:rsid w:val="00883BD1"/>
    <w:rsid w:val="00883C7F"/>
    <w:rsid w:val="0088447D"/>
    <w:rsid w:val="0088468B"/>
    <w:rsid w:val="008851B9"/>
    <w:rsid w:val="00885837"/>
    <w:rsid w:val="00885BB9"/>
    <w:rsid w:val="00885D24"/>
    <w:rsid w:val="0088686B"/>
    <w:rsid w:val="00886D58"/>
    <w:rsid w:val="00887386"/>
    <w:rsid w:val="008874E2"/>
    <w:rsid w:val="00887579"/>
    <w:rsid w:val="00887951"/>
    <w:rsid w:val="00890C61"/>
    <w:rsid w:val="00890F8C"/>
    <w:rsid w:val="0089189F"/>
    <w:rsid w:val="008943F7"/>
    <w:rsid w:val="00894BA4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8A7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7688"/>
    <w:rsid w:val="008C7969"/>
    <w:rsid w:val="008C7AE8"/>
    <w:rsid w:val="008C7C13"/>
    <w:rsid w:val="008D01FE"/>
    <w:rsid w:val="008D0284"/>
    <w:rsid w:val="008D03E2"/>
    <w:rsid w:val="008D072C"/>
    <w:rsid w:val="008D07F7"/>
    <w:rsid w:val="008D1945"/>
    <w:rsid w:val="008D1BC6"/>
    <w:rsid w:val="008D22F6"/>
    <w:rsid w:val="008D2889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85E"/>
    <w:rsid w:val="008E08E4"/>
    <w:rsid w:val="008E0D46"/>
    <w:rsid w:val="008E1869"/>
    <w:rsid w:val="008E1F3A"/>
    <w:rsid w:val="008E2A8A"/>
    <w:rsid w:val="008E3A28"/>
    <w:rsid w:val="008E4CCC"/>
    <w:rsid w:val="008E4DCB"/>
    <w:rsid w:val="008E4E38"/>
    <w:rsid w:val="008E4E5A"/>
    <w:rsid w:val="008E518B"/>
    <w:rsid w:val="008E53D2"/>
    <w:rsid w:val="008E5FB4"/>
    <w:rsid w:val="008E67B9"/>
    <w:rsid w:val="008E67FA"/>
    <w:rsid w:val="008E6879"/>
    <w:rsid w:val="008E7176"/>
    <w:rsid w:val="008E7546"/>
    <w:rsid w:val="008E773E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B70"/>
    <w:rsid w:val="008F7C7A"/>
    <w:rsid w:val="008F7DB3"/>
    <w:rsid w:val="00901422"/>
    <w:rsid w:val="00901646"/>
    <w:rsid w:val="00901A34"/>
    <w:rsid w:val="00901DCC"/>
    <w:rsid w:val="0090210A"/>
    <w:rsid w:val="00902156"/>
    <w:rsid w:val="0090336A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7C9"/>
    <w:rsid w:val="00914D1B"/>
    <w:rsid w:val="00914FDB"/>
    <w:rsid w:val="00915E75"/>
    <w:rsid w:val="00916351"/>
    <w:rsid w:val="0091659F"/>
    <w:rsid w:val="009170BA"/>
    <w:rsid w:val="00917CFB"/>
    <w:rsid w:val="00920220"/>
    <w:rsid w:val="009205E0"/>
    <w:rsid w:val="00921405"/>
    <w:rsid w:val="0092247F"/>
    <w:rsid w:val="00922F40"/>
    <w:rsid w:val="00924382"/>
    <w:rsid w:val="00924414"/>
    <w:rsid w:val="00924799"/>
    <w:rsid w:val="00924FF2"/>
    <w:rsid w:val="009264D2"/>
    <w:rsid w:val="00926B9C"/>
    <w:rsid w:val="00927338"/>
    <w:rsid w:val="00927A15"/>
    <w:rsid w:val="0093004C"/>
    <w:rsid w:val="00930FD3"/>
    <w:rsid w:val="00932142"/>
    <w:rsid w:val="00932474"/>
    <w:rsid w:val="00932AAE"/>
    <w:rsid w:val="00932CCB"/>
    <w:rsid w:val="009336AA"/>
    <w:rsid w:val="00933C2E"/>
    <w:rsid w:val="009344E3"/>
    <w:rsid w:val="00934810"/>
    <w:rsid w:val="00934C55"/>
    <w:rsid w:val="00936432"/>
    <w:rsid w:val="009366B0"/>
    <w:rsid w:val="0093673A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25F"/>
    <w:rsid w:val="009466F4"/>
    <w:rsid w:val="009467EA"/>
    <w:rsid w:val="00947CF6"/>
    <w:rsid w:val="0095026A"/>
    <w:rsid w:val="00950570"/>
    <w:rsid w:val="009505A5"/>
    <w:rsid w:val="009509F1"/>
    <w:rsid w:val="00950A34"/>
    <w:rsid w:val="00950F80"/>
    <w:rsid w:val="009516CD"/>
    <w:rsid w:val="00951BE6"/>
    <w:rsid w:val="009527A9"/>
    <w:rsid w:val="009530B6"/>
    <w:rsid w:val="00953499"/>
    <w:rsid w:val="00953D98"/>
    <w:rsid w:val="0095470D"/>
    <w:rsid w:val="0095492D"/>
    <w:rsid w:val="00954C0B"/>
    <w:rsid w:val="0095538E"/>
    <w:rsid w:val="009553AD"/>
    <w:rsid w:val="009555EC"/>
    <w:rsid w:val="009557DE"/>
    <w:rsid w:val="00955FC6"/>
    <w:rsid w:val="0095631D"/>
    <w:rsid w:val="0095675A"/>
    <w:rsid w:val="00957326"/>
    <w:rsid w:val="009579AF"/>
    <w:rsid w:val="00957C33"/>
    <w:rsid w:val="00960247"/>
    <w:rsid w:val="00960CAF"/>
    <w:rsid w:val="00960DC9"/>
    <w:rsid w:val="00961194"/>
    <w:rsid w:val="009617EC"/>
    <w:rsid w:val="00961E11"/>
    <w:rsid w:val="00962508"/>
    <w:rsid w:val="00963364"/>
    <w:rsid w:val="00963726"/>
    <w:rsid w:val="00966318"/>
    <w:rsid w:val="009672A5"/>
    <w:rsid w:val="00967A1D"/>
    <w:rsid w:val="00967B00"/>
    <w:rsid w:val="00967C0C"/>
    <w:rsid w:val="00971039"/>
    <w:rsid w:val="00971274"/>
    <w:rsid w:val="00971CEB"/>
    <w:rsid w:val="00973668"/>
    <w:rsid w:val="00973995"/>
    <w:rsid w:val="0097484F"/>
    <w:rsid w:val="009761BD"/>
    <w:rsid w:val="0097639A"/>
    <w:rsid w:val="00977534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57C"/>
    <w:rsid w:val="009859C9"/>
    <w:rsid w:val="00985A0E"/>
    <w:rsid w:val="009865E0"/>
    <w:rsid w:val="009866B7"/>
    <w:rsid w:val="00986FB4"/>
    <w:rsid w:val="009872F1"/>
    <w:rsid w:val="00987450"/>
    <w:rsid w:val="009903AA"/>
    <w:rsid w:val="009907D2"/>
    <w:rsid w:val="00992237"/>
    <w:rsid w:val="0099264F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5152"/>
    <w:rsid w:val="0099590A"/>
    <w:rsid w:val="00996703"/>
    <w:rsid w:val="00996ABE"/>
    <w:rsid w:val="0099750A"/>
    <w:rsid w:val="00997531"/>
    <w:rsid w:val="009979A0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149"/>
    <w:rsid w:val="009A74A2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882"/>
    <w:rsid w:val="009B3D7F"/>
    <w:rsid w:val="009B4BFF"/>
    <w:rsid w:val="009B4EF5"/>
    <w:rsid w:val="009B5679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3F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7AC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5C79"/>
    <w:rsid w:val="009D732C"/>
    <w:rsid w:val="009D7684"/>
    <w:rsid w:val="009D7788"/>
    <w:rsid w:val="009D78F5"/>
    <w:rsid w:val="009D7AC7"/>
    <w:rsid w:val="009E082D"/>
    <w:rsid w:val="009E0DC9"/>
    <w:rsid w:val="009E0E4A"/>
    <w:rsid w:val="009E0F26"/>
    <w:rsid w:val="009E10C1"/>
    <w:rsid w:val="009E1A4D"/>
    <w:rsid w:val="009E22ED"/>
    <w:rsid w:val="009E317B"/>
    <w:rsid w:val="009E3F1E"/>
    <w:rsid w:val="009E44B7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21E1"/>
    <w:rsid w:val="00A022EB"/>
    <w:rsid w:val="00A023C2"/>
    <w:rsid w:val="00A02EDB"/>
    <w:rsid w:val="00A03670"/>
    <w:rsid w:val="00A03749"/>
    <w:rsid w:val="00A05D0F"/>
    <w:rsid w:val="00A06C68"/>
    <w:rsid w:val="00A0757E"/>
    <w:rsid w:val="00A07916"/>
    <w:rsid w:val="00A07A42"/>
    <w:rsid w:val="00A104B0"/>
    <w:rsid w:val="00A10A81"/>
    <w:rsid w:val="00A10B71"/>
    <w:rsid w:val="00A110A9"/>
    <w:rsid w:val="00A11E51"/>
    <w:rsid w:val="00A120A7"/>
    <w:rsid w:val="00A127A3"/>
    <w:rsid w:val="00A12898"/>
    <w:rsid w:val="00A12AE8"/>
    <w:rsid w:val="00A12B7C"/>
    <w:rsid w:val="00A12EAD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8BD"/>
    <w:rsid w:val="00A20D51"/>
    <w:rsid w:val="00A20F9F"/>
    <w:rsid w:val="00A210B7"/>
    <w:rsid w:val="00A21D23"/>
    <w:rsid w:val="00A21DD5"/>
    <w:rsid w:val="00A21ECD"/>
    <w:rsid w:val="00A221ED"/>
    <w:rsid w:val="00A226C0"/>
    <w:rsid w:val="00A228FC"/>
    <w:rsid w:val="00A22C66"/>
    <w:rsid w:val="00A22C98"/>
    <w:rsid w:val="00A245E6"/>
    <w:rsid w:val="00A24DE6"/>
    <w:rsid w:val="00A25ED1"/>
    <w:rsid w:val="00A26009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95E"/>
    <w:rsid w:val="00A36CC1"/>
    <w:rsid w:val="00A36EB3"/>
    <w:rsid w:val="00A3709A"/>
    <w:rsid w:val="00A37494"/>
    <w:rsid w:val="00A3759A"/>
    <w:rsid w:val="00A37D08"/>
    <w:rsid w:val="00A37EB3"/>
    <w:rsid w:val="00A4019F"/>
    <w:rsid w:val="00A40319"/>
    <w:rsid w:val="00A40372"/>
    <w:rsid w:val="00A41122"/>
    <w:rsid w:val="00A4184D"/>
    <w:rsid w:val="00A424B6"/>
    <w:rsid w:val="00A4295A"/>
    <w:rsid w:val="00A429A6"/>
    <w:rsid w:val="00A42C10"/>
    <w:rsid w:val="00A43483"/>
    <w:rsid w:val="00A4399A"/>
    <w:rsid w:val="00A43E5E"/>
    <w:rsid w:val="00A446FC"/>
    <w:rsid w:val="00A44879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38CC"/>
    <w:rsid w:val="00A53E67"/>
    <w:rsid w:val="00A5463B"/>
    <w:rsid w:val="00A54BDD"/>
    <w:rsid w:val="00A5508F"/>
    <w:rsid w:val="00A55890"/>
    <w:rsid w:val="00A5598E"/>
    <w:rsid w:val="00A5693E"/>
    <w:rsid w:val="00A56B9F"/>
    <w:rsid w:val="00A5707B"/>
    <w:rsid w:val="00A570DD"/>
    <w:rsid w:val="00A57AC5"/>
    <w:rsid w:val="00A57D2E"/>
    <w:rsid w:val="00A57E1A"/>
    <w:rsid w:val="00A606D6"/>
    <w:rsid w:val="00A610E9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B82"/>
    <w:rsid w:val="00A73C1D"/>
    <w:rsid w:val="00A73DF1"/>
    <w:rsid w:val="00A744E3"/>
    <w:rsid w:val="00A746D8"/>
    <w:rsid w:val="00A748EB"/>
    <w:rsid w:val="00A76226"/>
    <w:rsid w:val="00A7667B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C5C"/>
    <w:rsid w:val="00A82D56"/>
    <w:rsid w:val="00A8314E"/>
    <w:rsid w:val="00A834A7"/>
    <w:rsid w:val="00A83513"/>
    <w:rsid w:val="00A838F5"/>
    <w:rsid w:val="00A83F01"/>
    <w:rsid w:val="00A841CA"/>
    <w:rsid w:val="00A8435F"/>
    <w:rsid w:val="00A8496B"/>
    <w:rsid w:val="00A8505D"/>
    <w:rsid w:val="00A854C1"/>
    <w:rsid w:val="00A861F6"/>
    <w:rsid w:val="00A86731"/>
    <w:rsid w:val="00A869BF"/>
    <w:rsid w:val="00A87078"/>
    <w:rsid w:val="00A87789"/>
    <w:rsid w:val="00A8793C"/>
    <w:rsid w:val="00A87A9F"/>
    <w:rsid w:val="00A90158"/>
    <w:rsid w:val="00A90532"/>
    <w:rsid w:val="00A920A1"/>
    <w:rsid w:val="00A9216A"/>
    <w:rsid w:val="00A92B06"/>
    <w:rsid w:val="00A93066"/>
    <w:rsid w:val="00A93768"/>
    <w:rsid w:val="00A939D8"/>
    <w:rsid w:val="00A93A8B"/>
    <w:rsid w:val="00A9540C"/>
    <w:rsid w:val="00A95505"/>
    <w:rsid w:val="00A959D8"/>
    <w:rsid w:val="00A95BD2"/>
    <w:rsid w:val="00A96360"/>
    <w:rsid w:val="00A96CF9"/>
    <w:rsid w:val="00A9748E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2D6D"/>
    <w:rsid w:val="00AA3CBF"/>
    <w:rsid w:val="00AA3EF6"/>
    <w:rsid w:val="00AA3F22"/>
    <w:rsid w:val="00AA3F57"/>
    <w:rsid w:val="00AA45C7"/>
    <w:rsid w:val="00AA5B88"/>
    <w:rsid w:val="00AA5C11"/>
    <w:rsid w:val="00AA5C89"/>
    <w:rsid w:val="00AA5DEB"/>
    <w:rsid w:val="00AA7999"/>
    <w:rsid w:val="00AA7C5A"/>
    <w:rsid w:val="00AB01DC"/>
    <w:rsid w:val="00AB067E"/>
    <w:rsid w:val="00AB07CD"/>
    <w:rsid w:val="00AB0DAB"/>
    <w:rsid w:val="00AB10CF"/>
    <w:rsid w:val="00AB10F8"/>
    <w:rsid w:val="00AB166B"/>
    <w:rsid w:val="00AB1F4D"/>
    <w:rsid w:val="00AB2FFE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0C7F"/>
    <w:rsid w:val="00AC0F69"/>
    <w:rsid w:val="00AC17D0"/>
    <w:rsid w:val="00AC18EF"/>
    <w:rsid w:val="00AC1D2D"/>
    <w:rsid w:val="00AC1D4E"/>
    <w:rsid w:val="00AC2233"/>
    <w:rsid w:val="00AC2295"/>
    <w:rsid w:val="00AC32E6"/>
    <w:rsid w:val="00AC33E4"/>
    <w:rsid w:val="00AC442B"/>
    <w:rsid w:val="00AC4AE7"/>
    <w:rsid w:val="00AC4C25"/>
    <w:rsid w:val="00AC5318"/>
    <w:rsid w:val="00AC6539"/>
    <w:rsid w:val="00AC7D41"/>
    <w:rsid w:val="00AD09F2"/>
    <w:rsid w:val="00AD23D8"/>
    <w:rsid w:val="00AD2AAA"/>
    <w:rsid w:val="00AD3702"/>
    <w:rsid w:val="00AD3BC7"/>
    <w:rsid w:val="00AD40F9"/>
    <w:rsid w:val="00AD4AA7"/>
    <w:rsid w:val="00AD5011"/>
    <w:rsid w:val="00AD526B"/>
    <w:rsid w:val="00AD52B3"/>
    <w:rsid w:val="00AD5794"/>
    <w:rsid w:val="00AD6054"/>
    <w:rsid w:val="00AD6723"/>
    <w:rsid w:val="00AD68E8"/>
    <w:rsid w:val="00AD74FE"/>
    <w:rsid w:val="00AD7ADE"/>
    <w:rsid w:val="00AD7CC9"/>
    <w:rsid w:val="00AE019A"/>
    <w:rsid w:val="00AE072C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E6DB6"/>
    <w:rsid w:val="00AF000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03E1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4E10"/>
    <w:rsid w:val="00B15CC2"/>
    <w:rsid w:val="00B161D7"/>
    <w:rsid w:val="00B16DAB"/>
    <w:rsid w:val="00B16EF5"/>
    <w:rsid w:val="00B177B2"/>
    <w:rsid w:val="00B178E1"/>
    <w:rsid w:val="00B20697"/>
    <w:rsid w:val="00B209F4"/>
    <w:rsid w:val="00B20CDE"/>
    <w:rsid w:val="00B21A3E"/>
    <w:rsid w:val="00B2278E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923"/>
    <w:rsid w:val="00B30CA8"/>
    <w:rsid w:val="00B31462"/>
    <w:rsid w:val="00B3158D"/>
    <w:rsid w:val="00B31594"/>
    <w:rsid w:val="00B31D4F"/>
    <w:rsid w:val="00B32126"/>
    <w:rsid w:val="00B3293F"/>
    <w:rsid w:val="00B32B50"/>
    <w:rsid w:val="00B347BC"/>
    <w:rsid w:val="00B34BC6"/>
    <w:rsid w:val="00B35685"/>
    <w:rsid w:val="00B35D0E"/>
    <w:rsid w:val="00B35E91"/>
    <w:rsid w:val="00B366B6"/>
    <w:rsid w:val="00B36BDE"/>
    <w:rsid w:val="00B37152"/>
    <w:rsid w:val="00B377B7"/>
    <w:rsid w:val="00B3789C"/>
    <w:rsid w:val="00B409C2"/>
    <w:rsid w:val="00B40C94"/>
    <w:rsid w:val="00B4102B"/>
    <w:rsid w:val="00B4186F"/>
    <w:rsid w:val="00B41923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0D"/>
    <w:rsid w:val="00B44B45"/>
    <w:rsid w:val="00B45010"/>
    <w:rsid w:val="00B458BE"/>
    <w:rsid w:val="00B45E25"/>
    <w:rsid w:val="00B467AE"/>
    <w:rsid w:val="00B468A9"/>
    <w:rsid w:val="00B46CDB"/>
    <w:rsid w:val="00B475C6"/>
    <w:rsid w:val="00B47872"/>
    <w:rsid w:val="00B47D80"/>
    <w:rsid w:val="00B502AB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462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48F6"/>
    <w:rsid w:val="00B6535E"/>
    <w:rsid w:val="00B659B9"/>
    <w:rsid w:val="00B66175"/>
    <w:rsid w:val="00B678F7"/>
    <w:rsid w:val="00B67E3C"/>
    <w:rsid w:val="00B70490"/>
    <w:rsid w:val="00B70741"/>
    <w:rsid w:val="00B70C59"/>
    <w:rsid w:val="00B70CF3"/>
    <w:rsid w:val="00B71142"/>
    <w:rsid w:val="00B71391"/>
    <w:rsid w:val="00B714CB"/>
    <w:rsid w:val="00B71AB9"/>
    <w:rsid w:val="00B71E4A"/>
    <w:rsid w:val="00B72072"/>
    <w:rsid w:val="00B72ACA"/>
    <w:rsid w:val="00B72E89"/>
    <w:rsid w:val="00B7319C"/>
    <w:rsid w:val="00B73346"/>
    <w:rsid w:val="00B73E11"/>
    <w:rsid w:val="00B7481A"/>
    <w:rsid w:val="00B7490D"/>
    <w:rsid w:val="00B74C1A"/>
    <w:rsid w:val="00B752C3"/>
    <w:rsid w:val="00B75633"/>
    <w:rsid w:val="00B75A16"/>
    <w:rsid w:val="00B7761A"/>
    <w:rsid w:val="00B77650"/>
    <w:rsid w:val="00B80012"/>
    <w:rsid w:val="00B80B6D"/>
    <w:rsid w:val="00B80BED"/>
    <w:rsid w:val="00B8133C"/>
    <w:rsid w:val="00B813AE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6C2A"/>
    <w:rsid w:val="00B8757F"/>
    <w:rsid w:val="00B90056"/>
    <w:rsid w:val="00B90724"/>
    <w:rsid w:val="00B90EA0"/>
    <w:rsid w:val="00B91614"/>
    <w:rsid w:val="00B917D0"/>
    <w:rsid w:val="00B92B51"/>
    <w:rsid w:val="00B9354E"/>
    <w:rsid w:val="00B93DF4"/>
    <w:rsid w:val="00B93F72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97F63"/>
    <w:rsid w:val="00BA01EF"/>
    <w:rsid w:val="00BA02EE"/>
    <w:rsid w:val="00BA03F8"/>
    <w:rsid w:val="00BA05AA"/>
    <w:rsid w:val="00BA126A"/>
    <w:rsid w:val="00BA1DDA"/>
    <w:rsid w:val="00BA2377"/>
    <w:rsid w:val="00BA2634"/>
    <w:rsid w:val="00BA3053"/>
    <w:rsid w:val="00BA3086"/>
    <w:rsid w:val="00BA30D7"/>
    <w:rsid w:val="00BA35BD"/>
    <w:rsid w:val="00BA3681"/>
    <w:rsid w:val="00BA3A78"/>
    <w:rsid w:val="00BA3ADF"/>
    <w:rsid w:val="00BA4341"/>
    <w:rsid w:val="00BA4384"/>
    <w:rsid w:val="00BA4F19"/>
    <w:rsid w:val="00BA521A"/>
    <w:rsid w:val="00BA534D"/>
    <w:rsid w:val="00BA53E7"/>
    <w:rsid w:val="00BA6D41"/>
    <w:rsid w:val="00BA71BB"/>
    <w:rsid w:val="00BA77C4"/>
    <w:rsid w:val="00BA7A83"/>
    <w:rsid w:val="00BA7EC7"/>
    <w:rsid w:val="00BB039B"/>
    <w:rsid w:val="00BB04B1"/>
    <w:rsid w:val="00BB0E28"/>
    <w:rsid w:val="00BB2B4A"/>
    <w:rsid w:val="00BB30DB"/>
    <w:rsid w:val="00BB3F41"/>
    <w:rsid w:val="00BB3FB4"/>
    <w:rsid w:val="00BB415D"/>
    <w:rsid w:val="00BB4BCF"/>
    <w:rsid w:val="00BB5152"/>
    <w:rsid w:val="00BB616A"/>
    <w:rsid w:val="00BB6227"/>
    <w:rsid w:val="00BB6585"/>
    <w:rsid w:val="00BB774B"/>
    <w:rsid w:val="00BC098A"/>
    <w:rsid w:val="00BC1011"/>
    <w:rsid w:val="00BC1690"/>
    <w:rsid w:val="00BC1A55"/>
    <w:rsid w:val="00BC2276"/>
    <w:rsid w:val="00BC2601"/>
    <w:rsid w:val="00BC3923"/>
    <w:rsid w:val="00BC3D25"/>
    <w:rsid w:val="00BC433E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7BE"/>
    <w:rsid w:val="00BD6ADB"/>
    <w:rsid w:val="00BD7C32"/>
    <w:rsid w:val="00BE03A6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330"/>
    <w:rsid w:val="00BE6821"/>
    <w:rsid w:val="00BE6F3F"/>
    <w:rsid w:val="00BE7337"/>
    <w:rsid w:val="00BE7A8E"/>
    <w:rsid w:val="00BF0327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5C2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56"/>
    <w:rsid w:val="00C0128E"/>
    <w:rsid w:val="00C01A85"/>
    <w:rsid w:val="00C02100"/>
    <w:rsid w:val="00C02125"/>
    <w:rsid w:val="00C023C7"/>
    <w:rsid w:val="00C0284B"/>
    <w:rsid w:val="00C02862"/>
    <w:rsid w:val="00C02C5A"/>
    <w:rsid w:val="00C02DF4"/>
    <w:rsid w:val="00C03D76"/>
    <w:rsid w:val="00C03EEE"/>
    <w:rsid w:val="00C044FD"/>
    <w:rsid w:val="00C04A62"/>
    <w:rsid w:val="00C04E05"/>
    <w:rsid w:val="00C0555B"/>
    <w:rsid w:val="00C055D7"/>
    <w:rsid w:val="00C064C6"/>
    <w:rsid w:val="00C0664A"/>
    <w:rsid w:val="00C06CFA"/>
    <w:rsid w:val="00C076EA"/>
    <w:rsid w:val="00C1014A"/>
    <w:rsid w:val="00C10887"/>
    <w:rsid w:val="00C10888"/>
    <w:rsid w:val="00C10B51"/>
    <w:rsid w:val="00C10D84"/>
    <w:rsid w:val="00C115AB"/>
    <w:rsid w:val="00C115D1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43B"/>
    <w:rsid w:val="00C2082E"/>
    <w:rsid w:val="00C20943"/>
    <w:rsid w:val="00C20EC1"/>
    <w:rsid w:val="00C214B9"/>
    <w:rsid w:val="00C22370"/>
    <w:rsid w:val="00C22979"/>
    <w:rsid w:val="00C22C2C"/>
    <w:rsid w:val="00C23A49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5E2"/>
    <w:rsid w:val="00C266A5"/>
    <w:rsid w:val="00C2682D"/>
    <w:rsid w:val="00C2718F"/>
    <w:rsid w:val="00C278FB"/>
    <w:rsid w:val="00C27BCD"/>
    <w:rsid w:val="00C27D98"/>
    <w:rsid w:val="00C301F6"/>
    <w:rsid w:val="00C3038B"/>
    <w:rsid w:val="00C30436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2C72"/>
    <w:rsid w:val="00C442AF"/>
    <w:rsid w:val="00C44709"/>
    <w:rsid w:val="00C44B60"/>
    <w:rsid w:val="00C458F4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3F6A"/>
    <w:rsid w:val="00C5435B"/>
    <w:rsid w:val="00C546BB"/>
    <w:rsid w:val="00C547B6"/>
    <w:rsid w:val="00C54C36"/>
    <w:rsid w:val="00C552C2"/>
    <w:rsid w:val="00C55B9C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67D"/>
    <w:rsid w:val="00C63684"/>
    <w:rsid w:val="00C638A1"/>
    <w:rsid w:val="00C6516C"/>
    <w:rsid w:val="00C66101"/>
    <w:rsid w:val="00C670A2"/>
    <w:rsid w:val="00C6763F"/>
    <w:rsid w:val="00C67CE3"/>
    <w:rsid w:val="00C70634"/>
    <w:rsid w:val="00C708F8"/>
    <w:rsid w:val="00C70CCE"/>
    <w:rsid w:val="00C70D9A"/>
    <w:rsid w:val="00C71196"/>
    <w:rsid w:val="00C7154D"/>
    <w:rsid w:val="00C71BF9"/>
    <w:rsid w:val="00C724C5"/>
    <w:rsid w:val="00C726A4"/>
    <w:rsid w:val="00C7378A"/>
    <w:rsid w:val="00C739C6"/>
    <w:rsid w:val="00C73E84"/>
    <w:rsid w:val="00C73ECE"/>
    <w:rsid w:val="00C7442D"/>
    <w:rsid w:val="00C74F3D"/>
    <w:rsid w:val="00C75C6E"/>
    <w:rsid w:val="00C7618D"/>
    <w:rsid w:val="00C76299"/>
    <w:rsid w:val="00C765F3"/>
    <w:rsid w:val="00C77D87"/>
    <w:rsid w:val="00C80283"/>
    <w:rsid w:val="00C8086D"/>
    <w:rsid w:val="00C80A32"/>
    <w:rsid w:val="00C81CE0"/>
    <w:rsid w:val="00C8207F"/>
    <w:rsid w:val="00C82347"/>
    <w:rsid w:val="00C83207"/>
    <w:rsid w:val="00C83577"/>
    <w:rsid w:val="00C835E6"/>
    <w:rsid w:val="00C841FA"/>
    <w:rsid w:val="00C84CCF"/>
    <w:rsid w:val="00C85227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0ED3"/>
    <w:rsid w:val="00CA1066"/>
    <w:rsid w:val="00CA16BA"/>
    <w:rsid w:val="00CA174B"/>
    <w:rsid w:val="00CA1A18"/>
    <w:rsid w:val="00CA1B58"/>
    <w:rsid w:val="00CA1BE3"/>
    <w:rsid w:val="00CA1D4D"/>
    <w:rsid w:val="00CA2268"/>
    <w:rsid w:val="00CA2483"/>
    <w:rsid w:val="00CA2928"/>
    <w:rsid w:val="00CA2B92"/>
    <w:rsid w:val="00CA3161"/>
    <w:rsid w:val="00CA33C9"/>
    <w:rsid w:val="00CA3A79"/>
    <w:rsid w:val="00CA3DA5"/>
    <w:rsid w:val="00CA4415"/>
    <w:rsid w:val="00CA4472"/>
    <w:rsid w:val="00CA4EC1"/>
    <w:rsid w:val="00CA5640"/>
    <w:rsid w:val="00CA608A"/>
    <w:rsid w:val="00CA60CB"/>
    <w:rsid w:val="00CA6245"/>
    <w:rsid w:val="00CA6417"/>
    <w:rsid w:val="00CA6C16"/>
    <w:rsid w:val="00CA7100"/>
    <w:rsid w:val="00CA7865"/>
    <w:rsid w:val="00CA7E52"/>
    <w:rsid w:val="00CA7EFC"/>
    <w:rsid w:val="00CB070E"/>
    <w:rsid w:val="00CB079D"/>
    <w:rsid w:val="00CB0AC2"/>
    <w:rsid w:val="00CB184E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709"/>
    <w:rsid w:val="00CB7BBE"/>
    <w:rsid w:val="00CC2CA7"/>
    <w:rsid w:val="00CC34A3"/>
    <w:rsid w:val="00CC36E7"/>
    <w:rsid w:val="00CC40AD"/>
    <w:rsid w:val="00CC5500"/>
    <w:rsid w:val="00CC63F3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0D75"/>
    <w:rsid w:val="00CD0F10"/>
    <w:rsid w:val="00CD17AC"/>
    <w:rsid w:val="00CD1CF6"/>
    <w:rsid w:val="00CD1EC8"/>
    <w:rsid w:val="00CD2584"/>
    <w:rsid w:val="00CD27AB"/>
    <w:rsid w:val="00CD2941"/>
    <w:rsid w:val="00CD2F9D"/>
    <w:rsid w:val="00CD344F"/>
    <w:rsid w:val="00CD35C7"/>
    <w:rsid w:val="00CD4E2E"/>
    <w:rsid w:val="00CD5034"/>
    <w:rsid w:val="00CD55EE"/>
    <w:rsid w:val="00CD57FF"/>
    <w:rsid w:val="00CD5F46"/>
    <w:rsid w:val="00CD6A6B"/>
    <w:rsid w:val="00CD6B21"/>
    <w:rsid w:val="00CD6EDE"/>
    <w:rsid w:val="00CE047C"/>
    <w:rsid w:val="00CE0890"/>
    <w:rsid w:val="00CE090E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1F"/>
    <w:rsid w:val="00CF0349"/>
    <w:rsid w:val="00CF0B01"/>
    <w:rsid w:val="00CF0E1A"/>
    <w:rsid w:val="00CF0EAF"/>
    <w:rsid w:val="00CF1165"/>
    <w:rsid w:val="00CF1F84"/>
    <w:rsid w:val="00CF2634"/>
    <w:rsid w:val="00CF2639"/>
    <w:rsid w:val="00CF2D97"/>
    <w:rsid w:val="00CF30F8"/>
    <w:rsid w:val="00CF3316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2D0C"/>
    <w:rsid w:val="00D0319F"/>
    <w:rsid w:val="00D03553"/>
    <w:rsid w:val="00D03868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836"/>
    <w:rsid w:val="00D1392A"/>
    <w:rsid w:val="00D13BD1"/>
    <w:rsid w:val="00D14233"/>
    <w:rsid w:val="00D149D0"/>
    <w:rsid w:val="00D15294"/>
    <w:rsid w:val="00D159F5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81E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0E8"/>
    <w:rsid w:val="00D267D4"/>
    <w:rsid w:val="00D26C1C"/>
    <w:rsid w:val="00D2727F"/>
    <w:rsid w:val="00D272DB"/>
    <w:rsid w:val="00D27BA3"/>
    <w:rsid w:val="00D300F8"/>
    <w:rsid w:val="00D314A6"/>
    <w:rsid w:val="00D31D88"/>
    <w:rsid w:val="00D32AAC"/>
    <w:rsid w:val="00D336D9"/>
    <w:rsid w:val="00D33BA1"/>
    <w:rsid w:val="00D34622"/>
    <w:rsid w:val="00D35331"/>
    <w:rsid w:val="00D355B7"/>
    <w:rsid w:val="00D35FBB"/>
    <w:rsid w:val="00D365EB"/>
    <w:rsid w:val="00D36D01"/>
    <w:rsid w:val="00D37DD6"/>
    <w:rsid w:val="00D40F21"/>
    <w:rsid w:val="00D41653"/>
    <w:rsid w:val="00D416AA"/>
    <w:rsid w:val="00D41920"/>
    <w:rsid w:val="00D41929"/>
    <w:rsid w:val="00D41D76"/>
    <w:rsid w:val="00D4205C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844"/>
    <w:rsid w:val="00D45A8E"/>
    <w:rsid w:val="00D463E6"/>
    <w:rsid w:val="00D46C28"/>
    <w:rsid w:val="00D50320"/>
    <w:rsid w:val="00D50596"/>
    <w:rsid w:val="00D5065F"/>
    <w:rsid w:val="00D5073C"/>
    <w:rsid w:val="00D5080C"/>
    <w:rsid w:val="00D50AAB"/>
    <w:rsid w:val="00D50E05"/>
    <w:rsid w:val="00D51158"/>
    <w:rsid w:val="00D51B36"/>
    <w:rsid w:val="00D52A1B"/>
    <w:rsid w:val="00D53B5E"/>
    <w:rsid w:val="00D54E72"/>
    <w:rsid w:val="00D55775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322"/>
    <w:rsid w:val="00D6151B"/>
    <w:rsid w:val="00D621D0"/>
    <w:rsid w:val="00D629EA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4BF"/>
    <w:rsid w:val="00D67F24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1AF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36B8"/>
    <w:rsid w:val="00D84D05"/>
    <w:rsid w:val="00D84FA5"/>
    <w:rsid w:val="00D85136"/>
    <w:rsid w:val="00D853AF"/>
    <w:rsid w:val="00D8545E"/>
    <w:rsid w:val="00D85E19"/>
    <w:rsid w:val="00D862C7"/>
    <w:rsid w:val="00D86FFA"/>
    <w:rsid w:val="00D87E12"/>
    <w:rsid w:val="00D900C3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3D72"/>
    <w:rsid w:val="00D9443D"/>
    <w:rsid w:val="00D9445B"/>
    <w:rsid w:val="00D944FA"/>
    <w:rsid w:val="00D9493B"/>
    <w:rsid w:val="00D951DD"/>
    <w:rsid w:val="00D95333"/>
    <w:rsid w:val="00D967DA"/>
    <w:rsid w:val="00D97577"/>
    <w:rsid w:val="00D97D05"/>
    <w:rsid w:val="00D97EF5"/>
    <w:rsid w:val="00DA04D7"/>
    <w:rsid w:val="00DA0A40"/>
    <w:rsid w:val="00DA0B09"/>
    <w:rsid w:val="00DA1426"/>
    <w:rsid w:val="00DA172F"/>
    <w:rsid w:val="00DA19E1"/>
    <w:rsid w:val="00DA1F02"/>
    <w:rsid w:val="00DA2EA9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A7E57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2B3"/>
    <w:rsid w:val="00DB5344"/>
    <w:rsid w:val="00DB65D0"/>
    <w:rsid w:val="00DB779E"/>
    <w:rsid w:val="00DB7816"/>
    <w:rsid w:val="00DC0025"/>
    <w:rsid w:val="00DC1FF9"/>
    <w:rsid w:val="00DC250F"/>
    <w:rsid w:val="00DC2F6A"/>
    <w:rsid w:val="00DC3219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26BE"/>
    <w:rsid w:val="00DD30A9"/>
    <w:rsid w:val="00DD32F1"/>
    <w:rsid w:val="00DD36ED"/>
    <w:rsid w:val="00DD3722"/>
    <w:rsid w:val="00DD37A7"/>
    <w:rsid w:val="00DD42F2"/>
    <w:rsid w:val="00DD44A7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895"/>
    <w:rsid w:val="00DE2A78"/>
    <w:rsid w:val="00DE2ECA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E7BFF"/>
    <w:rsid w:val="00DF0030"/>
    <w:rsid w:val="00DF0A16"/>
    <w:rsid w:val="00DF11A9"/>
    <w:rsid w:val="00DF2ED2"/>
    <w:rsid w:val="00DF3C69"/>
    <w:rsid w:val="00DF485D"/>
    <w:rsid w:val="00DF48E8"/>
    <w:rsid w:val="00DF5716"/>
    <w:rsid w:val="00DF799D"/>
    <w:rsid w:val="00E00502"/>
    <w:rsid w:val="00E00552"/>
    <w:rsid w:val="00E00A68"/>
    <w:rsid w:val="00E00AB2"/>
    <w:rsid w:val="00E011BC"/>
    <w:rsid w:val="00E011C3"/>
    <w:rsid w:val="00E01E3F"/>
    <w:rsid w:val="00E027E7"/>
    <w:rsid w:val="00E02BE1"/>
    <w:rsid w:val="00E03062"/>
    <w:rsid w:val="00E03ACB"/>
    <w:rsid w:val="00E0433F"/>
    <w:rsid w:val="00E044C0"/>
    <w:rsid w:val="00E04EA6"/>
    <w:rsid w:val="00E062DF"/>
    <w:rsid w:val="00E06581"/>
    <w:rsid w:val="00E07884"/>
    <w:rsid w:val="00E10A6E"/>
    <w:rsid w:val="00E11366"/>
    <w:rsid w:val="00E11780"/>
    <w:rsid w:val="00E147A4"/>
    <w:rsid w:val="00E14A95"/>
    <w:rsid w:val="00E14AFD"/>
    <w:rsid w:val="00E14C6C"/>
    <w:rsid w:val="00E14CFC"/>
    <w:rsid w:val="00E15BCC"/>
    <w:rsid w:val="00E16FB2"/>
    <w:rsid w:val="00E17038"/>
    <w:rsid w:val="00E17E3E"/>
    <w:rsid w:val="00E207DA"/>
    <w:rsid w:val="00E21303"/>
    <w:rsid w:val="00E21CF1"/>
    <w:rsid w:val="00E22E2F"/>
    <w:rsid w:val="00E23690"/>
    <w:rsid w:val="00E23FF2"/>
    <w:rsid w:val="00E24487"/>
    <w:rsid w:val="00E24DF8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5FF"/>
    <w:rsid w:val="00E367AA"/>
    <w:rsid w:val="00E36A15"/>
    <w:rsid w:val="00E36C88"/>
    <w:rsid w:val="00E36D74"/>
    <w:rsid w:val="00E401CC"/>
    <w:rsid w:val="00E404FE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C15"/>
    <w:rsid w:val="00E54922"/>
    <w:rsid w:val="00E54F9D"/>
    <w:rsid w:val="00E5514C"/>
    <w:rsid w:val="00E5545F"/>
    <w:rsid w:val="00E5614E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346"/>
    <w:rsid w:val="00E666AC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1A5B"/>
    <w:rsid w:val="00E725C6"/>
    <w:rsid w:val="00E730EC"/>
    <w:rsid w:val="00E731E8"/>
    <w:rsid w:val="00E74335"/>
    <w:rsid w:val="00E75376"/>
    <w:rsid w:val="00E756B5"/>
    <w:rsid w:val="00E76F7A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2D1"/>
    <w:rsid w:val="00E85766"/>
    <w:rsid w:val="00E85E75"/>
    <w:rsid w:val="00E85F1A"/>
    <w:rsid w:val="00E86186"/>
    <w:rsid w:val="00E865D5"/>
    <w:rsid w:val="00E8694B"/>
    <w:rsid w:val="00E86BA0"/>
    <w:rsid w:val="00E86EA6"/>
    <w:rsid w:val="00E87484"/>
    <w:rsid w:val="00E877AB"/>
    <w:rsid w:val="00E901D4"/>
    <w:rsid w:val="00E9065C"/>
    <w:rsid w:val="00E916AD"/>
    <w:rsid w:val="00E93038"/>
    <w:rsid w:val="00E939A5"/>
    <w:rsid w:val="00E94414"/>
    <w:rsid w:val="00E944EE"/>
    <w:rsid w:val="00E9462A"/>
    <w:rsid w:val="00E94BF3"/>
    <w:rsid w:val="00E95811"/>
    <w:rsid w:val="00E96597"/>
    <w:rsid w:val="00E96AF5"/>
    <w:rsid w:val="00E96FC9"/>
    <w:rsid w:val="00E9736B"/>
    <w:rsid w:val="00E97C04"/>
    <w:rsid w:val="00EA0214"/>
    <w:rsid w:val="00EA0534"/>
    <w:rsid w:val="00EA1314"/>
    <w:rsid w:val="00EA1AA3"/>
    <w:rsid w:val="00EA1BBE"/>
    <w:rsid w:val="00EA1C5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A730C"/>
    <w:rsid w:val="00EA7899"/>
    <w:rsid w:val="00EA7A5E"/>
    <w:rsid w:val="00EB0064"/>
    <w:rsid w:val="00EB00F6"/>
    <w:rsid w:val="00EB0437"/>
    <w:rsid w:val="00EB0493"/>
    <w:rsid w:val="00EB07F5"/>
    <w:rsid w:val="00EB0A22"/>
    <w:rsid w:val="00EB0E0A"/>
    <w:rsid w:val="00EB122A"/>
    <w:rsid w:val="00EB12CC"/>
    <w:rsid w:val="00EB1766"/>
    <w:rsid w:val="00EB22E2"/>
    <w:rsid w:val="00EB2834"/>
    <w:rsid w:val="00EB30AB"/>
    <w:rsid w:val="00EB34CB"/>
    <w:rsid w:val="00EB43E0"/>
    <w:rsid w:val="00EB4DDE"/>
    <w:rsid w:val="00EB5E1A"/>
    <w:rsid w:val="00EB60BC"/>
    <w:rsid w:val="00EB6269"/>
    <w:rsid w:val="00EB688F"/>
    <w:rsid w:val="00EC0C0A"/>
    <w:rsid w:val="00EC13CC"/>
    <w:rsid w:val="00EC1995"/>
    <w:rsid w:val="00EC1ED9"/>
    <w:rsid w:val="00EC26C8"/>
    <w:rsid w:val="00EC28D3"/>
    <w:rsid w:val="00EC324F"/>
    <w:rsid w:val="00EC35BA"/>
    <w:rsid w:val="00EC380D"/>
    <w:rsid w:val="00EC390C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6B54"/>
    <w:rsid w:val="00EC6FDF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A61"/>
    <w:rsid w:val="00ED710F"/>
    <w:rsid w:val="00ED77C3"/>
    <w:rsid w:val="00ED7F49"/>
    <w:rsid w:val="00EE0859"/>
    <w:rsid w:val="00EE0904"/>
    <w:rsid w:val="00EE1B89"/>
    <w:rsid w:val="00EE1BF1"/>
    <w:rsid w:val="00EE2B51"/>
    <w:rsid w:val="00EE2C52"/>
    <w:rsid w:val="00EE2C8F"/>
    <w:rsid w:val="00EE2E1B"/>
    <w:rsid w:val="00EE4458"/>
    <w:rsid w:val="00EE483A"/>
    <w:rsid w:val="00EE4889"/>
    <w:rsid w:val="00EE51C7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74C"/>
    <w:rsid w:val="00EF1065"/>
    <w:rsid w:val="00EF13E7"/>
    <w:rsid w:val="00EF16A7"/>
    <w:rsid w:val="00EF183F"/>
    <w:rsid w:val="00EF1C3F"/>
    <w:rsid w:val="00EF3072"/>
    <w:rsid w:val="00EF324B"/>
    <w:rsid w:val="00EF3708"/>
    <w:rsid w:val="00EF38E0"/>
    <w:rsid w:val="00EF3AA7"/>
    <w:rsid w:val="00EF4325"/>
    <w:rsid w:val="00EF437D"/>
    <w:rsid w:val="00EF473A"/>
    <w:rsid w:val="00EF47A7"/>
    <w:rsid w:val="00EF4835"/>
    <w:rsid w:val="00EF4BE8"/>
    <w:rsid w:val="00EF4BFF"/>
    <w:rsid w:val="00EF4D80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075"/>
    <w:rsid w:val="00F016F8"/>
    <w:rsid w:val="00F01D5F"/>
    <w:rsid w:val="00F01F46"/>
    <w:rsid w:val="00F022F4"/>
    <w:rsid w:val="00F027C8"/>
    <w:rsid w:val="00F02890"/>
    <w:rsid w:val="00F02A7A"/>
    <w:rsid w:val="00F02D7E"/>
    <w:rsid w:val="00F02E72"/>
    <w:rsid w:val="00F03188"/>
    <w:rsid w:val="00F03839"/>
    <w:rsid w:val="00F03B11"/>
    <w:rsid w:val="00F03FED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3E69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BC1"/>
    <w:rsid w:val="00F23011"/>
    <w:rsid w:val="00F24A85"/>
    <w:rsid w:val="00F2583C"/>
    <w:rsid w:val="00F25EE8"/>
    <w:rsid w:val="00F2648E"/>
    <w:rsid w:val="00F26B0F"/>
    <w:rsid w:val="00F27C3A"/>
    <w:rsid w:val="00F30514"/>
    <w:rsid w:val="00F30613"/>
    <w:rsid w:val="00F306A6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1AE"/>
    <w:rsid w:val="00F404AC"/>
    <w:rsid w:val="00F40555"/>
    <w:rsid w:val="00F41146"/>
    <w:rsid w:val="00F412F8"/>
    <w:rsid w:val="00F41884"/>
    <w:rsid w:val="00F41AC6"/>
    <w:rsid w:val="00F41E59"/>
    <w:rsid w:val="00F423A8"/>
    <w:rsid w:val="00F4249E"/>
    <w:rsid w:val="00F43084"/>
    <w:rsid w:val="00F4322E"/>
    <w:rsid w:val="00F43603"/>
    <w:rsid w:val="00F4395E"/>
    <w:rsid w:val="00F43AF4"/>
    <w:rsid w:val="00F43C07"/>
    <w:rsid w:val="00F4444A"/>
    <w:rsid w:val="00F44E1E"/>
    <w:rsid w:val="00F45108"/>
    <w:rsid w:val="00F45C05"/>
    <w:rsid w:val="00F46122"/>
    <w:rsid w:val="00F46643"/>
    <w:rsid w:val="00F4690F"/>
    <w:rsid w:val="00F46ADF"/>
    <w:rsid w:val="00F46E6E"/>
    <w:rsid w:val="00F472AC"/>
    <w:rsid w:val="00F4794E"/>
    <w:rsid w:val="00F5053E"/>
    <w:rsid w:val="00F50B50"/>
    <w:rsid w:val="00F50CB2"/>
    <w:rsid w:val="00F51146"/>
    <w:rsid w:val="00F51282"/>
    <w:rsid w:val="00F539D2"/>
    <w:rsid w:val="00F53B26"/>
    <w:rsid w:val="00F53F13"/>
    <w:rsid w:val="00F5457C"/>
    <w:rsid w:val="00F548A7"/>
    <w:rsid w:val="00F55985"/>
    <w:rsid w:val="00F56175"/>
    <w:rsid w:val="00F56250"/>
    <w:rsid w:val="00F56338"/>
    <w:rsid w:val="00F56424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386"/>
    <w:rsid w:val="00F6669C"/>
    <w:rsid w:val="00F6770C"/>
    <w:rsid w:val="00F6799B"/>
    <w:rsid w:val="00F67A91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AF"/>
    <w:rsid w:val="00F73FE2"/>
    <w:rsid w:val="00F7422C"/>
    <w:rsid w:val="00F74788"/>
    <w:rsid w:val="00F74E65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908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6FC"/>
    <w:rsid w:val="00F85AA5"/>
    <w:rsid w:val="00F85D6B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D34"/>
    <w:rsid w:val="00F95417"/>
    <w:rsid w:val="00F961CA"/>
    <w:rsid w:val="00F9660A"/>
    <w:rsid w:val="00F96F4F"/>
    <w:rsid w:val="00F97073"/>
    <w:rsid w:val="00F974C5"/>
    <w:rsid w:val="00F97A76"/>
    <w:rsid w:val="00F97E92"/>
    <w:rsid w:val="00FA0890"/>
    <w:rsid w:val="00FA2232"/>
    <w:rsid w:val="00FA28B2"/>
    <w:rsid w:val="00FA322F"/>
    <w:rsid w:val="00FA3678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DCF"/>
    <w:rsid w:val="00FB2FD9"/>
    <w:rsid w:val="00FB3D05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3C2D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59"/>
    <w:rsid w:val="00FD3DC9"/>
    <w:rsid w:val="00FD4A81"/>
    <w:rsid w:val="00FD4C9E"/>
    <w:rsid w:val="00FD507E"/>
    <w:rsid w:val="00FD5540"/>
    <w:rsid w:val="00FD57E2"/>
    <w:rsid w:val="00FD5A20"/>
    <w:rsid w:val="00FD5EF6"/>
    <w:rsid w:val="00FD6C2F"/>
    <w:rsid w:val="00FD6CE5"/>
    <w:rsid w:val="00FE0456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3461"/>
    <w:rsid w:val="00FE54CE"/>
    <w:rsid w:val="00FE5988"/>
    <w:rsid w:val="00FE66D7"/>
    <w:rsid w:val="00FE7367"/>
    <w:rsid w:val="00FE798F"/>
    <w:rsid w:val="00FE7AD9"/>
    <w:rsid w:val="00FF01AE"/>
    <w:rsid w:val="00FF03D0"/>
    <w:rsid w:val="00FF083C"/>
    <w:rsid w:val="00FF101E"/>
    <w:rsid w:val="00FF13C4"/>
    <w:rsid w:val="00FF17AC"/>
    <w:rsid w:val="00FF1981"/>
    <w:rsid w:val="00FF1CF5"/>
    <w:rsid w:val="00FF298D"/>
    <w:rsid w:val="00FF2AF7"/>
    <w:rsid w:val="00FF3614"/>
    <w:rsid w:val="00FF4708"/>
    <w:rsid w:val="00FF5070"/>
    <w:rsid w:val="00FF51FD"/>
    <w:rsid w:val="00FF620D"/>
    <w:rsid w:val="00FF6443"/>
    <w:rsid w:val="00FF6491"/>
    <w:rsid w:val="00FF7701"/>
    <w:rsid w:val="00FF7AD0"/>
    <w:rsid w:val="00FF7E26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4679E488"/>
  <w15:docId w15:val="{56E01739-DFE2-421D-A1F1-01725A13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1">
    <w:name w:val="heading 1"/>
    <w:basedOn w:val="a1"/>
    <w:next w:val="a1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21">
    <w:name w:val="heading 2"/>
    <w:basedOn w:val="a1"/>
    <w:next w:val="a1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31">
    <w:name w:val="heading 3"/>
    <w:basedOn w:val="a1"/>
    <w:next w:val="a1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41">
    <w:name w:val="heading 4"/>
    <w:basedOn w:val="a1"/>
    <w:next w:val="a1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51">
    <w:name w:val="heading 5"/>
    <w:basedOn w:val="a1"/>
    <w:next w:val="a1"/>
    <w:link w:val="52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6">
    <w:name w:val="heading 6"/>
    <w:basedOn w:val="a1"/>
    <w:next w:val="a1"/>
    <w:link w:val="60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7">
    <w:name w:val="heading 7"/>
    <w:basedOn w:val="a1"/>
    <w:next w:val="a1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8">
    <w:name w:val="heading 8"/>
    <w:basedOn w:val="a1"/>
    <w:next w:val="a1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9">
    <w:name w:val="heading 9"/>
    <w:basedOn w:val="a1"/>
    <w:next w:val="a1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a6">
    <w:name w:val="footer"/>
    <w:basedOn w:val="a1"/>
    <w:link w:val="a7"/>
    <w:uiPriority w:val="99"/>
    <w:rsid w:val="0093687B"/>
    <w:pPr>
      <w:tabs>
        <w:tab w:val="center" w:pos="4536"/>
        <w:tab w:val="right" w:pos="9072"/>
      </w:tabs>
    </w:pPr>
  </w:style>
  <w:style w:type="paragraph" w:styleId="a8">
    <w:name w:val="caption"/>
    <w:basedOn w:val="a1"/>
    <w:next w:val="a1"/>
    <w:qFormat/>
    <w:rsid w:val="0093687B"/>
    <w:rPr>
      <w:b/>
      <w:bCs/>
    </w:rPr>
  </w:style>
  <w:style w:type="paragraph" w:styleId="a0">
    <w:name w:val="List Bullet"/>
    <w:basedOn w:val="a1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20">
    <w:name w:val="List Bullet 2"/>
    <w:basedOn w:val="a1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30">
    <w:name w:val="List Bullet 3"/>
    <w:basedOn w:val="a1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40">
    <w:name w:val="List Bullet 4"/>
    <w:basedOn w:val="a1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a">
    <w:name w:val="List Number"/>
    <w:basedOn w:val="a1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2">
    <w:name w:val="List Number 2"/>
    <w:basedOn w:val="a1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3">
    <w:name w:val="List Number 3"/>
    <w:basedOn w:val="a1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a9">
    <w:name w:val="Normal Indent"/>
    <w:basedOn w:val="a1"/>
    <w:rsid w:val="0093687B"/>
    <w:pPr>
      <w:ind w:left="284"/>
    </w:pPr>
  </w:style>
  <w:style w:type="paragraph" w:customStyle="1" w:styleId="AAFrameAddress">
    <w:name w:val="AA Frame Address"/>
    <w:basedOn w:val="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5">
    <w:name w:val="List Number 5"/>
    <w:basedOn w:val="a1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4">
    <w:name w:val="List Number 4"/>
    <w:basedOn w:val="a1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aa">
    <w:name w:val="table of authorities"/>
    <w:basedOn w:val="a1"/>
    <w:next w:val="a1"/>
    <w:semiHidden/>
    <w:rsid w:val="0093687B"/>
    <w:pPr>
      <w:ind w:left="284" w:hanging="284"/>
    </w:pPr>
  </w:style>
  <w:style w:type="paragraph" w:styleId="10">
    <w:name w:val="index 1"/>
    <w:basedOn w:val="a1"/>
    <w:next w:val="a1"/>
    <w:autoRedefine/>
    <w:semiHidden/>
    <w:rsid w:val="0093687B"/>
    <w:pPr>
      <w:ind w:left="284" w:hanging="284"/>
    </w:pPr>
  </w:style>
  <w:style w:type="paragraph" w:styleId="22">
    <w:name w:val="index 2"/>
    <w:basedOn w:val="a1"/>
    <w:next w:val="a1"/>
    <w:autoRedefine/>
    <w:semiHidden/>
    <w:rsid w:val="0093687B"/>
    <w:pPr>
      <w:ind w:left="568" w:hanging="284"/>
    </w:pPr>
  </w:style>
  <w:style w:type="paragraph" w:styleId="32">
    <w:name w:val="index 3"/>
    <w:basedOn w:val="a1"/>
    <w:next w:val="a1"/>
    <w:autoRedefine/>
    <w:semiHidden/>
    <w:rsid w:val="0093687B"/>
    <w:pPr>
      <w:ind w:left="851" w:hanging="284"/>
    </w:pPr>
  </w:style>
  <w:style w:type="paragraph" w:styleId="42">
    <w:name w:val="index 4"/>
    <w:basedOn w:val="a1"/>
    <w:next w:val="a1"/>
    <w:semiHidden/>
    <w:rsid w:val="0093687B"/>
    <w:pPr>
      <w:ind w:left="1135" w:hanging="284"/>
    </w:pPr>
  </w:style>
  <w:style w:type="paragraph" w:styleId="61">
    <w:name w:val="index 6"/>
    <w:basedOn w:val="a1"/>
    <w:next w:val="a1"/>
    <w:semiHidden/>
    <w:rsid w:val="0093687B"/>
    <w:pPr>
      <w:ind w:left="1702" w:hanging="284"/>
    </w:pPr>
  </w:style>
  <w:style w:type="paragraph" w:styleId="53">
    <w:name w:val="index 5"/>
    <w:basedOn w:val="a1"/>
    <w:next w:val="a1"/>
    <w:semiHidden/>
    <w:rsid w:val="0093687B"/>
    <w:pPr>
      <w:ind w:left="1418" w:hanging="284"/>
    </w:pPr>
  </w:style>
  <w:style w:type="paragraph" w:styleId="70">
    <w:name w:val="index 7"/>
    <w:basedOn w:val="a1"/>
    <w:next w:val="a1"/>
    <w:semiHidden/>
    <w:rsid w:val="0093687B"/>
    <w:pPr>
      <w:ind w:left="1985" w:hanging="284"/>
    </w:pPr>
  </w:style>
  <w:style w:type="paragraph" w:styleId="80">
    <w:name w:val="index 8"/>
    <w:basedOn w:val="a1"/>
    <w:next w:val="a1"/>
    <w:semiHidden/>
    <w:rsid w:val="0093687B"/>
    <w:pPr>
      <w:ind w:left="2269" w:hanging="284"/>
    </w:pPr>
  </w:style>
  <w:style w:type="paragraph" w:styleId="90">
    <w:name w:val="index 9"/>
    <w:basedOn w:val="a1"/>
    <w:next w:val="a1"/>
    <w:semiHidden/>
    <w:rsid w:val="0093687B"/>
    <w:pPr>
      <w:ind w:left="2552" w:hanging="284"/>
    </w:pPr>
  </w:style>
  <w:style w:type="paragraph" w:styleId="23">
    <w:name w:val="toc 2"/>
    <w:basedOn w:val="a1"/>
    <w:next w:val="a1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33">
    <w:name w:val="toc 3"/>
    <w:basedOn w:val="a1"/>
    <w:next w:val="a1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43">
    <w:name w:val="toc 4"/>
    <w:basedOn w:val="a1"/>
    <w:next w:val="a1"/>
    <w:semiHidden/>
    <w:rsid w:val="0093687B"/>
    <w:pPr>
      <w:ind w:left="851"/>
    </w:pPr>
  </w:style>
  <w:style w:type="paragraph" w:styleId="54">
    <w:name w:val="toc 5"/>
    <w:basedOn w:val="a1"/>
    <w:next w:val="a1"/>
    <w:semiHidden/>
    <w:rsid w:val="0093687B"/>
    <w:pPr>
      <w:ind w:left="1134"/>
    </w:pPr>
  </w:style>
  <w:style w:type="paragraph" w:styleId="62">
    <w:name w:val="toc 6"/>
    <w:basedOn w:val="a1"/>
    <w:next w:val="a1"/>
    <w:semiHidden/>
    <w:rsid w:val="0093687B"/>
    <w:pPr>
      <w:ind w:left="1418"/>
    </w:pPr>
  </w:style>
  <w:style w:type="paragraph" w:styleId="71">
    <w:name w:val="toc 7"/>
    <w:basedOn w:val="a1"/>
    <w:next w:val="a1"/>
    <w:semiHidden/>
    <w:rsid w:val="0093687B"/>
    <w:pPr>
      <w:ind w:left="1701"/>
    </w:pPr>
  </w:style>
  <w:style w:type="paragraph" w:styleId="81">
    <w:name w:val="toc 8"/>
    <w:basedOn w:val="a1"/>
    <w:next w:val="a1"/>
    <w:semiHidden/>
    <w:rsid w:val="0093687B"/>
    <w:pPr>
      <w:ind w:left="1985"/>
    </w:pPr>
  </w:style>
  <w:style w:type="paragraph" w:styleId="91">
    <w:name w:val="toc 9"/>
    <w:basedOn w:val="a1"/>
    <w:next w:val="a1"/>
    <w:semiHidden/>
    <w:rsid w:val="0093687B"/>
    <w:pPr>
      <w:ind w:left="2268"/>
    </w:pPr>
  </w:style>
  <w:style w:type="paragraph" w:styleId="ab">
    <w:name w:val="table of figures"/>
    <w:basedOn w:val="a1"/>
    <w:next w:val="a1"/>
    <w:semiHidden/>
    <w:rsid w:val="0093687B"/>
    <w:pPr>
      <w:ind w:left="567" w:hanging="567"/>
    </w:pPr>
  </w:style>
  <w:style w:type="paragraph" w:styleId="50">
    <w:name w:val="List Bullet 5"/>
    <w:basedOn w:val="a1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ac">
    <w:name w:val="Body Text"/>
    <w:basedOn w:val="a1"/>
    <w:rsid w:val="0093687B"/>
    <w:pPr>
      <w:spacing w:after="120"/>
    </w:pPr>
  </w:style>
  <w:style w:type="paragraph" w:styleId="ad">
    <w:name w:val="Body Text First Indent"/>
    <w:basedOn w:val="ac"/>
    <w:rsid w:val="0093687B"/>
    <w:pPr>
      <w:ind w:firstLine="284"/>
    </w:pPr>
  </w:style>
  <w:style w:type="paragraph" w:styleId="ae">
    <w:name w:val="Body Text Indent"/>
    <w:basedOn w:val="a1"/>
    <w:rsid w:val="0093687B"/>
    <w:pPr>
      <w:spacing w:after="120"/>
      <w:ind w:left="283"/>
    </w:pPr>
  </w:style>
  <w:style w:type="paragraph" w:styleId="24">
    <w:name w:val="Body Text First Indent 2"/>
    <w:basedOn w:val="ae"/>
    <w:rsid w:val="0093687B"/>
    <w:pPr>
      <w:ind w:left="284" w:firstLine="284"/>
    </w:pPr>
  </w:style>
  <w:style w:type="character" w:styleId="af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a1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a1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a1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11">
    <w:name w:val="toc 1"/>
    <w:basedOn w:val="a1"/>
    <w:next w:val="a1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a1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a1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f0">
    <w:name w:val="¢éÍ¤ÇÒÁ"/>
    <w:basedOn w:val="a1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a5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a1"/>
    <w:next w:val="a1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a1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a1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a1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a1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af1">
    <w:name w:val="page number"/>
    <w:basedOn w:val="a2"/>
    <w:rsid w:val="0093687B"/>
  </w:style>
  <w:style w:type="paragraph" w:styleId="25">
    <w:name w:val="Body Text 2"/>
    <w:basedOn w:val="a1"/>
    <w:link w:val="26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34">
    <w:name w:val="Body Text 3"/>
    <w:basedOn w:val="a1"/>
    <w:link w:val="35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f2">
    <w:name w:val="??"/>
    <w:basedOn w:val="a1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f3">
    <w:name w:val="???"/>
    <w:basedOn w:val="a1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a1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af4">
    <w:name w:val="Balloon Text"/>
    <w:basedOn w:val="a1"/>
    <w:semiHidden/>
    <w:rsid w:val="00F25EE8"/>
    <w:rPr>
      <w:rFonts w:ascii="Tahoma" w:hAnsi="Tahoma"/>
      <w:sz w:val="16"/>
    </w:rPr>
  </w:style>
  <w:style w:type="paragraph" w:styleId="HTML">
    <w:name w:val="HTML Preformatted"/>
    <w:basedOn w:val="a1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af5">
    <w:name w:val="Table Grid"/>
    <w:basedOn w:val="a3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µÒÃÒ§3ªèÍ§"/>
    <w:basedOn w:val="a1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f6">
    <w:name w:val="???????"/>
    <w:basedOn w:val="a1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7">
    <w:name w:val="?????3????"/>
    <w:basedOn w:val="a1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f7">
    <w:name w:val="Åº"/>
    <w:basedOn w:val="a1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a1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60">
    <w:name w:val="หัวเรื่อง 6 อักขระ"/>
    <w:link w:val="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af8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af9">
    <w:name w:val="List Paragraph"/>
    <w:basedOn w:val="a1"/>
    <w:uiPriority w:val="34"/>
    <w:qFormat/>
    <w:rsid w:val="0041563D"/>
    <w:pPr>
      <w:ind w:left="720"/>
    </w:pPr>
    <w:rPr>
      <w:szCs w:val="22"/>
    </w:rPr>
  </w:style>
  <w:style w:type="paragraph" w:customStyle="1" w:styleId="12">
    <w:name w:val="เนื้อเรื่อง1"/>
    <w:basedOn w:val="a1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35">
    <w:name w:val="เนื้อความ 3 อักขระ"/>
    <w:link w:val="34"/>
    <w:rsid w:val="00E6721A"/>
    <w:rPr>
      <w:rFonts w:ascii="Angsana New" w:hAnsi="Angsana New"/>
      <w:sz w:val="30"/>
      <w:szCs w:val="30"/>
    </w:rPr>
  </w:style>
  <w:style w:type="character" w:customStyle="1" w:styleId="52">
    <w:name w:val="หัวเรื่อง 5 อักขระ"/>
    <w:link w:val="51"/>
    <w:rsid w:val="00C57839"/>
    <w:rPr>
      <w:b/>
      <w:bCs/>
      <w:sz w:val="32"/>
      <w:szCs w:val="32"/>
    </w:rPr>
  </w:style>
  <w:style w:type="character" w:customStyle="1" w:styleId="a7">
    <w:name w:val="ท้ายกระดาษ อักขระ"/>
    <w:link w:val="a6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a1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a1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26">
    <w:name w:val="เนื้อความ 2 อักขระ"/>
    <w:link w:val="25"/>
    <w:rsid w:val="006E5EB5"/>
    <w:rPr>
      <w:rFonts w:ascii="Book Antiqua" w:hAnsi="Book Antiqua"/>
      <w:sz w:val="22"/>
      <w:szCs w:val="22"/>
    </w:rPr>
  </w:style>
  <w:style w:type="paragraph" w:styleId="afa">
    <w:name w:val="envelope return"/>
    <w:basedOn w:val="a1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a1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afb">
    <w:name w:val="line number"/>
    <w:basedOn w:val="a2"/>
    <w:rsid w:val="00D37DD6"/>
  </w:style>
  <w:style w:type="paragraph" w:customStyle="1" w:styleId="E1">
    <w:name w:val="??E"/>
    <w:basedOn w:val="a1"/>
    <w:rsid w:val="002822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acctfourfigures">
    <w:name w:val="acct four figures"/>
    <w:aliases w:val="a4"/>
    <w:basedOn w:val="a1"/>
    <w:rsid w:val="00571E5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1C566-DA17-407D-B964-65750C6C8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116</TotalTime>
  <Pages>13</Pages>
  <Words>2685</Words>
  <Characters>15311</Characters>
  <Application>Microsoft Office Word</Application>
  <DocSecurity>0</DocSecurity>
  <Lines>127</Lines>
  <Paragraphs>35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Warapon Torasat</cp:lastModifiedBy>
  <cp:revision>157</cp:revision>
  <cp:lastPrinted>2023-07-26T09:59:00Z</cp:lastPrinted>
  <dcterms:created xsi:type="dcterms:W3CDTF">2023-07-21T10:58:00Z</dcterms:created>
  <dcterms:modified xsi:type="dcterms:W3CDTF">2023-07-26T10:00:00Z</dcterms:modified>
</cp:coreProperties>
</file>