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C6669" w14:textId="77777777" w:rsidR="00F83761" w:rsidRDefault="00F83761" w:rsidP="002A6454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</w:p>
    <w:p w14:paraId="2B5182F1" w14:textId="77777777"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/>
          <w:sz w:val="52"/>
          <w:szCs w:val="52"/>
          <w:cs/>
        </w:rPr>
        <w:t xml:space="preserve">บริษัท </w:t>
      </w:r>
      <w:proofErr w:type="spellStart"/>
      <w:r w:rsidRPr="00AD067A">
        <w:rPr>
          <w:rFonts w:ascii="Angsana New" w:hAnsi="Angsana New"/>
          <w:sz w:val="52"/>
          <w:szCs w:val="52"/>
          <w:cs/>
        </w:rPr>
        <w:t>เทค</w:t>
      </w:r>
      <w:proofErr w:type="spellEnd"/>
      <w:r w:rsidRPr="00AD067A">
        <w:rPr>
          <w:rFonts w:ascii="Angsana New" w:hAnsi="Angsana New"/>
          <w:sz w:val="52"/>
          <w:szCs w:val="52"/>
          <w:cs/>
        </w:rPr>
        <w:t>โนเมดิคัล จำกัด</w:t>
      </w:r>
      <w:r w:rsidR="007E06BC">
        <w:rPr>
          <w:rFonts w:ascii="Angsana New" w:hAnsi="Angsana New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  <w:r w:rsidR="003A7272">
        <w:rPr>
          <w:rFonts w:ascii="Angsana New" w:hAnsi="Angsana New"/>
          <w:sz w:val="52"/>
          <w:szCs w:val="52"/>
          <w:cs/>
        </w:rPr>
        <w:t xml:space="preserve"> และบริษัทย่อย</w:t>
      </w:r>
    </w:p>
    <w:p w14:paraId="71192540" w14:textId="77777777" w:rsidR="007E06BC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14:paraId="6CB6EFF3" w14:textId="77777777" w:rsidR="00E63876" w:rsidRPr="00270F28" w:rsidRDefault="00E63876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14:paraId="4120261A" w14:textId="77777777"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096291C9" w14:textId="699403C3"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สำหรับงวดบัญชีสิ้นสุดวันที่ </w:t>
      </w:r>
      <w:r w:rsidR="00E36540" w:rsidRPr="00E36540">
        <w:rPr>
          <w:rFonts w:ascii="Angsana New" w:hAnsi="Angsana New"/>
          <w:b/>
          <w:bCs/>
          <w:sz w:val="32"/>
          <w:szCs w:val="32"/>
        </w:rPr>
        <w:t xml:space="preserve">30 </w:t>
      </w:r>
      <w:r w:rsidR="00E36540" w:rsidRPr="00E36540">
        <w:rPr>
          <w:rFonts w:ascii="Angsana New" w:hAnsi="Angsana New"/>
          <w:b/>
          <w:bCs/>
          <w:sz w:val="32"/>
          <w:szCs w:val="32"/>
          <w:cs/>
        </w:rPr>
        <w:t>มิถุนายน</w:t>
      </w:r>
      <w:r w:rsidR="00A5400B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5400B">
        <w:rPr>
          <w:rFonts w:ascii="Angsana New" w:hAnsi="Angsana New"/>
          <w:b/>
          <w:bCs/>
          <w:sz w:val="32"/>
          <w:szCs w:val="32"/>
        </w:rPr>
        <w:t>256</w:t>
      </w:r>
      <w:r w:rsidR="00DC3889" w:rsidRPr="00DC3889">
        <w:rPr>
          <w:rFonts w:ascii="Angsana New" w:hAnsi="Angsana New"/>
          <w:b/>
          <w:bCs/>
          <w:sz w:val="32"/>
          <w:szCs w:val="32"/>
        </w:rPr>
        <w:t>7</w:t>
      </w:r>
    </w:p>
    <w:p w14:paraId="257F736F" w14:textId="77777777"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14:paraId="257C31A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888D23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3F48070" w14:textId="77777777"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5F00BF8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5082DA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5CBD2DA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764F314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6CDFFB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7D8B55A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FB2004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AC29C89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6FBF25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A8C9A6B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F0CD828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ACD55D8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262F4BE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953FC7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609E44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4868F32" w14:textId="77777777"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930351F" w14:textId="77777777"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972DCCD" w14:textId="77777777"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68D6596" w14:textId="77777777" w:rsidR="003B6AAD" w:rsidRPr="00B57EB4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97EFF69" w14:textId="77777777"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14:paraId="481949C4" w14:textId="77777777"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14:paraId="0D2FD041" w14:textId="77777777" w:rsidR="00684593" w:rsidRPr="002A6D3A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7E54FE3D" w14:textId="77777777" w:rsidR="00B238BE" w:rsidRPr="002A6D3A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1DAA65F2" w14:textId="77777777" w:rsidR="002A6D3A" w:rsidRPr="002A6D3A" w:rsidRDefault="002A6D3A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2D15AB17" w14:textId="77777777" w:rsidR="00AA7472" w:rsidRPr="0051265D" w:rsidRDefault="00AA7472" w:rsidP="0053505C">
      <w:pPr>
        <w:pStyle w:val="Heading5"/>
        <w:jc w:val="thaiDistribute"/>
        <w:rPr>
          <w:rFonts w:ascii="Angsana New" w:hAnsi="Angsana New"/>
        </w:rPr>
      </w:pPr>
      <w:r w:rsidRPr="0051265D">
        <w:rPr>
          <w:rFonts w:ascii="Angsana New" w:hAnsi="Angsana New"/>
          <w:cs/>
        </w:rPr>
        <w:t>รายงานการสอบทาน</w:t>
      </w:r>
      <w:r w:rsidR="00C350B3" w:rsidRPr="0051265D">
        <w:rPr>
          <w:rFonts w:ascii="Angsana New" w:hAnsi="Angsana New"/>
          <w:cs/>
        </w:rPr>
        <w:t>ข้อมูลทางการเงิน</w:t>
      </w:r>
      <w:r w:rsidR="008A0E36" w:rsidRPr="0051265D">
        <w:rPr>
          <w:rFonts w:ascii="Angsana New" w:hAnsi="Angsana New"/>
          <w:cs/>
        </w:rPr>
        <w:t>ระหว่างกาล</w:t>
      </w:r>
      <w:r w:rsidR="007B2604" w:rsidRPr="0051265D">
        <w:rPr>
          <w:rFonts w:ascii="Angsana New" w:hAnsi="Angsana New"/>
          <w:cs/>
        </w:rPr>
        <w:t>โดย</w:t>
      </w:r>
      <w:r w:rsidRPr="0051265D">
        <w:rPr>
          <w:rFonts w:ascii="Angsana New" w:hAnsi="Angsana New"/>
          <w:cs/>
        </w:rPr>
        <w:t>ผู้สอบบัญชีรับอนุญาต</w:t>
      </w:r>
    </w:p>
    <w:p w14:paraId="33515158" w14:textId="77777777" w:rsidR="00AA7472" w:rsidRPr="002A6454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14:paraId="51AA7B74" w14:textId="77777777" w:rsidR="007E06BC" w:rsidRPr="00B32502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เสนอ</w:t>
      </w:r>
      <w:r w:rsidRPr="00B32502">
        <w:rPr>
          <w:rFonts w:ascii="Angsana New" w:hAnsi="Angsana New"/>
          <w:sz w:val="28"/>
          <w:szCs w:val="28"/>
          <w:cs/>
        </w:rPr>
        <w:tab/>
      </w:r>
      <w:r w:rsidR="00C71514" w:rsidRPr="00B32502">
        <w:rPr>
          <w:rFonts w:ascii="Angsana New" w:hAnsi="Angsana New"/>
          <w:sz w:val="28"/>
          <w:szCs w:val="28"/>
          <w:cs/>
        </w:rPr>
        <w:t xml:space="preserve">คณะกรรมการบริษัท </w:t>
      </w:r>
      <w:proofErr w:type="spellStart"/>
      <w:r w:rsidR="00C71514" w:rsidRPr="00B32502">
        <w:rPr>
          <w:rFonts w:ascii="Angsana New" w:hAnsi="Angsana New"/>
          <w:sz w:val="28"/>
          <w:szCs w:val="28"/>
          <w:cs/>
        </w:rPr>
        <w:t>เทค</w:t>
      </w:r>
      <w:proofErr w:type="spellEnd"/>
      <w:r w:rsidR="008C16B7" w:rsidRPr="00B32502">
        <w:rPr>
          <w:rFonts w:ascii="Angsana New" w:hAnsi="Angsana New"/>
          <w:sz w:val="28"/>
          <w:szCs w:val="28"/>
          <w:cs/>
        </w:rPr>
        <w:t>โนเมดิคัล จำกัด</w:t>
      </w:r>
      <w:r w:rsidR="007E06BC" w:rsidRPr="00B32502">
        <w:rPr>
          <w:rFonts w:ascii="Angsana New" w:hAnsi="Angsana New"/>
          <w:sz w:val="28"/>
          <w:szCs w:val="28"/>
        </w:rPr>
        <w:t xml:space="preserve"> (</w:t>
      </w:r>
      <w:r w:rsidR="007E06BC" w:rsidRPr="00B32502">
        <w:rPr>
          <w:rFonts w:ascii="Angsana New" w:hAnsi="Angsana New"/>
          <w:sz w:val="28"/>
          <w:szCs w:val="28"/>
          <w:cs/>
        </w:rPr>
        <w:t>มหาชน</w:t>
      </w:r>
      <w:r w:rsidR="007E06BC" w:rsidRPr="00B32502">
        <w:rPr>
          <w:rFonts w:ascii="Angsana New" w:hAnsi="Angsana New"/>
          <w:sz w:val="28"/>
          <w:szCs w:val="28"/>
        </w:rPr>
        <w:t>)</w:t>
      </w:r>
      <w:r w:rsidR="005A5777" w:rsidRPr="00B32502">
        <w:rPr>
          <w:rFonts w:ascii="Angsana New" w:hAnsi="Angsana New"/>
          <w:sz w:val="28"/>
          <w:szCs w:val="28"/>
        </w:rPr>
        <w:t xml:space="preserve"> </w:t>
      </w:r>
    </w:p>
    <w:p w14:paraId="144EECDB" w14:textId="77777777" w:rsidR="00E667CF" w:rsidRPr="002A6454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14:paraId="32E14DA0" w14:textId="4F9478DD" w:rsidR="00686D9A" w:rsidRPr="00E36540" w:rsidRDefault="00686D9A" w:rsidP="00686D9A">
      <w:pPr>
        <w:pStyle w:val="NoSpacing"/>
        <w:jc w:val="thaiDistribute"/>
        <w:rPr>
          <w:rFonts w:ascii="Angsana New" w:hAnsi="Angsana New" w:cs="Angsana New"/>
          <w:spacing w:val="4"/>
          <w:sz w:val="28"/>
        </w:rPr>
      </w:pPr>
      <w:r w:rsidRPr="00C943E3">
        <w:rPr>
          <w:rFonts w:ascii="Angsana New" w:hAnsi="Angsana New" w:cs="Angsana New"/>
          <w:spacing w:val="4"/>
          <w:sz w:val="28"/>
          <w:cs/>
        </w:rPr>
        <w:t xml:space="preserve">ข้าพเจ้าได้สอบทานงบการเงินรวมของบริษัท </w:t>
      </w:r>
      <w:proofErr w:type="spellStart"/>
      <w:r w:rsidRPr="00C943E3">
        <w:rPr>
          <w:rFonts w:ascii="Angsana New" w:hAnsi="Angsana New" w:cs="Angsana New"/>
          <w:spacing w:val="4"/>
          <w:sz w:val="28"/>
          <w:cs/>
        </w:rPr>
        <w:t>เทค</w:t>
      </w:r>
      <w:proofErr w:type="spellEnd"/>
      <w:r w:rsidRPr="00C943E3">
        <w:rPr>
          <w:rFonts w:ascii="Angsana New" w:hAnsi="Angsana New" w:cs="Angsana New"/>
          <w:spacing w:val="4"/>
          <w:sz w:val="28"/>
          <w:cs/>
        </w:rPr>
        <w:t>โนเมดิคัล</w:t>
      </w:r>
      <w:r w:rsidR="00C943E3" w:rsidRPr="00C943E3">
        <w:rPr>
          <w:rFonts w:ascii="Angsana New" w:hAnsi="Angsana New" w:cs="Angsana New"/>
          <w:spacing w:val="4"/>
          <w:sz w:val="28"/>
        </w:rPr>
        <w:t xml:space="preserve"> </w:t>
      </w:r>
      <w:r w:rsidRPr="00C943E3">
        <w:rPr>
          <w:rFonts w:ascii="Angsana New" w:hAnsi="Angsana New" w:cs="Angsana New"/>
          <w:spacing w:val="4"/>
          <w:sz w:val="28"/>
          <w:cs/>
        </w:rPr>
        <w:t>จำกัด (มหาชน) และบริษัทย่อยซึ่งประกอบด้วยงบฐานะ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การเงินรวม ณ </w:t>
      </w:r>
      <w:r w:rsidRPr="00E36540">
        <w:rPr>
          <w:rFonts w:ascii="Angsana New" w:hAnsi="Angsana New" w:cs="Angsana New"/>
          <w:spacing w:val="4"/>
          <w:sz w:val="28"/>
          <w:cs/>
        </w:rPr>
        <w:t xml:space="preserve">วันที่ </w:t>
      </w:r>
      <w:r w:rsidR="00DC3889" w:rsidRPr="00DC3889">
        <w:rPr>
          <w:rFonts w:ascii="Angsana New" w:hAnsi="Angsana New" w:cs="Angsana New"/>
          <w:spacing w:val="4"/>
          <w:sz w:val="28"/>
        </w:rPr>
        <w:t>30</w:t>
      </w:r>
      <w:r w:rsidR="00E36540" w:rsidRPr="00E36540">
        <w:rPr>
          <w:rFonts w:ascii="Angsana New" w:hAnsi="Angsana New" w:cs="Angsana New"/>
          <w:spacing w:val="4"/>
          <w:sz w:val="28"/>
        </w:rPr>
        <w:t xml:space="preserve"> 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มิถุนายน</w:t>
      </w:r>
      <w:r w:rsidR="00A5400B" w:rsidRPr="00E36540">
        <w:rPr>
          <w:rFonts w:ascii="Angsana New" w:hAnsi="Angsana New" w:cs="Angsana New"/>
          <w:spacing w:val="4"/>
          <w:sz w:val="28"/>
          <w:cs/>
        </w:rPr>
        <w:t xml:space="preserve"> </w:t>
      </w:r>
      <w:r w:rsidR="00DC3889" w:rsidRPr="00DC3889">
        <w:rPr>
          <w:rFonts w:ascii="Angsana New" w:hAnsi="Angsana New" w:cs="Angsana New"/>
          <w:spacing w:val="4"/>
          <w:sz w:val="28"/>
        </w:rPr>
        <w:t>2567</w:t>
      </w:r>
      <w:r w:rsidRPr="00E36540">
        <w:rPr>
          <w:rFonts w:ascii="Angsana New" w:hAnsi="Angsana New" w:cs="Angsana New"/>
          <w:spacing w:val="4"/>
          <w:sz w:val="28"/>
          <w:cs/>
        </w:rPr>
        <w:t xml:space="preserve"> และงบกำไรขาดทุนเบ็ดเสร็จรวม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สำหรับงวดสามเดือนและหกเดือนสิ้นสุดวันเดียวกัน</w:t>
      </w:r>
      <w:r w:rsidRPr="00E36540">
        <w:rPr>
          <w:rFonts w:ascii="Angsana New" w:hAnsi="Angsana New" w:cs="Angsana New"/>
          <w:spacing w:val="4"/>
          <w:sz w:val="28"/>
          <w:cs/>
        </w:rPr>
        <w:t xml:space="preserve"> งบการเปลี่ยนแปลงส่วนของผู้ถือหุ้นรวมและงบกระแสเงินสดรวมสำหรับงวด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หก</w:t>
      </w:r>
      <w:r w:rsidRPr="00E36540">
        <w:rPr>
          <w:rFonts w:ascii="Angsana New" w:hAnsi="Angsana New" w:cs="Angsana New"/>
          <w:spacing w:val="4"/>
          <w:sz w:val="28"/>
          <w:cs/>
        </w:rPr>
        <w:t>เดือนสิ้นสุดวันเดียวกันและหมายเหตุประกอบงบการเงินรวมแบบย่อ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E36540">
        <w:rPr>
          <w:rFonts w:ascii="Angsana New" w:hAnsi="Angsana New" w:cs="Angsana New"/>
          <w:spacing w:val="4"/>
          <w:sz w:val="28"/>
          <w:cs/>
        </w:rPr>
        <w:t>ของ</w:t>
      </w:r>
      <w:r w:rsidR="000E605E" w:rsidRPr="00E36540">
        <w:rPr>
          <w:rFonts w:ascii="Angsana New" w:hAnsi="Angsana New" w:cs="Angsana New"/>
          <w:spacing w:val="4"/>
          <w:sz w:val="28"/>
          <w:cs/>
        </w:rPr>
        <w:t xml:space="preserve">บริษัท </w:t>
      </w:r>
      <w:proofErr w:type="spellStart"/>
      <w:r w:rsidR="000E605E" w:rsidRPr="00E36540">
        <w:rPr>
          <w:rFonts w:ascii="Angsana New" w:hAnsi="Angsana New" w:cs="Angsana New"/>
          <w:spacing w:val="4"/>
          <w:sz w:val="28"/>
          <w:cs/>
        </w:rPr>
        <w:t>เทค</w:t>
      </w:r>
      <w:proofErr w:type="spellEnd"/>
      <w:r w:rsidR="000E605E" w:rsidRPr="00E36540">
        <w:rPr>
          <w:rFonts w:ascii="Angsana New" w:hAnsi="Angsana New" w:cs="Angsana New"/>
          <w:spacing w:val="4"/>
          <w:sz w:val="28"/>
          <w:cs/>
        </w:rPr>
        <w:t>โนเมดิคัล</w:t>
      </w:r>
      <w:r w:rsidR="00313486" w:rsidRPr="00E36540">
        <w:rPr>
          <w:rFonts w:ascii="Angsana New" w:hAnsi="Angsana New" w:cs="Angsana New"/>
          <w:spacing w:val="4"/>
          <w:sz w:val="28"/>
          <w:cs/>
        </w:rPr>
        <w:t xml:space="preserve"> จำกัด (มหาชน) ซึ่งประกอบด้วย</w:t>
      </w:r>
      <w:r w:rsidRPr="00E36540">
        <w:rPr>
          <w:rFonts w:ascii="Angsana New" w:hAnsi="Angsana New" w:cs="Angsana New"/>
          <w:spacing w:val="4"/>
          <w:sz w:val="28"/>
          <w:cs/>
        </w:rPr>
        <w:t xml:space="preserve">งบฐานะการเงิน ณ วันที่ </w:t>
      </w:r>
      <w:r w:rsidR="00DC3889" w:rsidRPr="00DC3889">
        <w:rPr>
          <w:rFonts w:ascii="Angsana New" w:hAnsi="Angsana New" w:cs="Angsana New"/>
          <w:spacing w:val="4"/>
          <w:sz w:val="28"/>
        </w:rPr>
        <w:t>30</w:t>
      </w:r>
      <w:r w:rsidR="00E36540" w:rsidRPr="00E36540">
        <w:rPr>
          <w:rFonts w:ascii="Angsana New" w:hAnsi="Angsana New" w:cs="Angsana New"/>
          <w:spacing w:val="4"/>
          <w:sz w:val="28"/>
        </w:rPr>
        <w:t xml:space="preserve"> 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 xml:space="preserve">มิถุนายน </w:t>
      </w:r>
      <w:r w:rsidR="00DC3889" w:rsidRPr="00DC3889">
        <w:rPr>
          <w:rFonts w:ascii="Angsana New" w:hAnsi="Angsana New" w:cs="Angsana New"/>
          <w:spacing w:val="4"/>
          <w:sz w:val="28"/>
        </w:rPr>
        <w:t>2567</w:t>
      </w:r>
      <w:r w:rsidR="00E36540" w:rsidRPr="00B32502">
        <w:rPr>
          <w:rFonts w:ascii="Angsana New" w:hAnsi="Angsana New" w:cs="Angsana New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และงบกำไรขาดทุนเบ็ดเสร็จ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สำหรับงวดสามเดือนและหกเดือนสิ้นสุดวันเดียวกัน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 งบการเปลี่ยนแปลงส่วนของผู้ถือหุ้นและงบกระแสเงินสดสำหรับงวด</w:t>
      </w:r>
      <w:r w:rsidR="00E36540">
        <w:rPr>
          <w:rFonts w:ascii="Angsana New" w:hAnsi="Angsana New" w:cs="Angsana New"/>
          <w:spacing w:val="2"/>
          <w:sz w:val="28"/>
          <w:cs/>
        </w:rPr>
        <w:t>หก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เดือนสิ้นสุดวันเดียวกันและหมายเหตุประกอบงบการเงินแบบย่อ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="006F259B">
        <w:rPr>
          <w:rFonts w:ascii="Angsana New" w:hAnsi="Angsana New" w:cs="Angsana New"/>
          <w:spacing w:val="2"/>
          <w:sz w:val="28"/>
        </w:rPr>
        <w:t>34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เรื่อง</w:t>
      </w:r>
      <w:r w:rsidRPr="00B32502">
        <w:rPr>
          <w:rFonts w:ascii="Angsana New" w:hAnsi="Angsana New" w:cs="Angsana New"/>
          <w:spacing w:val="2"/>
          <w:sz w:val="28"/>
        </w:rPr>
        <w:t xml:space="preserve"> “</w:t>
      </w:r>
      <w:r w:rsidRPr="00B32502">
        <w:rPr>
          <w:rFonts w:ascii="Angsana New" w:hAnsi="Angsana New" w:cs="Angsana New"/>
          <w:spacing w:val="2"/>
          <w:sz w:val="28"/>
          <w:cs/>
        </w:rPr>
        <w:t>การรายงานทางการเงินระหว่างกาล</w:t>
      </w:r>
      <w:r w:rsidRPr="00B32502">
        <w:rPr>
          <w:rFonts w:ascii="Angsana New" w:hAnsi="Angsana New" w:cs="Angsana New"/>
          <w:spacing w:val="2"/>
          <w:sz w:val="28"/>
        </w:rPr>
        <w:t xml:space="preserve">” 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086BB238" w14:textId="77777777" w:rsidR="00FC59F4" w:rsidRPr="002A6454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14:paraId="26A0BF93" w14:textId="77777777"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14:paraId="7FE22AD6" w14:textId="77777777" w:rsidR="0042701C" w:rsidRPr="002A6454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14:paraId="22925C0A" w14:textId="77777777" w:rsidR="00686D9A" w:rsidRPr="00B32502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="006F259B">
        <w:rPr>
          <w:rFonts w:ascii="Angsana New" w:hAnsi="Angsana New" w:cs="Angsana New"/>
          <w:spacing w:val="2"/>
          <w:sz w:val="28"/>
        </w:rPr>
        <w:t>2410</w:t>
      </w:r>
      <w:r w:rsidRPr="00B32502">
        <w:rPr>
          <w:rFonts w:ascii="Angsana New" w:hAnsi="Angsana New" w:cs="Angsana New"/>
          <w:spacing w:val="2"/>
          <w:sz w:val="28"/>
        </w:rPr>
        <w:t xml:space="preserve"> “</w:t>
      </w:r>
      <w:r w:rsidRPr="00B32502">
        <w:rPr>
          <w:rFonts w:ascii="Angsana New" w:hAnsi="Angsana New" w:cs="Angsana New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32502">
        <w:rPr>
          <w:rFonts w:ascii="Angsana New" w:hAnsi="Angsana New" w:cs="Angsana New"/>
          <w:spacing w:val="2"/>
          <w:sz w:val="28"/>
        </w:rPr>
        <w:t xml:space="preserve">” </w:t>
      </w:r>
      <w:r w:rsidRPr="00B32502">
        <w:rPr>
          <w:rFonts w:ascii="Angsana New" w:hAnsi="Angsana New" w:cs="Angsana New"/>
          <w:spacing w:val="2"/>
          <w:sz w:val="28"/>
          <w:cs/>
        </w:rPr>
        <w:t>การสอบทานดังกล่าวประกอบด้วย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14:paraId="63E1AEB1" w14:textId="77777777" w:rsidR="00FC5F5D" w:rsidRPr="002A6454" w:rsidRDefault="00FC5F5D" w:rsidP="0053505C">
      <w:pPr>
        <w:pStyle w:val="NoSpacing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14:paraId="63F7ABF1" w14:textId="77777777"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ข้อสรุป</w:t>
      </w:r>
    </w:p>
    <w:p w14:paraId="2F8C2F1E" w14:textId="77777777" w:rsidR="0042701C" w:rsidRPr="002A6454" w:rsidRDefault="0042701C" w:rsidP="0053505C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2FF86153" w14:textId="77777777" w:rsidR="00500743" w:rsidRPr="00B32502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>ข้อมูล</w:t>
      </w:r>
      <w:r w:rsidR="0083591E" w:rsidRPr="00B32502">
        <w:rPr>
          <w:rFonts w:ascii="Angsana New" w:hAnsi="Angsana New" w:cs="Angsana New"/>
          <w:spacing w:val="2"/>
          <w:sz w:val="28"/>
          <w:cs/>
        </w:rPr>
        <w:t>ท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>างการเงิน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ระหว่างกาลดังกล่าวไม่</w:t>
      </w:r>
      <w:r w:rsidR="00987F63" w:rsidRPr="00B32502">
        <w:rPr>
          <w:rFonts w:ascii="Angsana New" w:hAnsi="Angsana New" w:cs="Angsana New"/>
          <w:spacing w:val="2"/>
          <w:sz w:val="28"/>
          <w:cs/>
        </w:rPr>
        <w:t>ได้จัดทำขึ้นตามมาตรฐานการบัญชี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 xml:space="preserve">ฉบับที่ </w:t>
      </w:r>
      <w:r w:rsidR="008A4012" w:rsidRPr="00B32502">
        <w:rPr>
          <w:rFonts w:ascii="Angsana New" w:hAnsi="Angsana New" w:cs="Angsana New"/>
          <w:spacing w:val="2"/>
          <w:sz w:val="28"/>
        </w:rPr>
        <w:t>34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 xml:space="preserve"> เรื่อง </w:t>
      </w:r>
      <w:r w:rsidR="001B60DD" w:rsidRPr="00B32502">
        <w:rPr>
          <w:rFonts w:ascii="Angsana New" w:hAnsi="Angsana New" w:cs="Angsana New"/>
          <w:spacing w:val="2"/>
          <w:sz w:val="28"/>
        </w:rPr>
        <w:t>“</w:t>
      </w:r>
      <w:r w:rsidR="00691412" w:rsidRPr="00B32502">
        <w:rPr>
          <w:rFonts w:ascii="Angsana New" w:hAnsi="Angsana New" w:cs="Angsana New"/>
          <w:spacing w:val="2"/>
          <w:sz w:val="28"/>
          <w:cs/>
        </w:rPr>
        <w:t>การรายงานทาง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>การเงินระหว่างกาล</w:t>
      </w:r>
      <w:r w:rsidR="001B60DD" w:rsidRPr="00B32502">
        <w:rPr>
          <w:rFonts w:ascii="Angsana New" w:hAnsi="Angsana New" w:cs="Angsana New"/>
          <w:spacing w:val="2"/>
          <w:sz w:val="28"/>
        </w:rPr>
        <w:t>”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 xml:space="preserve"> ในสาระสำคัญจากการสอบทานของข้าพเจ้า</w:t>
      </w:r>
    </w:p>
    <w:p w14:paraId="66BA754E" w14:textId="77777777" w:rsidR="003B3903" w:rsidRPr="002A6454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1A332E78" w14:textId="77777777" w:rsidR="002A6454" w:rsidRPr="002A6454" w:rsidRDefault="002A6454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32485EB6" w14:textId="77777777" w:rsidR="00313486" w:rsidRPr="002A6454" w:rsidRDefault="00313486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1D662AFC" w14:textId="77777777"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cs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(นายอัครเดช เปลี่ยนสกุล)</w:t>
      </w:r>
    </w:p>
    <w:p w14:paraId="738BC83B" w14:textId="77777777"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ผู้สอบบัญชีรับอนุญาต</w:t>
      </w:r>
    </w:p>
    <w:p w14:paraId="548D7299" w14:textId="77777777"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 xml:space="preserve">เลขทะเบียน </w:t>
      </w:r>
      <w:r w:rsidRPr="00B32502">
        <w:rPr>
          <w:rFonts w:ascii="Angsana New" w:eastAsia="Calibri" w:hAnsi="Angsana New"/>
          <w:spacing w:val="2"/>
          <w:sz w:val="28"/>
          <w:szCs w:val="28"/>
          <w:lang w:val="en-US"/>
        </w:rPr>
        <w:t>5389</w:t>
      </w:r>
    </w:p>
    <w:p w14:paraId="51723877" w14:textId="77777777" w:rsidR="003B3903" w:rsidRPr="002A6454" w:rsidRDefault="003B3903" w:rsidP="003B3903">
      <w:pPr>
        <w:pStyle w:val="NoSpacing"/>
        <w:jc w:val="thaiDistribute"/>
        <w:rPr>
          <w:rFonts w:ascii="Angsana New" w:hAnsi="Angsana New" w:cs="Angsana New"/>
          <w:sz w:val="16"/>
          <w:szCs w:val="16"/>
          <w:cs/>
        </w:rPr>
      </w:pPr>
    </w:p>
    <w:p w14:paraId="25ED01C0" w14:textId="77777777"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บริษัท เอ็ม อาร์ แอนด์ แอสโซซิเอท จำกัด</w:t>
      </w:r>
    </w:p>
    <w:p w14:paraId="1068F865" w14:textId="77777777"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กรุงเทพมหานคร</w:t>
      </w:r>
    </w:p>
    <w:p w14:paraId="260E05C5" w14:textId="00DAB57B" w:rsidR="00870EA6" w:rsidRPr="00B32502" w:rsidRDefault="00D20B80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8"/>
          <w:szCs w:val="28"/>
        </w:rPr>
      </w:pPr>
      <w:r w:rsidRPr="00D20B80">
        <w:rPr>
          <w:rFonts w:ascii="Angsana New" w:hAnsi="Angsana New"/>
          <w:sz w:val="28"/>
          <w:szCs w:val="28"/>
        </w:rPr>
        <w:t>8</w:t>
      </w:r>
      <w:r w:rsidR="00E36540" w:rsidRPr="00D20B80">
        <w:rPr>
          <w:rFonts w:ascii="Angsana New" w:hAnsi="Angsana New"/>
          <w:sz w:val="28"/>
          <w:szCs w:val="28"/>
          <w:cs/>
        </w:rPr>
        <w:t xml:space="preserve">  สิงหาคม</w:t>
      </w:r>
      <w:r w:rsidR="00CE3DB8" w:rsidRPr="00D20B80">
        <w:rPr>
          <w:rFonts w:ascii="Angsana New" w:hAnsi="Angsana New"/>
          <w:sz w:val="28"/>
          <w:szCs w:val="28"/>
          <w:cs/>
        </w:rPr>
        <w:t xml:space="preserve"> </w:t>
      </w:r>
      <w:r w:rsidR="00720D7C" w:rsidRPr="00D20B80">
        <w:rPr>
          <w:rFonts w:ascii="Angsana New" w:hAnsi="Angsana New"/>
          <w:sz w:val="28"/>
          <w:szCs w:val="28"/>
        </w:rPr>
        <w:t>25</w:t>
      </w:r>
      <w:r w:rsidR="005661ED" w:rsidRPr="00D20B80">
        <w:rPr>
          <w:rFonts w:ascii="Angsana New" w:hAnsi="Angsana New"/>
          <w:sz w:val="28"/>
          <w:szCs w:val="28"/>
        </w:rPr>
        <w:t>6</w:t>
      </w:r>
      <w:r w:rsidR="006F259B" w:rsidRPr="00D20B80">
        <w:rPr>
          <w:rFonts w:ascii="Angsana New" w:hAnsi="Angsana New"/>
          <w:sz w:val="28"/>
          <w:szCs w:val="28"/>
        </w:rPr>
        <w:t>7</w:t>
      </w:r>
    </w:p>
    <w:sectPr w:rsidR="00870EA6" w:rsidRPr="00B32502" w:rsidSect="00F02568">
      <w:footerReference w:type="default" r:id="rId8"/>
      <w:footerReference w:type="first" r:id="rId9"/>
      <w:pgSz w:w="11909" w:h="16834" w:code="9"/>
      <w:pgMar w:top="2246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06A91" w14:textId="77777777" w:rsidR="005005D0" w:rsidRDefault="005005D0">
      <w:r>
        <w:separator/>
      </w:r>
    </w:p>
  </w:endnote>
  <w:endnote w:type="continuationSeparator" w:id="0">
    <w:p w14:paraId="787ACE75" w14:textId="77777777" w:rsidR="005005D0" w:rsidRDefault="00500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5BFD4" w14:textId="77777777"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  <w:t>2</w:t>
    </w:r>
  </w:p>
  <w:p w14:paraId="2D9CEEE6" w14:textId="77777777" w:rsidR="00686D9A" w:rsidRDefault="00686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80A7C" w14:textId="77777777"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3056F" w14:textId="77777777" w:rsidR="005005D0" w:rsidRDefault="005005D0">
      <w:r>
        <w:separator/>
      </w:r>
    </w:p>
  </w:footnote>
  <w:footnote w:type="continuationSeparator" w:id="0">
    <w:p w14:paraId="4115C1F5" w14:textId="77777777" w:rsidR="005005D0" w:rsidRDefault="00500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 w15:restartNumberingAfterBreak="0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 w15:restartNumberingAfterBreak="0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 w15:restartNumberingAfterBreak="0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 w16cid:durableId="1378550818">
    <w:abstractNumId w:val="6"/>
  </w:num>
  <w:num w:numId="2" w16cid:durableId="165832177">
    <w:abstractNumId w:val="5"/>
  </w:num>
  <w:num w:numId="3" w16cid:durableId="661084731">
    <w:abstractNumId w:val="9"/>
  </w:num>
  <w:num w:numId="4" w16cid:durableId="121964730">
    <w:abstractNumId w:val="7"/>
  </w:num>
  <w:num w:numId="5" w16cid:durableId="1076629272">
    <w:abstractNumId w:val="8"/>
  </w:num>
  <w:num w:numId="6" w16cid:durableId="1468551140">
    <w:abstractNumId w:val="3"/>
  </w:num>
  <w:num w:numId="7" w16cid:durableId="1165320814">
    <w:abstractNumId w:val="2"/>
  </w:num>
  <w:num w:numId="8" w16cid:durableId="1583835997">
    <w:abstractNumId w:val="0"/>
  </w:num>
  <w:num w:numId="9" w16cid:durableId="1502157954">
    <w:abstractNumId w:val="1"/>
  </w:num>
  <w:num w:numId="10" w16cid:durableId="1039360043">
    <w:abstractNumId w:val="4"/>
  </w:num>
  <w:num w:numId="11" w16cid:durableId="1201430275">
    <w:abstractNumId w:val="17"/>
  </w:num>
  <w:num w:numId="12" w16cid:durableId="2058509344">
    <w:abstractNumId w:val="15"/>
  </w:num>
  <w:num w:numId="13" w16cid:durableId="230041575">
    <w:abstractNumId w:val="25"/>
  </w:num>
  <w:num w:numId="14" w16cid:durableId="1269654268">
    <w:abstractNumId w:val="16"/>
  </w:num>
  <w:num w:numId="15" w16cid:durableId="1338459403">
    <w:abstractNumId w:val="20"/>
  </w:num>
  <w:num w:numId="16" w16cid:durableId="228685989">
    <w:abstractNumId w:val="13"/>
  </w:num>
  <w:num w:numId="17" w16cid:durableId="460925698">
    <w:abstractNumId w:val="27"/>
  </w:num>
  <w:num w:numId="18" w16cid:durableId="660081341">
    <w:abstractNumId w:val="21"/>
  </w:num>
  <w:num w:numId="19" w16cid:durableId="929313020">
    <w:abstractNumId w:val="10"/>
  </w:num>
  <w:num w:numId="20" w16cid:durableId="747195489">
    <w:abstractNumId w:val="11"/>
  </w:num>
  <w:num w:numId="21" w16cid:durableId="342318467">
    <w:abstractNumId w:val="14"/>
  </w:num>
  <w:num w:numId="22" w16cid:durableId="1237016440">
    <w:abstractNumId w:val="19"/>
  </w:num>
  <w:num w:numId="23" w16cid:durableId="1040058008">
    <w:abstractNumId w:val="22"/>
  </w:num>
  <w:num w:numId="24" w16cid:durableId="28334585">
    <w:abstractNumId w:val="23"/>
  </w:num>
  <w:num w:numId="25" w16cid:durableId="970983107">
    <w:abstractNumId w:val="24"/>
  </w:num>
  <w:num w:numId="26" w16cid:durableId="2041932470">
    <w:abstractNumId w:val="26"/>
  </w:num>
  <w:num w:numId="27" w16cid:durableId="324742099">
    <w:abstractNumId w:val="12"/>
  </w:num>
  <w:num w:numId="28" w16cid:durableId="17419073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01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05E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27687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0A8"/>
    <w:rsid w:val="00195641"/>
    <w:rsid w:val="00197804"/>
    <w:rsid w:val="001A075B"/>
    <w:rsid w:val="001A0FE8"/>
    <w:rsid w:val="001A36A1"/>
    <w:rsid w:val="001A41B0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6E8F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023A"/>
    <w:rsid w:val="00240663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125"/>
    <w:rsid w:val="00276A30"/>
    <w:rsid w:val="00277166"/>
    <w:rsid w:val="00277FA1"/>
    <w:rsid w:val="00280FCD"/>
    <w:rsid w:val="0028152D"/>
    <w:rsid w:val="00285912"/>
    <w:rsid w:val="002872D1"/>
    <w:rsid w:val="002903FF"/>
    <w:rsid w:val="002906D3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454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48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45405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33E4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29C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323B"/>
    <w:rsid w:val="004145F5"/>
    <w:rsid w:val="00414B01"/>
    <w:rsid w:val="00415B73"/>
    <w:rsid w:val="0042074C"/>
    <w:rsid w:val="004207CF"/>
    <w:rsid w:val="004221EF"/>
    <w:rsid w:val="00422C68"/>
    <w:rsid w:val="00424D0C"/>
    <w:rsid w:val="0042701C"/>
    <w:rsid w:val="00431EF0"/>
    <w:rsid w:val="00432681"/>
    <w:rsid w:val="004335FF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9A7"/>
    <w:rsid w:val="00482E68"/>
    <w:rsid w:val="00484549"/>
    <w:rsid w:val="0049412E"/>
    <w:rsid w:val="004960A6"/>
    <w:rsid w:val="00497159"/>
    <w:rsid w:val="0049762C"/>
    <w:rsid w:val="004A414A"/>
    <w:rsid w:val="004A5A4C"/>
    <w:rsid w:val="004A63FE"/>
    <w:rsid w:val="004B20ED"/>
    <w:rsid w:val="004B2E9B"/>
    <w:rsid w:val="004B3B3D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5D0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6872"/>
    <w:rsid w:val="005277BA"/>
    <w:rsid w:val="00530052"/>
    <w:rsid w:val="00530670"/>
    <w:rsid w:val="00533001"/>
    <w:rsid w:val="00533B1F"/>
    <w:rsid w:val="0053505C"/>
    <w:rsid w:val="0053611B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1ED"/>
    <w:rsid w:val="005663ED"/>
    <w:rsid w:val="005709A9"/>
    <w:rsid w:val="00571CD7"/>
    <w:rsid w:val="00581213"/>
    <w:rsid w:val="00582544"/>
    <w:rsid w:val="005860AD"/>
    <w:rsid w:val="00594EC3"/>
    <w:rsid w:val="005950D5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194C"/>
    <w:rsid w:val="005B6A44"/>
    <w:rsid w:val="005C14C7"/>
    <w:rsid w:val="005C262D"/>
    <w:rsid w:val="005C33A9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579DF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259B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483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7F74A8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4F1C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3BE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C2D03"/>
    <w:rsid w:val="009D0CC9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644"/>
    <w:rsid w:val="00A33767"/>
    <w:rsid w:val="00A338F3"/>
    <w:rsid w:val="00A34B23"/>
    <w:rsid w:val="00A41602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00B"/>
    <w:rsid w:val="00A545DB"/>
    <w:rsid w:val="00A5485A"/>
    <w:rsid w:val="00A54BDD"/>
    <w:rsid w:val="00A5508F"/>
    <w:rsid w:val="00A55890"/>
    <w:rsid w:val="00A63039"/>
    <w:rsid w:val="00A652C3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2FE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634E"/>
    <w:rsid w:val="00B27384"/>
    <w:rsid w:val="00B27C41"/>
    <w:rsid w:val="00B32502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138"/>
    <w:rsid w:val="00B70741"/>
    <w:rsid w:val="00B72297"/>
    <w:rsid w:val="00B748EA"/>
    <w:rsid w:val="00B74A7F"/>
    <w:rsid w:val="00B758AA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0385"/>
    <w:rsid w:val="00C01672"/>
    <w:rsid w:val="00C02100"/>
    <w:rsid w:val="00C025B1"/>
    <w:rsid w:val="00C02F8B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0DF5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3E3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0B80"/>
    <w:rsid w:val="00D22F6E"/>
    <w:rsid w:val="00D24E6E"/>
    <w:rsid w:val="00D2529F"/>
    <w:rsid w:val="00D2621C"/>
    <w:rsid w:val="00D26A17"/>
    <w:rsid w:val="00D336CF"/>
    <w:rsid w:val="00D36D01"/>
    <w:rsid w:val="00D37BAF"/>
    <w:rsid w:val="00D40824"/>
    <w:rsid w:val="00D46C28"/>
    <w:rsid w:val="00D51E17"/>
    <w:rsid w:val="00D54E72"/>
    <w:rsid w:val="00D579C3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889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2B88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6540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2622"/>
    <w:rsid w:val="00E731E8"/>
    <w:rsid w:val="00E73F92"/>
    <w:rsid w:val="00E75147"/>
    <w:rsid w:val="00E82DDB"/>
    <w:rsid w:val="00E84636"/>
    <w:rsid w:val="00E86B70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C602F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568"/>
    <w:rsid w:val="00F02890"/>
    <w:rsid w:val="00F03B11"/>
    <w:rsid w:val="00F03EE1"/>
    <w:rsid w:val="00F04EE3"/>
    <w:rsid w:val="00F05ED7"/>
    <w:rsid w:val="00F0716F"/>
    <w:rsid w:val="00F12135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4BFE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97A22"/>
    <w:rsid w:val="00FA2A73"/>
    <w:rsid w:val="00FA6190"/>
    <w:rsid w:val="00FA6476"/>
    <w:rsid w:val="00FA6C2B"/>
    <w:rsid w:val="00FB1018"/>
    <w:rsid w:val="00FB34D9"/>
    <w:rsid w:val="00FB5634"/>
    <w:rsid w:val="00FC1F3C"/>
    <w:rsid w:val="00FC231A"/>
    <w:rsid w:val="00FC59F4"/>
    <w:rsid w:val="00FC5F5D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8F4FF4D"/>
  <w15:docId w15:val="{D9EE0473-FF55-410B-A3A9-D81F702B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32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41323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41323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23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rsid w:val="0041323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41323B"/>
    <w:rPr>
      <w:b/>
      <w:bCs/>
    </w:rPr>
  </w:style>
  <w:style w:type="paragraph" w:styleId="ListBullet">
    <w:name w:val="List Bullet"/>
    <w:basedOn w:val="Normal"/>
    <w:rsid w:val="0041323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41323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41323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41323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41323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41323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41323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41323B"/>
    <w:pPr>
      <w:ind w:left="284"/>
    </w:pPr>
  </w:style>
  <w:style w:type="paragraph" w:customStyle="1" w:styleId="AAFrameAddress">
    <w:name w:val="AA Frame Address"/>
    <w:basedOn w:val="Heading1"/>
    <w:rsid w:val="0041323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41323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41323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41323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41323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41323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41323B"/>
    <w:pPr>
      <w:ind w:left="851" w:hanging="284"/>
    </w:pPr>
  </w:style>
  <w:style w:type="paragraph" w:styleId="Index4">
    <w:name w:val="index 4"/>
    <w:basedOn w:val="Normal"/>
    <w:next w:val="Normal"/>
    <w:semiHidden/>
    <w:rsid w:val="0041323B"/>
    <w:pPr>
      <w:ind w:left="1135" w:hanging="284"/>
    </w:pPr>
  </w:style>
  <w:style w:type="paragraph" w:styleId="Index6">
    <w:name w:val="index 6"/>
    <w:basedOn w:val="Normal"/>
    <w:next w:val="Normal"/>
    <w:semiHidden/>
    <w:rsid w:val="0041323B"/>
    <w:pPr>
      <w:ind w:left="1702" w:hanging="284"/>
    </w:pPr>
  </w:style>
  <w:style w:type="paragraph" w:styleId="Index5">
    <w:name w:val="index 5"/>
    <w:basedOn w:val="Normal"/>
    <w:next w:val="Normal"/>
    <w:semiHidden/>
    <w:rsid w:val="0041323B"/>
    <w:pPr>
      <w:ind w:left="1418" w:hanging="284"/>
    </w:pPr>
  </w:style>
  <w:style w:type="paragraph" w:styleId="Index7">
    <w:name w:val="index 7"/>
    <w:basedOn w:val="Normal"/>
    <w:next w:val="Normal"/>
    <w:semiHidden/>
    <w:rsid w:val="0041323B"/>
    <w:pPr>
      <w:ind w:left="1985" w:hanging="284"/>
    </w:pPr>
  </w:style>
  <w:style w:type="paragraph" w:styleId="Index8">
    <w:name w:val="index 8"/>
    <w:basedOn w:val="Normal"/>
    <w:next w:val="Normal"/>
    <w:semiHidden/>
    <w:rsid w:val="0041323B"/>
    <w:pPr>
      <w:ind w:left="2269" w:hanging="284"/>
    </w:pPr>
  </w:style>
  <w:style w:type="paragraph" w:styleId="Index9">
    <w:name w:val="index 9"/>
    <w:basedOn w:val="Normal"/>
    <w:next w:val="Normal"/>
    <w:semiHidden/>
    <w:rsid w:val="0041323B"/>
    <w:pPr>
      <w:ind w:left="2552" w:hanging="284"/>
    </w:pPr>
  </w:style>
  <w:style w:type="paragraph" w:styleId="TOC2">
    <w:name w:val="toc 2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41323B"/>
    <w:pPr>
      <w:ind w:left="851"/>
    </w:pPr>
  </w:style>
  <w:style w:type="paragraph" w:styleId="TOC5">
    <w:name w:val="toc 5"/>
    <w:basedOn w:val="Normal"/>
    <w:next w:val="Normal"/>
    <w:semiHidden/>
    <w:rsid w:val="0041323B"/>
    <w:pPr>
      <w:ind w:left="1134"/>
    </w:pPr>
  </w:style>
  <w:style w:type="paragraph" w:styleId="TOC6">
    <w:name w:val="toc 6"/>
    <w:basedOn w:val="Normal"/>
    <w:next w:val="Normal"/>
    <w:semiHidden/>
    <w:rsid w:val="0041323B"/>
    <w:pPr>
      <w:ind w:left="1418"/>
    </w:pPr>
  </w:style>
  <w:style w:type="paragraph" w:styleId="TOC7">
    <w:name w:val="toc 7"/>
    <w:basedOn w:val="Normal"/>
    <w:next w:val="Normal"/>
    <w:semiHidden/>
    <w:rsid w:val="0041323B"/>
    <w:pPr>
      <w:ind w:left="1701"/>
    </w:pPr>
  </w:style>
  <w:style w:type="paragraph" w:styleId="TOC8">
    <w:name w:val="toc 8"/>
    <w:basedOn w:val="Normal"/>
    <w:next w:val="Normal"/>
    <w:semiHidden/>
    <w:rsid w:val="0041323B"/>
    <w:pPr>
      <w:ind w:left="1985"/>
    </w:pPr>
  </w:style>
  <w:style w:type="paragraph" w:styleId="TOC9">
    <w:name w:val="toc 9"/>
    <w:basedOn w:val="Normal"/>
    <w:next w:val="Normal"/>
    <w:semiHidden/>
    <w:rsid w:val="0041323B"/>
    <w:pPr>
      <w:ind w:left="2268"/>
    </w:pPr>
  </w:style>
  <w:style w:type="paragraph" w:styleId="TableofFigures">
    <w:name w:val="table of figures"/>
    <w:basedOn w:val="Normal"/>
    <w:next w:val="Normal"/>
    <w:semiHidden/>
    <w:rsid w:val="0041323B"/>
    <w:pPr>
      <w:ind w:left="567" w:hanging="567"/>
    </w:pPr>
  </w:style>
  <w:style w:type="paragraph" w:styleId="ListBullet5">
    <w:name w:val="List Bullet 5"/>
    <w:basedOn w:val="Normal"/>
    <w:rsid w:val="0041323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41323B"/>
    <w:pPr>
      <w:spacing w:after="120"/>
    </w:pPr>
  </w:style>
  <w:style w:type="paragraph" w:styleId="BodyTextFirstIndent">
    <w:name w:val="Body Text First Indent"/>
    <w:basedOn w:val="BodyText"/>
    <w:rsid w:val="0041323B"/>
    <w:pPr>
      <w:ind w:firstLine="284"/>
    </w:pPr>
  </w:style>
  <w:style w:type="paragraph" w:styleId="BodyTextIndent">
    <w:name w:val="Body Text Indent"/>
    <w:basedOn w:val="Normal"/>
    <w:rsid w:val="0041323B"/>
    <w:pPr>
      <w:spacing w:after="120"/>
      <w:ind w:left="283"/>
    </w:pPr>
  </w:style>
  <w:style w:type="paragraph" w:styleId="BodyTextFirstIndent2">
    <w:name w:val="Body Text First Indent 2"/>
    <w:basedOn w:val="BodyTextIndent"/>
    <w:rsid w:val="0041323B"/>
    <w:pPr>
      <w:ind w:left="284" w:firstLine="284"/>
    </w:pPr>
  </w:style>
  <w:style w:type="character" w:styleId="Strong">
    <w:name w:val="Strong"/>
    <w:qFormat/>
    <w:rsid w:val="0041323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41323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41323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41323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41323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41323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41323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41323B"/>
    <w:pPr>
      <w:framePr w:h="1054" w:wrap="around" w:y="5920"/>
    </w:pPr>
  </w:style>
  <w:style w:type="paragraph" w:customStyle="1" w:styleId="ReportHeading3">
    <w:name w:val="ReportHeading3"/>
    <w:basedOn w:val="ReportHeading2"/>
    <w:rsid w:val="0041323B"/>
    <w:pPr>
      <w:framePr w:h="443" w:wrap="around" w:y="8223"/>
    </w:pPr>
  </w:style>
  <w:style w:type="paragraph" w:customStyle="1" w:styleId="a">
    <w:name w:val="¢éÍ¤ÇÒÁ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41323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41323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41323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41323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41323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41323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41323B"/>
  </w:style>
  <w:style w:type="paragraph" w:styleId="BodyText2">
    <w:name w:val="Body Text 2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41323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9B925-B447-4948-AD60-1095E428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8</TotalTime>
  <Pages>2</Pages>
  <Words>402</Words>
  <Characters>1765</Characters>
  <Application>Microsoft Office Word</Application>
  <DocSecurity>0</DocSecurity>
  <Lines>220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ASUS</cp:lastModifiedBy>
  <cp:revision>5</cp:revision>
  <cp:lastPrinted>2024-06-06T06:14:00Z</cp:lastPrinted>
  <dcterms:created xsi:type="dcterms:W3CDTF">2024-06-04T04:42:00Z</dcterms:created>
  <dcterms:modified xsi:type="dcterms:W3CDTF">2024-06-06T06:14:00Z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93468d676c67573150bf6cdf19dd2c3eb05b2bada33f890c02e5fb31bd7140e0</vt:lpwstr>
  </property>
</Properties>
</file>